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0AD" w:rsidRDefault="006650AD">
      <w:pPr>
        <w:pStyle w:val="BodyText"/>
        <w:spacing w:before="4"/>
        <w:ind w:left="0"/>
        <w:jc w:val="left"/>
        <w:rPr>
          <w:sz w:val="17"/>
        </w:rPr>
      </w:pPr>
    </w:p>
    <w:p w:rsidR="006650AD" w:rsidRDefault="006650AD">
      <w:pPr>
        <w:pStyle w:val="BodyText"/>
        <w:spacing w:before="4"/>
        <w:ind w:left="0"/>
        <w:jc w:val="left"/>
        <w:rPr>
          <w:sz w:val="17"/>
        </w:rPr>
      </w:pPr>
    </w:p>
    <w:p w:rsidR="006650AD" w:rsidRDefault="006650AD">
      <w:pPr>
        <w:pStyle w:val="BodyText"/>
        <w:spacing w:before="4"/>
        <w:ind w:left="0"/>
        <w:jc w:val="left"/>
        <w:rPr>
          <w:sz w:val="17"/>
        </w:rPr>
      </w:pPr>
    </w:p>
    <w:p w:rsidR="006650AD" w:rsidRDefault="006650AD">
      <w:pPr>
        <w:pStyle w:val="BodyText"/>
        <w:spacing w:before="4"/>
        <w:ind w:left="0"/>
        <w:jc w:val="left"/>
        <w:rPr>
          <w:sz w:val="17"/>
        </w:rPr>
      </w:pPr>
    </w:p>
    <w:p w:rsidR="006650AD" w:rsidRDefault="006650AD">
      <w:pPr>
        <w:pStyle w:val="BodyText"/>
        <w:spacing w:before="4"/>
        <w:ind w:left="0"/>
        <w:jc w:val="left"/>
        <w:rPr>
          <w:sz w:val="17"/>
        </w:rPr>
      </w:pPr>
    </w:p>
    <w:p w:rsidR="006650AD" w:rsidRDefault="006650AD">
      <w:pPr>
        <w:pStyle w:val="BodyText"/>
        <w:spacing w:before="4"/>
        <w:ind w:left="0"/>
        <w:jc w:val="left"/>
        <w:rPr>
          <w:sz w:val="17"/>
        </w:rPr>
      </w:pPr>
    </w:p>
    <w:p w:rsidR="006650AD" w:rsidRDefault="006650AD">
      <w:pPr>
        <w:pStyle w:val="BodyText"/>
        <w:spacing w:before="4"/>
        <w:ind w:left="0"/>
        <w:jc w:val="left"/>
        <w:rPr>
          <w:sz w:val="17"/>
        </w:rPr>
      </w:pPr>
      <w:r w:rsidRPr="00C6532B">
        <w:rPr>
          <w:sz w:val="1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9.5pt;height:605.25pt">
            <v:imagedata r:id="rId7" o:title=""/>
          </v:shape>
        </w:pict>
      </w:r>
    </w:p>
    <w:p w:rsidR="006650AD" w:rsidRDefault="006650AD">
      <w:pPr>
        <w:pStyle w:val="BodyText"/>
        <w:spacing w:before="4"/>
        <w:ind w:left="0"/>
        <w:jc w:val="left"/>
        <w:rPr>
          <w:sz w:val="17"/>
        </w:rPr>
      </w:pPr>
    </w:p>
    <w:p w:rsidR="006650AD" w:rsidRDefault="006650AD">
      <w:pPr>
        <w:pStyle w:val="BodyText"/>
        <w:spacing w:before="4"/>
        <w:ind w:left="0"/>
        <w:jc w:val="left"/>
        <w:rPr>
          <w:sz w:val="17"/>
        </w:rPr>
      </w:pPr>
    </w:p>
    <w:p w:rsidR="006650AD" w:rsidRDefault="006650AD">
      <w:pPr>
        <w:pStyle w:val="BodyText"/>
        <w:spacing w:before="4"/>
        <w:ind w:left="0"/>
        <w:jc w:val="left"/>
        <w:rPr>
          <w:sz w:val="17"/>
        </w:rPr>
      </w:pPr>
    </w:p>
    <w:p w:rsidR="006650AD" w:rsidRDefault="006650AD">
      <w:pPr>
        <w:pStyle w:val="BodyText"/>
        <w:spacing w:before="4"/>
        <w:ind w:left="0"/>
        <w:jc w:val="left"/>
        <w:rPr>
          <w:sz w:val="17"/>
        </w:rPr>
      </w:pPr>
    </w:p>
    <w:p w:rsidR="006650AD" w:rsidRDefault="006650AD">
      <w:pPr>
        <w:pStyle w:val="BodyText"/>
        <w:spacing w:before="4"/>
        <w:ind w:left="0"/>
        <w:jc w:val="left"/>
        <w:rPr>
          <w:sz w:val="17"/>
        </w:rPr>
      </w:pPr>
    </w:p>
    <w:p w:rsidR="006650AD" w:rsidRDefault="006650AD">
      <w:pPr>
        <w:pStyle w:val="BodyText"/>
        <w:spacing w:before="4"/>
        <w:ind w:left="0"/>
        <w:jc w:val="left"/>
        <w:rPr>
          <w:sz w:val="17"/>
        </w:rPr>
      </w:pPr>
    </w:p>
    <w:p w:rsidR="006650AD" w:rsidRDefault="006650AD">
      <w:pPr>
        <w:pStyle w:val="BodyText"/>
        <w:spacing w:before="4"/>
        <w:ind w:left="0"/>
        <w:jc w:val="left"/>
        <w:rPr>
          <w:sz w:val="17"/>
        </w:rPr>
      </w:pPr>
    </w:p>
    <w:p w:rsidR="006650AD" w:rsidRDefault="006650AD">
      <w:pPr>
        <w:pStyle w:val="BodyText"/>
        <w:spacing w:before="4"/>
        <w:ind w:left="0"/>
        <w:jc w:val="left"/>
        <w:rPr>
          <w:sz w:val="17"/>
        </w:rPr>
      </w:pPr>
    </w:p>
    <w:p w:rsidR="006650AD" w:rsidRDefault="006650AD">
      <w:pPr>
        <w:pStyle w:val="BodyText"/>
        <w:spacing w:before="4"/>
        <w:ind w:left="0"/>
        <w:jc w:val="left"/>
        <w:rPr>
          <w:sz w:val="17"/>
        </w:rPr>
      </w:pPr>
    </w:p>
    <w:p w:rsidR="006650AD" w:rsidRDefault="006650AD">
      <w:pPr>
        <w:pStyle w:val="BodyText"/>
        <w:spacing w:before="4"/>
        <w:ind w:left="0"/>
        <w:jc w:val="left"/>
        <w:rPr>
          <w:sz w:val="17"/>
        </w:rPr>
      </w:pPr>
    </w:p>
    <w:p w:rsidR="006650AD" w:rsidRDefault="006650AD">
      <w:pPr>
        <w:pStyle w:val="BodyText"/>
        <w:spacing w:before="4"/>
        <w:ind w:left="0"/>
        <w:jc w:val="left"/>
        <w:rPr>
          <w:sz w:val="17"/>
        </w:rPr>
      </w:pPr>
    </w:p>
    <w:p w:rsidR="006650AD" w:rsidRDefault="006650AD">
      <w:pPr>
        <w:pStyle w:val="BodyText"/>
        <w:spacing w:before="4"/>
        <w:ind w:left="0"/>
        <w:jc w:val="left"/>
        <w:rPr>
          <w:sz w:val="17"/>
        </w:rPr>
      </w:pPr>
    </w:p>
    <w:p w:rsidR="006650AD" w:rsidRDefault="006650AD">
      <w:pPr>
        <w:pStyle w:val="BodyText"/>
        <w:spacing w:before="4"/>
        <w:ind w:left="0"/>
        <w:jc w:val="left"/>
        <w:rPr>
          <w:sz w:val="17"/>
        </w:rPr>
      </w:pPr>
    </w:p>
    <w:p w:rsidR="006650AD" w:rsidRDefault="006650AD">
      <w:pPr>
        <w:pStyle w:val="BodyText"/>
        <w:spacing w:before="4"/>
        <w:ind w:left="0"/>
        <w:jc w:val="left"/>
        <w:rPr>
          <w:sz w:val="17"/>
        </w:rPr>
      </w:pPr>
    </w:p>
    <w:p w:rsidR="006650AD" w:rsidRDefault="006650AD">
      <w:pPr>
        <w:pStyle w:val="BodyText"/>
        <w:spacing w:before="4"/>
        <w:ind w:left="0"/>
        <w:jc w:val="left"/>
        <w:rPr>
          <w:sz w:val="17"/>
        </w:rPr>
      </w:pPr>
    </w:p>
    <w:p w:rsidR="006650AD" w:rsidRDefault="006650AD">
      <w:pPr>
        <w:pStyle w:val="BodyText"/>
        <w:spacing w:before="4"/>
        <w:ind w:left="0"/>
        <w:jc w:val="left"/>
        <w:rPr>
          <w:sz w:val="17"/>
        </w:rPr>
      </w:pPr>
    </w:p>
    <w:tbl>
      <w:tblPr>
        <w:tblW w:w="10120" w:type="dxa"/>
        <w:tblInd w:w="-112" w:type="dxa"/>
        <w:tblLook w:val="0000"/>
      </w:tblPr>
      <w:tblGrid>
        <w:gridCol w:w="4950"/>
        <w:gridCol w:w="5170"/>
      </w:tblGrid>
      <w:tr w:rsidR="006650AD" w:rsidTr="00D07AA6">
        <w:trPr>
          <w:trHeight w:val="4462"/>
        </w:trPr>
        <w:tc>
          <w:tcPr>
            <w:tcW w:w="4950" w:type="dxa"/>
          </w:tcPr>
          <w:p w:rsidR="006650AD" w:rsidRDefault="006650AD">
            <w:pPr>
              <w:pStyle w:val="BodyText"/>
              <w:spacing w:before="4"/>
              <w:ind w:left="0"/>
              <w:jc w:val="left"/>
              <w:rPr>
                <w:b/>
              </w:rPr>
            </w:pPr>
          </w:p>
          <w:p w:rsidR="006650AD" w:rsidRDefault="006650AD">
            <w:pPr>
              <w:pStyle w:val="BodyText"/>
              <w:spacing w:before="4"/>
              <w:ind w:left="0"/>
              <w:jc w:val="left"/>
              <w:rPr>
                <w:b/>
              </w:rPr>
            </w:pPr>
          </w:p>
          <w:p w:rsidR="006650AD" w:rsidRDefault="006650AD">
            <w:pPr>
              <w:pStyle w:val="BodyText"/>
              <w:spacing w:before="4"/>
              <w:ind w:left="0"/>
              <w:jc w:val="left"/>
              <w:rPr>
                <w:b/>
              </w:rPr>
            </w:pPr>
          </w:p>
          <w:p w:rsidR="006650AD" w:rsidRPr="00173216" w:rsidRDefault="006650AD">
            <w:pPr>
              <w:pStyle w:val="BodyText"/>
              <w:spacing w:before="4"/>
              <w:ind w:left="0"/>
              <w:jc w:val="left"/>
              <w:rPr>
                <w:b/>
              </w:rPr>
            </w:pPr>
            <w:r w:rsidRPr="00173216">
              <w:rPr>
                <w:b/>
              </w:rPr>
              <w:t>СОГЛАСОВАНА</w:t>
            </w:r>
          </w:p>
          <w:p w:rsidR="006650AD" w:rsidRPr="00173216" w:rsidRDefault="006650AD">
            <w:pPr>
              <w:pStyle w:val="BodyText"/>
              <w:spacing w:before="4"/>
              <w:ind w:left="0"/>
              <w:jc w:val="left"/>
            </w:pPr>
            <w:r w:rsidRPr="00173216">
              <w:t>Начальник Управления образования</w:t>
            </w:r>
          </w:p>
          <w:p w:rsidR="006650AD" w:rsidRPr="00173216" w:rsidRDefault="006650AD">
            <w:pPr>
              <w:pStyle w:val="BodyText"/>
              <w:spacing w:before="4"/>
              <w:ind w:left="0"/>
              <w:jc w:val="left"/>
            </w:pPr>
            <w:r w:rsidRPr="00173216">
              <w:t>Бабушкинского муниципального района</w:t>
            </w:r>
          </w:p>
          <w:p w:rsidR="006650AD" w:rsidRPr="00173216" w:rsidRDefault="006650AD">
            <w:pPr>
              <w:pStyle w:val="BodyText"/>
              <w:spacing w:before="4"/>
              <w:ind w:left="0"/>
              <w:jc w:val="left"/>
            </w:pPr>
            <w:r w:rsidRPr="00173216">
              <w:t>_____________ А. В. Мишарина</w:t>
            </w:r>
          </w:p>
          <w:p w:rsidR="006650AD" w:rsidRPr="00173216" w:rsidRDefault="006650AD">
            <w:pPr>
              <w:pStyle w:val="BodyText"/>
              <w:spacing w:before="4"/>
              <w:ind w:left="0"/>
              <w:jc w:val="left"/>
            </w:pPr>
            <w:r w:rsidRPr="00173216">
              <w:t>«____»______________ 2021года</w:t>
            </w:r>
          </w:p>
        </w:tc>
        <w:tc>
          <w:tcPr>
            <w:tcW w:w="5170" w:type="dxa"/>
          </w:tcPr>
          <w:p w:rsidR="006650AD" w:rsidRPr="00173216" w:rsidRDefault="006650AD">
            <w:pPr>
              <w:pStyle w:val="BodyText"/>
              <w:spacing w:before="4"/>
              <w:ind w:left="0"/>
              <w:jc w:val="left"/>
              <w:rPr>
                <w:b/>
              </w:rPr>
            </w:pPr>
            <w:r w:rsidRPr="00173216">
              <w:rPr>
                <w:b/>
              </w:rPr>
              <w:t>УТВЕРЖДЕНА</w:t>
            </w:r>
          </w:p>
          <w:p w:rsidR="006650AD" w:rsidRPr="00173216" w:rsidRDefault="006650AD">
            <w:pPr>
              <w:pStyle w:val="BodyText"/>
              <w:spacing w:before="4"/>
              <w:ind w:left="0"/>
              <w:jc w:val="left"/>
            </w:pPr>
            <w:r w:rsidRPr="00173216">
              <w:t>Приказом МБОУ «Зайчиковская ОШ»</w:t>
            </w:r>
          </w:p>
          <w:p w:rsidR="006650AD" w:rsidRPr="00173216" w:rsidRDefault="006650AD">
            <w:pPr>
              <w:pStyle w:val="BodyText"/>
              <w:spacing w:before="4"/>
              <w:ind w:left="0"/>
              <w:jc w:val="left"/>
            </w:pPr>
            <w:r>
              <w:t>о</w:t>
            </w:r>
            <w:r w:rsidRPr="00173216">
              <w:t>т  20 октября 2021 года №110</w:t>
            </w:r>
          </w:p>
          <w:p w:rsidR="006650AD" w:rsidRPr="00173216" w:rsidRDefault="006650AD">
            <w:pPr>
              <w:pStyle w:val="BodyText"/>
              <w:spacing w:before="4"/>
              <w:ind w:left="0"/>
              <w:jc w:val="left"/>
            </w:pPr>
            <w:r w:rsidRPr="00173216">
              <w:t>Директор _____________К.А. Тренина</w:t>
            </w:r>
          </w:p>
          <w:p w:rsidR="006650AD" w:rsidRPr="00173216" w:rsidRDefault="006650AD">
            <w:pPr>
              <w:pStyle w:val="BodyText"/>
              <w:spacing w:before="4"/>
              <w:ind w:left="0"/>
              <w:jc w:val="left"/>
            </w:pPr>
          </w:p>
          <w:p w:rsidR="006650AD" w:rsidRPr="00173216" w:rsidRDefault="006650AD">
            <w:pPr>
              <w:pStyle w:val="BodyText"/>
              <w:spacing w:before="4"/>
              <w:ind w:left="0"/>
              <w:jc w:val="left"/>
            </w:pPr>
          </w:p>
          <w:p w:rsidR="006650AD" w:rsidRPr="00173216" w:rsidRDefault="006650AD">
            <w:pPr>
              <w:pStyle w:val="BodyText"/>
              <w:spacing w:before="4"/>
              <w:ind w:left="0"/>
              <w:jc w:val="left"/>
            </w:pPr>
          </w:p>
          <w:p w:rsidR="006650AD" w:rsidRPr="00173216" w:rsidRDefault="006650AD">
            <w:pPr>
              <w:pStyle w:val="BodyText"/>
              <w:spacing w:before="4"/>
              <w:ind w:left="0"/>
              <w:jc w:val="left"/>
              <w:rPr>
                <w:b/>
              </w:rPr>
            </w:pPr>
            <w:r w:rsidRPr="00173216">
              <w:rPr>
                <w:b/>
              </w:rPr>
              <w:t>ПРИНЯТА</w:t>
            </w:r>
          </w:p>
          <w:p w:rsidR="006650AD" w:rsidRPr="00173216" w:rsidRDefault="006650AD">
            <w:pPr>
              <w:pStyle w:val="BodyText"/>
              <w:spacing w:before="4"/>
              <w:ind w:left="0"/>
              <w:jc w:val="left"/>
            </w:pPr>
            <w:r w:rsidRPr="00173216">
              <w:t>Педагогическим советом</w:t>
            </w:r>
          </w:p>
          <w:p w:rsidR="006650AD" w:rsidRPr="00173216" w:rsidRDefault="006650AD">
            <w:pPr>
              <w:pStyle w:val="BodyText"/>
              <w:spacing w:before="4"/>
              <w:ind w:left="0"/>
              <w:jc w:val="left"/>
            </w:pPr>
            <w:r w:rsidRPr="00173216">
              <w:t>МБОУ «Зайчиковская ОШ»</w:t>
            </w:r>
          </w:p>
          <w:p w:rsidR="006650AD" w:rsidRDefault="006650AD">
            <w:pPr>
              <w:pStyle w:val="BodyText"/>
              <w:spacing w:before="4"/>
              <w:ind w:left="0"/>
              <w:jc w:val="left"/>
            </w:pPr>
            <w:r w:rsidRPr="00173216">
              <w:t xml:space="preserve">Протокол от 20 октября 2021года №11 </w:t>
            </w:r>
          </w:p>
          <w:p w:rsidR="006650AD" w:rsidRDefault="006650AD">
            <w:pPr>
              <w:pStyle w:val="BodyText"/>
              <w:spacing w:before="4"/>
              <w:ind w:left="0"/>
              <w:jc w:val="left"/>
            </w:pPr>
          </w:p>
          <w:p w:rsidR="006650AD" w:rsidRDefault="006650AD">
            <w:pPr>
              <w:pStyle w:val="BodyText"/>
              <w:spacing w:before="4"/>
              <w:ind w:left="0"/>
              <w:jc w:val="left"/>
            </w:pPr>
          </w:p>
          <w:p w:rsidR="006650AD" w:rsidRDefault="006650AD">
            <w:pPr>
              <w:pStyle w:val="BodyText"/>
              <w:spacing w:before="4"/>
              <w:ind w:left="0"/>
              <w:jc w:val="left"/>
            </w:pPr>
          </w:p>
          <w:p w:rsidR="006650AD" w:rsidRDefault="006650AD">
            <w:pPr>
              <w:pStyle w:val="BodyText"/>
              <w:spacing w:before="4"/>
              <w:ind w:left="0"/>
              <w:jc w:val="left"/>
            </w:pPr>
          </w:p>
          <w:p w:rsidR="006650AD" w:rsidRDefault="006650AD">
            <w:pPr>
              <w:pStyle w:val="BodyText"/>
              <w:spacing w:before="4"/>
              <w:ind w:left="0"/>
              <w:jc w:val="left"/>
            </w:pPr>
          </w:p>
          <w:p w:rsidR="006650AD" w:rsidRPr="00173216" w:rsidRDefault="006650AD">
            <w:pPr>
              <w:pStyle w:val="BodyText"/>
              <w:spacing w:before="4"/>
              <w:ind w:left="0"/>
              <w:jc w:val="left"/>
            </w:pPr>
          </w:p>
          <w:p w:rsidR="006650AD" w:rsidRPr="00173216" w:rsidRDefault="006650AD">
            <w:pPr>
              <w:pStyle w:val="BodyText"/>
              <w:spacing w:before="4"/>
              <w:ind w:left="0"/>
              <w:jc w:val="left"/>
            </w:pPr>
          </w:p>
        </w:tc>
      </w:tr>
    </w:tbl>
    <w:p w:rsidR="006650AD" w:rsidRDefault="006650AD" w:rsidP="00173216">
      <w:pPr>
        <w:pStyle w:val="BodyText"/>
        <w:spacing w:before="4"/>
        <w:ind w:left="0"/>
        <w:jc w:val="center"/>
        <w:rPr>
          <w:b/>
          <w:sz w:val="32"/>
          <w:szCs w:val="32"/>
        </w:rPr>
      </w:pPr>
    </w:p>
    <w:p w:rsidR="006650AD" w:rsidRPr="00173216" w:rsidRDefault="006650AD" w:rsidP="00173216">
      <w:pPr>
        <w:pStyle w:val="BodyText"/>
        <w:spacing w:before="4"/>
        <w:ind w:left="0"/>
        <w:jc w:val="center"/>
        <w:rPr>
          <w:b/>
          <w:sz w:val="32"/>
          <w:szCs w:val="32"/>
        </w:rPr>
      </w:pPr>
      <w:r w:rsidRPr="00173216">
        <w:rPr>
          <w:b/>
          <w:sz w:val="32"/>
          <w:szCs w:val="32"/>
        </w:rPr>
        <w:t xml:space="preserve">ПРОГРАММА РАЗВИТИЯ </w:t>
      </w:r>
    </w:p>
    <w:p w:rsidR="006650AD" w:rsidRPr="00173216" w:rsidRDefault="006650AD" w:rsidP="00173216">
      <w:pPr>
        <w:pStyle w:val="BodyText"/>
        <w:spacing w:before="4"/>
        <w:ind w:left="0"/>
        <w:jc w:val="center"/>
        <w:rPr>
          <w:b/>
          <w:sz w:val="32"/>
          <w:szCs w:val="32"/>
        </w:rPr>
      </w:pPr>
      <w:r w:rsidRPr="00173216">
        <w:rPr>
          <w:b/>
          <w:sz w:val="32"/>
          <w:szCs w:val="32"/>
        </w:rPr>
        <w:t xml:space="preserve">МУНИЦИПАЛЬНОГО БЮДЖЕТНОГО ОБЩЕОБРАЗОВАТЕЛЬНОГО УЧРЕЖДЕНИЯ </w:t>
      </w:r>
    </w:p>
    <w:p w:rsidR="006650AD" w:rsidRPr="00173216" w:rsidRDefault="006650AD" w:rsidP="00173216">
      <w:pPr>
        <w:pStyle w:val="BodyText"/>
        <w:spacing w:before="4"/>
        <w:ind w:left="0"/>
        <w:jc w:val="center"/>
        <w:rPr>
          <w:b/>
          <w:sz w:val="32"/>
          <w:szCs w:val="32"/>
        </w:rPr>
      </w:pPr>
      <w:r w:rsidRPr="00173216">
        <w:rPr>
          <w:b/>
          <w:sz w:val="32"/>
          <w:szCs w:val="32"/>
        </w:rPr>
        <w:t>«ЗАЙЧИКОВСКАЯ ОСНОВНАЯ ШКОЛА»</w:t>
      </w:r>
    </w:p>
    <w:p w:rsidR="006650AD" w:rsidRPr="00173216" w:rsidRDefault="006650AD" w:rsidP="00173216">
      <w:pPr>
        <w:pStyle w:val="BodyText"/>
        <w:spacing w:before="4"/>
        <w:ind w:left="0"/>
        <w:jc w:val="center"/>
        <w:rPr>
          <w:b/>
          <w:sz w:val="32"/>
          <w:szCs w:val="32"/>
        </w:rPr>
      </w:pPr>
    </w:p>
    <w:p w:rsidR="006650AD" w:rsidRPr="00173216" w:rsidRDefault="006650AD" w:rsidP="00173216">
      <w:pPr>
        <w:pStyle w:val="BodyText"/>
        <w:spacing w:before="4"/>
        <w:ind w:left="0"/>
        <w:jc w:val="center"/>
        <w:rPr>
          <w:b/>
          <w:sz w:val="32"/>
          <w:szCs w:val="32"/>
        </w:rPr>
      </w:pPr>
      <w:r w:rsidRPr="00173216">
        <w:rPr>
          <w:b/>
          <w:sz w:val="32"/>
          <w:szCs w:val="32"/>
        </w:rPr>
        <w:t>на 2021 – 2024 годы</w:t>
      </w:r>
    </w:p>
    <w:p w:rsidR="006650AD" w:rsidRPr="00173216" w:rsidRDefault="006650AD" w:rsidP="00173216">
      <w:pPr>
        <w:pStyle w:val="BodyText"/>
        <w:spacing w:before="4"/>
        <w:ind w:left="0"/>
        <w:jc w:val="center"/>
        <w:rPr>
          <w:b/>
          <w:sz w:val="32"/>
          <w:szCs w:val="32"/>
        </w:rPr>
      </w:pPr>
    </w:p>
    <w:p w:rsidR="006650AD" w:rsidRDefault="006650AD" w:rsidP="00173216">
      <w:pPr>
        <w:pStyle w:val="BodyText"/>
        <w:spacing w:before="4"/>
        <w:ind w:left="0"/>
        <w:jc w:val="center"/>
        <w:rPr>
          <w:sz w:val="17"/>
        </w:rPr>
      </w:pPr>
    </w:p>
    <w:p w:rsidR="006650AD" w:rsidRDefault="006650AD" w:rsidP="00173216">
      <w:pPr>
        <w:pStyle w:val="BodyText"/>
        <w:spacing w:before="4"/>
        <w:ind w:left="0"/>
        <w:jc w:val="center"/>
        <w:rPr>
          <w:sz w:val="17"/>
        </w:rPr>
      </w:pPr>
    </w:p>
    <w:p w:rsidR="006650AD" w:rsidRDefault="006650AD" w:rsidP="00173216">
      <w:pPr>
        <w:pStyle w:val="BodyText"/>
        <w:spacing w:before="4"/>
        <w:ind w:left="0"/>
        <w:jc w:val="center"/>
        <w:rPr>
          <w:sz w:val="17"/>
        </w:rPr>
      </w:pPr>
    </w:p>
    <w:p w:rsidR="006650AD" w:rsidRDefault="006650AD" w:rsidP="00173216">
      <w:pPr>
        <w:pStyle w:val="BodyText"/>
        <w:spacing w:before="4"/>
        <w:ind w:left="0"/>
        <w:jc w:val="center"/>
        <w:rPr>
          <w:sz w:val="17"/>
        </w:rPr>
      </w:pPr>
    </w:p>
    <w:p w:rsidR="006650AD" w:rsidRDefault="006650AD" w:rsidP="00173216">
      <w:pPr>
        <w:pStyle w:val="BodyText"/>
        <w:spacing w:before="4"/>
        <w:ind w:left="0"/>
        <w:jc w:val="center"/>
        <w:rPr>
          <w:sz w:val="17"/>
        </w:rPr>
      </w:pPr>
    </w:p>
    <w:p w:rsidR="006650AD" w:rsidRDefault="006650AD" w:rsidP="00173216">
      <w:pPr>
        <w:pStyle w:val="BodyText"/>
        <w:spacing w:before="4"/>
        <w:ind w:left="0"/>
        <w:jc w:val="center"/>
        <w:rPr>
          <w:sz w:val="17"/>
        </w:rPr>
      </w:pPr>
    </w:p>
    <w:p w:rsidR="006650AD" w:rsidRDefault="006650AD" w:rsidP="00173216">
      <w:pPr>
        <w:pStyle w:val="BodyText"/>
        <w:spacing w:before="4"/>
        <w:ind w:left="0"/>
        <w:jc w:val="center"/>
        <w:rPr>
          <w:sz w:val="17"/>
        </w:rPr>
      </w:pPr>
    </w:p>
    <w:p w:rsidR="006650AD" w:rsidRDefault="006650AD" w:rsidP="00173216">
      <w:pPr>
        <w:pStyle w:val="BodyText"/>
        <w:spacing w:before="4"/>
        <w:ind w:left="0"/>
        <w:jc w:val="center"/>
        <w:rPr>
          <w:sz w:val="17"/>
        </w:rPr>
      </w:pPr>
    </w:p>
    <w:p w:rsidR="006650AD" w:rsidRDefault="006650AD" w:rsidP="00173216">
      <w:pPr>
        <w:pStyle w:val="BodyText"/>
        <w:spacing w:before="4"/>
        <w:ind w:left="0"/>
        <w:jc w:val="center"/>
        <w:rPr>
          <w:sz w:val="17"/>
        </w:rPr>
      </w:pPr>
    </w:p>
    <w:p w:rsidR="006650AD" w:rsidRDefault="006650AD" w:rsidP="00173216">
      <w:pPr>
        <w:pStyle w:val="BodyText"/>
        <w:spacing w:before="4"/>
        <w:ind w:left="0"/>
        <w:jc w:val="center"/>
        <w:rPr>
          <w:sz w:val="17"/>
        </w:rPr>
      </w:pPr>
    </w:p>
    <w:p w:rsidR="006650AD" w:rsidRDefault="006650AD" w:rsidP="00173216">
      <w:pPr>
        <w:pStyle w:val="BodyText"/>
        <w:spacing w:before="4"/>
        <w:ind w:left="0"/>
        <w:jc w:val="center"/>
        <w:rPr>
          <w:sz w:val="17"/>
        </w:rPr>
      </w:pPr>
    </w:p>
    <w:p w:rsidR="006650AD" w:rsidRDefault="006650AD" w:rsidP="00173216">
      <w:pPr>
        <w:pStyle w:val="BodyText"/>
        <w:spacing w:before="4"/>
        <w:ind w:left="0"/>
        <w:jc w:val="center"/>
        <w:rPr>
          <w:sz w:val="17"/>
        </w:rPr>
      </w:pPr>
    </w:p>
    <w:p w:rsidR="006650AD" w:rsidRDefault="006650AD" w:rsidP="00173216">
      <w:pPr>
        <w:pStyle w:val="BodyText"/>
        <w:spacing w:before="4"/>
        <w:ind w:left="0"/>
        <w:jc w:val="center"/>
        <w:rPr>
          <w:sz w:val="17"/>
        </w:rPr>
      </w:pPr>
    </w:p>
    <w:p w:rsidR="006650AD" w:rsidRDefault="006650AD" w:rsidP="00173216">
      <w:pPr>
        <w:pStyle w:val="BodyText"/>
        <w:spacing w:before="4"/>
        <w:ind w:left="0"/>
        <w:jc w:val="center"/>
        <w:rPr>
          <w:sz w:val="17"/>
        </w:rPr>
      </w:pPr>
    </w:p>
    <w:p w:rsidR="006650AD" w:rsidRDefault="006650AD" w:rsidP="00173216">
      <w:pPr>
        <w:pStyle w:val="BodyText"/>
        <w:spacing w:before="4"/>
        <w:ind w:left="0"/>
        <w:jc w:val="center"/>
        <w:rPr>
          <w:sz w:val="17"/>
        </w:rPr>
      </w:pPr>
    </w:p>
    <w:p w:rsidR="006650AD" w:rsidRDefault="006650AD" w:rsidP="00173216">
      <w:pPr>
        <w:pStyle w:val="BodyText"/>
        <w:spacing w:before="4"/>
        <w:ind w:left="0"/>
        <w:jc w:val="center"/>
        <w:rPr>
          <w:sz w:val="17"/>
        </w:rPr>
      </w:pPr>
    </w:p>
    <w:p w:rsidR="006650AD" w:rsidRDefault="006650AD" w:rsidP="00173216">
      <w:pPr>
        <w:pStyle w:val="BodyText"/>
        <w:spacing w:before="4"/>
        <w:ind w:left="0"/>
        <w:jc w:val="center"/>
        <w:rPr>
          <w:sz w:val="17"/>
        </w:rPr>
      </w:pPr>
    </w:p>
    <w:p w:rsidR="006650AD" w:rsidRDefault="006650AD" w:rsidP="00173216">
      <w:pPr>
        <w:pStyle w:val="BodyText"/>
        <w:spacing w:before="4"/>
        <w:ind w:left="0"/>
        <w:jc w:val="center"/>
        <w:rPr>
          <w:b/>
        </w:rPr>
      </w:pPr>
    </w:p>
    <w:p w:rsidR="006650AD" w:rsidRDefault="006650AD" w:rsidP="00173216">
      <w:pPr>
        <w:pStyle w:val="BodyText"/>
        <w:spacing w:before="4"/>
        <w:ind w:left="0"/>
        <w:jc w:val="center"/>
        <w:rPr>
          <w:b/>
        </w:rPr>
      </w:pPr>
    </w:p>
    <w:p w:rsidR="006650AD" w:rsidRPr="00173216" w:rsidRDefault="006650AD" w:rsidP="00173216">
      <w:pPr>
        <w:pStyle w:val="BodyText"/>
        <w:spacing w:before="4"/>
        <w:ind w:left="0"/>
        <w:jc w:val="center"/>
        <w:rPr>
          <w:b/>
        </w:rPr>
      </w:pPr>
    </w:p>
    <w:p w:rsidR="006650AD" w:rsidRPr="00173216" w:rsidRDefault="006650AD" w:rsidP="00173216">
      <w:pPr>
        <w:pStyle w:val="BodyText"/>
        <w:spacing w:before="4"/>
        <w:ind w:left="0"/>
        <w:jc w:val="center"/>
        <w:rPr>
          <w:b/>
        </w:rPr>
      </w:pPr>
      <w:r w:rsidRPr="00173216">
        <w:rPr>
          <w:b/>
        </w:rPr>
        <w:t>2021 год</w:t>
      </w:r>
    </w:p>
    <w:p w:rsidR="006650AD" w:rsidRDefault="006650AD" w:rsidP="00173216">
      <w:pPr>
        <w:pStyle w:val="BodyText"/>
        <w:spacing w:before="4"/>
        <w:ind w:left="0"/>
        <w:jc w:val="center"/>
        <w:rPr>
          <w:sz w:val="17"/>
        </w:rPr>
      </w:pPr>
    </w:p>
    <w:p w:rsidR="006650AD" w:rsidRDefault="006650AD" w:rsidP="00173216">
      <w:pPr>
        <w:pStyle w:val="BodyText"/>
        <w:spacing w:before="4"/>
        <w:ind w:left="0"/>
        <w:jc w:val="center"/>
        <w:rPr>
          <w:sz w:val="17"/>
        </w:rPr>
      </w:pPr>
    </w:p>
    <w:p w:rsidR="006650AD" w:rsidRDefault="006650AD" w:rsidP="00173216">
      <w:pPr>
        <w:pStyle w:val="BodyText"/>
        <w:spacing w:before="4"/>
        <w:ind w:left="0"/>
        <w:jc w:val="center"/>
        <w:rPr>
          <w:sz w:val="17"/>
        </w:rPr>
      </w:pPr>
    </w:p>
    <w:p w:rsidR="006650AD" w:rsidRDefault="006650AD" w:rsidP="00173216">
      <w:pPr>
        <w:pStyle w:val="BodyText"/>
        <w:spacing w:before="4"/>
        <w:ind w:left="0"/>
        <w:jc w:val="center"/>
        <w:rPr>
          <w:sz w:val="17"/>
        </w:rPr>
      </w:pPr>
    </w:p>
    <w:p w:rsidR="006650AD" w:rsidRDefault="006650AD" w:rsidP="00173216">
      <w:pPr>
        <w:pStyle w:val="BodyText"/>
        <w:spacing w:before="4"/>
        <w:ind w:left="0"/>
        <w:jc w:val="center"/>
        <w:rPr>
          <w:sz w:val="17"/>
        </w:rPr>
      </w:pPr>
    </w:p>
    <w:p w:rsidR="006650AD" w:rsidRDefault="006650AD" w:rsidP="00173216">
      <w:pPr>
        <w:pStyle w:val="BodyText"/>
        <w:spacing w:before="4"/>
        <w:ind w:left="0"/>
        <w:jc w:val="center"/>
        <w:rPr>
          <w:sz w:val="17"/>
        </w:rPr>
      </w:pPr>
    </w:p>
    <w:p w:rsidR="006650AD" w:rsidRDefault="006650AD">
      <w:pPr>
        <w:rPr>
          <w:sz w:val="17"/>
        </w:rPr>
        <w:sectPr w:rsidR="006650AD">
          <w:type w:val="continuous"/>
          <w:pgSz w:w="12240" w:h="16840"/>
          <w:pgMar w:top="960" w:right="1720" w:bottom="0" w:left="1720" w:header="720" w:footer="720" w:gutter="0"/>
          <w:cols w:space="720"/>
        </w:sectPr>
      </w:pPr>
    </w:p>
    <w:p w:rsidR="006650AD" w:rsidRDefault="006650AD">
      <w:pPr>
        <w:spacing w:before="83"/>
        <w:ind w:left="647" w:right="513"/>
        <w:jc w:val="center"/>
        <w:rPr>
          <w:b/>
          <w:sz w:val="24"/>
        </w:rPr>
      </w:pPr>
      <w:r>
        <w:rPr>
          <w:b/>
          <w:sz w:val="24"/>
        </w:rPr>
        <w:t>СОДЕРЖАНИЕ</w:t>
      </w:r>
    </w:p>
    <w:p w:rsidR="006650AD" w:rsidRDefault="006650AD">
      <w:pPr>
        <w:pStyle w:val="TOC3"/>
        <w:tabs>
          <w:tab w:val="right" w:leader="dot" w:pos="9121"/>
        </w:tabs>
        <w:spacing w:before="271"/>
        <w:rPr>
          <w:b w:val="0"/>
        </w:rPr>
      </w:pPr>
      <w:r>
        <w:t>Паспорт</w:t>
      </w:r>
      <w:r>
        <w:rPr>
          <w:spacing w:val="-1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развития</w:t>
      </w:r>
      <w:r>
        <w:tab/>
      </w:r>
      <w:r>
        <w:rPr>
          <w:b w:val="0"/>
        </w:rPr>
        <w:t>3</w:t>
      </w:r>
    </w:p>
    <w:p w:rsidR="006650AD" w:rsidRDefault="006650AD">
      <w:pPr>
        <w:pStyle w:val="TOC3"/>
        <w:tabs>
          <w:tab w:val="right" w:leader="dot" w:pos="9121"/>
        </w:tabs>
        <w:rPr>
          <w:b w:val="0"/>
        </w:rPr>
      </w:pPr>
      <w:hyperlink w:anchor="_TOC_250016" w:history="1">
        <w:r>
          <w:t>Введение</w:t>
        </w:r>
        <w:r>
          <w:tab/>
        </w:r>
      </w:hyperlink>
      <w:r w:rsidRPr="00ED315E">
        <w:rPr>
          <w:b w:val="0"/>
        </w:rPr>
        <w:t>6</w:t>
      </w:r>
    </w:p>
    <w:p w:rsidR="006650AD" w:rsidRDefault="006650AD">
      <w:pPr>
        <w:pStyle w:val="TOC1"/>
        <w:numPr>
          <w:ilvl w:val="0"/>
          <w:numId w:val="31"/>
        </w:numPr>
        <w:tabs>
          <w:tab w:val="left" w:pos="1118"/>
        </w:tabs>
      </w:pPr>
      <w:hyperlink w:anchor="_TOC_250015" w:history="1">
        <w:r>
          <w:t>Аналитический</w:t>
        </w:r>
        <w:r>
          <w:rPr>
            <w:spacing w:val="-5"/>
          </w:rPr>
          <w:t xml:space="preserve"> </w:t>
        </w:r>
        <w:r>
          <w:t>раздел</w:t>
        </w:r>
      </w:hyperlink>
    </w:p>
    <w:p w:rsidR="006650AD" w:rsidRDefault="006650AD">
      <w:pPr>
        <w:pStyle w:val="TOC3"/>
        <w:tabs>
          <w:tab w:val="right" w:leader="dot" w:pos="9241"/>
        </w:tabs>
        <w:spacing w:line="274" w:lineRule="exact"/>
        <w:rPr>
          <w:b w:val="0"/>
        </w:rPr>
      </w:pPr>
      <w:hyperlink w:anchor="_TOC_250014" w:history="1">
        <w:r>
          <w:t>Анализ</w:t>
        </w:r>
        <w:r>
          <w:rPr>
            <w:spacing w:val="-2"/>
          </w:rPr>
          <w:t xml:space="preserve"> </w:t>
        </w:r>
        <w:r>
          <w:t>потенциала</w:t>
        </w:r>
        <w:r>
          <w:rPr>
            <w:spacing w:val="-1"/>
          </w:rPr>
          <w:t xml:space="preserve"> </w:t>
        </w:r>
        <w:r>
          <w:t>и</w:t>
        </w:r>
        <w:r>
          <w:rPr>
            <w:spacing w:val="-3"/>
          </w:rPr>
          <w:t xml:space="preserve"> </w:t>
        </w:r>
        <w:r>
          <w:t>дефицитов</w:t>
        </w:r>
        <w:r>
          <w:rPr>
            <w:spacing w:val="-1"/>
          </w:rPr>
          <w:t xml:space="preserve"> </w:t>
        </w:r>
        <w:r>
          <w:t>функционирования</w:t>
        </w:r>
        <w:r>
          <w:rPr>
            <w:spacing w:val="4"/>
          </w:rPr>
          <w:t xml:space="preserve"> </w:t>
        </w:r>
        <w:r>
          <w:t>школы</w:t>
        </w:r>
        <w:r>
          <w:tab/>
        </w:r>
      </w:hyperlink>
      <w:r w:rsidRPr="00DC214F">
        <w:rPr>
          <w:b w:val="0"/>
        </w:rPr>
        <w:t>8</w:t>
      </w:r>
    </w:p>
    <w:p w:rsidR="006650AD" w:rsidRDefault="006650AD">
      <w:pPr>
        <w:pStyle w:val="TOC2"/>
        <w:numPr>
          <w:ilvl w:val="1"/>
          <w:numId w:val="31"/>
        </w:numPr>
        <w:tabs>
          <w:tab w:val="left" w:pos="1118"/>
          <w:tab w:val="right" w:leader="dot" w:pos="9241"/>
        </w:tabs>
      </w:pPr>
      <w:hyperlink w:anchor="_TOC_250013" w:history="1">
        <w:r>
          <w:t>Общая</w:t>
        </w:r>
        <w:r>
          <w:rPr>
            <w:spacing w:val="-1"/>
          </w:rPr>
          <w:t xml:space="preserve"> </w:t>
        </w:r>
        <w:r>
          <w:t>характеристика</w:t>
        </w:r>
        <w:r>
          <w:rPr>
            <w:spacing w:val="-4"/>
          </w:rPr>
          <w:t xml:space="preserve"> </w:t>
        </w:r>
        <w:r>
          <w:t>контингента</w:t>
        </w:r>
        <w:r>
          <w:rPr>
            <w:spacing w:val="-2"/>
          </w:rPr>
          <w:t xml:space="preserve"> </w:t>
        </w:r>
        <w:r>
          <w:t>обучающихся школы…</w:t>
        </w:r>
        <w:r>
          <w:tab/>
        </w:r>
      </w:hyperlink>
      <w:r>
        <w:t>8</w:t>
      </w:r>
    </w:p>
    <w:p w:rsidR="006650AD" w:rsidRDefault="006650AD">
      <w:pPr>
        <w:pStyle w:val="TOC2"/>
        <w:numPr>
          <w:ilvl w:val="1"/>
          <w:numId w:val="31"/>
        </w:numPr>
        <w:tabs>
          <w:tab w:val="left" w:pos="1118"/>
          <w:tab w:val="right" w:leader="dot" w:pos="9241"/>
        </w:tabs>
      </w:pPr>
      <w:hyperlink w:anchor="_TOC_250012" w:history="1">
        <w:r>
          <w:t>Качество</w:t>
        </w:r>
        <w:r>
          <w:rPr>
            <w:spacing w:val="-2"/>
          </w:rPr>
          <w:t xml:space="preserve"> </w:t>
        </w:r>
        <w:r>
          <w:t>образовательного процесса</w:t>
        </w:r>
        <w:r>
          <w:tab/>
        </w:r>
      </w:hyperlink>
      <w:r>
        <w:t>11</w:t>
      </w:r>
    </w:p>
    <w:p w:rsidR="006650AD" w:rsidRDefault="006650AD">
      <w:pPr>
        <w:pStyle w:val="TOC2"/>
        <w:numPr>
          <w:ilvl w:val="1"/>
          <w:numId w:val="31"/>
        </w:numPr>
        <w:tabs>
          <w:tab w:val="left" w:pos="1118"/>
          <w:tab w:val="right" w:leader="dot" w:pos="9241"/>
        </w:tabs>
      </w:pPr>
      <w:hyperlink w:anchor="_TOC_250011" w:history="1">
        <w:r>
          <w:t>Качество</w:t>
        </w:r>
        <w:r>
          <w:rPr>
            <w:spacing w:val="3"/>
          </w:rPr>
          <w:t xml:space="preserve"> </w:t>
        </w:r>
        <w:r>
          <w:t>условий</w:t>
        </w:r>
        <w:r>
          <w:rPr>
            <w:spacing w:val="-1"/>
          </w:rPr>
          <w:t xml:space="preserve"> </w:t>
        </w:r>
        <w:r>
          <w:t>организации</w:t>
        </w:r>
        <w:r>
          <w:rPr>
            <w:spacing w:val="-1"/>
          </w:rPr>
          <w:t xml:space="preserve"> </w:t>
        </w:r>
        <w:r>
          <w:t>образовательного процесса</w:t>
        </w:r>
        <w:r>
          <w:tab/>
          <w:t>1</w:t>
        </w:r>
      </w:hyperlink>
      <w:r>
        <w:t>5</w:t>
      </w:r>
    </w:p>
    <w:p w:rsidR="006650AD" w:rsidRDefault="006650AD">
      <w:pPr>
        <w:pStyle w:val="TOC2"/>
        <w:numPr>
          <w:ilvl w:val="1"/>
          <w:numId w:val="31"/>
        </w:numPr>
        <w:tabs>
          <w:tab w:val="left" w:pos="1118"/>
        </w:tabs>
      </w:pPr>
      <w:r>
        <w:t>Результативность воспитательной работы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-3"/>
        </w:rPr>
        <w:t xml:space="preserve"> </w:t>
      </w:r>
      <w:r>
        <w:t>образования</w:t>
      </w:r>
    </w:p>
    <w:p w:rsidR="006650AD" w:rsidRDefault="006650AD">
      <w:pPr>
        <w:pStyle w:val="TOC4"/>
        <w:tabs>
          <w:tab w:val="right" w:leader="dot" w:pos="9241"/>
        </w:tabs>
      </w:pPr>
      <w:r>
        <w:t>детей</w:t>
      </w:r>
      <w:r>
        <w:tab/>
        <w:t>18</w:t>
      </w:r>
    </w:p>
    <w:p w:rsidR="006650AD" w:rsidRDefault="006650AD">
      <w:pPr>
        <w:pStyle w:val="TOC2"/>
        <w:numPr>
          <w:ilvl w:val="1"/>
          <w:numId w:val="31"/>
        </w:numPr>
        <w:tabs>
          <w:tab w:val="left" w:pos="1118"/>
          <w:tab w:val="right" w:leader="dot" w:pos="9241"/>
        </w:tabs>
      </w:pPr>
      <w:hyperlink w:anchor="_TOC_250010" w:history="1">
        <w:r>
          <w:t>Рисковый</w:t>
        </w:r>
        <w:r>
          <w:rPr>
            <w:spacing w:val="-1"/>
          </w:rPr>
          <w:t xml:space="preserve"> </w:t>
        </w:r>
        <w:r>
          <w:t>профиль школы</w:t>
        </w:r>
        <w:r>
          <w:tab/>
        </w:r>
      </w:hyperlink>
      <w:r>
        <w:t>19</w:t>
      </w:r>
    </w:p>
    <w:p w:rsidR="006650AD" w:rsidRDefault="006650AD">
      <w:pPr>
        <w:pStyle w:val="TOC2"/>
        <w:numPr>
          <w:ilvl w:val="1"/>
          <w:numId w:val="31"/>
        </w:numPr>
        <w:tabs>
          <w:tab w:val="left" w:pos="1118"/>
          <w:tab w:val="right" w:leader="dot" w:pos="9241"/>
        </w:tabs>
        <w:spacing w:before="1"/>
      </w:pPr>
      <w:hyperlink w:anchor="_TOC_250009" w:history="1">
        <w:r>
          <w:t>SWOT</w:t>
        </w:r>
        <w:r>
          <w:rPr>
            <w:spacing w:val="-2"/>
          </w:rPr>
          <w:t xml:space="preserve"> </w:t>
        </w:r>
        <w:r>
          <w:t>– анализ</w:t>
        </w:r>
        <w:r>
          <w:rPr>
            <w:spacing w:val="-2"/>
          </w:rPr>
          <w:t xml:space="preserve"> </w:t>
        </w:r>
        <w:r>
          <w:t>потенциала</w:t>
        </w:r>
        <w:r>
          <w:rPr>
            <w:spacing w:val="-1"/>
          </w:rPr>
          <w:t xml:space="preserve"> </w:t>
        </w:r>
        <w:r>
          <w:t>развития</w:t>
        </w:r>
        <w:r>
          <w:tab/>
        </w:r>
      </w:hyperlink>
      <w:r>
        <w:t>21</w:t>
      </w:r>
    </w:p>
    <w:p w:rsidR="006650AD" w:rsidRDefault="006650AD">
      <w:pPr>
        <w:pStyle w:val="TOC1"/>
        <w:numPr>
          <w:ilvl w:val="0"/>
          <w:numId w:val="31"/>
        </w:numPr>
        <w:tabs>
          <w:tab w:val="left" w:pos="1118"/>
        </w:tabs>
      </w:pPr>
      <w:hyperlink w:anchor="_TOC_250008" w:history="1">
        <w:r>
          <w:t>Концептуальный</w:t>
        </w:r>
        <w:r>
          <w:rPr>
            <w:spacing w:val="-2"/>
          </w:rPr>
          <w:t xml:space="preserve"> </w:t>
        </w:r>
        <w:r>
          <w:t>раздел</w:t>
        </w:r>
      </w:hyperlink>
    </w:p>
    <w:p w:rsidR="006650AD" w:rsidRDefault="006650AD">
      <w:pPr>
        <w:pStyle w:val="TOC2"/>
        <w:numPr>
          <w:ilvl w:val="1"/>
          <w:numId w:val="31"/>
        </w:numPr>
        <w:tabs>
          <w:tab w:val="left" w:pos="1118"/>
          <w:tab w:val="left" w:leader="dot" w:pos="9001"/>
        </w:tabs>
        <w:spacing w:line="274" w:lineRule="exact"/>
      </w:pPr>
      <w:hyperlink w:anchor="_TOC_250007" w:history="1">
        <w:r>
          <w:t>Оптимальный</w:t>
        </w:r>
        <w:r>
          <w:rPr>
            <w:spacing w:val="-3"/>
          </w:rPr>
          <w:t xml:space="preserve"> </w:t>
        </w:r>
        <w:r>
          <w:t>сценарий</w:t>
        </w:r>
        <w:r>
          <w:rPr>
            <w:spacing w:val="-5"/>
          </w:rPr>
          <w:t xml:space="preserve"> </w:t>
        </w:r>
        <w:r>
          <w:t>развития</w:t>
        </w:r>
        <w:r>
          <w:tab/>
        </w:r>
      </w:hyperlink>
      <w:r>
        <w:t>23</w:t>
      </w:r>
    </w:p>
    <w:p w:rsidR="006650AD" w:rsidRDefault="006650AD">
      <w:pPr>
        <w:pStyle w:val="TOC2"/>
        <w:numPr>
          <w:ilvl w:val="1"/>
          <w:numId w:val="31"/>
        </w:numPr>
        <w:tabs>
          <w:tab w:val="left" w:pos="1118"/>
          <w:tab w:val="left" w:leader="dot" w:pos="9001"/>
        </w:tabs>
      </w:pPr>
      <w:hyperlink w:anchor="_TOC_250006" w:history="1">
        <w:r>
          <w:t>Концепция</w:t>
        </w:r>
        <w:r>
          <w:rPr>
            <w:spacing w:val="-3"/>
          </w:rPr>
          <w:t xml:space="preserve"> </w:t>
        </w:r>
        <w:r>
          <w:t>развития…</w:t>
        </w:r>
        <w:r>
          <w:tab/>
          <w:t>25</w:t>
        </w:r>
      </w:hyperlink>
    </w:p>
    <w:p w:rsidR="006650AD" w:rsidRDefault="006650AD">
      <w:pPr>
        <w:pStyle w:val="TOC2"/>
        <w:numPr>
          <w:ilvl w:val="1"/>
          <w:numId w:val="31"/>
        </w:numPr>
        <w:tabs>
          <w:tab w:val="left" w:pos="1118"/>
          <w:tab w:val="left" w:leader="dot" w:pos="9001"/>
        </w:tabs>
      </w:pPr>
      <w:hyperlink w:anchor="_TOC_250005" w:history="1">
        <w:r>
          <w:t>Цель</w:t>
        </w:r>
        <w:r>
          <w:rPr>
            <w:spacing w:val="-4"/>
          </w:rPr>
          <w:t xml:space="preserve"> </w:t>
        </w:r>
        <w:r>
          <w:t>и</w:t>
        </w:r>
        <w:r>
          <w:rPr>
            <w:spacing w:val="-3"/>
          </w:rPr>
          <w:t xml:space="preserve"> </w:t>
        </w:r>
        <w:r>
          <w:t>задачи</w:t>
        </w:r>
        <w:r>
          <w:rPr>
            <w:spacing w:val="-3"/>
          </w:rPr>
          <w:t xml:space="preserve"> </w:t>
        </w:r>
        <w:r>
          <w:t>реализации</w:t>
        </w:r>
        <w:r>
          <w:rPr>
            <w:spacing w:val="-3"/>
          </w:rPr>
          <w:t xml:space="preserve"> </w:t>
        </w:r>
        <w:r>
          <w:t>Программы…</w:t>
        </w:r>
        <w:r>
          <w:tab/>
          <w:t>27</w:t>
        </w:r>
      </w:hyperlink>
    </w:p>
    <w:p w:rsidR="006650AD" w:rsidRDefault="006650AD">
      <w:pPr>
        <w:pStyle w:val="TOC1"/>
        <w:numPr>
          <w:ilvl w:val="0"/>
          <w:numId w:val="31"/>
        </w:numPr>
        <w:tabs>
          <w:tab w:val="left" w:pos="1118"/>
        </w:tabs>
      </w:pPr>
      <w:hyperlink w:anchor="_TOC_250004" w:history="1">
        <w:r>
          <w:t>Содержательный</w:t>
        </w:r>
        <w:r>
          <w:rPr>
            <w:spacing w:val="-4"/>
          </w:rPr>
          <w:t xml:space="preserve"> </w:t>
        </w:r>
        <w:r>
          <w:t>раздел</w:t>
        </w:r>
      </w:hyperlink>
    </w:p>
    <w:p w:rsidR="006650AD" w:rsidRDefault="006650AD">
      <w:pPr>
        <w:pStyle w:val="TOC3"/>
        <w:tabs>
          <w:tab w:val="left" w:leader="dot" w:pos="9001"/>
        </w:tabs>
        <w:spacing w:line="274" w:lineRule="exact"/>
        <w:rPr>
          <w:b w:val="0"/>
        </w:rPr>
      </w:pPr>
      <w:r>
        <w:t>Механизмы</w:t>
      </w:r>
      <w:r>
        <w:rPr>
          <w:spacing w:val="-2"/>
        </w:rPr>
        <w:t xml:space="preserve"> </w:t>
      </w:r>
      <w:r>
        <w:t>реализации Программы</w:t>
      </w:r>
      <w:r>
        <w:tab/>
      </w:r>
      <w:r w:rsidRPr="00F1325C">
        <w:rPr>
          <w:b w:val="0"/>
        </w:rPr>
        <w:t>28</w:t>
      </w:r>
    </w:p>
    <w:p w:rsidR="006650AD" w:rsidRDefault="006650AD">
      <w:pPr>
        <w:pStyle w:val="TOC2"/>
        <w:numPr>
          <w:ilvl w:val="1"/>
          <w:numId w:val="31"/>
        </w:numPr>
        <w:tabs>
          <w:tab w:val="left" w:pos="1118"/>
          <w:tab w:val="left" w:leader="dot" w:pos="9001"/>
        </w:tabs>
        <w:ind w:right="1062"/>
      </w:pPr>
      <w:r>
        <w:t>Подпрограмма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«Ориентир</w:t>
      </w:r>
      <w:r>
        <w:rPr>
          <w:spacing w:val="1"/>
        </w:rPr>
        <w:t xml:space="preserve"> </w:t>
      </w:r>
      <w:r>
        <w:t>1</w:t>
      </w:r>
      <w:r>
        <w:rPr>
          <w:spacing w:val="61"/>
        </w:rPr>
        <w:t xml:space="preserve"> </w:t>
      </w:r>
      <w:r>
        <w:t>–</w:t>
      </w:r>
      <w:r>
        <w:rPr>
          <w:spacing w:val="61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стабильным</w:t>
      </w:r>
      <w:r>
        <w:rPr>
          <w:spacing w:val="6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результатам»</w:t>
      </w:r>
      <w:r>
        <w:tab/>
        <w:t>28</w:t>
      </w:r>
    </w:p>
    <w:p w:rsidR="006650AD" w:rsidRDefault="006650AD">
      <w:pPr>
        <w:pStyle w:val="TOC2"/>
        <w:numPr>
          <w:ilvl w:val="1"/>
          <w:numId w:val="31"/>
        </w:numPr>
        <w:tabs>
          <w:tab w:val="left" w:pos="1118"/>
          <w:tab w:val="left" w:leader="dot" w:pos="9001"/>
        </w:tabs>
        <w:ind w:right="1062"/>
      </w:pPr>
      <w:r>
        <w:t>Подпрограмма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«Ориентир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стартовых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социальным</w:t>
      </w:r>
      <w:r>
        <w:rPr>
          <w:spacing w:val="-4"/>
        </w:rPr>
        <w:t xml:space="preserve"> </w:t>
      </w:r>
      <w:r>
        <w:t>достижениям»</w:t>
      </w:r>
      <w:r>
        <w:tab/>
      </w:r>
      <w:r>
        <w:rPr>
          <w:spacing w:val="-1"/>
        </w:rPr>
        <w:t>34</w:t>
      </w:r>
    </w:p>
    <w:p w:rsidR="006650AD" w:rsidRDefault="006650AD">
      <w:pPr>
        <w:pStyle w:val="TOC2"/>
        <w:numPr>
          <w:ilvl w:val="1"/>
          <w:numId w:val="31"/>
        </w:numPr>
        <w:tabs>
          <w:tab w:val="left" w:pos="1118"/>
        </w:tabs>
      </w:pPr>
      <w:r>
        <w:t>Подпрограмма</w:t>
      </w:r>
      <w:r>
        <w:rPr>
          <w:spacing w:val="-3"/>
        </w:rPr>
        <w:t xml:space="preserve"> </w:t>
      </w:r>
      <w:r>
        <w:t>3</w:t>
      </w:r>
      <w:r>
        <w:rPr>
          <w:spacing w:val="7"/>
        </w:rPr>
        <w:t xml:space="preserve"> </w:t>
      </w:r>
      <w:r>
        <w:t>«Ориентир</w:t>
      </w:r>
      <w:r>
        <w:rPr>
          <w:spacing w:val="-1"/>
        </w:rPr>
        <w:t xml:space="preserve"> </w:t>
      </w:r>
      <w:r>
        <w:t>3 -</w:t>
      </w:r>
      <w:r>
        <w:rPr>
          <w:spacing w:val="56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согласию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единству</w:t>
      </w:r>
      <w:r>
        <w:rPr>
          <w:spacing w:val="-6"/>
        </w:rPr>
        <w:t xml:space="preserve"> </w:t>
      </w:r>
      <w:r>
        <w:t>в семье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во</w:t>
      </w:r>
    </w:p>
    <w:p w:rsidR="006650AD" w:rsidRDefault="006650AD">
      <w:pPr>
        <w:pStyle w:val="TOC4"/>
        <w:tabs>
          <w:tab w:val="left" w:leader="dot" w:pos="9001"/>
        </w:tabs>
      </w:pPr>
      <w:hyperlink w:anchor="_TOC_250003" w:history="1">
        <w:r>
          <w:t>благо</w:t>
        </w:r>
        <w:r>
          <w:rPr>
            <w:spacing w:val="-1"/>
          </w:rPr>
          <w:t xml:space="preserve"> </w:t>
        </w:r>
        <w:r>
          <w:t>Отечества»</w:t>
        </w:r>
        <w:r>
          <w:tab/>
        </w:r>
      </w:hyperlink>
      <w:r>
        <w:t>37</w:t>
      </w:r>
    </w:p>
    <w:p w:rsidR="006650AD" w:rsidRDefault="006650AD">
      <w:pPr>
        <w:pStyle w:val="TOC2"/>
        <w:numPr>
          <w:ilvl w:val="1"/>
          <w:numId w:val="31"/>
        </w:numPr>
        <w:tabs>
          <w:tab w:val="left" w:pos="1118"/>
        </w:tabs>
      </w:pPr>
      <w:r>
        <w:t>Подпрограмма</w:t>
      </w:r>
      <w:r>
        <w:rPr>
          <w:spacing w:val="3"/>
        </w:rPr>
        <w:t xml:space="preserve"> </w:t>
      </w:r>
      <w:r>
        <w:t>4</w:t>
      </w:r>
      <w:r>
        <w:rPr>
          <w:spacing w:val="11"/>
        </w:rPr>
        <w:t xml:space="preserve"> </w:t>
      </w:r>
      <w:r>
        <w:t>«Ориентир</w:t>
      </w:r>
      <w:r>
        <w:rPr>
          <w:spacing w:val="4"/>
        </w:rPr>
        <w:t xml:space="preserve"> </w:t>
      </w:r>
      <w:r>
        <w:t>4</w:t>
      </w:r>
      <w:r>
        <w:rPr>
          <w:spacing w:val="6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успешному</w:t>
      </w:r>
      <w:r>
        <w:rPr>
          <w:spacing w:val="2"/>
        </w:rPr>
        <w:t xml:space="preserve"> </w:t>
      </w:r>
      <w:r>
        <w:t>профессиональному выбору</w:t>
      </w:r>
    </w:p>
    <w:p w:rsidR="006650AD" w:rsidRDefault="006650AD">
      <w:pPr>
        <w:pStyle w:val="TOC4"/>
        <w:tabs>
          <w:tab w:val="left" w:leader="dot" w:pos="9001"/>
        </w:tabs>
      </w:pPr>
      <w:r>
        <w:t>и</w:t>
      </w:r>
      <w:r>
        <w:rPr>
          <w:spacing w:val="-2"/>
        </w:rPr>
        <w:t xml:space="preserve"> </w:t>
      </w:r>
      <w:r>
        <w:t>профессиональному</w:t>
      </w:r>
      <w:r>
        <w:rPr>
          <w:spacing w:val="-5"/>
        </w:rPr>
        <w:t xml:space="preserve"> </w:t>
      </w:r>
      <w:r>
        <w:t>мастерству»</w:t>
      </w:r>
      <w:r>
        <w:tab/>
        <w:t>40</w:t>
      </w:r>
    </w:p>
    <w:p w:rsidR="006650AD" w:rsidRDefault="006650AD">
      <w:pPr>
        <w:pStyle w:val="TOC1"/>
        <w:numPr>
          <w:ilvl w:val="0"/>
          <w:numId w:val="31"/>
        </w:numPr>
        <w:tabs>
          <w:tab w:val="left" w:pos="1118"/>
        </w:tabs>
      </w:pPr>
      <w:hyperlink w:anchor="_TOC_250002" w:history="1">
        <w:r>
          <w:t>Оценочный</w:t>
        </w:r>
        <w:r>
          <w:rPr>
            <w:spacing w:val="-1"/>
          </w:rPr>
          <w:t xml:space="preserve"> </w:t>
        </w:r>
        <w:r>
          <w:t>раздел</w:t>
        </w:r>
      </w:hyperlink>
    </w:p>
    <w:p w:rsidR="006650AD" w:rsidRDefault="006650AD">
      <w:pPr>
        <w:pStyle w:val="TOC2"/>
        <w:numPr>
          <w:ilvl w:val="1"/>
          <w:numId w:val="31"/>
        </w:numPr>
        <w:tabs>
          <w:tab w:val="left" w:pos="1118"/>
          <w:tab w:val="left" w:leader="dot" w:pos="9001"/>
        </w:tabs>
        <w:spacing w:line="274" w:lineRule="exact"/>
      </w:pPr>
      <w:hyperlink w:anchor="_TOC_250001" w:history="1">
        <w:r>
          <w:t>Ожидаемые</w:t>
        </w:r>
        <w:r>
          <w:rPr>
            <w:spacing w:val="-6"/>
          </w:rPr>
          <w:t xml:space="preserve"> </w:t>
        </w:r>
        <w:r>
          <w:t>результаты</w:t>
        </w:r>
        <w:r>
          <w:rPr>
            <w:spacing w:val="1"/>
          </w:rPr>
          <w:t xml:space="preserve"> </w:t>
        </w:r>
        <w:r>
          <w:t>реализации</w:t>
        </w:r>
        <w:r>
          <w:rPr>
            <w:spacing w:val="-4"/>
          </w:rPr>
          <w:t xml:space="preserve"> </w:t>
        </w:r>
        <w:r>
          <w:t>Программы</w:t>
        </w:r>
        <w:r>
          <w:tab/>
        </w:r>
      </w:hyperlink>
      <w:r>
        <w:t>43</w:t>
      </w:r>
    </w:p>
    <w:p w:rsidR="006650AD" w:rsidRDefault="006650AD">
      <w:pPr>
        <w:pStyle w:val="TOC2"/>
        <w:numPr>
          <w:ilvl w:val="1"/>
          <w:numId w:val="31"/>
        </w:numPr>
        <w:tabs>
          <w:tab w:val="left" w:pos="1118"/>
          <w:tab w:val="right" w:leader="dot" w:pos="9241"/>
        </w:tabs>
      </w:pPr>
      <w:hyperlink w:anchor="_TOC_250000" w:history="1">
        <w:r>
          <w:t>Управление</w:t>
        </w:r>
        <w:r>
          <w:rPr>
            <w:spacing w:val="-1"/>
          </w:rPr>
          <w:t xml:space="preserve"> </w:t>
        </w:r>
        <w:r>
          <w:t>и отчетность</w:t>
        </w:r>
        <w:r>
          <w:rPr>
            <w:spacing w:val="-1"/>
          </w:rPr>
          <w:t xml:space="preserve"> </w:t>
        </w:r>
        <w:r>
          <w:t>по Программе</w:t>
        </w:r>
        <w:r>
          <w:rPr>
            <w:spacing w:val="-1"/>
          </w:rPr>
          <w:t xml:space="preserve"> </w:t>
        </w:r>
        <w:r>
          <w:t>развития…</w:t>
        </w:r>
        <w:r>
          <w:tab/>
        </w:r>
      </w:hyperlink>
      <w:r>
        <w:t>50</w:t>
      </w:r>
    </w:p>
    <w:p w:rsidR="006650AD" w:rsidRDefault="006650AD">
      <w:pPr>
        <w:sectPr w:rsidR="006650AD">
          <w:footerReference w:type="default" r:id="rId8"/>
          <w:pgSz w:w="11910" w:h="16840"/>
          <w:pgMar w:top="1580" w:right="440" w:bottom="1160" w:left="1160" w:header="0" w:footer="976" w:gutter="0"/>
          <w:pgNumType w:start="2"/>
          <w:cols w:space="720"/>
        </w:sectPr>
      </w:pPr>
    </w:p>
    <w:p w:rsidR="006650AD" w:rsidRDefault="006650AD">
      <w:pPr>
        <w:spacing w:before="67"/>
        <w:ind w:left="647" w:right="513"/>
        <w:jc w:val="center"/>
        <w:rPr>
          <w:b/>
          <w:sz w:val="24"/>
        </w:rPr>
      </w:pPr>
      <w:r>
        <w:rPr>
          <w:b/>
          <w:sz w:val="24"/>
        </w:rPr>
        <w:t>ПАСПОРТ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547"/>
        <w:gridCol w:w="7763"/>
      </w:tblGrid>
      <w:tr w:rsidR="006650AD" w:rsidTr="00ED315E">
        <w:trPr>
          <w:trHeight w:val="909"/>
        </w:trPr>
        <w:tc>
          <w:tcPr>
            <w:tcW w:w="2547" w:type="dxa"/>
          </w:tcPr>
          <w:p w:rsidR="006650AD" w:rsidRPr="00B87C9F" w:rsidRDefault="006650AD" w:rsidP="00B87C9F">
            <w:pPr>
              <w:pStyle w:val="TableParagraph"/>
              <w:ind w:right="111"/>
              <w:rPr>
                <w:sz w:val="24"/>
              </w:rPr>
            </w:pPr>
            <w:r w:rsidRPr="00B87C9F">
              <w:rPr>
                <w:sz w:val="24"/>
              </w:rPr>
              <w:t>Наименование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программы</w:t>
            </w:r>
            <w:r w:rsidRPr="00B87C9F">
              <w:rPr>
                <w:spacing w:val="-15"/>
                <w:sz w:val="24"/>
              </w:rPr>
              <w:t xml:space="preserve"> </w:t>
            </w:r>
            <w:r w:rsidRPr="00B87C9F">
              <w:rPr>
                <w:sz w:val="24"/>
              </w:rPr>
              <w:t>(далее</w:t>
            </w:r>
          </w:p>
          <w:p w:rsidR="006650AD" w:rsidRPr="00B87C9F" w:rsidRDefault="006650AD">
            <w:pPr>
              <w:pStyle w:val="TableParagraph"/>
              <w:rPr>
                <w:sz w:val="24"/>
              </w:rPr>
            </w:pPr>
            <w:r w:rsidRPr="00B87C9F">
              <w:rPr>
                <w:sz w:val="24"/>
              </w:rPr>
              <w:t>–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Программа)</w:t>
            </w:r>
          </w:p>
        </w:tc>
        <w:tc>
          <w:tcPr>
            <w:tcW w:w="7763" w:type="dxa"/>
          </w:tcPr>
          <w:p w:rsidR="006650AD" w:rsidRPr="00B87C9F" w:rsidRDefault="006650AD" w:rsidP="00B87C9F">
            <w:pPr>
              <w:pStyle w:val="TableParagraph"/>
              <w:ind w:left="108" w:right="99"/>
              <w:jc w:val="both"/>
              <w:rPr>
                <w:sz w:val="24"/>
              </w:rPr>
            </w:pPr>
            <w:r w:rsidRPr="00B87C9F">
              <w:rPr>
                <w:sz w:val="24"/>
              </w:rPr>
              <w:t>Программа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развития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муниципального</w:t>
            </w:r>
            <w:r w:rsidRPr="00B87C9F">
              <w:rPr>
                <w:spacing w:val="1"/>
                <w:sz w:val="24"/>
              </w:rPr>
              <w:t xml:space="preserve"> бюджетного </w:t>
            </w:r>
            <w:r w:rsidRPr="00B87C9F">
              <w:rPr>
                <w:sz w:val="24"/>
              </w:rPr>
              <w:t>общеобразовательного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учреждения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«Зайчиковская основная школа»</w:t>
            </w:r>
            <w:r w:rsidRPr="00B87C9F">
              <w:rPr>
                <w:spacing w:val="-7"/>
                <w:sz w:val="24"/>
              </w:rPr>
              <w:t xml:space="preserve"> ( далее МБОУ «Зайчиковская ОШ» </w:t>
            </w:r>
            <w:r w:rsidRPr="00B87C9F">
              <w:rPr>
                <w:sz w:val="24"/>
              </w:rPr>
              <w:t>на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2021 – 2024 годы</w:t>
            </w:r>
          </w:p>
        </w:tc>
      </w:tr>
      <w:tr w:rsidR="006650AD" w:rsidTr="00ED315E">
        <w:trPr>
          <w:trHeight w:val="3025"/>
        </w:trPr>
        <w:tc>
          <w:tcPr>
            <w:tcW w:w="2547" w:type="dxa"/>
          </w:tcPr>
          <w:p w:rsidR="006650AD" w:rsidRPr="00B87C9F" w:rsidRDefault="006650AD" w:rsidP="00B87C9F">
            <w:pPr>
              <w:pStyle w:val="TableParagraph"/>
              <w:ind w:right="428"/>
              <w:rPr>
                <w:sz w:val="24"/>
              </w:rPr>
            </w:pPr>
            <w:r w:rsidRPr="00B87C9F">
              <w:rPr>
                <w:sz w:val="24"/>
              </w:rPr>
              <w:t>Основания для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разработки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Программы</w:t>
            </w:r>
          </w:p>
        </w:tc>
        <w:tc>
          <w:tcPr>
            <w:tcW w:w="7763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08"/>
              <w:jc w:val="both"/>
              <w:rPr>
                <w:sz w:val="24"/>
              </w:rPr>
            </w:pPr>
            <w:r w:rsidRPr="00B87C9F">
              <w:rPr>
                <w:sz w:val="24"/>
              </w:rPr>
              <w:t>Статья</w:t>
            </w:r>
            <w:r w:rsidRPr="00B87C9F">
              <w:rPr>
                <w:spacing w:val="42"/>
                <w:sz w:val="24"/>
              </w:rPr>
              <w:t xml:space="preserve"> </w:t>
            </w:r>
            <w:r w:rsidRPr="00B87C9F">
              <w:rPr>
                <w:sz w:val="24"/>
              </w:rPr>
              <w:t>28</w:t>
            </w:r>
            <w:r w:rsidRPr="00B87C9F">
              <w:rPr>
                <w:spacing w:val="41"/>
                <w:sz w:val="24"/>
              </w:rPr>
              <w:t xml:space="preserve"> </w:t>
            </w:r>
            <w:r w:rsidRPr="00B87C9F">
              <w:rPr>
                <w:sz w:val="24"/>
              </w:rPr>
              <w:t>Федерального</w:t>
            </w:r>
            <w:r w:rsidRPr="00B87C9F">
              <w:rPr>
                <w:spacing w:val="40"/>
                <w:sz w:val="24"/>
              </w:rPr>
              <w:t xml:space="preserve"> </w:t>
            </w:r>
            <w:r w:rsidRPr="00B87C9F">
              <w:rPr>
                <w:sz w:val="24"/>
              </w:rPr>
              <w:t>закона</w:t>
            </w:r>
            <w:r w:rsidRPr="00B87C9F">
              <w:rPr>
                <w:spacing w:val="41"/>
                <w:sz w:val="24"/>
              </w:rPr>
              <w:t xml:space="preserve"> </w:t>
            </w:r>
            <w:r w:rsidRPr="00B87C9F">
              <w:rPr>
                <w:sz w:val="24"/>
              </w:rPr>
              <w:t>от</w:t>
            </w:r>
            <w:r w:rsidRPr="00B87C9F">
              <w:rPr>
                <w:spacing w:val="42"/>
                <w:sz w:val="24"/>
              </w:rPr>
              <w:t xml:space="preserve"> </w:t>
            </w:r>
            <w:r w:rsidRPr="00B87C9F">
              <w:rPr>
                <w:sz w:val="24"/>
              </w:rPr>
              <w:t>29</w:t>
            </w:r>
            <w:r w:rsidRPr="00B87C9F">
              <w:rPr>
                <w:spacing w:val="40"/>
                <w:sz w:val="24"/>
              </w:rPr>
              <w:t xml:space="preserve"> </w:t>
            </w:r>
            <w:r w:rsidRPr="00B87C9F">
              <w:rPr>
                <w:sz w:val="24"/>
              </w:rPr>
              <w:t>декабря</w:t>
            </w:r>
            <w:r w:rsidRPr="00B87C9F">
              <w:rPr>
                <w:spacing w:val="45"/>
                <w:sz w:val="24"/>
              </w:rPr>
              <w:t xml:space="preserve"> </w:t>
            </w:r>
            <w:r w:rsidRPr="00B87C9F">
              <w:rPr>
                <w:sz w:val="24"/>
              </w:rPr>
              <w:t>2012</w:t>
            </w:r>
            <w:r w:rsidRPr="00B87C9F">
              <w:rPr>
                <w:spacing w:val="40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  <w:r w:rsidRPr="00B87C9F">
              <w:rPr>
                <w:spacing w:val="41"/>
                <w:sz w:val="24"/>
              </w:rPr>
              <w:t xml:space="preserve"> </w:t>
            </w:r>
            <w:r w:rsidRPr="00B87C9F">
              <w:rPr>
                <w:sz w:val="24"/>
              </w:rPr>
              <w:t>№</w:t>
            </w:r>
            <w:r w:rsidRPr="00B87C9F">
              <w:rPr>
                <w:spacing w:val="40"/>
                <w:sz w:val="24"/>
              </w:rPr>
              <w:t xml:space="preserve"> </w:t>
            </w:r>
            <w:r w:rsidRPr="00B87C9F">
              <w:rPr>
                <w:sz w:val="24"/>
              </w:rPr>
              <w:t>273-ФЗ</w:t>
            </w:r>
          </w:p>
          <w:p w:rsidR="006650AD" w:rsidRPr="00B87C9F" w:rsidRDefault="006650AD" w:rsidP="00B87C9F">
            <w:pPr>
              <w:pStyle w:val="TableParagraph"/>
              <w:ind w:left="108"/>
              <w:jc w:val="both"/>
              <w:rPr>
                <w:sz w:val="24"/>
              </w:rPr>
            </w:pPr>
            <w:r w:rsidRPr="00B87C9F">
              <w:rPr>
                <w:sz w:val="24"/>
              </w:rPr>
              <w:t>«Об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образовании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Российской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Федерации»</w:t>
            </w:r>
          </w:p>
          <w:p w:rsidR="006650AD" w:rsidRPr="00B87C9F" w:rsidRDefault="006650AD" w:rsidP="00B87C9F">
            <w:pPr>
              <w:pStyle w:val="TableParagraph"/>
              <w:tabs>
                <w:tab w:val="left" w:pos="2485"/>
                <w:tab w:val="left" w:pos="5593"/>
              </w:tabs>
              <w:ind w:left="108" w:right="94"/>
              <w:jc w:val="both"/>
              <w:rPr>
                <w:sz w:val="24"/>
              </w:rPr>
            </w:pPr>
            <w:r w:rsidRPr="00B87C9F">
              <w:rPr>
                <w:sz w:val="24"/>
              </w:rPr>
              <w:t>Результаты</w:t>
            </w:r>
            <w:r w:rsidRPr="00B87C9F">
              <w:rPr>
                <w:sz w:val="24"/>
              </w:rPr>
              <w:tab/>
              <w:t>самообследования</w:t>
            </w:r>
            <w:r w:rsidRPr="00B87C9F">
              <w:rPr>
                <w:sz w:val="24"/>
              </w:rPr>
              <w:tab/>
              <w:t>МБОУ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«Зайчиковская ОШ»</w:t>
            </w:r>
            <w:r w:rsidRPr="00B87C9F">
              <w:rPr>
                <w:spacing w:val="-8"/>
                <w:sz w:val="24"/>
              </w:rPr>
              <w:t xml:space="preserve"> </w:t>
            </w:r>
            <w:r w:rsidRPr="00B87C9F">
              <w:rPr>
                <w:sz w:val="24"/>
              </w:rPr>
              <w:t>за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2018-2021 годы</w:t>
            </w:r>
          </w:p>
          <w:p w:rsidR="006650AD" w:rsidRPr="00B87C9F" w:rsidRDefault="006650AD" w:rsidP="00B87C9F">
            <w:pPr>
              <w:pStyle w:val="TableParagraph"/>
              <w:ind w:left="108" w:right="100"/>
              <w:jc w:val="both"/>
              <w:rPr>
                <w:sz w:val="24"/>
              </w:rPr>
            </w:pPr>
            <w:r w:rsidRPr="00B87C9F">
              <w:rPr>
                <w:sz w:val="24"/>
              </w:rPr>
              <w:t>Результаты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диагностики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факторов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риска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неуспешности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pacing w:val="36"/>
                <w:sz w:val="24"/>
              </w:rPr>
              <w:t xml:space="preserve"> </w:t>
            </w:r>
            <w:r w:rsidRPr="00B87C9F">
              <w:rPr>
                <w:sz w:val="24"/>
              </w:rPr>
              <w:t>(в</w:t>
            </w:r>
            <w:r w:rsidRPr="00B87C9F">
              <w:rPr>
                <w:spacing w:val="34"/>
                <w:sz w:val="24"/>
              </w:rPr>
              <w:t xml:space="preserve"> </w:t>
            </w:r>
            <w:r w:rsidRPr="00B87C9F">
              <w:rPr>
                <w:sz w:val="24"/>
              </w:rPr>
              <w:t>рамках</w:t>
            </w:r>
            <w:r w:rsidRPr="00B87C9F">
              <w:rPr>
                <w:spacing w:val="40"/>
                <w:sz w:val="24"/>
              </w:rPr>
              <w:t xml:space="preserve"> </w:t>
            </w:r>
            <w:r w:rsidRPr="00B87C9F">
              <w:rPr>
                <w:sz w:val="24"/>
              </w:rPr>
              <w:t>участия</w:t>
            </w:r>
            <w:r w:rsidRPr="00B87C9F">
              <w:rPr>
                <w:spacing w:val="36"/>
                <w:sz w:val="24"/>
              </w:rPr>
              <w:t xml:space="preserve"> </w:t>
            </w:r>
            <w:r w:rsidRPr="00B87C9F">
              <w:rPr>
                <w:sz w:val="24"/>
              </w:rPr>
              <w:t>Школы</w:t>
            </w:r>
            <w:r w:rsidRPr="00B87C9F">
              <w:rPr>
                <w:spacing w:val="35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35"/>
                <w:sz w:val="24"/>
              </w:rPr>
              <w:t xml:space="preserve"> </w:t>
            </w:r>
            <w:r w:rsidRPr="00B87C9F">
              <w:rPr>
                <w:sz w:val="24"/>
              </w:rPr>
              <w:t>федеральном</w:t>
            </w:r>
            <w:r w:rsidRPr="00B87C9F">
              <w:rPr>
                <w:spacing w:val="35"/>
                <w:sz w:val="24"/>
              </w:rPr>
              <w:t xml:space="preserve"> </w:t>
            </w:r>
            <w:r w:rsidRPr="00B87C9F">
              <w:rPr>
                <w:sz w:val="24"/>
              </w:rPr>
              <w:t>проекте</w:t>
            </w:r>
          </w:p>
          <w:p w:rsidR="006650AD" w:rsidRPr="00B87C9F" w:rsidRDefault="006650AD" w:rsidP="00B87C9F">
            <w:pPr>
              <w:pStyle w:val="TableParagraph"/>
              <w:ind w:left="108" w:right="99"/>
              <w:jc w:val="both"/>
              <w:rPr>
                <w:sz w:val="24"/>
              </w:rPr>
            </w:pPr>
            <w:r w:rsidRPr="00B87C9F">
              <w:rPr>
                <w:sz w:val="24"/>
              </w:rPr>
              <w:t>«Организация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методической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помощи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менее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250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выявленным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общеобразовательным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организациям,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имеющим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низкие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образовательные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результаты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менее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чем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из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20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субъектов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Российской Федерации»)</w:t>
            </w:r>
          </w:p>
        </w:tc>
      </w:tr>
      <w:tr w:rsidR="006650AD" w:rsidTr="00ED315E">
        <w:trPr>
          <w:trHeight w:val="827"/>
        </w:trPr>
        <w:tc>
          <w:tcPr>
            <w:tcW w:w="2547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Срок</w:t>
            </w:r>
          </w:p>
          <w:p w:rsidR="006650AD" w:rsidRPr="00B87C9F" w:rsidRDefault="006650AD" w:rsidP="00B87C9F">
            <w:pPr>
              <w:pStyle w:val="TableParagraph"/>
              <w:spacing w:line="270" w:lineRule="atLeast"/>
              <w:ind w:right="761"/>
              <w:rPr>
                <w:sz w:val="24"/>
              </w:rPr>
            </w:pPr>
            <w:r w:rsidRPr="00B87C9F">
              <w:rPr>
                <w:sz w:val="24"/>
              </w:rPr>
              <w:t>реализации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pacing w:val="-1"/>
                <w:sz w:val="24"/>
              </w:rPr>
              <w:t>Программы</w:t>
            </w:r>
          </w:p>
        </w:tc>
        <w:tc>
          <w:tcPr>
            <w:tcW w:w="7763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B87C9F">
              <w:rPr>
                <w:sz w:val="24"/>
              </w:rPr>
              <w:t>2021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-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2024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годы</w:t>
            </w:r>
          </w:p>
        </w:tc>
      </w:tr>
      <w:tr w:rsidR="006650AD" w:rsidTr="00ED315E">
        <w:trPr>
          <w:trHeight w:val="4200"/>
        </w:trPr>
        <w:tc>
          <w:tcPr>
            <w:tcW w:w="2547" w:type="dxa"/>
          </w:tcPr>
          <w:p w:rsidR="006650AD" w:rsidRPr="00B87C9F" w:rsidRDefault="006650AD" w:rsidP="00B87C9F">
            <w:pPr>
              <w:pStyle w:val="TableParagraph"/>
              <w:ind w:right="761"/>
              <w:rPr>
                <w:sz w:val="24"/>
              </w:rPr>
            </w:pPr>
            <w:r w:rsidRPr="00B87C9F"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р</w:t>
            </w:r>
            <w:r w:rsidRPr="00B87C9F">
              <w:rPr>
                <w:sz w:val="24"/>
              </w:rPr>
              <w:t>еализации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pacing w:val="-1"/>
                <w:sz w:val="24"/>
              </w:rPr>
              <w:t>Программы</w:t>
            </w:r>
          </w:p>
        </w:tc>
        <w:tc>
          <w:tcPr>
            <w:tcW w:w="7763" w:type="dxa"/>
          </w:tcPr>
          <w:p w:rsidR="006650AD" w:rsidRPr="00B87C9F" w:rsidRDefault="006650AD" w:rsidP="00B87C9F">
            <w:pPr>
              <w:pStyle w:val="TableParagraph"/>
              <w:tabs>
                <w:tab w:val="left" w:pos="1261"/>
                <w:tab w:val="left" w:pos="2119"/>
                <w:tab w:val="left" w:pos="4251"/>
                <w:tab w:val="left" w:pos="5081"/>
                <w:tab w:val="left" w:pos="5672"/>
                <w:tab w:val="left" w:pos="6164"/>
              </w:tabs>
              <w:ind w:left="108" w:right="96"/>
              <w:rPr>
                <w:sz w:val="24"/>
              </w:rPr>
            </w:pPr>
            <w:r w:rsidRPr="00B87C9F">
              <w:rPr>
                <w:sz w:val="24"/>
              </w:rPr>
              <w:t>Первый</w:t>
            </w:r>
            <w:r w:rsidRPr="00B87C9F">
              <w:rPr>
                <w:sz w:val="24"/>
              </w:rPr>
              <w:tab/>
              <w:t>этап</w:t>
            </w:r>
            <w:r w:rsidRPr="00B87C9F">
              <w:rPr>
                <w:sz w:val="24"/>
              </w:rPr>
              <w:tab/>
              <w:t>(сентябрь-ноябрь</w:t>
            </w:r>
            <w:r w:rsidRPr="00B87C9F">
              <w:rPr>
                <w:sz w:val="24"/>
              </w:rPr>
              <w:tab/>
              <w:t>2020</w:t>
            </w:r>
            <w:r w:rsidRPr="00B87C9F">
              <w:rPr>
                <w:sz w:val="24"/>
              </w:rPr>
              <w:tab/>
              <w:t>г.)</w:t>
            </w:r>
            <w:r w:rsidRPr="00B87C9F">
              <w:rPr>
                <w:sz w:val="24"/>
              </w:rPr>
              <w:tab/>
              <w:t>-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Аналитико-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диагностический.</w:t>
            </w:r>
          </w:p>
          <w:p w:rsidR="006650AD" w:rsidRPr="00B87C9F" w:rsidRDefault="006650AD" w:rsidP="00B87C9F">
            <w:pPr>
              <w:pStyle w:val="TableParagraph"/>
              <w:tabs>
                <w:tab w:val="left" w:pos="996"/>
                <w:tab w:val="left" w:pos="2427"/>
                <w:tab w:val="left" w:pos="4199"/>
                <w:tab w:val="left" w:pos="4580"/>
                <w:tab w:val="left" w:pos="6573"/>
              </w:tabs>
              <w:ind w:left="108" w:right="98"/>
              <w:rPr>
                <w:sz w:val="24"/>
              </w:rPr>
            </w:pPr>
            <w:r w:rsidRPr="00B87C9F">
              <w:rPr>
                <w:sz w:val="24"/>
              </w:rPr>
              <w:t>Цель:</w:t>
            </w:r>
            <w:r w:rsidRPr="00B87C9F">
              <w:rPr>
                <w:sz w:val="24"/>
              </w:rPr>
              <w:tab/>
              <w:t>проведение</w:t>
            </w:r>
            <w:r w:rsidRPr="00B87C9F">
              <w:rPr>
                <w:sz w:val="24"/>
              </w:rPr>
              <w:tab/>
              <w:t>аналитической</w:t>
            </w:r>
            <w:r w:rsidRPr="00B87C9F">
              <w:rPr>
                <w:sz w:val="24"/>
              </w:rPr>
              <w:tab/>
              <w:t>и</w:t>
            </w:r>
            <w:r w:rsidRPr="00B87C9F">
              <w:rPr>
                <w:sz w:val="24"/>
              </w:rPr>
              <w:tab/>
              <w:t>диагностической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работы,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разработка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3"/>
                <w:sz w:val="24"/>
              </w:rPr>
              <w:t xml:space="preserve"> </w:t>
            </w:r>
            <w:r w:rsidRPr="00B87C9F">
              <w:rPr>
                <w:sz w:val="24"/>
              </w:rPr>
              <w:t>утверждение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Программы развития</w:t>
            </w:r>
          </w:p>
          <w:p w:rsidR="006650AD" w:rsidRDefault="006650AD" w:rsidP="00B87C9F">
            <w:pPr>
              <w:pStyle w:val="TableParagraph"/>
              <w:ind w:left="108" w:right="2092"/>
              <w:rPr>
                <w:spacing w:val="-58"/>
                <w:sz w:val="24"/>
              </w:rPr>
            </w:pPr>
            <w:r w:rsidRPr="00B87C9F">
              <w:rPr>
                <w:sz w:val="24"/>
              </w:rPr>
              <w:t>Второй этап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(2021-2024 гг.) – Внедренческий.</w:t>
            </w:r>
            <w:r w:rsidRPr="00B87C9F">
              <w:rPr>
                <w:spacing w:val="-58"/>
                <w:sz w:val="24"/>
              </w:rPr>
              <w:t xml:space="preserve"> </w:t>
            </w:r>
          </w:p>
          <w:p w:rsidR="006650AD" w:rsidRPr="00B87C9F" w:rsidRDefault="006650AD" w:rsidP="00B87C9F">
            <w:pPr>
              <w:pStyle w:val="TableParagraph"/>
              <w:ind w:left="108" w:right="2092"/>
              <w:rPr>
                <w:sz w:val="24"/>
              </w:rPr>
            </w:pPr>
            <w:r w:rsidRPr="00B87C9F">
              <w:rPr>
                <w:sz w:val="24"/>
              </w:rPr>
              <w:t>Цель: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реализация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Программы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развития</w:t>
            </w:r>
          </w:p>
          <w:p w:rsidR="006650AD" w:rsidRPr="00B87C9F" w:rsidRDefault="006650AD" w:rsidP="00B87C9F">
            <w:pPr>
              <w:pStyle w:val="TableParagraph"/>
              <w:tabs>
                <w:tab w:val="left" w:pos="2694"/>
                <w:tab w:val="left" w:pos="4866"/>
                <w:tab w:val="left" w:pos="6224"/>
              </w:tabs>
              <w:ind w:left="108" w:right="92"/>
              <w:jc w:val="both"/>
              <w:rPr>
                <w:spacing w:val="-58"/>
                <w:sz w:val="24"/>
              </w:rPr>
            </w:pPr>
            <w:r w:rsidRPr="00B87C9F">
              <w:rPr>
                <w:sz w:val="24"/>
              </w:rPr>
              <w:t xml:space="preserve">Третий    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 xml:space="preserve">этап   (апрель-июнь    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 xml:space="preserve">2024)    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 xml:space="preserve">-    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 xml:space="preserve">Этап    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промежуточного контроля</w:t>
            </w:r>
            <w:r w:rsidRPr="00B87C9F">
              <w:rPr>
                <w:sz w:val="24"/>
              </w:rPr>
              <w:tab/>
              <w:t>и</w:t>
            </w:r>
            <w:r w:rsidRPr="00B87C9F">
              <w:rPr>
                <w:sz w:val="24"/>
              </w:rPr>
              <w:tab/>
              <w:t>коррекции.</w:t>
            </w:r>
            <w:r w:rsidRPr="00B87C9F">
              <w:rPr>
                <w:spacing w:val="-58"/>
                <w:sz w:val="24"/>
              </w:rPr>
              <w:t xml:space="preserve"> </w:t>
            </w:r>
          </w:p>
          <w:p w:rsidR="006650AD" w:rsidRPr="00B87C9F" w:rsidRDefault="006650AD" w:rsidP="00B87C9F">
            <w:pPr>
              <w:pStyle w:val="TableParagraph"/>
              <w:tabs>
                <w:tab w:val="left" w:pos="2694"/>
                <w:tab w:val="left" w:pos="4866"/>
                <w:tab w:val="left" w:pos="6224"/>
              </w:tabs>
              <w:ind w:left="108" w:right="92"/>
              <w:jc w:val="both"/>
              <w:rPr>
                <w:sz w:val="24"/>
              </w:rPr>
            </w:pPr>
            <w:r w:rsidRPr="00B87C9F">
              <w:rPr>
                <w:sz w:val="24"/>
              </w:rPr>
              <w:t>Цель: отслеживание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корректировка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результатов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реализации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Программы,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экспертная</w:t>
            </w:r>
            <w:r w:rsidRPr="00B87C9F">
              <w:rPr>
                <w:spacing w:val="2"/>
                <w:sz w:val="24"/>
              </w:rPr>
              <w:t xml:space="preserve"> </w:t>
            </w:r>
            <w:r w:rsidRPr="00B87C9F">
              <w:rPr>
                <w:sz w:val="24"/>
              </w:rPr>
              <w:t>оценка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реализации.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940"/>
                <w:tab w:val="left" w:pos="2729"/>
                <w:tab w:val="left" w:pos="4830"/>
                <w:tab w:val="left" w:pos="6104"/>
              </w:tabs>
              <w:ind w:left="108" w:right="97"/>
              <w:jc w:val="both"/>
              <w:rPr>
                <w:sz w:val="24"/>
              </w:rPr>
            </w:pPr>
            <w:r w:rsidRPr="00B87C9F">
              <w:rPr>
                <w:sz w:val="24"/>
              </w:rPr>
              <w:t>Четвертый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этап (сентябрь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–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декабрь</w:t>
            </w:r>
            <w:r w:rsidRPr="00B87C9F">
              <w:rPr>
                <w:spacing w:val="1"/>
                <w:sz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B87C9F">
                <w:rPr>
                  <w:sz w:val="24"/>
                </w:rPr>
                <w:t>2024</w:t>
              </w:r>
              <w:r w:rsidRPr="00B87C9F">
                <w:rPr>
                  <w:spacing w:val="1"/>
                  <w:sz w:val="24"/>
                </w:rPr>
                <w:t xml:space="preserve"> </w:t>
              </w:r>
              <w:r w:rsidRPr="00B87C9F">
                <w:rPr>
                  <w:sz w:val="24"/>
                </w:rPr>
                <w:t>г</w:t>
              </w:r>
            </w:smartTag>
            <w:r w:rsidRPr="00B87C9F">
              <w:rPr>
                <w:sz w:val="24"/>
              </w:rPr>
              <w:t>.)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– Этап</w:t>
            </w:r>
            <w:r w:rsidRPr="00B87C9F">
              <w:rPr>
                <w:spacing w:val="61"/>
                <w:sz w:val="24"/>
              </w:rPr>
              <w:t xml:space="preserve"> </w:t>
            </w:r>
            <w:r w:rsidRPr="00B87C9F">
              <w:rPr>
                <w:sz w:val="24"/>
              </w:rPr>
              <w:t>полной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реализации</w:t>
            </w:r>
            <w:r w:rsidRPr="00B87C9F">
              <w:rPr>
                <w:sz w:val="24"/>
              </w:rPr>
              <w:tab/>
              <w:t>и</w:t>
            </w:r>
            <w:r w:rsidRPr="00B87C9F">
              <w:rPr>
                <w:sz w:val="24"/>
              </w:rPr>
              <w:tab/>
              <w:t>планирования</w:t>
            </w:r>
            <w:r w:rsidRPr="00B87C9F">
              <w:rPr>
                <w:sz w:val="24"/>
              </w:rPr>
              <w:tab/>
              <w:t>новой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Программы.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Цель: подведение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итогов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реализации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Программы</w:t>
            </w:r>
            <w:r w:rsidRPr="00B87C9F">
              <w:rPr>
                <w:spacing w:val="61"/>
                <w:sz w:val="24"/>
              </w:rPr>
              <w:t xml:space="preserve"> </w:t>
            </w:r>
            <w:r w:rsidRPr="00B87C9F">
              <w:rPr>
                <w:sz w:val="24"/>
              </w:rPr>
              <w:t>развития,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трансляция опыта работы, разработка нового стратегического плана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развития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образовательной организации.</w:t>
            </w:r>
          </w:p>
        </w:tc>
      </w:tr>
      <w:tr w:rsidR="006650AD" w:rsidTr="00ED315E">
        <w:trPr>
          <w:trHeight w:val="3588"/>
        </w:trPr>
        <w:tc>
          <w:tcPr>
            <w:tcW w:w="2547" w:type="dxa"/>
          </w:tcPr>
          <w:p w:rsidR="006650AD" w:rsidRPr="00B87C9F" w:rsidRDefault="006650AD" w:rsidP="00B87C9F">
            <w:pPr>
              <w:pStyle w:val="TableParagraph"/>
              <w:ind w:right="309"/>
              <w:rPr>
                <w:sz w:val="24"/>
              </w:rPr>
            </w:pPr>
            <w:r w:rsidRPr="00B87C9F">
              <w:rPr>
                <w:sz w:val="24"/>
              </w:rPr>
              <w:t>Ведущие</w:t>
            </w:r>
            <w:r w:rsidRPr="00B87C9F">
              <w:rPr>
                <w:spacing w:val="-9"/>
                <w:sz w:val="24"/>
              </w:rPr>
              <w:t xml:space="preserve"> </w:t>
            </w:r>
            <w:r w:rsidRPr="00B87C9F">
              <w:rPr>
                <w:sz w:val="24"/>
              </w:rPr>
              <w:t>идеи</w:t>
            </w:r>
            <w:r w:rsidRPr="00B87C9F">
              <w:rPr>
                <w:spacing w:val="-7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приоритеты</w:t>
            </w:r>
          </w:p>
        </w:tc>
        <w:tc>
          <w:tcPr>
            <w:tcW w:w="7763" w:type="dxa"/>
          </w:tcPr>
          <w:p w:rsidR="006650AD" w:rsidRPr="00B87C9F" w:rsidRDefault="006650AD" w:rsidP="00B87C9F">
            <w:pPr>
              <w:pStyle w:val="TableParagraph"/>
              <w:ind w:left="108" w:right="102"/>
              <w:jc w:val="both"/>
              <w:rPr>
                <w:sz w:val="24"/>
              </w:rPr>
            </w:pPr>
            <w:r w:rsidRPr="00B87C9F">
              <w:rPr>
                <w:sz w:val="24"/>
              </w:rPr>
              <w:t>Программа развития направлена на обеспечение достижения целевых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показателей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государственной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стратегии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образования.</w:t>
            </w:r>
          </w:p>
          <w:p w:rsidR="006650AD" w:rsidRPr="00B87C9F" w:rsidRDefault="006650AD" w:rsidP="00B87C9F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B87C9F">
              <w:rPr>
                <w:sz w:val="24"/>
              </w:rPr>
              <w:t>Ведущая идея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– «Курс на развитие» - переход Школы в эффективный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режим функционирования и развития, а именно: целенаправленная 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скоординированная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деятельность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педагогического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коллектива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решению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актуальной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проблемы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повышения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образовательных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результатов учащихся.</w:t>
            </w:r>
          </w:p>
          <w:p w:rsidR="006650AD" w:rsidRPr="00B87C9F" w:rsidRDefault="006650AD" w:rsidP="00B87C9F">
            <w:pPr>
              <w:pStyle w:val="TableParagraph"/>
              <w:ind w:left="108"/>
              <w:rPr>
                <w:sz w:val="24"/>
              </w:rPr>
            </w:pPr>
            <w:r w:rsidRPr="00B87C9F">
              <w:rPr>
                <w:sz w:val="24"/>
              </w:rPr>
              <w:t>Приоритеты:</w:t>
            </w:r>
          </w:p>
          <w:p w:rsidR="006650AD" w:rsidRPr="00B87C9F" w:rsidRDefault="006650AD" w:rsidP="00B87C9F">
            <w:pPr>
              <w:pStyle w:val="TableParagraph"/>
              <w:numPr>
                <w:ilvl w:val="0"/>
                <w:numId w:val="30"/>
              </w:numPr>
              <w:tabs>
                <w:tab w:val="left" w:pos="308"/>
              </w:tabs>
              <w:ind w:left="307"/>
              <w:rPr>
                <w:sz w:val="24"/>
              </w:rPr>
            </w:pPr>
            <w:r w:rsidRPr="00B87C9F">
              <w:rPr>
                <w:sz w:val="24"/>
              </w:rPr>
              <w:t>качество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образования;</w:t>
            </w:r>
          </w:p>
          <w:p w:rsidR="006650AD" w:rsidRPr="00B87C9F" w:rsidRDefault="006650AD" w:rsidP="00B87C9F">
            <w:pPr>
              <w:pStyle w:val="TableParagraph"/>
              <w:numPr>
                <w:ilvl w:val="0"/>
                <w:numId w:val="30"/>
              </w:numPr>
              <w:tabs>
                <w:tab w:val="left" w:pos="308"/>
              </w:tabs>
              <w:ind w:left="307"/>
              <w:rPr>
                <w:sz w:val="24"/>
              </w:rPr>
            </w:pPr>
            <w:r w:rsidRPr="00B87C9F">
              <w:rPr>
                <w:sz w:val="24"/>
              </w:rPr>
              <w:t>доступность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образования;</w:t>
            </w:r>
          </w:p>
          <w:p w:rsidR="006650AD" w:rsidRPr="00B87C9F" w:rsidRDefault="006650AD" w:rsidP="00B87C9F">
            <w:pPr>
              <w:pStyle w:val="TableParagraph"/>
              <w:numPr>
                <w:ilvl w:val="0"/>
                <w:numId w:val="30"/>
              </w:numPr>
              <w:tabs>
                <w:tab w:val="left" w:pos="308"/>
              </w:tabs>
              <w:ind w:left="307"/>
              <w:rPr>
                <w:sz w:val="24"/>
              </w:rPr>
            </w:pPr>
            <w:r w:rsidRPr="00B87C9F">
              <w:rPr>
                <w:sz w:val="24"/>
              </w:rPr>
              <w:t>профессиональное</w:t>
            </w:r>
            <w:r w:rsidRPr="00B87C9F">
              <w:rPr>
                <w:spacing w:val="-6"/>
                <w:sz w:val="24"/>
              </w:rPr>
              <w:t xml:space="preserve"> </w:t>
            </w:r>
            <w:r w:rsidRPr="00B87C9F">
              <w:rPr>
                <w:sz w:val="24"/>
              </w:rPr>
              <w:t>мастерство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учителя;</w:t>
            </w:r>
          </w:p>
          <w:p w:rsidR="006650AD" w:rsidRPr="00B87C9F" w:rsidRDefault="006650AD" w:rsidP="00B87C9F">
            <w:pPr>
              <w:pStyle w:val="TableParagraph"/>
              <w:numPr>
                <w:ilvl w:val="0"/>
                <w:numId w:val="30"/>
              </w:numPr>
              <w:tabs>
                <w:tab w:val="left" w:pos="339"/>
              </w:tabs>
              <w:ind w:right="99" w:firstLine="0"/>
              <w:rPr>
                <w:sz w:val="24"/>
              </w:rPr>
            </w:pPr>
            <w:r w:rsidRPr="00B87C9F">
              <w:rPr>
                <w:sz w:val="24"/>
              </w:rPr>
              <w:t>воспитание</w:t>
            </w:r>
            <w:r w:rsidRPr="00B87C9F">
              <w:rPr>
                <w:spacing w:val="31"/>
                <w:sz w:val="24"/>
              </w:rPr>
              <w:t xml:space="preserve"> </w:t>
            </w:r>
            <w:r w:rsidRPr="00B87C9F">
              <w:rPr>
                <w:sz w:val="24"/>
              </w:rPr>
              <w:t>успешного</w:t>
            </w:r>
            <w:r w:rsidRPr="00B87C9F">
              <w:rPr>
                <w:spacing w:val="27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28"/>
                <w:sz w:val="24"/>
              </w:rPr>
              <w:t xml:space="preserve"> </w:t>
            </w:r>
            <w:r w:rsidRPr="00B87C9F">
              <w:rPr>
                <w:sz w:val="24"/>
              </w:rPr>
              <w:t>социально</w:t>
            </w:r>
            <w:r w:rsidRPr="00B87C9F">
              <w:rPr>
                <w:spacing w:val="27"/>
                <w:sz w:val="24"/>
              </w:rPr>
              <w:t xml:space="preserve"> </w:t>
            </w:r>
            <w:r w:rsidRPr="00B87C9F">
              <w:rPr>
                <w:sz w:val="24"/>
              </w:rPr>
              <w:t>ответственного</w:t>
            </w:r>
            <w:r w:rsidRPr="00B87C9F">
              <w:rPr>
                <w:spacing w:val="27"/>
                <w:sz w:val="24"/>
              </w:rPr>
              <w:t xml:space="preserve"> </w:t>
            </w:r>
            <w:r w:rsidRPr="00B87C9F">
              <w:rPr>
                <w:sz w:val="24"/>
              </w:rPr>
              <w:t>гражданина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России.</w:t>
            </w:r>
          </w:p>
        </w:tc>
      </w:tr>
    </w:tbl>
    <w:p w:rsidR="006650AD" w:rsidRDefault="006650AD">
      <w:pPr>
        <w:rPr>
          <w:sz w:val="24"/>
        </w:rPr>
        <w:sectPr w:rsidR="006650AD">
          <w:pgSz w:w="11910" w:h="16840"/>
          <w:pgMar w:top="1320" w:right="440" w:bottom="1200" w:left="1160" w:header="0" w:footer="976" w:gutter="0"/>
          <w:cols w:space="720"/>
        </w:sectPr>
      </w:pPr>
    </w:p>
    <w:tbl>
      <w:tblPr>
        <w:tblW w:w="1034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527"/>
        <w:gridCol w:w="7813"/>
      </w:tblGrid>
      <w:tr w:rsidR="006650AD" w:rsidTr="00ED315E">
        <w:trPr>
          <w:trHeight w:val="1538"/>
        </w:trPr>
        <w:tc>
          <w:tcPr>
            <w:tcW w:w="2527" w:type="dxa"/>
          </w:tcPr>
          <w:p w:rsidR="006650AD" w:rsidRPr="00B87C9F" w:rsidRDefault="006650AD" w:rsidP="00B87C9F">
            <w:pPr>
              <w:pStyle w:val="TableParagraph"/>
              <w:spacing w:line="265" w:lineRule="exact"/>
              <w:rPr>
                <w:sz w:val="24"/>
              </w:rPr>
            </w:pPr>
            <w:r w:rsidRPr="00B87C9F">
              <w:rPr>
                <w:sz w:val="24"/>
              </w:rPr>
              <w:t>Цель</w:t>
            </w:r>
            <w:r w:rsidRPr="00B87C9F">
              <w:rPr>
                <w:spacing w:val="-5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Программы</w:t>
            </w:r>
          </w:p>
        </w:tc>
        <w:tc>
          <w:tcPr>
            <w:tcW w:w="7813" w:type="dxa"/>
          </w:tcPr>
          <w:p w:rsidR="006650AD" w:rsidRPr="00B87C9F" w:rsidRDefault="006650AD" w:rsidP="00B87C9F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Обеспечение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доступности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равных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возможностей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получения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обучающимися качественного начального общего, основного общего,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среднего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общего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образования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для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формирования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успешной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социально ответственной личности в соответствии с федеральными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государственными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образовательными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стандартами</w:t>
            </w:r>
          </w:p>
        </w:tc>
      </w:tr>
      <w:tr w:rsidR="006650AD" w:rsidTr="00ED315E">
        <w:trPr>
          <w:trHeight w:val="5915"/>
        </w:trPr>
        <w:tc>
          <w:tcPr>
            <w:tcW w:w="2527" w:type="dxa"/>
          </w:tcPr>
          <w:p w:rsidR="006650AD" w:rsidRPr="00B87C9F" w:rsidRDefault="006650AD" w:rsidP="00B87C9F">
            <w:pPr>
              <w:pStyle w:val="TableParagraph"/>
              <w:ind w:right="761"/>
              <w:rPr>
                <w:sz w:val="24"/>
              </w:rPr>
            </w:pPr>
            <w:r w:rsidRPr="00B87C9F">
              <w:rPr>
                <w:sz w:val="24"/>
              </w:rPr>
              <w:t>Задачи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pacing w:val="-1"/>
                <w:sz w:val="24"/>
              </w:rPr>
              <w:t>Программы</w:t>
            </w:r>
          </w:p>
        </w:tc>
        <w:tc>
          <w:tcPr>
            <w:tcW w:w="7813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ind w:left="468"/>
              <w:jc w:val="both"/>
              <w:rPr>
                <w:sz w:val="24"/>
              </w:rPr>
            </w:pPr>
            <w:r w:rsidRPr="00B87C9F">
              <w:rPr>
                <w:sz w:val="24"/>
              </w:rPr>
              <w:t>1)</w:t>
            </w:r>
            <w:r w:rsidRPr="00B87C9F">
              <w:rPr>
                <w:spacing w:val="27"/>
                <w:sz w:val="24"/>
              </w:rPr>
              <w:t xml:space="preserve"> </w:t>
            </w:r>
            <w:r w:rsidRPr="00B87C9F">
              <w:rPr>
                <w:sz w:val="24"/>
              </w:rPr>
              <w:t>создание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условий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для:</w:t>
            </w:r>
          </w:p>
          <w:p w:rsidR="006650AD" w:rsidRPr="00B87C9F" w:rsidRDefault="006650AD" w:rsidP="00B87C9F">
            <w:pPr>
              <w:pStyle w:val="TableParagraph"/>
              <w:numPr>
                <w:ilvl w:val="0"/>
                <w:numId w:val="29"/>
              </w:numPr>
              <w:tabs>
                <w:tab w:val="left" w:pos="341"/>
              </w:tabs>
              <w:ind w:right="97" w:firstLine="0"/>
              <w:jc w:val="both"/>
              <w:rPr>
                <w:sz w:val="24"/>
              </w:rPr>
            </w:pPr>
            <w:r w:rsidRPr="00B87C9F">
              <w:rPr>
                <w:sz w:val="24"/>
              </w:rPr>
              <w:t>повышения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мотивации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образовательного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потенциала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через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внедрение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эффективных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методов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обучения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воспитания,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современных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образовательных</w:t>
            </w:r>
            <w:r w:rsidRPr="00B87C9F">
              <w:rPr>
                <w:spacing w:val="2"/>
                <w:sz w:val="24"/>
              </w:rPr>
              <w:t xml:space="preserve"> </w:t>
            </w:r>
            <w:r w:rsidRPr="00B87C9F">
              <w:rPr>
                <w:sz w:val="24"/>
              </w:rPr>
              <w:t>технологий;</w:t>
            </w:r>
          </w:p>
          <w:p w:rsidR="006650AD" w:rsidRPr="00B87C9F" w:rsidRDefault="006650AD" w:rsidP="00B87C9F">
            <w:pPr>
              <w:pStyle w:val="TableParagraph"/>
              <w:numPr>
                <w:ilvl w:val="0"/>
                <w:numId w:val="29"/>
              </w:numPr>
              <w:tabs>
                <w:tab w:val="left" w:pos="502"/>
              </w:tabs>
              <w:ind w:right="96" w:firstLine="0"/>
              <w:jc w:val="both"/>
              <w:rPr>
                <w:sz w:val="24"/>
              </w:rPr>
            </w:pPr>
            <w:r w:rsidRPr="00B87C9F">
              <w:rPr>
                <w:sz w:val="24"/>
              </w:rPr>
              <w:t>получения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образования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детьми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разными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стартовыми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возможностями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через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организацию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системы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эффективного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психолого-педагогического,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кадрового,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научно-методического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сопровождения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процесса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инклюзивного образования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школе;</w:t>
            </w:r>
          </w:p>
          <w:p w:rsidR="006650AD" w:rsidRPr="00B87C9F" w:rsidRDefault="006650AD" w:rsidP="00B87C9F">
            <w:pPr>
              <w:pStyle w:val="TableParagraph"/>
              <w:numPr>
                <w:ilvl w:val="0"/>
                <w:numId w:val="29"/>
              </w:numPr>
              <w:tabs>
                <w:tab w:val="left" w:pos="423"/>
              </w:tabs>
              <w:ind w:right="100" w:firstLine="0"/>
              <w:jc w:val="both"/>
              <w:rPr>
                <w:sz w:val="24"/>
              </w:rPr>
            </w:pPr>
            <w:r w:rsidRPr="00B87C9F">
              <w:rPr>
                <w:sz w:val="24"/>
              </w:rPr>
              <w:t>духовно-нравственного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развития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воспитания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ребенка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как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будущего гражданина России посредством активного взаимодействия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с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семьей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социумом,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развития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наставничества,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добровольчества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(волонтерства);</w:t>
            </w:r>
          </w:p>
          <w:p w:rsidR="006650AD" w:rsidRPr="00B87C9F" w:rsidRDefault="006650AD" w:rsidP="00B87C9F">
            <w:pPr>
              <w:pStyle w:val="TableParagraph"/>
              <w:numPr>
                <w:ilvl w:val="0"/>
                <w:numId w:val="29"/>
              </w:numPr>
              <w:tabs>
                <w:tab w:val="left" w:pos="478"/>
              </w:tabs>
              <w:spacing w:before="1"/>
              <w:ind w:right="94" w:firstLine="0"/>
              <w:jc w:val="both"/>
              <w:rPr>
                <w:sz w:val="24"/>
              </w:rPr>
            </w:pPr>
            <w:r w:rsidRPr="00B87C9F">
              <w:rPr>
                <w:sz w:val="24"/>
              </w:rPr>
              <w:t>совершенствования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системы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профессиональной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ориентации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обучающихся, поддержки и развития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способностей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талантов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детей,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вовлечение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социально-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профессиональные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проекты,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направленные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успешное</w:t>
            </w:r>
            <w:r w:rsidRPr="00B87C9F">
              <w:rPr>
                <w:spacing w:val="-57"/>
                <w:sz w:val="24"/>
              </w:rPr>
              <w:t xml:space="preserve">                             </w:t>
            </w:r>
            <w:r w:rsidRPr="00B87C9F">
              <w:rPr>
                <w:sz w:val="24"/>
              </w:rPr>
              <w:t>профессиональное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самоопределение;</w:t>
            </w:r>
          </w:p>
          <w:p w:rsidR="006650AD" w:rsidRPr="00B87C9F" w:rsidRDefault="006650AD" w:rsidP="00B87C9F">
            <w:pPr>
              <w:pStyle w:val="TableParagraph"/>
              <w:numPr>
                <w:ilvl w:val="1"/>
                <w:numId w:val="29"/>
              </w:numPr>
              <w:tabs>
                <w:tab w:val="left" w:pos="1136"/>
              </w:tabs>
              <w:ind w:right="100" w:firstLine="360"/>
              <w:jc w:val="both"/>
              <w:rPr>
                <w:sz w:val="24"/>
              </w:rPr>
            </w:pPr>
            <w:r w:rsidRPr="00B87C9F">
              <w:rPr>
                <w:sz w:val="24"/>
              </w:rPr>
              <w:t>содействие повышению профессиональной компетентности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учителя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через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развитие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системы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непрерывного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профессионального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образования,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наставничество;</w:t>
            </w:r>
          </w:p>
          <w:p w:rsidR="006650AD" w:rsidRPr="00B87C9F" w:rsidRDefault="006650AD" w:rsidP="00B87C9F">
            <w:pPr>
              <w:pStyle w:val="TableParagraph"/>
              <w:numPr>
                <w:ilvl w:val="1"/>
                <w:numId w:val="29"/>
              </w:numPr>
              <w:tabs>
                <w:tab w:val="left" w:pos="1196"/>
              </w:tabs>
              <w:ind w:right="100" w:firstLine="360"/>
              <w:jc w:val="both"/>
              <w:rPr>
                <w:sz w:val="24"/>
              </w:rPr>
            </w:pPr>
            <w:r w:rsidRPr="00B87C9F">
              <w:rPr>
                <w:sz w:val="24"/>
              </w:rPr>
              <w:t>совершенствование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системы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управления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качеством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образования,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обеспечивающей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повышение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объективности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оценки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образовательных достижений</w:t>
            </w:r>
            <w:r w:rsidRPr="00B87C9F">
              <w:rPr>
                <w:spacing w:val="3"/>
                <w:sz w:val="24"/>
              </w:rPr>
              <w:t xml:space="preserve"> </w:t>
            </w:r>
            <w:r w:rsidRPr="00B87C9F">
              <w:rPr>
                <w:sz w:val="24"/>
              </w:rPr>
              <w:t>учащихся.</w:t>
            </w:r>
          </w:p>
        </w:tc>
      </w:tr>
      <w:tr w:rsidR="006650AD" w:rsidTr="00ED315E">
        <w:trPr>
          <w:trHeight w:val="2348"/>
        </w:trPr>
        <w:tc>
          <w:tcPr>
            <w:tcW w:w="2527" w:type="dxa"/>
          </w:tcPr>
          <w:p w:rsidR="006650AD" w:rsidRPr="00B87C9F" w:rsidRDefault="006650AD" w:rsidP="00B87C9F">
            <w:pPr>
              <w:pStyle w:val="TableParagraph"/>
              <w:ind w:right="394"/>
              <w:rPr>
                <w:sz w:val="24"/>
              </w:rPr>
            </w:pPr>
            <w:r w:rsidRPr="00B87C9F">
              <w:rPr>
                <w:spacing w:val="-1"/>
                <w:sz w:val="24"/>
              </w:rPr>
              <w:t>Подпрограммы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Программы</w:t>
            </w:r>
          </w:p>
        </w:tc>
        <w:tc>
          <w:tcPr>
            <w:tcW w:w="7813" w:type="dxa"/>
          </w:tcPr>
          <w:p w:rsidR="006650AD" w:rsidRPr="00B87C9F" w:rsidRDefault="006650AD" w:rsidP="00B87C9F">
            <w:pPr>
              <w:pStyle w:val="TableParagraph"/>
              <w:numPr>
                <w:ilvl w:val="0"/>
                <w:numId w:val="28"/>
              </w:numPr>
              <w:tabs>
                <w:tab w:val="left" w:pos="817"/>
              </w:tabs>
              <w:ind w:right="96" w:firstLine="326"/>
              <w:rPr>
                <w:sz w:val="24"/>
              </w:rPr>
            </w:pPr>
            <w:r w:rsidRPr="00B87C9F">
              <w:rPr>
                <w:sz w:val="24"/>
              </w:rPr>
              <w:t>Подпрограмма</w:t>
            </w:r>
            <w:r w:rsidRPr="00B87C9F">
              <w:rPr>
                <w:spacing w:val="27"/>
                <w:sz w:val="24"/>
              </w:rPr>
              <w:t xml:space="preserve"> </w:t>
            </w:r>
            <w:r w:rsidRPr="00B87C9F">
              <w:rPr>
                <w:sz w:val="24"/>
              </w:rPr>
              <w:t>«Ориентир</w:t>
            </w:r>
            <w:r w:rsidRPr="00B87C9F">
              <w:rPr>
                <w:spacing w:val="24"/>
                <w:sz w:val="24"/>
              </w:rPr>
              <w:t xml:space="preserve"> </w:t>
            </w:r>
            <w:r w:rsidRPr="00B87C9F">
              <w:rPr>
                <w:sz w:val="24"/>
              </w:rPr>
              <w:t>1</w:t>
            </w:r>
            <w:r w:rsidRPr="00B87C9F">
              <w:rPr>
                <w:spacing w:val="26"/>
                <w:sz w:val="24"/>
              </w:rPr>
              <w:t xml:space="preserve"> </w:t>
            </w:r>
            <w:r w:rsidRPr="00B87C9F">
              <w:rPr>
                <w:sz w:val="24"/>
              </w:rPr>
              <w:t>–</w:t>
            </w:r>
            <w:r w:rsidRPr="00B87C9F">
              <w:rPr>
                <w:spacing w:val="25"/>
                <w:sz w:val="24"/>
              </w:rPr>
              <w:t xml:space="preserve"> </w:t>
            </w:r>
            <w:r w:rsidRPr="00B87C9F">
              <w:rPr>
                <w:sz w:val="24"/>
              </w:rPr>
              <w:t>к</w:t>
            </w:r>
            <w:r w:rsidRPr="00B87C9F">
              <w:rPr>
                <w:spacing w:val="24"/>
                <w:sz w:val="24"/>
              </w:rPr>
              <w:t xml:space="preserve"> </w:t>
            </w:r>
            <w:r w:rsidRPr="00B87C9F">
              <w:rPr>
                <w:sz w:val="24"/>
              </w:rPr>
              <w:t>стабильным</w:t>
            </w:r>
            <w:r w:rsidRPr="00B87C9F">
              <w:rPr>
                <w:spacing w:val="23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образовательным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результатам».</w:t>
            </w:r>
          </w:p>
          <w:p w:rsidR="006650AD" w:rsidRPr="00B87C9F" w:rsidRDefault="006650AD" w:rsidP="00B87C9F">
            <w:pPr>
              <w:pStyle w:val="TableParagraph"/>
              <w:numPr>
                <w:ilvl w:val="0"/>
                <w:numId w:val="28"/>
              </w:numPr>
              <w:tabs>
                <w:tab w:val="left" w:pos="817"/>
                <w:tab w:val="left" w:pos="2614"/>
                <w:tab w:val="left" w:pos="4018"/>
                <w:tab w:val="left" w:pos="4414"/>
                <w:tab w:val="left" w:pos="4810"/>
                <w:tab w:val="left" w:pos="5309"/>
                <w:tab w:val="left" w:pos="6315"/>
              </w:tabs>
              <w:ind w:right="95" w:firstLine="326"/>
              <w:rPr>
                <w:sz w:val="24"/>
              </w:rPr>
            </w:pPr>
            <w:r w:rsidRPr="00B87C9F">
              <w:rPr>
                <w:sz w:val="24"/>
              </w:rPr>
              <w:t>Подпрограмма</w:t>
            </w:r>
            <w:r w:rsidRPr="00B87C9F">
              <w:rPr>
                <w:sz w:val="24"/>
              </w:rPr>
              <w:tab/>
              <w:t>«Ориентир</w:t>
            </w:r>
            <w:r w:rsidRPr="00B87C9F">
              <w:rPr>
                <w:sz w:val="24"/>
              </w:rPr>
              <w:tab/>
              <w:t>2</w:t>
            </w:r>
            <w:r w:rsidRPr="00B87C9F">
              <w:rPr>
                <w:sz w:val="24"/>
              </w:rPr>
              <w:tab/>
              <w:t>–</w:t>
            </w:r>
            <w:r w:rsidRPr="00B87C9F">
              <w:rPr>
                <w:sz w:val="24"/>
              </w:rPr>
              <w:tab/>
              <w:t>от</w:t>
            </w:r>
            <w:r w:rsidRPr="00B87C9F">
              <w:rPr>
                <w:sz w:val="24"/>
              </w:rPr>
              <w:tab/>
              <w:t>разных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стартовых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возможностей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к</w:t>
            </w:r>
            <w:r w:rsidRPr="00B87C9F">
              <w:rPr>
                <w:spacing w:val="2"/>
                <w:sz w:val="24"/>
              </w:rPr>
              <w:t xml:space="preserve"> </w:t>
            </w:r>
            <w:r w:rsidRPr="00B87C9F">
              <w:rPr>
                <w:sz w:val="24"/>
              </w:rPr>
              <w:t>социальным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достижениям».</w:t>
            </w:r>
          </w:p>
          <w:p w:rsidR="006650AD" w:rsidRPr="00B87C9F" w:rsidRDefault="006650AD" w:rsidP="00B87C9F">
            <w:pPr>
              <w:pStyle w:val="TableParagraph"/>
              <w:numPr>
                <w:ilvl w:val="0"/>
                <w:numId w:val="28"/>
              </w:numPr>
              <w:tabs>
                <w:tab w:val="left" w:pos="817"/>
              </w:tabs>
              <w:ind w:right="102" w:firstLine="326"/>
              <w:rPr>
                <w:sz w:val="24"/>
              </w:rPr>
            </w:pPr>
            <w:r w:rsidRPr="00B87C9F">
              <w:rPr>
                <w:sz w:val="24"/>
              </w:rPr>
              <w:t>Подпрограмма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«Ориентир 3 -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 согласию и единству в семье и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школе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во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благо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Отечества».</w:t>
            </w:r>
          </w:p>
          <w:p w:rsidR="006650AD" w:rsidRPr="00B87C9F" w:rsidRDefault="006650AD" w:rsidP="00B87C9F">
            <w:pPr>
              <w:pStyle w:val="TableParagraph"/>
              <w:numPr>
                <w:ilvl w:val="0"/>
                <w:numId w:val="28"/>
              </w:numPr>
              <w:tabs>
                <w:tab w:val="left" w:pos="817"/>
                <w:tab w:val="left" w:pos="2812"/>
                <w:tab w:val="left" w:pos="4418"/>
                <w:tab w:val="left" w:pos="5017"/>
                <w:tab w:val="left" w:pos="5612"/>
                <w:tab w:val="left" w:pos="6206"/>
              </w:tabs>
              <w:ind w:right="94" w:firstLine="326"/>
              <w:rPr>
                <w:sz w:val="24"/>
              </w:rPr>
            </w:pPr>
            <w:r w:rsidRPr="00B87C9F">
              <w:rPr>
                <w:sz w:val="24"/>
              </w:rPr>
              <w:t>Подпрограмма</w:t>
            </w:r>
            <w:r w:rsidRPr="00B87C9F">
              <w:rPr>
                <w:sz w:val="24"/>
              </w:rPr>
              <w:tab/>
              <w:t>«Ориентир</w:t>
            </w:r>
            <w:r w:rsidRPr="00B87C9F">
              <w:rPr>
                <w:sz w:val="24"/>
              </w:rPr>
              <w:tab/>
              <w:t>4</w:t>
            </w:r>
            <w:r w:rsidRPr="00B87C9F">
              <w:rPr>
                <w:sz w:val="24"/>
              </w:rPr>
              <w:tab/>
              <w:t>–</w:t>
            </w:r>
            <w:r w:rsidRPr="00B87C9F">
              <w:rPr>
                <w:sz w:val="24"/>
              </w:rPr>
              <w:tab/>
              <w:t>к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успешному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профессиональному</w:t>
            </w:r>
            <w:r w:rsidRPr="00B87C9F">
              <w:rPr>
                <w:spacing w:val="-7"/>
                <w:sz w:val="24"/>
              </w:rPr>
              <w:t xml:space="preserve"> </w:t>
            </w:r>
            <w:r w:rsidRPr="00B87C9F">
              <w:rPr>
                <w:sz w:val="24"/>
              </w:rPr>
              <w:t>выбору</w:t>
            </w:r>
            <w:r w:rsidRPr="00B87C9F">
              <w:rPr>
                <w:spacing w:val="-5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профессиональному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мастерству».</w:t>
            </w:r>
          </w:p>
        </w:tc>
      </w:tr>
      <w:tr w:rsidR="006650AD" w:rsidTr="00ED315E">
        <w:trPr>
          <w:trHeight w:val="3035"/>
        </w:trPr>
        <w:tc>
          <w:tcPr>
            <w:tcW w:w="2527" w:type="dxa"/>
          </w:tcPr>
          <w:p w:rsidR="006650AD" w:rsidRPr="00B87C9F" w:rsidRDefault="006650AD" w:rsidP="00B87C9F">
            <w:pPr>
              <w:pStyle w:val="TableParagraph"/>
              <w:ind w:right="742"/>
              <w:rPr>
                <w:sz w:val="24"/>
              </w:rPr>
            </w:pPr>
            <w:r w:rsidRPr="00B87C9F">
              <w:rPr>
                <w:spacing w:val="-1"/>
                <w:sz w:val="24"/>
              </w:rPr>
              <w:t>Ожидаемые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результаты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реализации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Программы</w:t>
            </w:r>
          </w:p>
        </w:tc>
        <w:tc>
          <w:tcPr>
            <w:tcW w:w="7813" w:type="dxa"/>
          </w:tcPr>
          <w:p w:rsidR="006650AD" w:rsidRPr="00B87C9F" w:rsidRDefault="006650AD" w:rsidP="00B87C9F">
            <w:pPr>
              <w:pStyle w:val="TableParagraph"/>
              <w:ind w:left="108" w:right="95" w:firstLine="316"/>
              <w:jc w:val="both"/>
              <w:rPr>
                <w:sz w:val="24"/>
              </w:rPr>
            </w:pPr>
            <w:r w:rsidRPr="00B87C9F">
              <w:rPr>
                <w:sz w:val="24"/>
              </w:rPr>
              <w:t>1.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Подпрограмма «Ориентир 1 – к стабильным образовательным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результатам»:</w:t>
            </w:r>
          </w:p>
          <w:p w:rsidR="006650AD" w:rsidRPr="00B87C9F" w:rsidRDefault="006650AD" w:rsidP="00B87C9F">
            <w:pPr>
              <w:pStyle w:val="TableParagraph"/>
              <w:ind w:left="108" w:right="97" w:firstLine="316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обеспечение для 100% обучающихся доступности качественного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образования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соответствии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требованиями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федеральных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государственных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образовательных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стандартов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начального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общего,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основного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общего;</w:t>
            </w:r>
          </w:p>
          <w:p w:rsidR="006650AD" w:rsidRPr="00B87C9F" w:rsidRDefault="006650AD" w:rsidP="00B87C9F">
            <w:pPr>
              <w:pStyle w:val="TableParagraph"/>
              <w:spacing w:line="270" w:lineRule="atLeast"/>
              <w:ind w:left="108" w:right="94" w:firstLine="316"/>
              <w:jc w:val="both"/>
              <w:rPr>
                <w:sz w:val="24"/>
              </w:rPr>
            </w:pPr>
            <w:r w:rsidRPr="00B87C9F">
              <w:rPr>
                <w:sz w:val="24"/>
              </w:rPr>
              <w:t>повышение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качества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обученности: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увеличение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доли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общей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численности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основной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общеобразовательной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программе начального общего образования, успевающих на «хорошо»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«отлично»,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65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%;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увеличение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доли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общей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численности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pacing w:val="14"/>
                <w:sz w:val="24"/>
              </w:rPr>
              <w:t xml:space="preserve"> </w:t>
            </w:r>
            <w:r w:rsidRPr="00B87C9F">
              <w:rPr>
                <w:sz w:val="24"/>
              </w:rPr>
              <w:t>по</w:t>
            </w:r>
            <w:r w:rsidRPr="00B87C9F">
              <w:rPr>
                <w:spacing w:val="14"/>
                <w:sz w:val="24"/>
              </w:rPr>
              <w:t xml:space="preserve"> </w:t>
            </w:r>
            <w:r w:rsidRPr="00B87C9F">
              <w:rPr>
                <w:sz w:val="24"/>
              </w:rPr>
              <w:t>основной</w:t>
            </w:r>
            <w:r w:rsidRPr="00B87C9F">
              <w:rPr>
                <w:spacing w:val="15"/>
                <w:sz w:val="24"/>
              </w:rPr>
              <w:t xml:space="preserve"> </w:t>
            </w:r>
            <w:r w:rsidRPr="00B87C9F">
              <w:rPr>
                <w:sz w:val="24"/>
              </w:rPr>
              <w:t>общеобразовательной</w:t>
            </w:r>
            <w:r w:rsidRPr="00B87C9F">
              <w:rPr>
                <w:spacing w:val="15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программе</w:t>
            </w:r>
          </w:p>
        </w:tc>
      </w:tr>
    </w:tbl>
    <w:p w:rsidR="006650AD" w:rsidRDefault="006650AD">
      <w:pPr>
        <w:spacing w:line="270" w:lineRule="atLeast"/>
        <w:jc w:val="both"/>
        <w:rPr>
          <w:sz w:val="24"/>
        </w:rPr>
        <w:sectPr w:rsidR="006650AD">
          <w:type w:val="continuous"/>
          <w:pgSz w:w="11910" w:h="16840"/>
          <w:pgMar w:top="1120" w:right="440" w:bottom="1200" w:left="1160" w:header="0" w:footer="976" w:gutter="0"/>
          <w:cols w:space="720"/>
        </w:sectPr>
      </w:pPr>
    </w:p>
    <w:tbl>
      <w:tblPr>
        <w:tblW w:w="1034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527"/>
        <w:gridCol w:w="7813"/>
      </w:tblGrid>
      <w:tr w:rsidR="006650AD" w:rsidTr="00ED315E">
        <w:trPr>
          <w:trHeight w:val="12678"/>
        </w:trPr>
        <w:tc>
          <w:tcPr>
            <w:tcW w:w="2527" w:type="dxa"/>
          </w:tcPr>
          <w:p w:rsidR="006650AD" w:rsidRPr="00B87C9F" w:rsidRDefault="006650AD" w:rsidP="00B87C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813" w:type="dxa"/>
          </w:tcPr>
          <w:p w:rsidR="006650AD" w:rsidRPr="00B87C9F" w:rsidRDefault="006650AD" w:rsidP="00B87C9F">
            <w:pPr>
              <w:pStyle w:val="TableParagraph"/>
              <w:spacing w:line="265" w:lineRule="exact"/>
              <w:ind w:left="108"/>
              <w:jc w:val="both"/>
              <w:rPr>
                <w:sz w:val="24"/>
              </w:rPr>
            </w:pPr>
            <w:r w:rsidRPr="00B87C9F">
              <w:rPr>
                <w:sz w:val="24"/>
              </w:rPr>
              <w:t xml:space="preserve">основного  </w:t>
            </w:r>
            <w:r w:rsidRPr="00B87C9F">
              <w:rPr>
                <w:spacing w:val="56"/>
                <w:sz w:val="24"/>
              </w:rPr>
              <w:t xml:space="preserve"> </w:t>
            </w:r>
            <w:r w:rsidRPr="00B87C9F">
              <w:rPr>
                <w:sz w:val="24"/>
              </w:rPr>
              <w:t xml:space="preserve">общего  </w:t>
            </w:r>
            <w:r w:rsidRPr="00B87C9F">
              <w:rPr>
                <w:spacing w:val="56"/>
                <w:sz w:val="24"/>
              </w:rPr>
              <w:t xml:space="preserve"> </w:t>
            </w:r>
            <w:r w:rsidRPr="00B87C9F">
              <w:rPr>
                <w:sz w:val="24"/>
              </w:rPr>
              <w:t xml:space="preserve">образования,  </w:t>
            </w:r>
            <w:r w:rsidRPr="00B87C9F">
              <w:rPr>
                <w:spacing w:val="59"/>
                <w:sz w:val="24"/>
              </w:rPr>
              <w:t xml:space="preserve"> </w:t>
            </w:r>
            <w:r w:rsidRPr="00B87C9F">
              <w:rPr>
                <w:sz w:val="24"/>
              </w:rPr>
              <w:t xml:space="preserve">успевающих  </w:t>
            </w:r>
            <w:r w:rsidRPr="00B87C9F">
              <w:rPr>
                <w:spacing w:val="57"/>
                <w:sz w:val="24"/>
              </w:rPr>
              <w:t xml:space="preserve"> </w:t>
            </w:r>
            <w:r w:rsidRPr="00B87C9F">
              <w:rPr>
                <w:sz w:val="24"/>
              </w:rPr>
              <w:t xml:space="preserve">на  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 xml:space="preserve">«хорошо»  </w:t>
            </w:r>
            <w:r w:rsidRPr="00B87C9F">
              <w:rPr>
                <w:spacing w:val="54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</w:p>
          <w:p w:rsidR="006650AD" w:rsidRPr="00B87C9F" w:rsidRDefault="006650AD" w:rsidP="00B87C9F">
            <w:pPr>
              <w:pStyle w:val="TableParagraph"/>
              <w:ind w:left="108" w:right="99"/>
              <w:jc w:val="both"/>
              <w:rPr>
                <w:sz w:val="24"/>
              </w:rPr>
            </w:pPr>
            <w:r w:rsidRPr="00B87C9F">
              <w:rPr>
                <w:sz w:val="24"/>
              </w:rPr>
              <w:t>«отлично»,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40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%;</w:t>
            </w:r>
          </w:p>
          <w:p w:rsidR="006650AD" w:rsidRPr="00B87C9F" w:rsidRDefault="006650AD" w:rsidP="00B87C9F">
            <w:pPr>
              <w:pStyle w:val="TableParagraph"/>
              <w:ind w:left="108" w:right="95" w:firstLine="316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обеспечение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доли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прошедших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государственную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итоговую аттестацию, с результатом не ниже регионального среднего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балла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(показателя)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до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65 %;</w:t>
            </w:r>
          </w:p>
          <w:p w:rsidR="006650AD" w:rsidRPr="00B87C9F" w:rsidRDefault="006650AD" w:rsidP="00B87C9F">
            <w:pPr>
              <w:pStyle w:val="TableParagraph"/>
              <w:ind w:left="108" w:right="100" w:firstLine="316"/>
              <w:jc w:val="both"/>
              <w:rPr>
                <w:sz w:val="24"/>
              </w:rPr>
            </w:pPr>
            <w:r w:rsidRPr="00B87C9F">
              <w:rPr>
                <w:sz w:val="24"/>
              </w:rPr>
              <w:t>повышение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доли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участвующих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предметных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олимпиадах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(в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том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числе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школьном,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муниципальном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региональном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этапах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Всероссийской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олимпиады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школьников),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конкурсах,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соревнованиях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80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%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от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общей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численности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обучающихся;</w:t>
            </w:r>
          </w:p>
          <w:p w:rsidR="006650AD" w:rsidRPr="00B87C9F" w:rsidRDefault="006650AD" w:rsidP="00B87C9F">
            <w:pPr>
              <w:pStyle w:val="TableParagraph"/>
              <w:ind w:left="108" w:right="99" w:firstLine="316"/>
              <w:jc w:val="both"/>
              <w:rPr>
                <w:sz w:val="24"/>
              </w:rPr>
            </w:pPr>
            <w:r w:rsidRPr="00B87C9F">
              <w:rPr>
                <w:sz w:val="24"/>
              </w:rPr>
              <w:t>внедрение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образовательный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процесс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современных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цифровых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технологий: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менее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80%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педагогических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работников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владеют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современными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цифровыми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технологиями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используют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их в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работе;</w:t>
            </w:r>
          </w:p>
          <w:p w:rsidR="006650AD" w:rsidRPr="00B87C9F" w:rsidRDefault="006650AD" w:rsidP="00B87C9F">
            <w:pPr>
              <w:pStyle w:val="TableParagraph"/>
              <w:spacing w:before="1"/>
              <w:ind w:left="108" w:right="94" w:firstLine="316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обеспечение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90%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доли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педагогов,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использующих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проектировании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уроков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метапредметный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подход,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метод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проектов,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технологии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продуктивного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практикоориентированного</w:t>
            </w:r>
            <w:r w:rsidRPr="00B87C9F">
              <w:rPr>
                <w:spacing w:val="60"/>
                <w:sz w:val="24"/>
              </w:rPr>
              <w:t xml:space="preserve"> </w:t>
            </w:r>
            <w:r w:rsidRPr="00B87C9F">
              <w:rPr>
                <w:sz w:val="24"/>
              </w:rPr>
              <w:t>обучения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для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активизации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познавательной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самостоятельной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деятельности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обучающихся;</w:t>
            </w:r>
          </w:p>
          <w:p w:rsidR="006650AD" w:rsidRPr="00B87C9F" w:rsidRDefault="006650AD" w:rsidP="00B87C9F">
            <w:pPr>
              <w:pStyle w:val="TableParagraph"/>
              <w:ind w:left="108" w:right="96" w:firstLine="316"/>
              <w:jc w:val="both"/>
              <w:rPr>
                <w:sz w:val="24"/>
              </w:rPr>
            </w:pPr>
            <w:r w:rsidRPr="00B87C9F">
              <w:rPr>
                <w:sz w:val="24"/>
              </w:rPr>
              <w:t>внедрение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образовательных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</w:t>
            </w:r>
            <w:r w:rsidRPr="00B87C9F">
              <w:rPr>
                <w:spacing w:val="61"/>
                <w:sz w:val="24"/>
              </w:rPr>
              <w:t xml:space="preserve"> </w:t>
            </w:r>
            <w:r w:rsidRPr="00B87C9F">
              <w:rPr>
                <w:sz w:val="24"/>
              </w:rPr>
              <w:t>с</w:t>
            </w:r>
            <w:r w:rsidRPr="00B87C9F">
              <w:rPr>
                <w:spacing w:val="61"/>
                <w:sz w:val="24"/>
              </w:rPr>
              <w:t xml:space="preserve"> </w:t>
            </w:r>
            <w:r w:rsidRPr="00B87C9F">
              <w:rPr>
                <w:sz w:val="24"/>
              </w:rPr>
              <w:t>применением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электронных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образовательных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платформ,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дистанционных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образовательных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технологий,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т.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ч.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для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особыми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образовательными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потребностями,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обеспечение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мотивирующей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образовательной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среды.</w:t>
            </w:r>
          </w:p>
          <w:p w:rsidR="006650AD" w:rsidRPr="00B87C9F" w:rsidRDefault="006650AD" w:rsidP="00B87C9F">
            <w:pPr>
              <w:pStyle w:val="TableParagraph"/>
              <w:numPr>
                <w:ilvl w:val="0"/>
                <w:numId w:val="27"/>
              </w:numPr>
              <w:tabs>
                <w:tab w:val="left" w:pos="817"/>
              </w:tabs>
              <w:ind w:right="96" w:firstLine="316"/>
              <w:jc w:val="both"/>
              <w:rPr>
                <w:sz w:val="24"/>
              </w:rPr>
            </w:pPr>
            <w:r w:rsidRPr="00B87C9F">
              <w:rPr>
                <w:sz w:val="24"/>
              </w:rPr>
              <w:t>Подпрограмма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«Ориентир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2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–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от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разных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стартовых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возможностей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к социальным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достижениям».</w:t>
            </w:r>
          </w:p>
          <w:p w:rsidR="006650AD" w:rsidRPr="00B87C9F" w:rsidRDefault="006650AD" w:rsidP="00B87C9F">
            <w:pPr>
              <w:pStyle w:val="TableParagraph"/>
              <w:tabs>
                <w:tab w:val="left" w:pos="2362"/>
                <w:tab w:val="left" w:pos="4046"/>
                <w:tab w:val="left" w:pos="4790"/>
                <w:tab w:val="left" w:pos="6370"/>
              </w:tabs>
              <w:ind w:left="108" w:right="99" w:firstLine="316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обеспечение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100%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адаптированным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основным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общеобразовательным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программам,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также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испытывающих</w:t>
            </w:r>
            <w:r w:rsidRPr="00B87C9F">
              <w:rPr>
                <w:sz w:val="24"/>
              </w:rPr>
              <w:tab/>
              <w:t>трудности</w:t>
            </w:r>
            <w:r w:rsidRPr="00B87C9F">
              <w:rPr>
                <w:sz w:val="24"/>
              </w:rPr>
              <w:tab/>
              <w:t>в</w:t>
            </w:r>
            <w:r w:rsidRPr="00B87C9F">
              <w:rPr>
                <w:sz w:val="24"/>
              </w:rPr>
              <w:tab/>
              <w:t>освоении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основных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общеобразовательных программ, развитии и социальной адаптации,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своевременной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качественной</w:t>
            </w:r>
            <w:r w:rsidRPr="00B87C9F">
              <w:rPr>
                <w:spacing w:val="-5"/>
                <w:sz w:val="24"/>
              </w:rPr>
              <w:t xml:space="preserve"> </w:t>
            </w:r>
            <w:r w:rsidRPr="00B87C9F">
              <w:rPr>
                <w:sz w:val="24"/>
              </w:rPr>
              <w:t>психолого-педагогической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помощью;</w:t>
            </w:r>
          </w:p>
          <w:p w:rsidR="006650AD" w:rsidRPr="00B87C9F" w:rsidRDefault="006650AD" w:rsidP="00B87C9F">
            <w:pPr>
              <w:pStyle w:val="TableParagraph"/>
              <w:ind w:left="108" w:right="96" w:firstLine="316"/>
              <w:jc w:val="both"/>
              <w:rPr>
                <w:sz w:val="24"/>
              </w:rPr>
            </w:pPr>
            <w:r w:rsidRPr="00B87C9F">
              <w:rPr>
                <w:sz w:val="24"/>
              </w:rPr>
              <w:t>участие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менее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чем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60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%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ограниченными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возможностями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здоровья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конкурсах,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олимпиадах,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соревнованиях,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выставках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различного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уровня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(муниципального,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регионального,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федерального);</w:t>
            </w:r>
          </w:p>
          <w:p w:rsidR="006650AD" w:rsidRPr="00B87C9F" w:rsidRDefault="006650AD" w:rsidP="00B87C9F">
            <w:pPr>
              <w:pStyle w:val="TableParagraph"/>
              <w:ind w:left="108" w:right="98" w:firstLine="316"/>
              <w:jc w:val="both"/>
              <w:rPr>
                <w:sz w:val="24"/>
              </w:rPr>
            </w:pPr>
            <w:r w:rsidRPr="00B87C9F">
              <w:rPr>
                <w:sz w:val="24"/>
              </w:rPr>
              <w:t>повышение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квалификации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100%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педагогов,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реализующих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адаптированные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основным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общеобразовательным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программам,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программам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обучения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детей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ограниченными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возможностями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здоровья;</w:t>
            </w:r>
          </w:p>
          <w:p w:rsidR="006650AD" w:rsidRPr="00B87C9F" w:rsidRDefault="006650AD" w:rsidP="00B87C9F">
            <w:pPr>
              <w:pStyle w:val="TableParagraph"/>
              <w:ind w:left="108" w:right="91" w:firstLine="316"/>
              <w:jc w:val="both"/>
              <w:rPr>
                <w:sz w:val="24"/>
              </w:rPr>
            </w:pPr>
            <w:r w:rsidRPr="00B87C9F">
              <w:rPr>
                <w:sz w:val="24"/>
              </w:rPr>
              <w:t>сохранение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доли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родителей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(законных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представителей)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адаптированным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основным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общеобразовательным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программам,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положительно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оценивших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качество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услуг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психолого-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педагогической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консультативной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помощи,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от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общего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числа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обратившихся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за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получением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услуги</w:t>
            </w:r>
            <w:r w:rsidRPr="00B87C9F">
              <w:rPr>
                <w:spacing w:val="3"/>
                <w:sz w:val="24"/>
              </w:rPr>
              <w:t xml:space="preserve"> </w:t>
            </w:r>
            <w:r w:rsidRPr="00B87C9F">
              <w:rPr>
                <w:sz w:val="24"/>
              </w:rPr>
              <w:t>не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менее чем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85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%.</w:t>
            </w:r>
          </w:p>
          <w:p w:rsidR="006650AD" w:rsidRPr="00B87C9F" w:rsidRDefault="006650AD" w:rsidP="00B87C9F">
            <w:pPr>
              <w:pStyle w:val="TableParagraph"/>
              <w:numPr>
                <w:ilvl w:val="0"/>
                <w:numId w:val="27"/>
              </w:numPr>
              <w:tabs>
                <w:tab w:val="left" w:pos="817"/>
              </w:tabs>
              <w:spacing w:line="270" w:lineRule="atLeast"/>
              <w:ind w:right="99" w:firstLine="316"/>
              <w:jc w:val="both"/>
              <w:rPr>
                <w:sz w:val="24"/>
              </w:rPr>
            </w:pPr>
            <w:r w:rsidRPr="00B87C9F">
              <w:rPr>
                <w:sz w:val="24"/>
              </w:rPr>
              <w:t>Подпрограмма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«Ориентир 3 -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 согласию и единству в семье и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школе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во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благо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Отечества».</w:t>
            </w:r>
          </w:p>
        </w:tc>
      </w:tr>
    </w:tbl>
    <w:p w:rsidR="006650AD" w:rsidRDefault="006650AD">
      <w:pPr>
        <w:spacing w:line="270" w:lineRule="atLeast"/>
        <w:jc w:val="both"/>
        <w:rPr>
          <w:sz w:val="24"/>
        </w:rPr>
        <w:sectPr w:rsidR="006650AD">
          <w:type w:val="continuous"/>
          <w:pgSz w:w="11910" w:h="16840"/>
          <w:pgMar w:top="1120" w:right="440" w:bottom="1200" w:left="1160" w:header="0" w:footer="976" w:gutter="0"/>
          <w:cols w:space="720"/>
        </w:sectPr>
      </w:pPr>
    </w:p>
    <w:tbl>
      <w:tblPr>
        <w:tblW w:w="10670" w:type="dxa"/>
        <w:tblInd w:w="-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57"/>
        <w:gridCol w:w="7813"/>
      </w:tblGrid>
      <w:tr w:rsidR="006650AD" w:rsidTr="00ED315E">
        <w:trPr>
          <w:trHeight w:val="9444"/>
        </w:trPr>
        <w:tc>
          <w:tcPr>
            <w:tcW w:w="2857" w:type="dxa"/>
          </w:tcPr>
          <w:p w:rsidR="006650AD" w:rsidRPr="00B87C9F" w:rsidRDefault="006650AD" w:rsidP="00B87C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813" w:type="dxa"/>
          </w:tcPr>
          <w:p w:rsidR="006650AD" w:rsidRPr="00B87C9F" w:rsidRDefault="006650AD" w:rsidP="00B87C9F">
            <w:pPr>
              <w:pStyle w:val="TableParagraph"/>
              <w:ind w:left="108" w:right="96" w:firstLine="360"/>
              <w:jc w:val="both"/>
              <w:rPr>
                <w:sz w:val="24"/>
              </w:rPr>
            </w:pPr>
            <w:r w:rsidRPr="00B87C9F">
              <w:rPr>
                <w:sz w:val="24"/>
              </w:rPr>
              <w:t>повышение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доли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занимающихся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кружках дополнительного образования от общего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числа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обучающихся;</w:t>
            </w:r>
          </w:p>
          <w:p w:rsidR="006650AD" w:rsidRPr="00B87C9F" w:rsidRDefault="006650AD" w:rsidP="00B87C9F">
            <w:pPr>
              <w:pStyle w:val="TableParagraph"/>
              <w:ind w:left="108" w:right="98" w:firstLine="360"/>
              <w:jc w:val="both"/>
              <w:rPr>
                <w:sz w:val="24"/>
              </w:rPr>
            </w:pPr>
            <w:r w:rsidRPr="00B87C9F">
              <w:rPr>
                <w:sz w:val="24"/>
              </w:rPr>
              <w:t>повышение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доли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вовлеченных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творческие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конкурсы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различного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уровня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(школьные,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муниципальные,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региональные,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федеральные),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до 80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%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от общего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числа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обучающихся;</w:t>
            </w:r>
          </w:p>
          <w:p w:rsidR="006650AD" w:rsidRPr="00B87C9F" w:rsidRDefault="006650AD" w:rsidP="00B87C9F">
            <w:pPr>
              <w:pStyle w:val="TableParagraph"/>
              <w:ind w:left="108" w:right="94" w:firstLine="360"/>
              <w:jc w:val="both"/>
              <w:rPr>
                <w:sz w:val="24"/>
              </w:rPr>
            </w:pPr>
            <w:r w:rsidRPr="00B87C9F">
              <w:rPr>
                <w:sz w:val="24"/>
              </w:rPr>
              <w:t>снижение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числа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состоящих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различных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видах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профилактического учета, на 50 % от общего числа состоявших на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профилактическом учете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к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началу</w:t>
            </w:r>
            <w:r w:rsidRPr="00B87C9F">
              <w:rPr>
                <w:spacing w:val="-5"/>
                <w:sz w:val="24"/>
              </w:rPr>
              <w:t xml:space="preserve"> </w:t>
            </w:r>
            <w:r w:rsidRPr="00B87C9F">
              <w:rPr>
                <w:sz w:val="24"/>
              </w:rPr>
              <w:t>реализации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Программы;</w:t>
            </w:r>
          </w:p>
          <w:p w:rsidR="006650AD" w:rsidRPr="00B87C9F" w:rsidRDefault="006650AD" w:rsidP="00B87C9F">
            <w:pPr>
              <w:pStyle w:val="TableParagraph"/>
              <w:ind w:left="108" w:right="97" w:firstLine="376"/>
              <w:jc w:val="both"/>
              <w:rPr>
                <w:sz w:val="24"/>
              </w:rPr>
            </w:pPr>
            <w:r w:rsidRPr="00B87C9F">
              <w:rPr>
                <w:sz w:val="24"/>
              </w:rPr>
              <w:t>сохранение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доли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родителей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(законных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представителей)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обучающихся, удовлетворенных условиями и качеством образования,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не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менее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85 %;</w:t>
            </w:r>
          </w:p>
          <w:p w:rsidR="006650AD" w:rsidRPr="00B87C9F" w:rsidRDefault="006650AD" w:rsidP="00B87C9F">
            <w:pPr>
              <w:pStyle w:val="TableParagraph"/>
              <w:ind w:left="108" w:right="98" w:firstLine="316"/>
              <w:jc w:val="both"/>
              <w:rPr>
                <w:sz w:val="24"/>
              </w:rPr>
            </w:pPr>
            <w:r w:rsidRPr="00B87C9F">
              <w:rPr>
                <w:sz w:val="24"/>
              </w:rPr>
              <w:t>повышение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доли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родителей,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активно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взаимодействующих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школой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рамках реализации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социально-значимых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проектов,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до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30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%;</w:t>
            </w:r>
          </w:p>
          <w:p w:rsidR="006650AD" w:rsidRPr="00B87C9F" w:rsidRDefault="006650AD" w:rsidP="00B87C9F">
            <w:pPr>
              <w:pStyle w:val="TableParagraph"/>
              <w:ind w:left="108" w:right="95" w:firstLine="316"/>
              <w:jc w:val="both"/>
              <w:rPr>
                <w:sz w:val="24"/>
              </w:rPr>
            </w:pPr>
            <w:r w:rsidRPr="00B87C9F">
              <w:rPr>
                <w:sz w:val="24"/>
              </w:rPr>
              <w:t>участие в реализации муниципальных и региональных проектов 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патриотической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направленности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(проведение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менее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4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мероприятий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учебный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рамках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указанных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проектов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программ).</w:t>
            </w:r>
          </w:p>
          <w:p w:rsidR="006650AD" w:rsidRPr="00B87C9F" w:rsidRDefault="006650AD" w:rsidP="00B87C9F">
            <w:pPr>
              <w:pStyle w:val="TableParagraph"/>
              <w:ind w:left="108" w:right="94" w:firstLine="316"/>
              <w:jc w:val="both"/>
              <w:rPr>
                <w:sz w:val="24"/>
              </w:rPr>
            </w:pPr>
            <w:r w:rsidRPr="00B87C9F">
              <w:rPr>
                <w:sz w:val="24"/>
              </w:rPr>
              <w:t>4. Подпрограмма «Ориентир 4 – к успешному профессиональному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выбору</w:t>
            </w:r>
            <w:r w:rsidRPr="00B87C9F">
              <w:rPr>
                <w:spacing w:val="-6"/>
                <w:sz w:val="24"/>
              </w:rPr>
              <w:t xml:space="preserve"> </w:t>
            </w:r>
            <w:r w:rsidRPr="00B87C9F">
              <w:rPr>
                <w:sz w:val="24"/>
              </w:rPr>
              <w:t>и профессиональному</w:t>
            </w:r>
            <w:r w:rsidRPr="00B87C9F">
              <w:rPr>
                <w:spacing w:val="-6"/>
                <w:sz w:val="24"/>
              </w:rPr>
              <w:t xml:space="preserve"> </w:t>
            </w:r>
            <w:r w:rsidRPr="00B87C9F">
              <w:rPr>
                <w:sz w:val="24"/>
              </w:rPr>
              <w:t>мастерству».</w:t>
            </w:r>
          </w:p>
          <w:p w:rsidR="006650AD" w:rsidRPr="00B87C9F" w:rsidRDefault="006650AD" w:rsidP="00B87C9F">
            <w:pPr>
              <w:pStyle w:val="TableParagraph"/>
              <w:ind w:left="108" w:right="96" w:firstLine="316"/>
              <w:jc w:val="both"/>
              <w:rPr>
                <w:sz w:val="24"/>
              </w:rPr>
            </w:pPr>
            <w:r w:rsidRPr="00B87C9F">
              <w:rPr>
                <w:sz w:val="24"/>
              </w:rPr>
              <w:t>участие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добровольной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независимой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оценке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профессиональной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квалификации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не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менее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50%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педагогических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работников;</w:t>
            </w:r>
          </w:p>
          <w:p w:rsidR="006650AD" w:rsidRPr="00B87C9F" w:rsidRDefault="006650AD" w:rsidP="00B87C9F">
            <w:pPr>
              <w:pStyle w:val="TableParagraph"/>
              <w:ind w:left="108" w:right="96" w:firstLine="316"/>
              <w:jc w:val="both"/>
              <w:rPr>
                <w:sz w:val="24"/>
              </w:rPr>
            </w:pPr>
            <w:r w:rsidRPr="00B87C9F">
              <w:rPr>
                <w:sz w:val="24"/>
              </w:rPr>
              <w:t>участие не менее чем 70 % учителей в реализации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индивидуальных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образовательных маршрутов педагогов;</w:t>
            </w:r>
          </w:p>
          <w:p w:rsidR="006650AD" w:rsidRPr="00B87C9F" w:rsidRDefault="006650AD" w:rsidP="00B87C9F">
            <w:pPr>
              <w:pStyle w:val="TableParagraph"/>
              <w:ind w:left="108" w:right="97" w:firstLine="316"/>
              <w:jc w:val="both"/>
              <w:rPr>
                <w:sz w:val="24"/>
              </w:rPr>
            </w:pPr>
            <w:r w:rsidRPr="00B87C9F">
              <w:rPr>
                <w:sz w:val="24"/>
              </w:rPr>
              <w:t>ежегодное участие не мене чем 50% педагогических работников 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муниципальных,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региональных,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федеральных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педагогических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конкурсах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профессионального мастерства;</w:t>
            </w:r>
          </w:p>
          <w:p w:rsidR="006650AD" w:rsidRPr="00B87C9F" w:rsidRDefault="006650AD" w:rsidP="00B87C9F">
            <w:pPr>
              <w:pStyle w:val="TableParagraph"/>
              <w:ind w:left="108" w:right="98" w:firstLine="316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обеспечение 100% доли педагогов, регулярно посещающих курсы,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вебинары,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семинары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обобщающие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свой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педагогический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опыт</w:t>
            </w:r>
            <w:r w:rsidRPr="00B87C9F">
              <w:rPr>
                <w:spacing w:val="60"/>
                <w:sz w:val="24"/>
              </w:rPr>
              <w:t xml:space="preserve"> </w:t>
            </w:r>
            <w:r w:rsidRPr="00B87C9F">
              <w:rPr>
                <w:sz w:val="24"/>
              </w:rPr>
              <w:t>на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МО,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мероприятиях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регионального</w:t>
            </w:r>
            <w:r w:rsidRPr="00B87C9F">
              <w:rPr>
                <w:spacing w:val="2"/>
                <w:sz w:val="24"/>
              </w:rPr>
              <w:t xml:space="preserve"> </w:t>
            </w:r>
            <w:r w:rsidRPr="00B87C9F">
              <w:rPr>
                <w:sz w:val="24"/>
              </w:rPr>
              <w:t>уровня;</w:t>
            </w:r>
          </w:p>
          <w:p w:rsidR="006650AD" w:rsidRPr="00B87C9F" w:rsidRDefault="006650AD" w:rsidP="00B87C9F">
            <w:pPr>
              <w:pStyle w:val="TableParagraph"/>
              <w:ind w:left="108" w:right="95" w:firstLine="316"/>
              <w:jc w:val="both"/>
              <w:rPr>
                <w:sz w:val="24"/>
              </w:rPr>
            </w:pPr>
            <w:r w:rsidRPr="00B87C9F">
              <w:rPr>
                <w:sz w:val="24"/>
              </w:rPr>
              <w:t>увеличение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доли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выпускников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9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классов,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выбирающих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профессии,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значимые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для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экономики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региона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80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%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от</w:t>
            </w:r>
            <w:r w:rsidRPr="00B87C9F">
              <w:rPr>
                <w:spacing w:val="60"/>
                <w:sz w:val="24"/>
              </w:rPr>
              <w:t xml:space="preserve"> </w:t>
            </w:r>
            <w:r w:rsidRPr="00B87C9F">
              <w:rPr>
                <w:sz w:val="24"/>
              </w:rPr>
              <w:t>общего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числа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выпускников 9  классов;</w:t>
            </w:r>
          </w:p>
          <w:p w:rsidR="006650AD" w:rsidRPr="00B87C9F" w:rsidRDefault="006650AD" w:rsidP="00B87C9F">
            <w:pPr>
              <w:pStyle w:val="TableParagraph"/>
              <w:ind w:left="108" w:right="96" w:firstLine="316"/>
              <w:jc w:val="both"/>
              <w:rPr>
                <w:sz w:val="24"/>
              </w:rPr>
            </w:pPr>
            <w:r w:rsidRPr="00B87C9F">
              <w:rPr>
                <w:sz w:val="24"/>
              </w:rPr>
              <w:t>сохранение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доли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выпускников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9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класса,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продолжающих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профессиональное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регионе,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70%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от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общего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числа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выпускников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9 класса.</w:t>
            </w:r>
          </w:p>
        </w:tc>
      </w:tr>
      <w:tr w:rsidR="006650AD" w:rsidTr="00ED315E">
        <w:trPr>
          <w:trHeight w:val="711"/>
        </w:trPr>
        <w:tc>
          <w:tcPr>
            <w:tcW w:w="2857" w:type="dxa"/>
          </w:tcPr>
          <w:p w:rsidR="006650AD" w:rsidRPr="00B87C9F" w:rsidRDefault="006650AD" w:rsidP="00B87C9F">
            <w:pPr>
              <w:pStyle w:val="TableParagraph"/>
              <w:ind w:right="591"/>
              <w:rPr>
                <w:sz w:val="24"/>
              </w:rPr>
            </w:pPr>
            <w:r w:rsidRPr="00B87C9F">
              <w:rPr>
                <w:sz w:val="24"/>
              </w:rPr>
              <w:t>Исполнители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программы</w:t>
            </w:r>
          </w:p>
        </w:tc>
        <w:tc>
          <w:tcPr>
            <w:tcW w:w="7813" w:type="dxa"/>
          </w:tcPr>
          <w:p w:rsidR="006650AD" w:rsidRPr="00B87C9F" w:rsidRDefault="006650AD" w:rsidP="00B87C9F">
            <w:pPr>
              <w:pStyle w:val="TableParagraph"/>
              <w:ind w:left="108" w:right="100"/>
              <w:jc w:val="both"/>
              <w:rPr>
                <w:sz w:val="24"/>
              </w:rPr>
            </w:pPr>
            <w:r w:rsidRPr="00B87C9F">
              <w:rPr>
                <w:sz w:val="24"/>
              </w:rPr>
              <w:t>Администрация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педагогический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коллектив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МБОУ «Зайчиковская ОШ»</w:t>
            </w:r>
          </w:p>
        </w:tc>
      </w:tr>
      <w:tr w:rsidR="006650AD" w:rsidTr="00ED315E">
        <w:trPr>
          <w:trHeight w:val="1105"/>
        </w:trPr>
        <w:tc>
          <w:tcPr>
            <w:tcW w:w="2857" w:type="dxa"/>
          </w:tcPr>
          <w:p w:rsidR="006650AD" w:rsidRPr="00B87C9F" w:rsidRDefault="006650AD" w:rsidP="00B87C9F">
            <w:pPr>
              <w:pStyle w:val="TableParagraph"/>
              <w:ind w:right="142"/>
              <w:rPr>
                <w:sz w:val="24"/>
              </w:rPr>
            </w:pPr>
            <w:r w:rsidRPr="00B87C9F">
              <w:rPr>
                <w:sz w:val="24"/>
              </w:rPr>
              <w:t>ФИО, должность,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телефон</w:t>
            </w:r>
          </w:p>
          <w:p w:rsidR="006650AD" w:rsidRPr="00B87C9F" w:rsidRDefault="006650AD" w:rsidP="00B87C9F">
            <w:pPr>
              <w:pStyle w:val="TableParagraph"/>
              <w:spacing w:line="270" w:lineRule="atLeast"/>
              <w:ind w:right="565"/>
              <w:rPr>
                <w:sz w:val="24"/>
              </w:rPr>
            </w:pPr>
            <w:r w:rsidRPr="00B87C9F">
              <w:rPr>
                <w:spacing w:val="-1"/>
                <w:sz w:val="24"/>
              </w:rPr>
              <w:t>руководителя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Программы</w:t>
            </w:r>
          </w:p>
        </w:tc>
        <w:tc>
          <w:tcPr>
            <w:tcW w:w="7813" w:type="dxa"/>
            <w:tcBorders>
              <w:bottom w:val="single" w:sz="2" w:space="0" w:color="000000"/>
            </w:tcBorders>
          </w:tcPr>
          <w:p w:rsidR="006650AD" w:rsidRPr="00B87C9F" w:rsidRDefault="006650AD" w:rsidP="00ED315E">
            <w:pPr>
              <w:pStyle w:val="TableParagraph"/>
              <w:jc w:val="both"/>
              <w:rPr>
                <w:sz w:val="24"/>
              </w:rPr>
            </w:pPr>
            <w:r w:rsidRPr="00B87C9F">
              <w:rPr>
                <w:sz w:val="24"/>
              </w:rPr>
              <w:t xml:space="preserve">Тренина Кристина Андреевна, директор МБОУ «Зайчиковская ОШ», 88174531288, </w:t>
            </w:r>
            <w:r w:rsidRPr="00B87C9F">
              <w:rPr>
                <w:sz w:val="24"/>
                <w:lang w:val="en-US"/>
              </w:rPr>
              <w:t>zoshcola</w:t>
            </w:r>
            <w:r w:rsidRPr="00B87C9F">
              <w:rPr>
                <w:sz w:val="24"/>
              </w:rPr>
              <w:t>@</w:t>
            </w:r>
            <w:r w:rsidRPr="00B87C9F">
              <w:rPr>
                <w:sz w:val="24"/>
                <w:lang w:val="en-US"/>
              </w:rPr>
              <w:t>yandex</w:t>
            </w:r>
            <w:r w:rsidRPr="00B87C9F">
              <w:rPr>
                <w:sz w:val="24"/>
              </w:rPr>
              <w:t>.</w:t>
            </w:r>
            <w:r w:rsidRPr="00B87C9F">
              <w:rPr>
                <w:sz w:val="24"/>
                <w:lang w:val="en-US"/>
              </w:rPr>
              <w:t>ru</w:t>
            </w:r>
          </w:p>
        </w:tc>
      </w:tr>
      <w:tr w:rsidR="006650AD" w:rsidTr="00ED315E">
        <w:trPr>
          <w:trHeight w:val="1120"/>
        </w:trPr>
        <w:tc>
          <w:tcPr>
            <w:tcW w:w="2857" w:type="dxa"/>
            <w:tcBorders>
              <w:right w:val="single" w:sz="2" w:space="0" w:color="000000"/>
            </w:tcBorders>
          </w:tcPr>
          <w:p w:rsidR="006650AD" w:rsidRPr="00B87C9F" w:rsidRDefault="006650AD" w:rsidP="00ED315E">
            <w:pPr>
              <w:pStyle w:val="TableParagraph"/>
              <w:spacing w:line="262" w:lineRule="exact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Объем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</w:p>
          <w:p w:rsidR="006650AD" w:rsidRPr="00B87C9F" w:rsidRDefault="006650AD" w:rsidP="00ED315E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 w:rsidRPr="00B87C9F">
              <w:rPr>
                <w:sz w:val="24"/>
              </w:rPr>
              <w:t>источники финансирования</w:t>
            </w:r>
          </w:p>
        </w:tc>
        <w:tc>
          <w:tcPr>
            <w:tcW w:w="7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ED315E">
            <w:pPr>
              <w:pStyle w:val="TableParagraph"/>
              <w:tabs>
                <w:tab w:val="left" w:pos="816"/>
                <w:tab w:val="left" w:pos="2418"/>
                <w:tab w:val="left" w:pos="4053"/>
                <w:tab w:val="left" w:pos="5651"/>
              </w:tabs>
              <w:spacing w:line="262" w:lineRule="exact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 w:rsidRPr="00B87C9F">
              <w:rPr>
                <w:sz w:val="24"/>
              </w:rPr>
              <w:t>Финансовое</w:t>
            </w:r>
            <w:r w:rsidRPr="00B87C9F">
              <w:rPr>
                <w:sz w:val="24"/>
              </w:rPr>
              <w:tab/>
              <w:t>обеспечение</w:t>
            </w:r>
            <w:r w:rsidRPr="00B87C9F">
              <w:rPr>
                <w:sz w:val="24"/>
              </w:rPr>
              <w:tab/>
              <w:t>выполнения</w:t>
            </w:r>
            <w:r w:rsidRPr="00B87C9F">
              <w:rPr>
                <w:sz w:val="24"/>
              </w:rPr>
              <w:tab/>
              <w:t>муниципального</w:t>
            </w:r>
          </w:p>
          <w:p w:rsidR="006650AD" w:rsidRDefault="006650AD" w:rsidP="00ED315E">
            <w:pPr>
              <w:pStyle w:val="TableParagraph"/>
              <w:tabs>
                <w:tab w:val="left" w:pos="817"/>
              </w:tabs>
              <w:spacing w:line="265" w:lineRule="exact"/>
              <w:jc w:val="both"/>
              <w:rPr>
                <w:sz w:val="24"/>
              </w:rPr>
            </w:pPr>
            <w:r w:rsidRPr="00B87C9F">
              <w:rPr>
                <w:sz w:val="24"/>
              </w:rPr>
              <w:t xml:space="preserve">задания. </w:t>
            </w:r>
          </w:p>
          <w:p w:rsidR="006650AD" w:rsidRPr="00B87C9F" w:rsidRDefault="006650AD" w:rsidP="00ED315E">
            <w:pPr>
              <w:pStyle w:val="TableParagraph"/>
              <w:tabs>
                <w:tab w:val="left" w:pos="817"/>
              </w:tabs>
              <w:spacing w:line="265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r w:rsidRPr="00B87C9F">
              <w:rPr>
                <w:sz w:val="24"/>
              </w:rPr>
              <w:t>Субсидии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на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иные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цели.</w:t>
            </w:r>
          </w:p>
          <w:p w:rsidR="006650AD" w:rsidRPr="00B87C9F" w:rsidRDefault="006650AD" w:rsidP="00ED315E">
            <w:pPr>
              <w:pStyle w:val="TableParagraph"/>
              <w:spacing w:line="269" w:lineRule="exact"/>
              <w:ind w:left="141"/>
              <w:jc w:val="both"/>
              <w:rPr>
                <w:sz w:val="24"/>
              </w:rPr>
            </w:pPr>
            <w:r>
              <w:rPr>
                <w:sz w:val="24"/>
              </w:rPr>
              <w:t xml:space="preserve">3. </w:t>
            </w:r>
            <w:r w:rsidRPr="00B87C9F">
              <w:rPr>
                <w:sz w:val="24"/>
              </w:rPr>
              <w:t>Включение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ОО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план-график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капитального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ремонта.</w:t>
            </w:r>
          </w:p>
        </w:tc>
      </w:tr>
      <w:tr w:rsidR="006650AD" w:rsidTr="00ED315E">
        <w:trPr>
          <w:trHeight w:val="429"/>
        </w:trPr>
        <w:tc>
          <w:tcPr>
            <w:tcW w:w="2857" w:type="dxa"/>
            <w:tcBorders>
              <w:right w:val="single" w:sz="2" w:space="0" w:color="000000"/>
            </w:tcBorders>
          </w:tcPr>
          <w:p w:rsidR="006650AD" w:rsidRPr="00B87C9F" w:rsidRDefault="006650AD" w:rsidP="00ED315E">
            <w:pPr>
              <w:pStyle w:val="TableParagraph"/>
              <w:spacing w:line="262" w:lineRule="exact"/>
              <w:jc w:val="both"/>
              <w:rPr>
                <w:sz w:val="24"/>
              </w:rPr>
            </w:pPr>
            <w:r w:rsidRPr="00B87C9F">
              <w:rPr>
                <w:sz w:val="24"/>
              </w:rPr>
              <w:t>Сайт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школы</w:t>
            </w:r>
          </w:p>
        </w:tc>
        <w:tc>
          <w:tcPr>
            <w:tcW w:w="7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Default="006650AD" w:rsidP="00ED315E">
            <w:pPr>
              <w:pStyle w:val="TableParagraph"/>
              <w:tabs>
                <w:tab w:val="left" w:pos="816"/>
                <w:tab w:val="left" w:pos="2418"/>
                <w:tab w:val="left" w:pos="4053"/>
                <w:tab w:val="left" w:pos="5651"/>
              </w:tabs>
              <w:spacing w:line="262" w:lineRule="exact"/>
              <w:jc w:val="both"/>
              <w:rPr>
                <w:sz w:val="24"/>
              </w:rPr>
            </w:pPr>
            <w:hyperlink r:id="rId9" w:history="1">
              <w:r w:rsidRPr="00B87C9F">
                <w:rPr>
                  <w:rStyle w:val="Hyperlink"/>
                  <w:sz w:val="24"/>
                  <w:u w:color="0000FF"/>
                </w:rPr>
                <w:t>http://s02021.edu35.ru</w:t>
              </w:r>
            </w:hyperlink>
          </w:p>
        </w:tc>
      </w:tr>
      <w:tr w:rsidR="006650AD" w:rsidTr="00ED315E">
        <w:trPr>
          <w:trHeight w:val="1120"/>
        </w:trPr>
        <w:tc>
          <w:tcPr>
            <w:tcW w:w="2857" w:type="dxa"/>
            <w:tcBorders>
              <w:right w:val="single" w:sz="2" w:space="0" w:color="000000"/>
            </w:tcBorders>
          </w:tcPr>
          <w:p w:rsidR="006650AD" w:rsidRPr="00B87C9F" w:rsidRDefault="006650AD" w:rsidP="00ED315E">
            <w:pPr>
              <w:pStyle w:val="TableParagraph"/>
              <w:spacing w:line="253" w:lineRule="exact"/>
              <w:rPr>
                <w:sz w:val="24"/>
              </w:rPr>
            </w:pPr>
            <w:r w:rsidRPr="00B87C9F">
              <w:rPr>
                <w:sz w:val="24"/>
              </w:rPr>
              <w:t>Система</w:t>
            </w:r>
          </w:p>
          <w:p w:rsidR="006650AD" w:rsidRPr="00B87C9F" w:rsidRDefault="006650AD" w:rsidP="00ED315E">
            <w:pPr>
              <w:pStyle w:val="TableParagraph"/>
              <w:spacing w:line="256" w:lineRule="exact"/>
              <w:rPr>
                <w:sz w:val="24"/>
              </w:rPr>
            </w:pPr>
            <w:r w:rsidRPr="00B87C9F">
              <w:rPr>
                <w:sz w:val="24"/>
              </w:rPr>
              <w:t>организации</w:t>
            </w:r>
          </w:p>
          <w:p w:rsidR="006650AD" w:rsidRPr="00B87C9F" w:rsidRDefault="006650AD" w:rsidP="00ED315E">
            <w:pPr>
              <w:pStyle w:val="TableParagraph"/>
              <w:spacing w:line="256" w:lineRule="exact"/>
              <w:rPr>
                <w:sz w:val="24"/>
              </w:rPr>
            </w:pPr>
            <w:r w:rsidRPr="00B87C9F">
              <w:rPr>
                <w:sz w:val="24"/>
              </w:rPr>
              <w:t>контроля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за</w:t>
            </w:r>
          </w:p>
          <w:p w:rsidR="006650AD" w:rsidRPr="00B87C9F" w:rsidRDefault="006650AD" w:rsidP="00ED315E">
            <w:pPr>
              <w:pStyle w:val="TableParagraph"/>
              <w:spacing w:line="256" w:lineRule="exact"/>
              <w:rPr>
                <w:sz w:val="24"/>
              </w:rPr>
            </w:pPr>
            <w:r w:rsidRPr="00B87C9F">
              <w:rPr>
                <w:sz w:val="24"/>
              </w:rPr>
              <w:t>выполнением</w:t>
            </w:r>
          </w:p>
          <w:p w:rsidR="006650AD" w:rsidRPr="00B87C9F" w:rsidRDefault="006650AD" w:rsidP="00ED315E">
            <w:pPr>
              <w:pStyle w:val="TableParagraph"/>
              <w:spacing w:line="262" w:lineRule="exact"/>
              <w:jc w:val="both"/>
              <w:rPr>
                <w:sz w:val="24"/>
              </w:rPr>
            </w:pPr>
            <w:r w:rsidRPr="00B87C9F">
              <w:rPr>
                <w:sz w:val="24"/>
              </w:rPr>
              <w:t>Программы</w:t>
            </w:r>
          </w:p>
        </w:tc>
        <w:tc>
          <w:tcPr>
            <w:tcW w:w="78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650AD" w:rsidRDefault="006650AD" w:rsidP="00ED315E">
            <w:pPr>
              <w:pStyle w:val="TableParagraph"/>
              <w:tabs>
                <w:tab w:val="left" w:pos="816"/>
                <w:tab w:val="left" w:pos="2418"/>
                <w:tab w:val="left" w:pos="4053"/>
                <w:tab w:val="left" w:pos="5651"/>
              </w:tabs>
              <w:spacing w:line="262" w:lineRule="exact"/>
              <w:jc w:val="both"/>
            </w:pPr>
            <w:r w:rsidRPr="00B87C9F">
              <w:rPr>
                <w:sz w:val="24"/>
              </w:rPr>
              <w:t>Управление</w:t>
            </w:r>
            <w:r w:rsidRPr="00B87C9F">
              <w:rPr>
                <w:spacing w:val="15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Программой</w:t>
            </w:r>
            <w:r w:rsidRPr="00B87C9F">
              <w:rPr>
                <w:spacing w:val="18"/>
                <w:sz w:val="24"/>
              </w:rPr>
              <w:t xml:space="preserve"> и Подпрограммами </w:t>
            </w:r>
            <w:r w:rsidRPr="00B87C9F">
              <w:rPr>
                <w:sz w:val="24"/>
              </w:rPr>
              <w:t>осуществляет</w:t>
            </w:r>
            <w:r w:rsidRPr="00B87C9F">
              <w:rPr>
                <w:spacing w:val="16"/>
                <w:sz w:val="24"/>
              </w:rPr>
              <w:t xml:space="preserve"> </w:t>
            </w:r>
            <w:r w:rsidRPr="00B87C9F">
              <w:rPr>
                <w:sz w:val="24"/>
              </w:rPr>
              <w:t>директор</w:t>
            </w:r>
            <w:r w:rsidRPr="00B87C9F">
              <w:rPr>
                <w:spacing w:val="17"/>
                <w:sz w:val="24"/>
              </w:rPr>
              <w:t xml:space="preserve"> </w:t>
            </w:r>
            <w:r w:rsidRPr="00B87C9F">
              <w:rPr>
                <w:sz w:val="24"/>
              </w:rPr>
              <w:t>школы.</w:t>
            </w:r>
            <w:r w:rsidRPr="00B87C9F">
              <w:rPr>
                <w:spacing w:val="17"/>
                <w:sz w:val="24"/>
              </w:rPr>
              <w:t xml:space="preserve"> </w:t>
            </w:r>
            <w:r w:rsidRPr="00B87C9F">
              <w:rPr>
                <w:sz w:val="24"/>
              </w:rPr>
              <w:t>В реализации</w:t>
            </w:r>
            <w:r w:rsidRPr="00B87C9F">
              <w:rPr>
                <w:spacing w:val="11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Программы</w:t>
            </w:r>
            <w:r w:rsidRPr="00B87C9F">
              <w:rPr>
                <w:spacing w:val="70"/>
                <w:sz w:val="24"/>
              </w:rPr>
              <w:t xml:space="preserve"> </w:t>
            </w:r>
            <w:r w:rsidRPr="00B87C9F">
              <w:rPr>
                <w:sz w:val="24"/>
              </w:rPr>
              <w:t>участвуют</w:t>
            </w:r>
            <w:r w:rsidRPr="00B87C9F">
              <w:rPr>
                <w:spacing w:val="68"/>
                <w:sz w:val="24"/>
              </w:rPr>
              <w:t xml:space="preserve"> </w:t>
            </w:r>
            <w:r w:rsidRPr="00B87C9F">
              <w:rPr>
                <w:sz w:val="24"/>
              </w:rPr>
              <w:t>все</w:t>
            </w:r>
            <w:r w:rsidRPr="00B87C9F">
              <w:rPr>
                <w:spacing w:val="73"/>
                <w:sz w:val="24"/>
              </w:rPr>
              <w:t xml:space="preserve"> </w:t>
            </w:r>
            <w:r w:rsidRPr="00B87C9F">
              <w:rPr>
                <w:sz w:val="24"/>
              </w:rPr>
              <w:t>участники</w:t>
            </w:r>
            <w:r w:rsidRPr="00B87C9F">
              <w:rPr>
                <w:spacing w:val="69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образовательных отношений</w:t>
            </w:r>
          </w:p>
        </w:tc>
      </w:tr>
    </w:tbl>
    <w:p w:rsidR="006650AD" w:rsidRDefault="006650AD" w:rsidP="00ED315E">
      <w:pPr>
        <w:spacing w:line="269" w:lineRule="exact"/>
        <w:jc w:val="both"/>
        <w:rPr>
          <w:sz w:val="24"/>
        </w:rPr>
        <w:sectPr w:rsidR="006650AD">
          <w:type w:val="continuous"/>
          <w:pgSz w:w="11910" w:h="16840"/>
          <w:pgMar w:top="1120" w:right="440" w:bottom="1200" w:left="1160" w:header="0" w:footer="976" w:gutter="0"/>
          <w:cols w:space="720"/>
        </w:sectPr>
      </w:pPr>
    </w:p>
    <w:p w:rsidR="006650AD" w:rsidRDefault="006650AD">
      <w:pPr>
        <w:spacing w:line="265" w:lineRule="exact"/>
        <w:rPr>
          <w:sz w:val="24"/>
        </w:rPr>
        <w:sectPr w:rsidR="006650AD" w:rsidSect="00ED315E">
          <w:type w:val="continuous"/>
          <w:pgSz w:w="11910" w:h="16840"/>
          <w:pgMar w:top="1120" w:right="440" w:bottom="1200" w:left="770" w:header="0" w:footer="976" w:gutter="0"/>
          <w:cols w:space="720"/>
        </w:sectPr>
      </w:pPr>
    </w:p>
    <w:p w:rsidR="006650AD" w:rsidRDefault="006650AD">
      <w:pPr>
        <w:pStyle w:val="Heading1"/>
        <w:ind w:right="512"/>
        <w:jc w:val="center"/>
      </w:pPr>
      <w:bookmarkStart w:id="0" w:name="_TOC_250016"/>
      <w:bookmarkEnd w:id="0"/>
      <w:r>
        <w:t>ВВЕДЕНИЕ</w:t>
      </w:r>
    </w:p>
    <w:p w:rsidR="006650AD" w:rsidRDefault="006650AD">
      <w:pPr>
        <w:pStyle w:val="BodyText"/>
        <w:spacing w:before="7"/>
        <w:ind w:left="0"/>
        <w:jc w:val="left"/>
        <w:rPr>
          <w:b/>
          <w:sz w:val="23"/>
        </w:rPr>
      </w:pPr>
    </w:p>
    <w:p w:rsidR="006650AD" w:rsidRDefault="006650AD">
      <w:pPr>
        <w:pStyle w:val="BodyText"/>
        <w:ind w:right="403" w:firstLine="707"/>
      </w:pPr>
      <w:r>
        <w:t>Программа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 2021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2024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Программа)</w:t>
      </w:r>
      <w:r>
        <w:rPr>
          <w:spacing w:val="1"/>
        </w:rPr>
        <w:t xml:space="preserve"> </w:t>
      </w:r>
      <w:r>
        <w:t>разработана на</w:t>
      </w:r>
      <w:r>
        <w:rPr>
          <w:spacing w:val="1"/>
        </w:rPr>
        <w:t xml:space="preserve"> </w:t>
      </w:r>
      <w:r>
        <w:t>основании</w:t>
      </w:r>
      <w:r>
        <w:rPr>
          <w:spacing w:val="13"/>
        </w:rPr>
        <w:t xml:space="preserve"> </w:t>
      </w:r>
      <w:r>
        <w:t>статьи</w:t>
      </w:r>
      <w:r>
        <w:rPr>
          <w:spacing w:val="13"/>
        </w:rPr>
        <w:t xml:space="preserve"> </w:t>
      </w:r>
      <w:r>
        <w:t>28</w:t>
      </w:r>
      <w:r>
        <w:rPr>
          <w:spacing w:val="13"/>
        </w:rPr>
        <w:t xml:space="preserve"> </w:t>
      </w:r>
      <w:r>
        <w:t>Федерального</w:t>
      </w:r>
      <w:r>
        <w:rPr>
          <w:spacing w:val="12"/>
        </w:rPr>
        <w:t xml:space="preserve"> </w:t>
      </w:r>
      <w:r>
        <w:t>закона</w:t>
      </w:r>
      <w:r>
        <w:rPr>
          <w:spacing w:val="12"/>
        </w:rPr>
        <w:t xml:space="preserve"> </w:t>
      </w:r>
      <w:r>
        <w:t>от</w:t>
      </w:r>
      <w:r>
        <w:rPr>
          <w:spacing w:val="10"/>
        </w:rPr>
        <w:t xml:space="preserve"> </w:t>
      </w:r>
      <w:r>
        <w:t>29.12.2012</w:t>
      </w:r>
      <w:r>
        <w:rPr>
          <w:spacing w:val="13"/>
        </w:rPr>
        <w:t xml:space="preserve"> </w:t>
      </w:r>
      <w:r>
        <w:t>года</w:t>
      </w:r>
      <w:r>
        <w:rPr>
          <w:spacing w:val="11"/>
        </w:rPr>
        <w:t xml:space="preserve"> </w:t>
      </w:r>
      <w:r>
        <w:t>№</w:t>
      </w:r>
      <w:r>
        <w:rPr>
          <w:spacing w:val="11"/>
        </w:rPr>
        <w:t xml:space="preserve"> </w:t>
      </w:r>
      <w:r>
        <w:t>273-ФЗ</w:t>
      </w:r>
      <w:r>
        <w:rPr>
          <w:spacing w:val="17"/>
        </w:rPr>
        <w:t xml:space="preserve"> </w:t>
      </w:r>
      <w:r>
        <w:t>«Об</w:t>
      </w:r>
      <w:r>
        <w:rPr>
          <w:spacing w:val="11"/>
        </w:rPr>
        <w:t xml:space="preserve"> </w:t>
      </w:r>
      <w:r>
        <w:t>образовании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61"/>
        </w:rPr>
        <w:t xml:space="preserve"> </w:t>
      </w:r>
      <w:r>
        <w:t>реализации</w:t>
      </w:r>
      <w:r>
        <w:rPr>
          <w:spacing w:val="6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управленческим</w:t>
      </w:r>
      <w:r>
        <w:rPr>
          <w:spacing w:val="1"/>
        </w:rPr>
        <w:t xml:space="preserve"> </w:t>
      </w:r>
      <w:r>
        <w:t>документом,</w:t>
      </w:r>
      <w:r>
        <w:rPr>
          <w:spacing w:val="1"/>
        </w:rPr>
        <w:t xml:space="preserve"> </w:t>
      </w:r>
      <w:r>
        <w:t>определяющим</w:t>
      </w:r>
      <w:r>
        <w:rPr>
          <w:spacing w:val="1"/>
        </w:rPr>
        <w:t xml:space="preserve"> </w:t>
      </w:r>
      <w:r>
        <w:t>стратегические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МБОУ «Зайчиковская ОШ» на</w:t>
      </w:r>
      <w:r>
        <w:rPr>
          <w:spacing w:val="-1"/>
        </w:rPr>
        <w:t xml:space="preserve"> </w:t>
      </w:r>
      <w:r>
        <w:t>среднесрочную</w:t>
      </w:r>
      <w:r>
        <w:rPr>
          <w:spacing w:val="-1"/>
        </w:rPr>
        <w:t xml:space="preserve"> </w:t>
      </w:r>
      <w:r>
        <w:t>перспективу.</w:t>
      </w:r>
    </w:p>
    <w:p w:rsidR="006650AD" w:rsidRDefault="006650AD">
      <w:pPr>
        <w:pStyle w:val="BodyText"/>
        <w:ind w:right="403" w:firstLine="707"/>
      </w:pPr>
      <w:r>
        <w:t>Программа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мер,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реализуется,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Школы</w:t>
      </w:r>
      <w:r>
        <w:rPr>
          <w:spacing w:val="6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проекте</w:t>
      </w:r>
      <w:r>
        <w:rPr>
          <w:spacing w:val="1"/>
        </w:rPr>
        <w:t xml:space="preserve"> </w:t>
      </w:r>
      <w:r>
        <w:t>«Организация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250</w:t>
      </w:r>
      <w:r>
        <w:rPr>
          <w:spacing w:val="1"/>
        </w:rPr>
        <w:t xml:space="preserve"> </w:t>
      </w:r>
      <w:r>
        <w:t>выявленным</w:t>
      </w:r>
      <w:r>
        <w:rPr>
          <w:spacing w:val="-57"/>
        </w:rPr>
        <w:t xml:space="preserve"> </w:t>
      </w:r>
      <w:r>
        <w:t>общеобразовательным</w:t>
      </w:r>
      <w:r>
        <w:rPr>
          <w:spacing w:val="1"/>
        </w:rPr>
        <w:t xml:space="preserve"> </w:t>
      </w:r>
      <w:r>
        <w:t>организациям,</w:t>
      </w:r>
      <w:r>
        <w:rPr>
          <w:spacing w:val="1"/>
        </w:rPr>
        <w:t xml:space="preserve"> </w:t>
      </w:r>
      <w:r>
        <w:t>имеющим</w:t>
      </w:r>
      <w:r>
        <w:rPr>
          <w:spacing w:val="1"/>
        </w:rPr>
        <w:t xml:space="preserve"> </w:t>
      </w:r>
      <w:r>
        <w:t>низкие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57"/>
        </w:rPr>
        <w:t xml:space="preserve"> </w:t>
      </w:r>
      <w:r>
        <w:t>обучающихся, не менее чем из 20 субъектов Российской Федерации» (далее</w:t>
      </w:r>
      <w:r>
        <w:rPr>
          <w:spacing w:val="1"/>
        </w:rPr>
        <w:t xml:space="preserve"> </w:t>
      </w:r>
      <w:r>
        <w:t>– проект</w:t>
      </w:r>
      <w:r>
        <w:rPr>
          <w:spacing w:val="1"/>
        </w:rPr>
        <w:t xml:space="preserve"> </w:t>
      </w:r>
      <w:r>
        <w:t>поддержки</w:t>
      </w:r>
      <w:r>
        <w:rPr>
          <w:spacing w:val="-1"/>
        </w:rPr>
        <w:t xml:space="preserve"> </w:t>
      </w:r>
      <w:r>
        <w:t>ШНОР).</w:t>
      </w:r>
    </w:p>
    <w:p w:rsidR="006650AD" w:rsidRDefault="006650AD">
      <w:pPr>
        <w:pStyle w:val="BodyText"/>
        <w:spacing w:before="1"/>
        <w:ind w:right="407" w:firstLine="707"/>
      </w:pPr>
      <w:r>
        <w:t>Стратегические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определены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нормативных</w:t>
      </w:r>
      <w:r>
        <w:rPr>
          <w:spacing w:val="-1"/>
        </w:rPr>
        <w:t xml:space="preserve"> </w:t>
      </w:r>
      <w:r>
        <w:t>правовых</w:t>
      </w:r>
      <w:r>
        <w:rPr>
          <w:spacing w:val="-3"/>
        </w:rPr>
        <w:t xml:space="preserve"> </w:t>
      </w:r>
      <w:r>
        <w:t>актов</w:t>
      </w:r>
      <w:r>
        <w:rPr>
          <w:spacing w:val="-2"/>
        </w:rPr>
        <w:t xml:space="preserve"> </w:t>
      </w:r>
      <w:r>
        <w:t>федерального,</w:t>
      </w:r>
      <w:r>
        <w:rPr>
          <w:spacing w:val="-3"/>
        </w:rPr>
        <w:t xml:space="preserve"> </w:t>
      </w:r>
      <w:r>
        <w:t>регионального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уровня:</w:t>
      </w:r>
    </w:p>
    <w:p w:rsidR="006650AD" w:rsidRDefault="006650AD">
      <w:pPr>
        <w:pStyle w:val="BodyText"/>
        <w:ind w:right="405" w:firstLine="703"/>
      </w:pPr>
      <w:r>
        <w:t>Указ</w:t>
      </w:r>
      <w:r>
        <w:rPr>
          <w:spacing w:val="1"/>
        </w:rPr>
        <w:t xml:space="preserve"> </w:t>
      </w:r>
      <w:r>
        <w:t>Президента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07.05.2018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204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национальных целях и стратегических задачах развития Российской Федерации на период</w:t>
      </w:r>
      <w:r>
        <w:rPr>
          <w:spacing w:val="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2024 года»;</w:t>
      </w:r>
    </w:p>
    <w:p w:rsidR="006650AD" w:rsidRDefault="006650AD">
      <w:pPr>
        <w:pStyle w:val="BodyText"/>
        <w:ind w:right="412" w:firstLine="703"/>
      </w:pPr>
      <w:r>
        <w:t>Национальный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«Образование»,</w:t>
      </w:r>
      <w:r>
        <w:rPr>
          <w:spacing w:val="1"/>
        </w:rPr>
        <w:t xml:space="preserve"> </w:t>
      </w:r>
      <w:r>
        <w:t>утвержденный</w:t>
      </w:r>
      <w:r>
        <w:rPr>
          <w:spacing w:val="1"/>
        </w:rPr>
        <w:t xml:space="preserve"> </w:t>
      </w:r>
      <w:r>
        <w:t>президиумом</w:t>
      </w:r>
      <w:r>
        <w:rPr>
          <w:spacing w:val="1"/>
        </w:rPr>
        <w:t xml:space="preserve"> </w:t>
      </w:r>
      <w:r>
        <w:t>Совета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Президенте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стратегическому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национальным</w:t>
      </w:r>
      <w:r>
        <w:rPr>
          <w:spacing w:val="1"/>
        </w:rPr>
        <w:t xml:space="preserve"> </w:t>
      </w:r>
      <w:r>
        <w:t>проектам,</w:t>
      </w:r>
      <w:r>
        <w:rPr>
          <w:spacing w:val="-1"/>
        </w:rPr>
        <w:t xml:space="preserve"> </w:t>
      </w:r>
      <w:r>
        <w:t>протокол от</w:t>
      </w:r>
      <w:r>
        <w:rPr>
          <w:spacing w:val="-2"/>
        </w:rPr>
        <w:t xml:space="preserve"> </w:t>
      </w:r>
      <w:r>
        <w:t>03.09.2018 года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10;</w:t>
      </w:r>
    </w:p>
    <w:p w:rsidR="006650AD" w:rsidRDefault="006650AD">
      <w:pPr>
        <w:pStyle w:val="BodyText"/>
        <w:ind w:left="1245"/>
      </w:pPr>
      <w:r>
        <w:t>постановление</w:t>
      </w:r>
      <w:r>
        <w:rPr>
          <w:spacing w:val="39"/>
        </w:rPr>
        <w:t xml:space="preserve"> </w:t>
      </w:r>
      <w:r>
        <w:t>Правительства</w:t>
      </w:r>
      <w:r>
        <w:rPr>
          <w:spacing w:val="39"/>
        </w:rPr>
        <w:t xml:space="preserve"> </w:t>
      </w:r>
      <w:r>
        <w:t>Российской</w:t>
      </w:r>
      <w:r>
        <w:rPr>
          <w:spacing w:val="41"/>
        </w:rPr>
        <w:t xml:space="preserve"> </w:t>
      </w:r>
      <w:r>
        <w:t>Федерации</w:t>
      </w:r>
      <w:r>
        <w:rPr>
          <w:spacing w:val="40"/>
        </w:rPr>
        <w:t xml:space="preserve"> </w:t>
      </w:r>
      <w:r>
        <w:t>от</w:t>
      </w:r>
      <w:r>
        <w:rPr>
          <w:spacing w:val="41"/>
        </w:rPr>
        <w:t xml:space="preserve"> </w:t>
      </w:r>
      <w:r>
        <w:t>26.12.2017</w:t>
      </w:r>
      <w:r>
        <w:rPr>
          <w:spacing w:val="40"/>
        </w:rPr>
        <w:t xml:space="preserve"> </w:t>
      </w:r>
      <w:r>
        <w:t>года</w:t>
      </w:r>
      <w:r>
        <w:rPr>
          <w:spacing w:val="40"/>
        </w:rPr>
        <w:t xml:space="preserve"> </w:t>
      </w:r>
      <w:r>
        <w:t>№</w:t>
      </w:r>
      <w:r>
        <w:rPr>
          <w:spacing w:val="38"/>
        </w:rPr>
        <w:t xml:space="preserve"> </w:t>
      </w:r>
      <w:r>
        <w:t>1642</w:t>
      </w:r>
    </w:p>
    <w:p w:rsidR="006650AD" w:rsidRDefault="006650AD">
      <w:pPr>
        <w:pStyle w:val="BodyText"/>
        <w:ind w:right="406"/>
      </w:pP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образования»;</w:t>
      </w:r>
    </w:p>
    <w:p w:rsidR="006650AD" w:rsidRDefault="006650AD">
      <w:pPr>
        <w:pStyle w:val="BodyText"/>
        <w:ind w:left="1245"/>
      </w:pPr>
      <w:r>
        <w:t>распоряжение</w:t>
      </w:r>
      <w:r>
        <w:rPr>
          <w:spacing w:val="23"/>
        </w:rPr>
        <w:t xml:space="preserve"> </w:t>
      </w:r>
      <w:r>
        <w:t>Правительства</w:t>
      </w:r>
      <w:r>
        <w:rPr>
          <w:spacing w:val="80"/>
        </w:rPr>
        <w:t xml:space="preserve"> </w:t>
      </w:r>
      <w:r>
        <w:t>Российской</w:t>
      </w:r>
      <w:r>
        <w:rPr>
          <w:spacing w:val="81"/>
        </w:rPr>
        <w:t xml:space="preserve"> </w:t>
      </w:r>
      <w:r>
        <w:t>Федерации</w:t>
      </w:r>
      <w:r>
        <w:rPr>
          <w:spacing w:val="84"/>
        </w:rPr>
        <w:t xml:space="preserve"> </w:t>
      </w:r>
      <w:r>
        <w:t>от</w:t>
      </w:r>
      <w:r>
        <w:rPr>
          <w:spacing w:val="81"/>
        </w:rPr>
        <w:t xml:space="preserve"> </w:t>
      </w:r>
      <w:r>
        <w:t>31</w:t>
      </w:r>
      <w:r>
        <w:rPr>
          <w:spacing w:val="83"/>
        </w:rPr>
        <w:t xml:space="preserve"> </w:t>
      </w:r>
      <w:r>
        <w:t>декабря</w:t>
      </w:r>
      <w:r>
        <w:rPr>
          <w:spacing w:val="83"/>
        </w:rPr>
        <w:t xml:space="preserve"> </w:t>
      </w:r>
      <w:r>
        <w:t>2019</w:t>
      </w:r>
      <w:r>
        <w:rPr>
          <w:spacing w:val="82"/>
        </w:rPr>
        <w:t xml:space="preserve"> </w:t>
      </w:r>
      <w:r>
        <w:t>года</w:t>
      </w:r>
    </w:p>
    <w:p w:rsidR="006650AD" w:rsidRDefault="006650AD">
      <w:pPr>
        <w:pStyle w:val="BodyText"/>
        <w:spacing w:before="1"/>
        <w:ind w:right="410"/>
      </w:pPr>
      <w:r>
        <w:t>№</w:t>
      </w:r>
      <w:r>
        <w:rPr>
          <w:spacing w:val="1"/>
        </w:rPr>
        <w:t xml:space="preserve"> </w:t>
      </w:r>
      <w:r>
        <w:t>3273-р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роста педагогических</w:t>
      </w:r>
      <w:r>
        <w:rPr>
          <w:spacing w:val="1"/>
        </w:rPr>
        <w:t xml:space="preserve"> </w:t>
      </w:r>
      <w:r>
        <w:t>работников Российской Федерации,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национальную</w:t>
      </w:r>
      <w:r>
        <w:rPr>
          <w:spacing w:val="-1"/>
        </w:rPr>
        <w:t xml:space="preserve"> </w:t>
      </w:r>
      <w:r>
        <w:t>систему</w:t>
      </w:r>
      <w:r>
        <w:rPr>
          <w:spacing w:val="-3"/>
        </w:rPr>
        <w:t xml:space="preserve"> </w:t>
      </w:r>
      <w:r>
        <w:t>учительского роста»;</w:t>
      </w:r>
    </w:p>
    <w:p w:rsidR="006650AD" w:rsidRDefault="006650AD">
      <w:pPr>
        <w:pStyle w:val="BodyText"/>
        <w:ind w:left="1245"/>
      </w:pPr>
      <w:r>
        <w:t xml:space="preserve">постановление  </w:t>
      </w:r>
      <w:r>
        <w:rPr>
          <w:spacing w:val="43"/>
        </w:rPr>
        <w:t xml:space="preserve"> </w:t>
      </w:r>
      <w:r>
        <w:t xml:space="preserve">Правительства   </w:t>
      </w:r>
      <w:r>
        <w:rPr>
          <w:spacing w:val="42"/>
        </w:rPr>
        <w:t xml:space="preserve"> </w:t>
      </w:r>
      <w:r>
        <w:t xml:space="preserve">Вологодской   </w:t>
      </w:r>
      <w:r>
        <w:rPr>
          <w:spacing w:val="45"/>
        </w:rPr>
        <w:t xml:space="preserve"> </w:t>
      </w:r>
      <w:r>
        <w:t xml:space="preserve">области   </w:t>
      </w:r>
      <w:r>
        <w:rPr>
          <w:spacing w:val="44"/>
        </w:rPr>
        <w:t xml:space="preserve"> </w:t>
      </w:r>
      <w:r>
        <w:t xml:space="preserve">от   </w:t>
      </w:r>
      <w:r>
        <w:rPr>
          <w:spacing w:val="45"/>
        </w:rPr>
        <w:t xml:space="preserve"> </w:t>
      </w:r>
      <w:r>
        <w:t xml:space="preserve">22.10.2012   </w:t>
      </w:r>
      <w:r>
        <w:rPr>
          <w:spacing w:val="44"/>
        </w:rPr>
        <w:t xml:space="preserve"> </w:t>
      </w:r>
      <w:r>
        <w:t>года</w:t>
      </w:r>
    </w:p>
    <w:p w:rsidR="006650AD" w:rsidRDefault="006650AD">
      <w:pPr>
        <w:pStyle w:val="BodyText"/>
        <w:ind w:right="405"/>
      </w:pPr>
      <w:r>
        <w:t>№</w:t>
      </w:r>
      <w:r>
        <w:rPr>
          <w:spacing w:val="1"/>
        </w:rPr>
        <w:t xml:space="preserve"> </w:t>
      </w:r>
      <w:r>
        <w:t>1243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Вологодской области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2013-2020 годы»;</w:t>
      </w:r>
    </w:p>
    <w:p w:rsidR="006650AD" w:rsidRDefault="006650AD">
      <w:pPr>
        <w:pStyle w:val="BodyText"/>
        <w:ind w:left="1245"/>
      </w:pPr>
      <w:r>
        <w:t xml:space="preserve">постановление  </w:t>
      </w:r>
      <w:r>
        <w:rPr>
          <w:spacing w:val="43"/>
        </w:rPr>
        <w:t xml:space="preserve"> </w:t>
      </w:r>
      <w:r>
        <w:t xml:space="preserve">Правительства   </w:t>
      </w:r>
      <w:r>
        <w:rPr>
          <w:spacing w:val="42"/>
        </w:rPr>
        <w:t xml:space="preserve"> </w:t>
      </w:r>
      <w:r>
        <w:t xml:space="preserve">Вологодской   </w:t>
      </w:r>
      <w:r>
        <w:rPr>
          <w:spacing w:val="45"/>
        </w:rPr>
        <w:t xml:space="preserve"> </w:t>
      </w:r>
      <w:r>
        <w:t xml:space="preserve">области   </w:t>
      </w:r>
      <w:r>
        <w:rPr>
          <w:spacing w:val="44"/>
        </w:rPr>
        <w:t xml:space="preserve"> </w:t>
      </w:r>
      <w:r>
        <w:t xml:space="preserve">от   </w:t>
      </w:r>
      <w:r>
        <w:rPr>
          <w:spacing w:val="45"/>
        </w:rPr>
        <w:t xml:space="preserve"> </w:t>
      </w:r>
      <w:r>
        <w:t xml:space="preserve">28.01.2019   </w:t>
      </w:r>
      <w:r>
        <w:rPr>
          <w:spacing w:val="44"/>
        </w:rPr>
        <w:t xml:space="preserve"> </w:t>
      </w:r>
      <w:r>
        <w:t>года</w:t>
      </w:r>
    </w:p>
    <w:p w:rsidR="006650AD" w:rsidRDefault="006650AD">
      <w:pPr>
        <w:pStyle w:val="BodyText"/>
        <w:ind w:right="408"/>
      </w:pPr>
      <w:r>
        <w:t>№ 74 «Об утверждении Государственной программы «Развитие образования Вологодской</w:t>
      </w:r>
      <w:r>
        <w:rPr>
          <w:spacing w:val="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2021-2025 годы»;</w:t>
      </w:r>
    </w:p>
    <w:p w:rsidR="006650AD" w:rsidRDefault="006650AD">
      <w:pPr>
        <w:pStyle w:val="BodyText"/>
        <w:ind w:left="1245"/>
      </w:pPr>
      <w:r>
        <w:t>региональные</w:t>
      </w:r>
      <w:r>
        <w:rPr>
          <w:spacing w:val="1"/>
        </w:rPr>
        <w:t xml:space="preserve"> </w:t>
      </w:r>
      <w:r>
        <w:t>паспорта проектов</w:t>
      </w:r>
      <w:r>
        <w:rPr>
          <w:spacing w:val="5"/>
        </w:rPr>
        <w:t xml:space="preserve"> </w:t>
      </w:r>
      <w:r>
        <w:t>«Современная</w:t>
      </w:r>
      <w:r>
        <w:rPr>
          <w:spacing w:val="4"/>
        </w:rPr>
        <w:t xml:space="preserve"> </w:t>
      </w:r>
      <w:r>
        <w:t>школа»,</w:t>
      </w:r>
      <w:r>
        <w:rPr>
          <w:spacing w:val="7"/>
        </w:rPr>
        <w:t xml:space="preserve"> </w:t>
      </w:r>
      <w:r>
        <w:t>«Успех</w:t>
      </w:r>
      <w:r>
        <w:rPr>
          <w:spacing w:val="5"/>
        </w:rPr>
        <w:t xml:space="preserve"> </w:t>
      </w:r>
      <w:r>
        <w:t>каждого</w:t>
      </w:r>
      <w:r>
        <w:rPr>
          <w:spacing w:val="4"/>
        </w:rPr>
        <w:t xml:space="preserve"> </w:t>
      </w:r>
      <w:r>
        <w:t>ребёнка»,</w:t>
      </w:r>
    </w:p>
    <w:p w:rsidR="006650AD" w:rsidRDefault="006650AD" w:rsidP="00045BD2">
      <w:pPr>
        <w:pStyle w:val="BodyText"/>
        <w:ind w:left="1250" w:right="411" w:hanging="708"/>
      </w:pPr>
      <w:r>
        <w:t>«Молодые профессионалы», «Учитель будущего» национального проекта «Образование»;</w:t>
      </w:r>
      <w:r>
        <w:rPr>
          <w:spacing w:val="-57"/>
        </w:rPr>
        <w:t xml:space="preserve"> </w:t>
      </w:r>
    </w:p>
    <w:p w:rsidR="006650AD" w:rsidRDefault="006650AD">
      <w:pPr>
        <w:pStyle w:val="BodyText"/>
        <w:ind w:right="403" w:firstLine="703"/>
      </w:pPr>
      <w:r>
        <w:t>Программа</w:t>
      </w:r>
      <w:r>
        <w:rPr>
          <w:spacing w:val="1"/>
        </w:rPr>
        <w:t xml:space="preserve"> </w:t>
      </w:r>
      <w:r>
        <w:t>призвана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качественную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запросов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 отношений, консолидировать усилия всех заинтересованных субъектов</w:t>
      </w:r>
      <w:r>
        <w:rPr>
          <w:spacing w:val="1"/>
        </w:rPr>
        <w:t xml:space="preserve"> </w:t>
      </w:r>
      <w:r>
        <w:t>образовательного процесса и социального окружения Школы для достижения целевых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(показателей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муниципальным</w:t>
      </w:r>
      <w:r>
        <w:rPr>
          <w:spacing w:val="1"/>
        </w:rPr>
        <w:t xml:space="preserve"> </w:t>
      </w:r>
      <w:r>
        <w:t>заданием)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обучения</w:t>
      </w:r>
      <w:r>
        <w:rPr>
          <w:spacing w:val="3"/>
        </w:rPr>
        <w:t xml:space="preserve"> </w:t>
      </w:r>
      <w:r>
        <w:t>учащихся.</w:t>
      </w:r>
    </w:p>
    <w:p w:rsidR="006650AD" w:rsidRDefault="006650AD">
      <w:pPr>
        <w:pStyle w:val="BodyText"/>
        <w:spacing w:before="1"/>
        <w:ind w:right="402" w:firstLine="707"/>
      </w:pPr>
      <w:r>
        <w:t>В основу разработки и реализации Программы положен программно-проектный</w:t>
      </w:r>
      <w:r>
        <w:rPr>
          <w:spacing w:val="1"/>
        </w:rPr>
        <w:t xml:space="preserve"> </w:t>
      </w:r>
      <w:r>
        <w:t>метод, сочетающий управленческую целенаправленность деятельности администрации 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инициативы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(педагогических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30"/>
        </w:rPr>
        <w:t xml:space="preserve"> </w:t>
      </w:r>
      <w:r>
        <w:t>обучающихся</w:t>
      </w:r>
      <w:r>
        <w:rPr>
          <w:spacing w:val="3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их</w:t>
      </w:r>
      <w:r>
        <w:rPr>
          <w:spacing w:val="33"/>
        </w:rPr>
        <w:t xml:space="preserve"> </w:t>
      </w:r>
      <w:r>
        <w:t>родителей).</w:t>
      </w:r>
      <w:r>
        <w:rPr>
          <w:spacing w:val="32"/>
        </w:rPr>
        <w:t xml:space="preserve"> </w:t>
      </w:r>
      <w:r>
        <w:t>При</w:t>
      </w:r>
      <w:r>
        <w:rPr>
          <w:spacing w:val="32"/>
        </w:rPr>
        <w:t xml:space="preserve"> </w:t>
      </w:r>
      <w:r>
        <w:t>выборе</w:t>
      </w:r>
      <w:r>
        <w:rPr>
          <w:spacing w:val="32"/>
        </w:rPr>
        <w:t xml:space="preserve"> </w:t>
      </w:r>
      <w:r>
        <w:t>программно-проектного</w:t>
      </w:r>
      <w:r>
        <w:rPr>
          <w:spacing w:val="33"/>
        </w:rPr>
        <w:t xml:space="preserve"> </w:t>
      </w:r>
      <w:r>
        <w:t>метода</w:t>
      </w:r>
    </w:p>
    <w:p w:rsidR="006650AD" w:rsidRDefault="006650AD">
      <w:pPr>
        <w:sectPr w:rsidR="006650AD">
          <w:pgSz w:w="11910" w:h="16840"/>
          <w:pgMar w:top="1040" w:right="440" w:bottom="1200" w:left="1160" w:header="0" w:footer="976" w:gutter="0"/>
          <w:cols w:space="720"/>
        </w:sectPr>
      </w:pPr>
    </w:p>
    <w:p w:rsidR="006650AD" w:rsidRDefault="006650AD">
      <w:pPr>
        <w:pStyle w:val="BodyText"/>
        <w:spacing w:before="66"/>
        <w:ind w:right="415"/>
      </w:pPr>
      <w:r>
        <w:t>команда разработчиков нацелена на высокую результативность проектного управления, в</w:t>
      </w:r>
      <w:r>
        <w:rPr>
          <w:spacing w:val="1"/>
        </w:rPr>
        <w:t xml:space="preserve"> </w:t>
      </w:r>
      <w:r>
        <w:t>частности:</w:t>
      </w:r>
    </w:p>
    <w:p w:rsidR="006650AD" w:rsidRDefault="006650AD">
      <w:pPr>
        <w:pStyle w:val="ListParagraph"/>
        <w:numPr>
          <w:ilvl w:val="2"/>
          <w:numId w:val="31"/>
        </w:numPr>
        <w:tabs>
          <w:tab w:val="left" w:pos="1675"/>
        </w:tabs>
        <w:ind w:right="407" w:firstLine="707"/>
        <w:jc w:val="both"/>
        <w:rPr>
          <w:sz w:val="24"/>
        </w:rPr>
      </w:pPr>
      <w:r>
        <w:rPr>
          <w:sz w:val="24"/>
        </w:rPr>
        <w:t>Коллегиальный стиль 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включающий повышение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педагогов,</w:t>
      </w:r>
      <w:r>
        <w:rPr>
          <w:spacing w:val="1"/>
          <w:sz w:val="24"/>
        </w:rPr>
        <w:t xml:space="preserve"> </w:t>
      </w:r>
      <w:r>
        <w:rPr>
          <w:sz w:val="24"/>
        </w:rPr>
        <w:t>высокую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изменениям</w:t>
      </w:r>
      <w:r>
        <w:rPr>
          <w:spacing w:val="-2"/>
          <w:sz w:val="24"/>
        </w:rPr>
        <w:t xml:space="preserve"> </w:t>
      </w:r>
      <w:r>
        <w:rPr>
          <w:sz w:val="24"/>
        </w:rPr>
        <w:t>всего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педагогического коллектива.</w:t>
      </w:r>
    </w:p>
    <w:p w:rsidR="006650AD" w:rsidRDefault="006650AD">
      <w:pPr>
        <w:pStyle w:val="ListParagraph"/>
        <w:numPr>
          <w:ilvl w:val="2"/>
          <w:numId w:val="31"/>
        </w:numPr>
        <w:tabs>
          <w:tab w:val="left" w:pos="1675"/>
        </w:tabs>
        <w:spacing w:before="1"/>
        <w:ind w:right="405" w:firstLine="707"/>
        <w:jc w:val="both"/>
        <w:rPr>
          <w:sz w:val="24"/>
        </w:rPr>
      </w:pPr>
      <w:r>
        <w:rPr>
          <w:sz w:val="24"/>
        </w:rPr>
        <w:t>Стратегию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перехода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школы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желаемое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состояние,</w:t>
      </w:r>
      <w:r>
        <w:rPr>
          <w:spacing w:val="1"/>
          <w:sz w:val="24"/>
        </w:rPr>
        <w:t xml:space="preserve"> </w:t>
      </w:r>
      <w:r>
        <w:rPr>
          <w:sz w:val="24"/>
        </w:rPr>
        <w:t>нацеленное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качество,</w:t>
      </w:r>
      <w:r>
        <w:rPr>
          <w:spacing w:val="1"/>
          <w:sz w:val="24"/>
        </w:rPr>
        <w:t xml:space="preserve"> </w:t>
      </w:r>
      <w:r>
        <w:rPr>
          <w:sz w:val="24"/>
        </w:rPr>
        <w:t>интеграцию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61"/>
          <w:sz w:val="24"/>
        </w:rPr>
        <w:t xml:space="preserve"> </w:t>
      </w:r>
      <w:r>
        <w:rPr>
          <w:sz w:val="24"/>
        </w:rPr>
        <w:t>дисциплин,</w:t>
      </w:r>
      <w:r>
        <w:rPr>
          <w:spacing w:val="1"/>
          <w:sz w:val="24"/>
        </w:rPr>
        <w:t xml:space="preserve"> </w:t>
      </w:r>
      <w:r>
        <w:rPr>
          <w:sz w:val="24"/>
        </w:rPr>
        <w:t>урочной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внеурочной деятельности.</w:t>
      </w:r>
    </w:p>
    <w:p w:rsidR="006650AD" w:rsidRDefault="006650AD">
      <w:pPr>
        <w:pStyle w:val="ListParagraph"/>
        <w:numPr>
          <w:ilvl w:val="2"/>
          <w:numId w:val="31"/>
        </w:numPr>
        <w:tabs>
          <w:tab w:val="left" w:pos="1675"/>
        </w:tabs>
        <w:ind w:right="413" w:firstLine="707"/>
        <w:jc w:val="both"/>
        <w:rPr>
          <w:sz w:val="24"/>
        </w:rPr>
      </w:pPr>
      <w:r>
        <w:rPr>
          <w:sz w:val="24"/>
        </w:rPr>
        <w:t>Разработанность модели проекта и механизмов ее реализации, учитывающие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организационной структуре</w:t>
      </w:r>
      <w:r>
        <w:rPr>
          <w:spacing w:val="-2"/>
          <w:sz w:val="24"/>
        </w:rPr>
        <w:t xml:space="preserve"> </w:t>
      </w:r>
      <w:r>
        <w:rPr>
          <w:sz w:val="24"/>
        </w:rPr>
        <w:t>и содержании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:rsidR="006650AD" w:rsidRDefault="006650AD">
      <w:pPr>
        <w:pStyle w:val="ListParagraph"/>
        <w:numPr>
          <w:ilvl w:val="2"/>
          <w:numId w:val="31"/>
        </w:numPr>
        <w:tabs>
          <w:tab w:val="left" w:pos="1675"/>
        </w:tabs>
        <w:ind w:right="403" w:firstLine="707"/>
        <w:jc w:val="both"/>
        <w:rPr>
          <w:sz w:val="24"/>
        </w:rPr>
      </w:pPr>
      <w:r>
        <w:rPr>
          <w:sz w:val="24"/>
        </w:rPr>
        <w:t>Самоактуализацию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высоких</w:t>
      </w:r>
      <w:r>
        <w:rPr>
          <w:spacing w:val="2"/>
          <w:sz w:val="24"/>
        </w:rPr>
        <w:t xml:space="preserve"> </w:t>
      </w:r>
      <w:r>
        <w:rPr>
          <w:sz w:val="24"/>
        </w:rPr>
        <w:t>результатов.</w:t>
      </w:r>
    </w:p>
    <w:p w:rsidR="006650AD" w:rsidRDefault="006650AD">
      <w:pPr>
        <w:pStyle w:val="ListParagraph"/>
        <w:numPr>
          <w:ilvl w:val="2"/>
          <w:numId w:val="31"/>
        </w:numPr>
        <w:tabs>
          <w:tab w:val="left" w:pos="1675"/>
        </w:tabs>
        <w:ind w:right="404" w:firstLine="707"/>
        <w:jc w:val="both"/>
        <w:rPr>
          <w:sz w:val="24"/>
        </w:rPr>
      </w:pPr>
      <w:r>
        <w:rPr>
          <w:sz w:val="24"/>
        </w:rPr>
        <w:t>Реализацию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школы,</w:t>
      </w:r>
      <w:r>
        <w:rPr>
          <w:spacing w:val="1"/>
          <w:sz w:val="24"/>
        </w:rPr>
        <w:t xml:space="preserve"> </w:t>
      </w:r>
      <w:r>
        <w:rPr>
          <w:sz w:val="24"/>
        </w:rPr>
        <w:t>нацеленного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созидательный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характер.</w:t>
      </w:r>
    </w:p>
    <w:p w:rsidR="006650AD" w:rsidRDefault="006650AD">
      <w:pPr>
        <w:pStyle w:val="BodyText"/>
        <w:ind w:right="402" w:firstLine="707"/>
      </w:pPr>
      <w:r>
        <w:t>Сформированные Подпрограммы представляют комплекс взаимосвязанных задач и</w:t>
      </w:r>
      <w:r>
        <w:rPr>
          <w:spacing w:val="-57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нацеленных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3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показателями</w:t>
      </w:r>
      <w:r>
        <w:rPr>
          <w:spacing w:val="13"/>
        </w:rPr>
        <w:t xml:space="preserve"> </w:t>
      </w:r>
      <w:r>
        <w:t>эффективности</w:t>
      </w:r>
      <w:r>
        <w:rPr>
          <w:spacing w:val="10"/>
        </w:rPr>
        <w:t xml:space="preserve"> </w:t>
      </w:r>
      <w:r>
        <w:t>работы</w:t>
      </w:r>
      <w:r>
        <w:rPr>
          <w:spacing w:val="12"/>
        </w:rPr>
        <w:t xml:space="preserve"> </w:t>
      </w:r>
      <w:r>
        <w:t>Школы.</w:t>
      </w:r>
      <w:r>
        <w:rPr>
          <w:spacing w:val="14"/>
        </w:rPr>
        <w:t xml:space="preserve"> </w:t>
      </w:r>
      <w:r>
        <w:t>Результатом</w:t>
      </w:r>
      <w:r>
        <w:rPr>
          <w:spacing w:val="12"/>
        </w:rPr>
        <w:t xml:space="preserve"> </w:t>
      </w:r>
      <w:r>
        <w:t>работы</w:t>
      </w:r>
      <w:r>
        <w:rPr>
          <w:spacing w:val="12"/>
        </w:rPr>
        <w:t xml:space="preserve"> </w:t>
      </w:r>
      <w:r>
        <w:t>Школы</w:t>
      </w:r>
      <w:r>
        <w:rPr>
          <w:spacing w:val="-57"/>
        </w:rPr>
        <w:t xml:space="preserve"> </w:t>
      </w:r>
      <w:r>
        <w:t>в рамках Подпрограмм является обеспечение стабильных образовательных результатов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эффективный</w:t>
      </w:r>
      <w:r>
        <w:rPr>
          <w:spacing w:val="1"/>
        </w:rPr>
        <w:t xml:space="preserve"> </w:t>
      </w:r>
      <w:r>
        <w:t>режим</w:t>
      </w:r>
      <w:r>
        <w:rPr>
          <w:spacing w:val="-57"/>
        </w:rPr>
        <w:t xml:space="preserve"> </w:t>
      </w:r>
      <w:r>
        <w:t>функционирования</w:t>
      </w:r>
      <w:r>
        <w:rPr>
          <w:spacing w:val="-1"/>
        </w:rPr>
        <w:t xml:space="preserve"> </w:t>
      </w:r>
      <w:r>
        <w:t>и развития.</w:t>
      </w:r>
    </w:p>
    <w:p w:rsidR="006650AD" w:rsidRDefault="006650AD">
      <w:pPr>
        <w:pStyle w:val="BodyText"/>
        <w:spacing w:before="1"/>
        <w:ind w:right="402" w:firstLine="707"/>
      </w:pPr>
      <w:r>
        <w:t>Программа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четыре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(аналитический,</w:t>
      </w:r>
      <w:r>
        <w:rPr>
          <w:spacing w:val="1"/>
        </w:rPr>
        <w:t xml:space="preserve"> </w:t>
      </w:r>
      <w:r>
        <w:t>концептуальный,</w:t>
      </w:r>
      <w:r>
        <w:rPr>
          <w:spacing w:val="1"/>
        </w:rPr>
        <w:t xml:space="preserve"> </w:t>
      </w:r>
      <w:r>
        <w:t>содержательный,</w:t>
      </w:r>
      <w:r>
        <w:rPr>
          <w:spacing w:val="1"/>
        </w:rPr>
        <w:t xml:space="preserve"> </w:t>
      </w:r>
      <w:r>
        <w:t>оценочный).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дефицитов развития Школы, в том числе рисковый профиль и сильные стороны. Второй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концепцию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третий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механизмы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четвертом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показатели,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оценивается прогресс в достижении цели, способ сбора данных для расчета выбранных</w:t>
      </w:r>
      <w:r>
        <w:rPr>
          <w:spacing w:val="1"/>
        </w:rPr>
        <w:t xml:space="preserve"> </w:t>
      </w:r>
      <w:r>
        <w:t>показателей.</w:t>
      </w:r>
    </w:p>
    <w:p w:rsidR="006650AD" w:rsidRDefault="006650AD">
      <w:pPr>
        <w:sectPr w:rsidR="006650AD">
          <w:pgSz w:w="11910" w:h="16840"/>
          <w:pgMar w:top="1040" w:right="440" w:bottom="1200" w:left="1160" w:header="0" w:footer="976" w:gutter="0"/>
          <w:cols w:space="720"/>
        </w:sectPr>
      </w:pPr>
    </w:p>
    <w:p w:rsidR="006650AD" w:rsidRDefault="006650AD">
      <w:pPr>
        <w:pStyle w:val="Heading1"/>
        <w:numPr>
          <w:ilvl w:val="3"/>
          <w:numId w:val="31"/>
        </w:numPr>
        <w:tabs>
          <w:tab w:val="left" w:pos="3925"/>
        </w:tabs>
        <w:ind w:hanging="361"/>
      </w:pPr>
      <w:bookmarkStart w:id="1" w:name="_TOC_250015"/>
      <w:r>
        <w:t>АНАЛИТИЧЕСКИЙ</w:t>
      </w:r>
      <w:r>
        <w:rPr>
          <w:spacing w:val="-7"/>
        </w:rPr>
        <w:t xml:space="preserve"> </w:t>
      </w:r>
      <w:bookmarkEnd w:id="1"/>
      <w:r>
        <w:t>РАЗДЕЛ</w:t>
      </w:r>
    </w:p>
    <w:p w:rsidR="006650AD" w:rsidRDefault="006650AD">
      <w:pPr>
        <w:pStyle w:val="BodyText"/>
        <w:ind w:left="0"/>
        <w:jc w:val="left"/>
        <w:rPr>
          <w:b/>
        </w:rPr>
      </w:pPr>
    </w:p>
    <w:p w:rsidR="006650AD" w:rsidRDefault="006650AD">
      <w:pPr>
        <w:pStyle w:val="Heading1"/>
        <w:spacing w:before="0"/>
        <w:ind w:left="901"/>
      </w:pPr>
      <w:bookmarkStart w:id="2" w:name="_TOC_250014"/>
      <w:r>
        <w:t>АНАЛИЗ</w:t>
      </w:r>
      <w:r>
        <w:rPr>
          <w:spacing w:val="-3"/>
        </w:rPr>
        <w:t xml:space="preserve"> </w:t>
      </w:r>
      <w:r>
        <w:t>ПОТЕНЦИАЛА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ДЕФИЦИТОВ</w:t>
      </w:r>
      <w:r>
        <w:rPr>
          <w:spacing w:val="-4"/>
        </w:rPr>
        <w:t xml:space="preserve"> </w:t>
      </w:r>
      <w:r>
        <w:t>ФУНКЦИОНИРОВАНИЯ</w:t>
      </w:r>
      <w:r>
        <w:rPr>
          <w:spacing w:val="-1"/>
        </w:rPr>
        <w:t xml:space="preserve"> </w:t>
      </w:r>
      <w:bookmarkEnd w:id="2"/>
      <w:r>
        <w:t>ШКОЛЫ</w:t>
      </w:r>
    </w:p>
    <w:p w:rsidR="006650AD" w:rsidRDefault="006650AD">
      <w:pPr>
        <w:pStyle w:val="BodyText"/>
        <w:ind w:left="0"/>
        <w:jc w:val="left"/>
        <w:rPr>
          <w:b/>
        </w:rPr>
      </w:pPr>
    </w:p>
    <w:p w:rsidR="006650AD" w:rsidRDefault="006650AD">
      <w:pPr>
        <w:pStyle w:val="Heading2"/>
        <w:numPr>
          <w:ilvl w:val="1"/>
          <w:numId w:val="25"/>
        </w:numPr>
        <w:tabs>
          <w:tab w:val="left" w:pos="1958"/>
        </w:tabs>
      </w:pPr>
      <w:bookmarkStart w:id="3" w:name="_TOC_250013"/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контингента</w:t>
      </w:r>
      <w:r>
        <w:rPr>
          <w:spacing w:val="-2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bookmarkEnd w:id="3"/>
      <w:r>
        <w:t>Школы</w:t>
      </w:r>
    </w:p>
    <w:p w:rsidR="006650AD" w:rsidRDefault="006650AD">
      <w:pPr>
        <w:pStyle w:val="BodyText"/>
        <w:spacing w:before="7"/>
        <w:ind w:left="0"/>
        <w:jc w:val="left"/>
        <w:rPr>
          <w:b/>
          <w:sz w:val="23"/>
        </w:rPr>
      </w:pPr>
    </w:p>
    <w:p w:rsidR="006650AD" w:rsidRDefault="006650AD">
      <w:pPr>
        <w:pStyle w:val="BodyText"/>
        <w:ind w:left="1250"/>
        <w:jc w:val="left"/>
      </w:pPr>
      <w:r>
        <w:t>Общее</w:t>
      </w:r>
      <w:r>
        <w:rPr>
          <w:spacing w:val="13"/>
        </w:rPr>
        <w:t xml:space="preserve"> </w:t>
      </w:r>
      <w:r>
        <w:t>количество</w:t>
      </w:r>
      <w:r>
        <w:rPr>
          <w:spacing w:val="15"/>
        </w:rPr>
        <w:t xml:space="preserve"> </w:t>
      </w:r>
      <w:r>
        <w:t>обучающихся</w:t>
      </w:r>
      <w:r>
        <w:rPr>
          <w:spacing w:val="14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1</w:t>
      </w:r>
      <w:r>
        <w:rPr>
          <w:spacing w:val="14"/>
        </w:rPr>
        <w:t xml:space="preserve"> </w:t>
      </w:r>
      <w:r>
        <w:t>сентября</w:t>
      </w:r>
      <w:r>
        <w:rPr>
          <w:spacing w:val="15"/>
        </w:rPr>
        <w:t xml:space="preserve"> </w:t>
      </w:r>
      <w:r>
        <w:t>2020</w:t>
      </w:r>
      <w:r>
        <w:rPr>
          <w:spacing w:val="14"/>
        </w:rPr>
        <w:t xml:space="preserve"> </w:t>
      </w:r>
      <w:r>
        <w:t>года</w:t>
      </w:r>
      <w:r>
        <w:rPr>
          <w:spacing w:val="21"/>
        </w:rPr>
        <w:t xml:space="preserve"> </w:t>
      </w:r>
      <w:r>
        <w:t>–</w:t>
      </w:r>
      <w:r>
        <w:rPr>
          <w:spacing w:val="14"/>
        </w:rPr>
        <w:t xml:space="preserve"> 42</w:t>
      </w:r>
      <w:r>
        <w:rPr>
          <w:spacing w:val="15"/>
        </w:rPr>
        <w:t xml:space="preserve"> </w:t>
      </w:r>
      <w:r>
        <w:t>человека</w:t>
      </w:r>
      <w:r>
        <w:rPr>
          <w:spacing w:val="15"/>
        </w:rPr>
        <w:t xml:space="preserve"> </w:t>
      </w:r>
      <w:r>
        <w:t>(рис.</w:t>
      </w:r>
      <w:r>
        <w:rPr>
          <w:spacing w:val="15"/>
        </w:rPr>
        <w:t xml:space="preserve"> </w:t>
      </w:r>
      <w:r>
        <w:t>1),</w:t>
      </w:r>
    </w:p>
    <w:p w:rsidR="006650AD" w:rsidRDefault="006650AD">
      <w:pPr>
        <w:pStyle w:val="BodyText"/>
        <w:jc w:val="left"/>
      </w:pPr>
      <w:r>
        <w:t>количество</w:t>
      </w:r>
      <w:r>
        <w:rPr>
          <w:spacing w:val="-3"/>
        </w:rPr>
        <w:t xml:space="preserve"> </w:t>
      </w:r>
      <w:r>
        <w:t>классов-комплектов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(рис.</w:t>
      </w:r>
      <w:r>
        <w:rPr>
          <w:spacing w:val="-1"/>
        </w:rPr>
        <w:t xml:space="preserve"> </w:t>
      </w:r>
      <w:r>
        <w:t>2).</w:t>
      </w:r>
    </w:p>
    <w:p w:rsidR="006650AD" w:rsidRDefault="006650AD">
      <w:pPr>
        <w:pStyle w:val="BodyText"/>
        <w:ind w:left="0"/>
        <w:jc w:val="left"/>
      </w:pPr>
    </w:p>
    <w:p w:rsidR="006650AD" w:rsidRDefault="006650AD">
      <w:pPr>
        <w:pStyle w:val="BodyText"/>
        <w:ind w:left="647" w:right="517"/>
        <w:jc w:val="center"/>
      </w:pPr>
      <w:r>
        <w:t>Динамика</w:t>
      </w:r>
      <w:r>
        <w:rPr>
          <w:spacing w:val="-3"/>
        </w:rPr>
        <w:t xml:space="preserve"> </w:t>
      </w:r>
      <w:r>
        <w:t>общей</w:t>
      </w:r>
      <w:r>
        <w:rPr>
          <w:spacing w:val="-1"/>
        </w:rPr>
        <w:t xml:space="preserve"> </w:t>
      </w:r>
      <w:r>
        <w:t>численности</w:t>
      </w:r>
      <w:r>
        <w:rPr>
          <w:spacing w:val="-2"/>
        </w:rPr>
        <w:t xml:space="preserve"> </w:t>
      </w:r>
      <w:r>
        <w:t>обучающихся за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лет</w:t>
      </w:r>
      <w:r>
        <w:rPr>
          <w:spacing w:val="-2"/>
        </w:rPr>
        <w:t xml:space="preserve"> </w:t>
      </w:r>
      <w:r>
        <w:t>(чел.)</w:t>
      </w:r>
    </w:p>
    <w:p w:rsidR="006650AD" w:rsidRDefault="006650AD">
      <w:pPr>
        <w:pStyle w:val="BodyText"/>
        <w:ind w:left="647" w:right="517"/>
        <w:jc w:val="center"/>
      </w:pPr>
    </w:p>
    <w:p w:rsidR="006650AD" w:rsidRDefault="006650AD">
      <w:pPr>
        <w:pStyle w:val="BodyText"/>
        <w:ind w:left="647" w:right="517"/>
        <w:jc w:val="center"/>
      </w:pPr>
      <w:r>
        <w:rPr>
          <w:noProof/>
          <w:lang w:eastAsia="ru-RU"/>
        </w:rPr>
        <w:pict>
          <v:shape id="Рисунок 2" o:spid="_x0000_i1026" type="#_x0000_t75" style="width:357.75pt;height:213pt;visibility:visible">
            <v:imagedata r:id="rId10" o:title=""/>
          </v:shape>
        </w:pict>
      </w:r>
    </w:p>
    <w:p w:rsidR="006650AD" w:rsidRDefault="006650AD">
      <w:pPr>
        <w:pStyle w:val="BodyText"/>
        <w:ind w:left="0"/>
        <w:jc w:val="left"/>
        <w:rPr>
          <w:sz w:val="22"/>
        </w:rPr>
      </w:pPr>
    </w:p>
    <w:p w:rsidR="006650AD" w:rsidRDefault="006650AD">
      <w:pPr>
        <w:pStyle w:val="BodyText"/>
        <w:spacing w:before="9"/>
        <w:ind w:left="647" w:right="513"/>
        <w:jc w:val="center"/>
      </w:pPr>
      <w:r>
        <w:t>Рис.</w:t>
      </w:r>
      <w:r>
        <w:rPr>
          <w:spacing w:val="-1"/>
        </w:rPr>
        <w:t xml:space="preserve"> </w:t>
      </w:r>
      <w:r>
        <w:t>1</w:t>
      </w:r>
    </w:p>
    <w:p w:rsidR="006650AD" w:rsidRDefault="006650AD">
      <w:pPr>
        <w:pStyle w:val="BodyText"/>
        <w:ind w:left="0"/>
        <w:jc w:val="left"/>
      </w:pPr>
    </w:p>
    <w:p w:rsidR="006650AD" w:rsidRDefault="006650AD">
      <w:pPr>
        <w:pStyle w:val="BodyText"/>
        <w:ind w:right="403" w:firstLine="707"/>
      </w:pPr>
      <w:r>
        <w:t>За</w:t>
      </w:r>
      <w:r>
        <w:rPr>
          <w:spacing w:val="1"/>
        </w:rPr>
        <w:t xml:space="preserve"> </w:t>
      </w:r>
      <w:r>
        <w:t>пять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численность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уменьшилась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23,1</w:t>
      </w:r>
      <w:r>
        <w:rPr>
          <w:spacing w:val="1"/>
        </w:rPr>
        <w:t xml:space="preserve"> </w:t>
      </w:r>
      <w:r>
        <w:t>%.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убытия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населенного пункта в связи со сменой местожительства, отсутствием рабочих мест и низкой рождаемостью.</w:t>
      </w:r>
      <w:r>
        <w:tab/>
      </w:r>
    </w:p>
    <w:p w:rsidR="006650AD" w:rsidRDefault="006650AD">
      <w:pPr>
        <w:pStyle w:val="BodyText"/>
        <w:spacing w:before="1"/>
        <w:ind w:left="0"/>
        <w:jc w:val="left"/>
      </w:pPr>
    </w:p>
    <w:p w:rsidR="006650AD" w:rsidRDefault="006650AD">
      <w:pPr>
        <w:pStyle w:val="BodyText"/>
        <w:ind w:left="647" w:right="514"/>
        <w:jc w:val="center"/>
      </w:pPr>
      <w:r>
        <w:t>Характеристика</w:t>
      </w:r>
      <w:r>
        <w:rPr>
          <w:spacing w:val="-4"/>
        </w:rPr>
        <w:t xml:space="preserve"> </w:t>
      </w:r>
      <w:r>
        <w:t>классов-комплектов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динамике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года</w:t>
      </w:r>
    </w:p>
    <w:p w:rsidR="006650AD" w:rsidRDefault="006650AD">
      <w:pPr>
        <w:pStyle w:val="BodyText"/>
        <w:ind w:left="647" w:right="514"/>
        <w:jc w:val="center"/>
      </w:pPr>
    </w:p>
    <w:p w:rsidR="006650AD" w:rsidRDefault="006650AD">
      <w:pPr>
        <w:pStyle w:val="BodyText"/>
        <w:ind w:left="647" w:right="514"/>
        <w:jc w:val="center"/>
      </w:pPr>
      <w:r w:rsidRPr="00CE5285">
        <w:rPr>
          <w:noProof/>
          <w:lang w:eastAsia="ru-RU"/>
        </w:rPr>
        <w:object w:dxaOrig="7124" w:dyaOrig="3668">
          <v:shape id="Диаграмма 4" o:spid="_x0000_i1027" type="#_x0000_t75" style="width:356.25pt;height:183.75pt;visibility:visible" o:ole="">
            <v:imagedata r:id="rId11" o:title="" cropbottom="-36f"/>
            <o:lock v:ext="edit" aspectratio="f"/>
          </v:shape>
          <o:OLEObject Type="Embed" ProgID="Excel.Chart.8" ShapeID="Диаграмма 4" DrawAspect="Content" ObjectID="_1701496376" r:id="rId12"/>
        </w:object>
      </w:r>
    </w:p>
    <w:p w:rsidR="006650AD" w:rsidRDefault="006650AD">
      <w:pPr>
        <w:pStyle w:val="BodyText"/>
        <w:spacing w:before="9"/>
        <w:ind w:left="0"/>
        <w:jc w:val="left"/>
        <w:rPr>
          <w:sz w:val="21"/>
        </w:rPr>
      </w:pPr>
    </w:p>
    <w:p w:rsidR="006650AD" w:rsidRDefault="006650AD">
      <w:pPr>
        <w:pStyle w:val="BodyText"/>
        <w:spacing w:before="7"/>
        <w:ind w:left="647" w:right="516"/>
        <w:jc w:val="center"/>
      </w:pPr>
      <w:r>
        <w:t>Рис.2</w:t>
      </w:r>
    </w:p>
    <w:p w:rsidR="006650AD" w:rsidRDefault="006650AD">
      <w:pPr>
        <w:pStyle w:val="BodyText"/>
        <w:ind w:left="0"/>
        <w:jc w:val="left"/>
      </w:pPr>
    </w:p>
    <w:p w:rsidR="006650AD" w:rsidRDefault="006650AD">
      <w:pPr>
        <w:pStyle w:val="BodyText"/>
        <w:ind w:right="403" w:firstLine="707"/>
      </w:pPr>
      <w:r>
        <w:t>За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года сохранилось количество классов-комплектов по АООП и</w:t>
      </w:r>
      <w:r>
        <w:rPr>
          <w:spacing w:val="1"/>
        </w:rPr>
        <w:t xml:space="preserve"> </w:t>
      </w:r>
      <w:r>
        <w:t>увеличилось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классов-комплектов НОП.</w:t>
      </w:r>
      <w:r>
        <w:rPr>
          <w:spacing w:val="1"/>
        </w:rPr>
        <w:t xml:space="preserve"> </w:t>
      </w:r>
    </w:p>
    <w:p w:rsidR="006650AD" w:rsidRDefault="006650AD">
      <w:pPr>
        <w:pStyle w:val="BodyText"/>
        <w:ind w:right="404" w:firstLine="707"/>
      </w:pPr>
      <w:r>
        <w:t>Увеличивается</w:t>
      </w:r>
      <w:r>
        <w:rPr>
          <w:spacing w:val="1"/>
        </w:rPr>
        <w:t xml:space="preserve"> </w:t>
      </w:r>
      <w:r>
        <w:t>доля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(рис.</w:t>
      </w:r>
      <w:r>
        <w:rPr>
          <w:spacing w:val="1"/>
        </w:rPr>
        <w:t xml:space="preserve"> </w:t>
      </w:r>
      <w:r>
        <w:t>3).</w:t>
      </w:r>
      <w:r>
        <w:rPr>
          <w:spacing w:val="1"/>
        </w:rPr>
        <w:t xml:space="preserve"> </w:t>
      </w:r>
    </w:p>
    <w:p w:rsidR="006650AD" w:rsidRDefault="006650AD" w:rsidP="00F55446">
      <w:pPr>
        <w:pStyle w:val="BodyText"/>
        <w:spacing w:before="66"/>
        <w:ind w:left="0" w:right="520"/>
      </w:pPr>
    </w:p>
    <w:p w:rsidR="006650AD" w:rsidRDefault="006650AD" w:rsidP="00F55446">
      <w:pPr>
        <w:pStyle w:val="BodyText"/>
        <w:spacing w:before="66"/>
        <w:ind w:left="0" w:right="520"/>
      </w:pPr>
    </w:p>
    <w:p w:rsidR="006650AD" w:rsidRDefault="006650AD" w:rsidP="00F55446">
      <w:pPr>
        <w:pStyle w:val="BodyText"/>
        <w:spacing w:before="66"/>
        <w:ind w:left="0" w:right="520"/>
        <w:jc w:val="center"/>
        <w:rPr>
          <w:spacing w:val="-5"/>
        </w:rPr>
      </w:pPr>
      <w:r>
        <w:t>Динамика</w:t>
      </w:r>
      <w:r>
        <w:rPr>
          <w:spacing w:val="-5"/>
        </w:rPr>
        <w:t xml:space="preserve"> </w:t>
      </w:r>
      <w:r>
        <w:t>доли</w:t>
      </w:r>
      <w:r>
        <w:rPr>
          <w:spacing w:val="-2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</w:p>
    <w:p w:rsidR="006650AD" w:rsidRDefault="006650AD" w:rsidP="00F55446">
      <w:pPr>
        <w:pStyle w:val="BodyText"/>
        <w:spacing w:before="66"/>
        <w:ind w:left="0" w:right="520"/>
        <w:jc w:val="center"/>
      </w:pP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t>здоровья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общей </w:t>
      </w:r>
      <w:r>
        <w:rPr>
          <w:spacing w:val="-57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обучающихся</w:t>
      </w:r>
    </w:p>
    <w:p w:rsidR="006650AD" w:rsidRDefault="006650AD"/>
    <w:p w:rsidR="006650AD" w:rsidRDefault="006650AD"/>
    <w:p w:rsidR="006650AD" w:rsidRDefault="006650AD">
      <w:r>
        <w:t xml:space="preserve">              </w:t>
      </w:r>
      <w:r w:rsidRPr="00CE5285">
        <w:rPr>
          <w:noProof/>
          <w:lang w:eastAsia="ru-RU"/>
        </w:rPr>
        <w:object w:dxaOrig="7229" w:dyaOrig="4330">
          <v:shape id="Диаграмма 6" o:spid="_x0000_i1028" type="#_x0000_t75" style="width:361.5pt;height:216.75pt;visibility:visible" o:ole="">
            <v:imagedata r:id="rId13" o:title=""/>
            <o:lock v:ext="edit" aspectratio="f"/>
          </v:shape>
          <o:OLEObject Type="Embed" ProgID="Excel.Chart.8" ShapeID="Диаграмма 6" DrawAspect="Content" ObjectID="_1701496377" r:id="rId14"/>
        </w:object>
      </w:r>
    </w:p>
    <w:p w:rsidR="006650AD" w:rsidRDefault="006650AD"/>
    <w:p w:rsidR="006650AD" w:rsidRDefault="006650AD" w:rsidP="00F55446">
      <w:r>
        <w:t xml:space="preserve">                                                                          Рис .3</w:t>
      </w:r>
    </w:p>
    <w:p w:rsidR="006650AD" w:rsidRDefault="006650AD" w:rsidP="00F55446"/>
    <w:p w:rsidR="006650AD" w:rsidRDefault="006650AD" w:rsidP="00F55446"/>
    <w:p w:rsidR="006650AD" w:rsidRDefault="006650AD" w:rsidP="00DC214F">
      <w:pPr>
        <w:ind w:firstLine="720"/>
        <w:rPr>
          <w:sz w:val="16"/>
        </w:rPr>
        <w:sectPr w:rsidR="006650AD">
          <w:pgSz w:w="11910" w:h="16840"/>
          <w:pgMar w:top="1040" w:right="440" w:bottom="1200" w:left="1160" w:header="0" w:footer="976" w:gutter="0"/>
          <w:cols w:space="720"/>
        </w:sectPr>
      </w:pPr>
      <w:r>
        <w:t xml:space="preserve">Сохраняется высокая доля детей с ограниченными возможностями здоровья.  </w:t>
      </w:r>
      <w:r w:rsidRPr="00711605">
        <w:t xml:space="preserve">Социальный статус обучающихся характеризуется ростом числа детей из многодетных, малообеспеченных, неполных семей, обучающихся, оставшихся без попечения родителей, в том числе воспитывающихся в семьях опекунов, попечителей, </w:t>
      </w:r>
      <w:r>
        <w:t>приемных родителей.</w:t>
      </w:r>
    </w:p>
    <w:p w:rsidR="006650AD" w:rsidRDefault="006650AD">
      <w:pPr>
        <w:pStyle w:val="BodyText"/>
        <w:spacing w:before="90"/>
        <w:ind w:left="744" w:right="196"/>
        <w:jc w:val="center"/>
      </w:pPr>
      <w:r>
        <w:t>Многодетные</w:t>
      </w:r>
      <w:r>
        <w:rPr>
          <w:spacing w:val="-4"/>
        </w:rPr>
        <w:t xml:space="preserve"> </w:t>
      </w:r>
      <w:r>
        <w:t>семьи</w:t>
      </w:r>
    </w:p>
    <w:p w:rsidR="006650AD" w:rsidRDefault="006650AD">
      <w:pPr>
        <w:pStyle w:val="BodyText"/>
        <w:ind w:left="954" w:right="404"/>
        <w:jc w:val="center"/>
      </w:pPr>
      <w:r>
        <w:t>(кол-во</w:t>
      </w:r>
      <w:r>
        <w:rPr>
          <w:spacing w:val="-4"/>
        </w:rPr>
        <w:t xml:space="preserve"> </w:t>
      </w:r>
      <w:r>
        <w:t>детей/доля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числа</w:t>
      </w:r>
      <w:r>
        <w:rPr>
          <w:spacing w:val="-57"/>
        </w:rPr>
        <w:t xml:space="preserve"> </w:t>
      </w:r>
      <w:r>
        <w:t>обучающихся)</w:t>
      </w:r>
    </w:p>
    <w:tbl>
      <w:tblPr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19"/>
        <w:gridCol w:w="1517"/>
        <w:gridCol w:w="1519"/>
      </w:tblGrid>
      <w:tr w:rsidR="006650AD" w:rsidTr="00B87C9F">
        <w:trPr>
          <w:trHeight w:val="554"/>
        </w:trPr>
        <w:tc>
          <w:tcPr>
            <w:tcW w:w="1519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359"/>
              <w:rPr>
                <w:sz w:val="24"/>
              </w:rPr>
            </w:pPr>
            <w:r w:rsidRPr="00B87C9F">
              <w:rPr>
                <w:sz w:val="24"/>
              </w:rPr>
              <w:t>2018-19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ind w:left="374"/>
              <w:rPr>
                <w:sz w:val="24"/>
              </w:rPr>
            </w:pPr>
            <w:r w:rsidRPr="00B87C9F">
              <w:rPr>
                <w:sz w:val="24"/>
              </w:rPr>
              <w:t xml:space="preserve">уч </w:t>
            </w:r>
            <w:r w:rsidRPr="00B87C9F">
              <w:rPr>
                <w:spacing w:val="2"/>
                <w:sz w:val="24"/>
              </w:rPr>
              <w:t xml:space="preserve"> </w:t>
            </w:r>
            <w:r w:rsidRPr="00B87C9F">
              <w:rPr>
                <w:sz w:val="24"/>
              </w:rPr>
              <w:t>.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год</w:t>
            </w:r>
          </w:p>
        </w:tc>
        <w:tc>
          <w:tcPr>
            <w:tcW w:w="1517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358"/>
              <w:rPr>
                <w:sz w:val="24"/>
              </w:rPr>
            </w:pPr>
            <w:r w:rsidRPr="00B87C9F">
              <w:rPr>
                <w:sz w:val="24"/>
              </w:rPr>
              <w:t>2019-20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ind w:left="406"/>
              <w:rPr>
                <w:sz w:val="24"/>
              </w:rPr>
            </w:pPr>
            <w:r w:rsidRPr="00B87C9F">
              <w:rPr>
                <w:sz w:val="24"/>
              </w:rPr>
              <w:t>уч.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год</w:t>
            </w:r>
          </w:p>
        </w:tc>
        <w:tc>
          <w:tcPr>
            <w:tcW w:w="1519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360"/>
              <w:rPr>
                <w:sz w:val="24"/>
              </w:rPr>
            </w:pPr>
            <w:r w:rsidRPr="00B87C9F">
              <w:rPr>
                <w:sz w:val="24"/>
              </w:rPr>
              <w:t>2020-21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ind w:left="408"/>
              <w:rPr>
                <w:sz w:val="24"/>
              </w:rPr>
            </w:pPr>
            <w:r w:rsidRPr="00B87C9F">
              <w:rPr>
                <w:sz w:val="24"/>
              </w:rPr>
              <w:t>уч.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год</w:t>
            </w:r>
          </w:p>
        </w:tc>
      </w:tr>
      <w:tr w:rsidR="006650AD" w:rsidTr="00B87C9F">
        <w:trPr>
          <w:trHeight w:val="275"/>
        </w:trPr>
        <w:tc>
          <w:tcPr>
            <w:tcW w:w="1519" w:type="dxa"/>
          </w:tcPr>
          <w:p w:rsidR="006650AD" w:rsidRPr="00B87C9F" w:rsidRDefault="006650AD" w:rsidP="00B87C9F">
            <w:pPr>
              <w:pStyle w:val="TableParagraph"/>
              <w:spacing w:line="256" w:lineRule="exact"/>
              <w:ind w:left="235"/>
              <w:rPr>
                <w:sz w:val="24"/>
              </w:rPr>
            </w:pPr>
            <w:r w:rsidRPr="00B87C9F">
              <w:rPr>
                <w:sz w:val="24"/>
              </w:rPr>
              <w:t>27/56%</w:t>
            </w:r>
          </w:p>
        </w:tc>
        <w:tc>
          <w:tcPr>
            <w:tcW w:w="1517" w:type="dxa"/>
          </w:tcPr>
          <w:p w:rsidR="006650AD" w:rsidRPr="00B87C9F" w:rsidRDefault="006650AD" w:rsidP="00B87C9F">
            <w:pPr>
              <w:pStyle w:val="TableParagraph"/>
              <w:spacing w:line="256" w:lineRule="exact"/>
              <w:ind w:left="233"/>
              <w:rPr>
                <w:sz w:val="24"/>
              </w:rPr>
            </w:pPr>
            <w:r w:rsidRPr="00B87C9F">
              <w:rPr>
                <w:sz w:val="24"/>
              </w:rPr>
              <w:t>23/50%</w:t>
            </w:r>
          </w:p>
        </w:tc>
        <w:tc>
          <w:tcPr>
            <w:tcW w:w="1519" w:type="dxa"/>
          </w:tcPr>
          <w:p w:rsidR="006650AD" w:rsidRPr="00B87C9F" w:rsidRDefault="006650AD" w:rsidP="00B87C9F">
            <w:pPr>
              <w:pStyle w:val="TableParagraph"/>
              <w:spacing w:line="256" w:lineRule="exact"/>
              <w:ind w:left="235"/>
              <w:rPr>
                <w:sz w:val="24"/>
              </w:rPr>
            </w:pPr>
            <w:r w:rsidRPr="00B87C9F">
              <w:rPr>
                <w:sz w:val="24"/>
              </w:rPr>
              <w:t>20/47%</w:t>
            </w:r>
          </w:p>
        </w:tc>
      </w:tr>
    </w:tbl>
    <w:p w:rsidR="006650AD" w:rsidRDefault="006650AD">
      <w:pPr>
        <w:pStyle w:val="BodyText"/>
        <w:ind w:left="0"/>
        <w:jc w:val="left"/>
      </w:pPr>
    </w:p>
    <w:p w:rsidR="006650AD" w:rsidRDefault="006650AD">
      <w:pPr>
        <w:pStyle w:val="BodyText"/>
        <w:ind w:left="954" w:right="408"/>
        <w:jc w:val="center"/>
      </w:pPr>
      <w:r>
        <w:t>Дети-сироты и дети, оставшиеся без</w:t>
      </w:r>
      <w:r>
        <w:rPr>
          <w:spacing w:val="-57"/>
        </w:rPr>
        <w:t xml:space="preserve"> </w:t>
      </w:r>
      <w:r>
        <w:t>попечения</w:t>
      </w:r>
      <w:r>
        <w:rPr>
          <w:spacing w:val="-1"/>
        </w:rPr>
        <w:t xml:space="preserve"> </w:t>
      </w:r>
      <w:r>
        <w:t>родителей</w:t>
      </w:r>
    </w:p>
    <w:p w:rsidR="006650AD" w:rsidRDefault="006650AD">
      <w:pPr>
        <w:pStyle w:val="BodyText"/>
        <w:ind w:left="746" w:right="196"/>
        <w:jc w:val="center"/>
      </w:pPr>
      <w:r>
        <w:t>(проживающие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орг./приемных</w:t>
      </w:r>
      <w:r>
        <w:rPr>
          <w:spacing w:val="-9"/>
        </w:rPr>
        <w:t xml:space="preserve"> </w:t>
      </w:r>
      <w:r>
        <w:t>семьях)</w:t>
      </w:r>
    </w:p>
    <w:p w:rsidR="006650AD" w:rsidRDefault="006650AD">
      <w:pPr>
        <w:pStyle w:val="BodyText"/>
        <w:spacing w:before="90"/>
        <w:ind w:left="641" w:right="865" w:firstLine="496"/>
        <w:jc w:val="left"/>
      </w:pPr>
      <w:r>
        <w:br w:type="column"/>
        <w:t>Малообеспеченные семьи</w:t>
      </w:r>
      <w:r>
        <w:rPr>
          <w:spacing w:val="1"/>
        </w:rPr>
        <w:t xml:space="preserve"> </w:t>
      </w:r>
      <w:r>
        <w:t>(кол-во</w:t>
      </w:r>
      <w:r>
        <w:rPr>
          <w:spacing w:val="-4"/>
        </w:rPr>
        <w:t xml:space="preserve"> </w:t>
      </w:r>
      <w:r>
        <w:t>детей/доля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числа</w:t>
      </w:r>
    </w:p>
    <w:p w:rsidR="006650AD" w:rsidRDefault="006650AD">
      <w:pPr>
        <w:pStyle w:val="BodyText"/>
        <w:ind w:left="1719"/>
        <w:jc w:val="left"/>
      </w:pPr>
      <w:r>
        <w:t>обучающихся)</w:t>
      </w:r>
    </w:p>
    <w:tbl>
      <w:tblPr>
        <w:tblW w:w="0" w:type="auto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20"/>
        <w:gridCol w:w="1517"/>
        <w:gridCol w:w="1520"/>
      </w:tblGrid>
      <w:tr w:rsidR="006650AD" w:rsidTr="00B87C9F">
        <w:trPr>
          <w:trHeight w:val="554"/>
        </w:trPr>
        <w:tc>
          <w:tcPr>
            <w:tcW w:w="1520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359"/>
              <w:rPr>
                <w:sz w:val="24"/>
              </w:rPr>
            </w:pPr>
            <w:r w:rsidRPr="00B87C9F">
              <w:rPr>
                <w:sz w:val="24"/>
              </w:rPr>
              <w:t>2018-19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ind w:left="407"/>
              <w:rPr>
                <w:sz w:val="24"/>
              </w:rPr>
            </w:pPr>
            <w:r w:rsidRPr="00B87C9F">
              <w:rPr>
                <w:sz w:val="24"/>
              </w:rPr>
              <w:t>уч.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год</w:t>
            </w:r>
          </w:p>
        </w:tc>
        <w:tc>
          <w:tcPr>
            <w:tcW w:w="1517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357"/>
              <w:rPr>
                <w:sz w:val="24"/>
              </w:rPr>
            </w:pPr>
            <w:r w:rsidRPr="00B87C9F">
              <w:rPr>
                <w:sz w:val="24"/>
              </w:rPr>
              <w:t>2019-20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ind w:left="405"/>
              <w:rPr>
                <w:sz w:val="24"/>
              </w:rPr>
            </w:pPr>
            <w:r w:rsidRPr="00B87C9F">
              <w:rPr>
                <w:sz w:val="24"/>
              </w:rPr>
              <w:t>уч.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год</w:t>
            </w:r>
          </w:p>
        </w:tc>
        <w:tc>
          <w:tcPr>
            <w:tcW w:w="1520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359"/>
              <w:rPr>
                <w:sz w:val="24"/>
              </w:rPr>
            </w:pPr>
            <w:r w:rsidRPr="00B87C9F">
              <w:rPr>
                <w:sz w:val="24"/>
              </w:rPr>
              <w:t>2020-21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ind w:left="407"/>
              <w:rPr>
                <w:sz w:val="24"/>
              </w:rPr>
            </w:pPr>
            <w:r w:rsidRPr="00B87C9F">
              <w:rPr>
                <w:sz w:val="24"/>
              </w:rPr>
              <w:t>уч.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год</w:t>
            </w:r>
          </w:p>
        </w:tc>
      </w:tr>
      <w:tr w:rsidR="006650AD" w:rsidTr="00B87C9F">
        <w:trPr>
          <w:trHeight w:val="275"/>
        </w:trPr>
        <w:tc>
          <w:tcPr>
            <w:tcW w:w="1520" w:type="dxa"/>
          </w:tcPr>
          <w:p w:rsidR="006650AD" w:rsidRPr="00B87C9F" w:rsidRDefault="006650AD" w:rsidP="00B87C9F">
            <w:pPr>
              <w:pStyle w:val="TableParagraph"/>
              <w:spacing w:line="256" w:lineRule="exact"/>
              <w:ind w:left="326"/>
              <w:rPr>
                <w:sz w:val="24"/>
              </w:rPr>
            </w:pPr>
            <w:r w:rsidRPr="00B87C9F">
              <w:rPr>
                <w:sz w:val="24"/>
              </w:rPr>
              <w:t>45/94%</w:t>
            </w:r>
          </w:p>
        </w:tc>
        <w:tc>
          <w:tcPr>
            <w:tcW w:w="1517" w:type="dxa"/>
          </w:tcPr>
          <w:p w:rsidR="006650AD" w:rsidRPr="00B87C9F" w:rsidRDefault="006650AD" w:rsidP="00B87C9F">
            <w:pPr>
              <w:pStyle w:val="TableParagraph"/>
              <w:spacing w:line="256" w:lineRule="exact"/>
              <w:ind w:left="323"/>
              <w:rPr>
                <w:sz w:val="24"/>
              </w:rPr>
            </w:pPr>
            <w:r w:rsidRPr="00B87C9F">
              <w:rPr>
                <w:sz w:val="24"/>
              </w:rPr>
              <w:t>43/93%</w:t>
            </w:r>
          </w:p>
        </w:tc>
        <w:tc>
          <w:tcPr>
            <w:tcW w:w="1520" w:type="dxa"/>
          </w:tcPr>
          <w:p w:rsidR="006650AD" w:rsidRPr="00B87C9F" w:rsidRDefault="006650AD" w:rsidP="00B87C9F">
            <w:pPr>
              <w:pStyle w:val="TableParagraph"/>
              <w:spacing w:line="256" w:lineRule="exact"/>
              <w:ind w:left="234"/>
              <w:rPr>
                <w:sz w:val="24"/>
              </w:rPr>
            </w:pPr>
            <w:r w:rsidRPr="00B87C9F">
              <w:rPr>
                <w:sz w:val="24"/>
              </w:rPr>
              <w:t>40/93%</w:t>
            </w:r>
          </w:p>
        </w:tc>
      </w:tr>
    </w:tbl>
    <w:p w:rsidR="006650AD" w:rsidRDefault="006650AD">
      <w:pPr>
        <w:pStyle w:val="BodyText"/>
        <w:ind w:left="0"/>
        <w:jc w:val="left"/>
      </w:pPr>
    </w:p>
    <w:p w:rsidR="006650AD" w:rsidRDefault="006650AD">
      <w:pPr>
        <w:pStyle w:val="BodyText"/>
        <w:ind w:left="641" w:right="864"/>
        <w:jc w:val="center"/>
      </w:pPr>
      <w:r>
        <w:t>Неполные</w:t>
      </w:r>
      <w:r>
        <w:rPr>
          <w:spacing w:val="-5"/>
        </w:rPr>
        <w:t xml:space="preserve"> </w:t>
      </w:r>
      <w:r>
        <w:t>семьи</w:t>
      </w:r>
    </w:p>
    <w:p w:rsidR="006650AD" w:rsidRDefault="006650AD">
      <w:pPr>
        <w:pStyle w:val="BodyText"/>
        <w:ind w:left="641" w:right="865"/>
        <w:jc w:val="center"/>
      </w:pPr>
      <w:r>
        <w:t>(кол-во детей/доля от общего числа</w:t>
      </w:r>
      <w:r>
        <w:rPr>
          <w:spacing w:val="-57"/>
        </w:rPr>
        <w:t xml:space="preserve"> </w:t>
      </w:r>
      <w:r>
        <w:t>обучающихся)</w:t>
      </w:r>
    </w:p>
    <w:p w:rsidR="006650AD" w:rsidRDefault="006650AD">
      <w:pPr>
        <w:jc w:val="center"/>
        <w:sectPr w:rsidR="006650AD">
          <w:type w:val="continuous"/>
          <w:pgSz w:w="11910" w:h="16840"/>
          <w:pgMar w:top="960" w:right="440" w:bottom="0" w:left="1160" w:header="0" w:footer="976" w:gutter="0"/>
          <w:cols w:num="2" w:space="720" w:equalWidth="0">
            <w:col w:w="5103" w:space="40"/>
            <w:col w:w="5167"/>
          </w:cols>
        </w:sectPr>
      </w:pPr>
    </w:p>
    <w:p w:rsidR="006650AD" w:rsidRDefault="006650AD">
      <w:pPr>
        <w:tabs>
          <w:tab w:val="left" w:pos="5328"/>
        </w:tabs>
        <w:ind w:left="542"/>
        <w:rPr>
          <w:sz w:val="20"/>
        </w:rPr>
      </w:pPr>
      <w:r>
        <w:rPr>
          <w:noProof/>
          <w:lang w:eastAsia="ru-RU"/>
        </w:rPr>
      </w:r>
      <w:r w:rsidRPr="0002544C"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10" o:spid="_x0000_s1027" type="#_x0000_t202" style="width:228.3pt;height:56.7pt;mso-position-horizontal-relative:char;mso-position-vertical-relative:lin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519"/>
                    <w:gridCol w:w="1517"/>
                    <w:gridCol w:w="1519"/>
                  </w:tblGrid>
                  <w:tr w:rsidR="006650AD" w:rsidTr="00B87C9F">
                    <w:trPr>
                      <w:trHeight w:val="552"/>
                    </w:trPr>
                    <w:tc>
                      <w:tcPr>
                        <w:tcW w:w="1519" w:type="dxa"/>
                      </w:tcPr>
                      <w:p w:rsidR="006650AD" w:rsidRPr="00B87C9F" w:rsidRDefault="006650AD" w:rsidP="00B87C9F">
                        <w:pPr>
                          <w:pStyle w:val="TableParagraph"/>
                          <w:spacing w:line="268" w:lineRule="exact"/>
                          <w:ind w:left="359"/>
                          <w:rPr>
                            <w:sz w:val="24"/>
                          </w:rPr>
                        </w:pPr>
                        <w:r w:rsidRPr="00B87C9F">
                          <w:rPr>
                            <w:sz w:val="24"/>
                          </w:rPr>
                          <w:t>2018-19</w:t>
                        </w:r>
                      </w:p>
                      <w:p w:rsidR="006650AD" w:rsidRPr="00B87C9F" w:rsidRDefault="006650AD" w:rsidP="00B87C9F">
                        <w:pPr>
                          <w:pStyle w:val="TableParagraph"/>
                          <w:spacing w:line="264" w:lineRule="exact"/>
                          <w:ind w:left="407"/>
                          <w:rPr>
                            <w:sz w:val="24"/>
                          </w:rPr>
                        </w:pPr>
                        <w:r w:rsidRPr="00B87C9F">
                          <w:rPr>
                            <w:sz w:val="24"/>
                          </w:rPr>
                          <w:t>уч.</w:t>
                        </w:r>
                        <w:r w:rsidRPr="00B87C9F"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 w:rsidRPr="00B87C9F">
                          <w:rPr>
                            <w:sz w:val="24"/>
                          </w:rPr>
                          <w:t>год</w:t>
                        </w:r>
                      </w:p>
                    </w:tc>
                    <w:tc>
                      <w:tcPr>
                        <w:tcW w:w="1517" w:type="dxa"/>
                      </w:tcPr>
                      <w:p w:rsidR="006650AD" w:rsidRPr="00B87C9F" w:rsidRDefault="006650AD" w:rsidP="00B87C9F">
                        <w:pPr>
                          <w:pStyle w:val="TableParagraph"/>
                          <w:spacing w:line="268" w:lineRule="exact"/>
                          <w:ind w:left="358"/>
                          <w:rPr>
                            <w:sz w:val="24"/>
                          </w:rPr>
                        </w:pPr>
                        <w:r w:rsidRPr="00B87C9F">
                          <w:rPr>
                            <w:sz w:val="24"/>
                          </w:rPr>
                          <w:t>2019-20</w:t>
                        </w:r>
                      </w:p>
                      <w:p w:rsidR="006650AD" w:rsidRPr="00B87C9F" w:rsidRDefault="006650AD" w:rsidP="00B87C9F">
                        <w:pPr>
                          <w:pStyle w:val="TableParagraph"/>
                          <w:spacing w:line="264" w:lineRule="exact"/>
                          <w:ind w:left="406"/>
                          <w:rPr>
                            <w:sz w:val="24"/>
                          </w:rPr>
                        </w:pPr>
                        <w:r w:rsidRPr="00B87C9F">
                          <w:rPr>
                            <w:sz w:val="24"/>
                          </w:rPr>
                          <w:t>уч.</w:t>
                        </w:r>
                        <w:r w:rsidRPr="00B87C9F"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 w:rsidRPr="00B87C9F">
                          <w:rPr>
                            <w:sz w:val="24"/>
                          </w:rPr>
                          <w:t>год</w:t>
                        </w:r>
                      </w:p>
                    </w:tc>
                    <w:tc>
                      <w:tcPr>
                        <w:tcW w:w="1519" w:type="dxa"/>
                      </w:tcPr>
                      <w:p w:rsidR="006650AD" w:rsidRPr="00B87C9F" w:rsidRDefault="006650AD" w:rsidP="00B87C9F">
                        <w:pPr>
                          <w:pStyle w:val="TableParagraph"/>
                          <w:spacing w:line="268" w:lineRule="exact"/>
                          <w:ind w:left="360"/>
                          <w:rPr>
                            <w:sz w:val="24"/>
                          </w:rPr>
                        </w:pPr>
                        <w:r w:rsidRPr="00B87C9F">
                          <w:rPr>
                            <w:sz w:val="24"/>
                          </w:rPr>
                          <w:t>2020-21</w:t>
                        </w:r>
                      </w:p>
                      <w:p w:rsidR="006650AD" w:rsidRPr="00B87C9F" w:rsidRDefault="006650AD" w:rsidP="00B87C9F">
                        <w:pPr>
                          <w:pStyle w:val="TableParagraph"/>
                          <w:spacing w:line="264" w:lineRule="exact"/>
                          <w:ind w:left="408"/>
                          <w:rPr>
                            <w:sz w:val="24"/>
                          </w:rPr>
                        </w:pPr>
                        <w:r w:rsidRPr="00B87C9F">
                          <w:rPr>
                            <w:sz w:val="24"/>
                          </w:rPr>
                          <w:t>уч.</w:t>
                        </w:r>
                        <w:r w:rsidRPr="00B87C9F"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 w:rsidRPr="00B87C9F">
                          <w:rPr>
                            <w:sz w:val="24"/>
                          </w:rPr>
                          <w:t>год</w:t>
                        </w:r>
                      </w:p>
                    </w:tc>
                  </w:tr>
                  <w:tr w:rsidR="006650AD" w:rsidTr="00B87C9F">
                    <w:trPr>
                      <w:trHeight w:val="272"/>
                    </w:trPr>
                    <w:tc>
                      <w:tcPr>
                        <w:tcW w:w="1519" w:type="dxa"/>
                        <w:tcBorders>
                          <w:bottom w:val="nil"/>
                        </w:tcBorders>
                      </w:tcPr>
                      <w:p w:rsidR="006650AD" w:rsidRPr="00B87C9F" w:rsidRDefault="006650AD" w:rsidP="00B87C9F">
                        <w:pPr>
                          <w:pStyle w:val="TableParagraph"/>
                          <w:spacing w:line="253" w:lineRule="exact"/>
                          <w:ind w:left="229" w:right="222"/>
                          <w:jc w:val="center"/>
                          <w:rPr>
                            <w:sz w:val="24"/>
                          </w:rPr>
                        </w:pPr>
                        <w:r w:rsidRPr="00B87C9F">
                          <w:rPr>
                            <w:sz w:val="24"/>
                          </w:rPr>
                          <w:t>1(2%)</w:t>
                        </w:r>
                      </w:p>
                    </w:tc>
                    <w:tc>
                      <w:tcPr>
                        <w:tcW w:w="1517" w:type="dxa"/>
                        <w:tcBorders>
                          <w:bottom w:val="nil"/>
                        </w:tcBorders>
                      </w:tcPr>
                      <w:p w:rsidR="006650AD" w:rsidRPr="00B87C9F" w:rsidRDefault="006650AD" w:rsidP="00B87C9F">
                        <w:pPr>
                          <w:pStyle w:val="TableParagraph"/>
                          <w:spacing w:line="253" w:lineRule="exact"/>
                          <w:ind w:left="226" w:right="222"/>
                          <w:jc w:val="center"/>
                          <w:rPr>
                            <w:sz w:val="24"/>
                          </w:rPr>
                        </w:pPr>
                        <w:r w:rsidRPr="00B87C9F">
                          <w:rPr>
                            <w:sz w:val="24"/>
                          </w:rPr>
                          <w:t>2(4%)</w:t>
                        </w:r>
                      </w:p>
                    </w:tc>
                    <w:tc>
                      <w:tcPr>
                        <w:tcW w:w="1519" w:type="dxa"/>
                        <w:tcBorders>
                          <w:bottom w:val="nil"/>
                        </w:tcBorders>
                      </w:tcPr>
                      <w:p w:rsidR="006650AD" w:rsidRPr="00B87C9F" w:rsidRDefault="006650AD" w:rsidP="00B87C9F">
                        <w:pPr>
                          <w:pStyle w:val="TableParagraph"/>
                          <w:spacing w:line="253" w:lineRule="exact"/>
                          <w:ind w:left="229" w:right="220"/>
                          <w:jc w:val="center"/>
                          <w:rPr>
                            <w:sz w:val="24"/>
                          </w:rPr>
                        </w:pPr>
                        <w:r w:rsidRPr="00B87C9F">
                          <w:rPr>
                            <w:sz w:val="24"/>
                          </w:rPr>
                          <w:t>2(4%)</w:t>
                        </w:r>
                      </w:p>
                    </w:tc>
                  </w:tr>
                  <w:tr w:rsidR="006650AD" w:rsidTr="00B87C9F">
                    <w:trPr>
                      <w:trHeight w:val="278"/>
                    </w:trPr>
                    <w:tc>
                      <w:tcPr>
                        <w:tcW w:w="1519" w:type="dxa"/>
                        <w:tcBorders>
                          <w:top w:val="nil"/>
                        </w:tcBorders>
                      </w:tcPr>
                      <w:p w:rsidR="006650AD" w:rsidRPr="00B87C9F" w:rsidRDefault="006650AD" w:rsidP="00B87C9F">
                        <w:pPr>
                          <w:pStyle w:val="TableParagraph"/>
                          <w:spacing w:line="259" w:lineRule="exact"/>
                          <w:ind w:left="229" w:right="221"/>
                          <w:jc w:val="center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17" w:type="dxa"/>
                        <w:tcBorders>
                          <w:top w:val="nil"/>
                        </w:tcBorders>
                      </w:tcPr>
                      <w:p w:rsidR="006650AD" w:rsidRPr="00B87C9F" w:rsidRDefault="006650AD" w:rsidP="00B87C9F">
                        <w:pPr>
                          <w:pStyle w:val="TableParagraph"/>
                          <w:spacing w:line="259" w:lineRule="exact"/>
                          <w:ind w:left="227" w:right="221"/>
                          <w:jc w:val="center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19" w:type="dxa"/>
                        <w:tcBorders>
                          <w:top w:val="nil"/>
                        </w:tcBorders>
                      </w:tcPr>
                      <w:p w:rsidR="006650AD" w:rsidRPr="00B87C9F" w:rsidRDefault="006650AD" w:rsidP="00B87C9F">
                        <w:pPr>
                          <w:pStyle w:val="TableParagraph"/>
                          <w:spacing w:line="259" w:lineRule="exact"/>
                          <w:ind w:left="229" w:right="220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6650AD" w:rsidRDefault="006650AD">
                  <w:pPr>
                    <w:pStyle w:val="BodyText"/>
                    <w:ind w:left="0"/>
                    <w:jc w:val="left"/>
                  </w:pPr>
                </w:p>
              </w:txbxContent>
            </v:textbox>
            <w10:anchorlock/>
          </v:shape>
        </w:pict>
      </w:r>
      <w:r>
        <w:rPr>
          <w:sz w:val="20"/>
        </w:rPr>
        <w:tab/>
      </w:r>
      <w:r>
        <w:rPr>
          <w:noProof/>
          <w:lang w:eastAsia="ru-RU"/>
        </w:rPr>
      </w:r>
      <w:r w:rsidRPr="00FE6F2F">
        <w:rPr>
          <w:position w:val="28"/>
          <w:sz w:val="20"/>
        </w:rPr>
        <w:pict>
          <v:shape id="docshape111" o:spid="_x0000_s1028" type="#_x0000_t202" style="width:228.3pt;height:42.9pt;mso-position-horizontal-relative:char;mso-position-vertical-relative:lin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520"/>
                    <w:gridCol w:w="1517"/>
                    <w:gridCol w:w="1520"/>
                  </w:tblGrid>
                  <w:tr w:rsidR="006650AD" w:rsidTr="00B87C9F">
                    <w:trPr>
                      <w:trHeight w:val="552"/>
                    </w:trPr>
                    <w:tc>
                      <w:tcPr>
                        <w:tcW w:w="1520" w:type="dxa"/>
                      </w:tcPr>
                      <w:p w:rsidR="006650AD" w:rsidRPr="00B87C9F" w:rsidRDefault="006650AD" w:rsidP="00B87C9F">
                        <w:pPr>
                          <w:pStyle w:val="TableParagraph"/>
                          <w:spacing w:line="268" w:lineRule="exact"/>
                          <w:ind w:left="359"/>
                          <w:rPr>
                            <w:sz w:val="24"/>
                          </w:rPr>
                        </w:pPr>
                        <w:r w:rsidRPr="00B87C9F">
                          <w:rPr>
                            <w:sz w:val="24"/>
                          </w:rPr>
                          <w:t>2018-19</w:t>
                        </w:r>
                      </w:p>
                      <w:p w:rsidR="006650AD" w:rsidRPr="00B87C9F" w:rsidRDefault="006650AD" w:rsidP="00B87C9F">
                        <w:pPr>
                          <w:pStyle w:val="TableParagraph"/>
                          <w:spacing w:line="264" w:lineRule="exact"/>
                          <w:ind w:left="407"/>
                          <w:rPr>
                            <w:sz w:val="24"/>
                          </w:rPr>
                        </w:pPr>
                        <w:r w:rsidRPr="00B87C9F">
                          <w:rPr>
                            <w:sz w:val="24"/>
                          </w:rPr>
                          <w:t>уч.</w:t>
                        </w:r>
                        <w:r w:rsidRPr="00B87C9F"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 w:rsidRPr="00B87C9F">
                          <w:rPr>
                            <w:sz w:val="24"/>
                          </w:rPr>
                          <w:t>год</w:t>
                        </w:r>
                      </w:p>
                    </w:tc>
                    <w:tc>
                      <w:tcPr>
                        <w:tcW w:w="1517" w:type="dxa"/>
                      </w:tcPr>
                      <w:p w:rsidR="006650AD" w:rsidRPr="00B87C9F" w:rsidRDefault="006650AD" w:rsidP="00B87C9F">
                        <w:pPr>
                          <w:pStyle w:val="TableParagraph"/>
                          <w:spacing w:line="268" w:lineRule="exact"/>
                          <w:ind w:left="357"/>
                          <w:rPr>
                            <w:sz w:val="24"/>
                          </w:rPr>
                        </w:pPr>
                        <w:r w:rsidRPr="00B87C9F">
                          <w:rPr>
                            <w:sz w:val="24"/>
                          </w:rPr>
                          <w:t>2019-20</w:t>
                        </w:r>
                      </w:p>
                      <w:p w:rsidR="006650AD" w:rsidRPr="00B87C9F" w:rsidRDefault="006650AD" w:rsidP="00B87C9F">
                        <w:pPr>
                          <w:pStyle w:val="TableParagraph"/>
                          <w:spacing w:line="264" w:lineRule="exact"/>
                          <w:ind w:left="405"/>
                          <w:rPr>
                            <w:sz w:val="24"/>
                          </w:rPr>
                        </w:pPr>
                        <w:r w:rsidRPr="00B87C9F">
                          <w:rPr>
                            <w:sz w:val="24"/>
                          </w:rPr>
                          <w:t>уч.</w:t>
                        </w:r>
                        <w:r w:rsidRPr="00B87C9F"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 w:rsidRPr="00B87C9F">
                          <w:rPr>
                            <w:sz w:val="24"/>
                          </w:rPr>
                          <w:t>год</w:t>
                        </w:r>
                      </w:p>
                    </w:tc>
                    <w:tc>
                      <w:tcPr>
                        <w:tcW w:w="1520" w:type="dxa"/>
                      </w:tcPr>
                      <w:p w:rsidR="006650AD" w:rsidRPr="00B87C9F" w:rsidRDefault="006650AD" w:rsidP="00B87C9F">
                        <w:pPr>
                          <w:pStyle w:val="TableParagraph"/>
                          <w:spacing w:line="268" w:lineRule="exact"/>
                          <w:ind w:left="359"/>
                          <w:rPr>
                            <w:sz w:val="24"/>
                          </w:rPr>
                        </w:pPr>
                        <w:r w:rsidRPr="00B87C9F">
                          <w:rPr>
                            <w:sz w:val="24"/>
                          </w:rPr>
                          <w:t>2020-21</w:t>
                        </w:r>
                      </w:p>
                      <w:p w:rsidR="006650AD" w:rsidRPr="00B87C9F" w:rsidRDefault="006650AD" w:rsidP="00B87C9F">
                        <w:pPr>
                          <w:pStyle w:val="TableParagraph"/>
                          <w:spacing w:line="264" w:lineRule="exact"/>
                          <w:ind w:left="407"/>
                          <w:rPr>
                            <w:sz w:val="24"/>
                          </w:rPr>
                        </w:pPr>
                        <w:r w:rsidRPr="00B87C9F">
                          <w:rPr>
                            <w:sz w:val="24"/>
                          </w:rPr>
                          <w:t>уч.</w:t>
                        </w:r>
                        <w:r w:rsidRPr="00B87C9F"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 w:rsidRPr="00B87C9F">
                          <w:rPr>
                            <w:sz w:val="24"/>
                          </w:rPr>
                          <w:t>год</w:t>
                        </w:r>
                      </w:p>
                    </w:tc>
                  </w:tr>
                  <w:tr w:rsidR="006650AD" w:rsidTr="00B87C9F">
                    <w:trPr>
                      <w:trHeight w:val="275"/>
                    </w:trPr>
                    <w:tc>
                      <w:tcPr>
                        <w:tcW w:w="1520" w:type="dxa"/>
                      </w:tcPr>
                      <w:p w:rsidR="006650AD" w:rsidRPr="00B87C9F" w:rsidRDefault="006650AD" w:rsidP="00B87C9F">
                        <w:pPr>
                          <w:pStyle w:val="TableParagraph"/>
                          <w:spacing w:line="256" w:lineRule="exact"/>
                          <w:ind w:left="326"/>
                          <w:rPr>
                            <w:sz w:val="24"/>
                          </w:rPr>
                        </w:pPr>
                        <w:r w:rsidRPr="00B87C9F">
                          <w:rPr>
                            <w:sz w:val="24"/>
                          </w:rPr>
                          <w:t>1/2%</w:t>
                        </w:r>
                      </w:p>
                    </w:tc>
                    <w:tc>
                      <w:tcPr>
                        <w:tcW w:w="1517" w:type="dxa"/>
                      </w:tcPr>
                      <w:p w:rsidR="006650AD" w:rsidRPr="00B87C9F" w:rsidRDefault="006650AD" w:rsidP="00B87C9F">
                        <w:pPr>
                          <w:pStyle w:val="TableParagraph"/>
                          <w:spacing w:line="256" w:lineRule="exact"/>
                          <w:ind w:left="232"/>
                          <w:rPr>
                            <w:sz w:val="24"/>
                          </w:rPr>
                        </w:pPr>
                        <w:r w:rsidRPr="00B87C9F">
                          <w:rPr>
                            <w:sz w:val="24"/>
                          </w:rPr>
                          <w:t>1/2%</w:t>
                        </w:r>
                      </w:p>
                    </w:tc>
                    <w:tc>
                      <w:tcPr>
                        <w:tcW w:w="1520" w:type="dxa"/>
                      </w:tcPr>
                      <w:p w:rsidR="006650AD" w:rsidRPr="00B87C9F" w:rsidRDefault="006650AD" w:rsidP="00B87C9F">
                        <w:pPr>
                          <w:pStyle w:val="TableParagraph"/>
                          <w:spacing w:line="256" w:lineRule="exact"/>
                          <w:ind w:left="234"/>
                          <w:rPr>
                            <w:sz w:val="24"/>
                          </w:rPr>
                        </w:pPr>
                        <w:r w:rsidRPr="00B87C9F">
                          <w:rPr>
                            <w:sz w:val="24"/>
                          </w:rPr>
                          <w:t>1/2%</w:t>
                        </w:r>
                      </w:p>
                    </w:tc>
                  </w:tr>
                </w:tbl>
                <w:p w:rsidR="006650AD" w:rsidRDefault="006650AD">
                  <w:pPr>
                    <w:pStyle w:val="BodyText"/>
                    <w:ind w:left="0"/>
                    <w:jc w:val="left"/>
                  </w:pPr>
                </w:p>
              </w:txbxContent>
            </v:textbox>
            <w10:anchorlock/>
          </v:shape>
        </w:pict>
      </w:r>
    </w:p>
    <w:p w:rsidR="006650AD" w:rsidRDefault="006650AD">
      <w:pPr>
        <w:pStyle w:val="BodyText"/>
        <w:spacing w:before="1"/>
        <w:ind w:left="0"/>
        <w:jc w:val="left"/>
        <w:rPr>
          <w:sz w:val="16"/>
        </w:rPr>
      </w:pPr>
    </w:p>
    <w:p w:rsidR="006650AD" w:rsidRDefault="006650AD">
      <w:pPr>
        <w:pStyle w:val="BodyText"/>
        <w:spacing w:before="90"/>
        <w:ind w:left="1250"/>
      </w:pPr>
    </w:p>
    <w:p w:rsidR="006650AD" w:rsidRDefault="006650AD">
      <w:pPr>
        <w:pStyle w:val="BodyText"/>
        <w:spacing w:before="90"/>
        <w:ind w:left="1250"/>
      </w:pPr>
    </w:p>
    <w:p w:rsidR="006650AD" w:rsidRDefault="006650AD">
      <w:pPr>
        <w:pStyle w:val="BodyText"/>
        <w:spacing w:before="90"/>
        <w:ind w:left="1250"/>
      </w:pPr>
      <w:r>
        <w:t>Таким</w:t>
      </w:r>
      <w:r>
        <w:rPr>
          <w:spacing w:val="-3"/>
        </w:rPr>
        <w:t xml:space="preserve"> </w:t>
      </w:r>
      <w:r>
        <w:t>образом,</w:t>
      </w:r>
      <w:r>
        <w:rPr>
          <w:spacing w:val="-1"/>
        </w:rPr>
        <w:t xml:space="preserve"> </w:t>
      </w:r>
      <w:r>
        <w:t>исходя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общей</w:t>
      </w:r>
      <w:r>
        <w:rPr>
          <w:spacing w:val="-3"/>
        </w:rPr>
        <w:t xml:space="preserve"> </w:t>
      </w:r>
      <w:r>
        <w:t>характеристики:</w:t>
      </w:r>
    </w:p>
    <w:p w:rsidR="006650AD" w:rsidRDefault="006650AD">
      <w:pPr>
        <w:pStyle w:val="BodyText"/>
        <w:ind w:right="406" w:firstLine="707"/>
      </w:pPr>
      <w:r>
        <w:t>уменьшается контингент обучающихся школы, в том числе за счет уменьшения</w:t>
      </w:r>
      <w:r>
        <w:rPr>
          <w:spacing w:val="1"/>
        </w:rPr>
        <w:t xml:space="preserve"> </w:t>
      </w:r>
      <w:r>
        <w:t>численности детей.</w:t>
      </w:r>
    </w:p>
    <w:p w:rsidR="006650AD" w:rsidRDefault="006650AD">
      <w:pPr>
        <w:pStyle w:val="BodyText"/>
        <w:ind w:right="405" w:firstLine="707"/>
      </w:pPr>
      <w:r>
        <w:t>Факторы риска учебной неуспешности обучающихся – высокая доля 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пониженной</w:t>
      </w:r>
      <w:r>
        <w:rPr>
          <w:spacing w:val="1"/>
        </w:rPr>
        <w:t xml:space="preserve"> </w:t>
      </w:r>
      <w:r>
        <w:t>учебной мотивацией), сложный контингент учащихся из семей с</w:t>
      </w:r>
      <w:r>
        <w:rPr>
          <w:spacing w:val="1"/>
        </w:rPr>
        <w:t xml:space="preserve"> </w:t>
      </w:r>
      <w:r>
        <w:t>низкими социальными, экономическими и культурными ресурсами (высокая доля детей из</w:t>
      </w:r>
      <w:r>
        <w:rPr>
          <w:spacing w:val="-57"/>
        </w:rPr>
        <w:t xml:space="preserve"> </w:t>
      </w:r>
      <w:r>
        <w:t>малообеспеченных,</w:t>
      </w:r>
      <w:r>
        <w:rPr>
          <w:spacing w:val="1"/>
        </w:rPr>
        <w:t xml:space="preserve"> </w:t>
      </w:r>
      <w:r>
        <w:t>многодетных).</w:t>
      </w:r>
    </w:p>
    <w:p w:rsidR="006650AD" w:rsidRDefault="006650AD">
      <w:pPr>
        <w:pStyle w:val="BodyText"/>
        <w:spacing w:before="8"/>
        <w:ind w:left="0"/>
        <w:jc w:val="left"/>
      </w:pPr>
    </w:p>
    <w:p w:rsidR="006650AD" w:rsidRDefault="006650AD">
      <w:pPr>
        <w:pStyle w:val="Heading2"/>
        <w:numPr>
          <w:ilvl w:val="1"/>
          <w:numId w:val="25"/>
        </w:numPr>
        <w:tabs>
          <w:tab w:val="left" w:pos="1958"/>
        </w:tabs>
        <w:jc w:val="both"/>
      </w:pPr>
      <w:bookmarkStart w:id="4" w:name="_TOC_250012"/>
      <w:r>
        <w:t>Качество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bookmarkEnd w:id="4"/>
      <w:r>
        <w:t>процесса</w:t>
      </w:r>
    </w:p>
    <w:p w:rsidR="006650AD" w:rsidRDefault="006650AD">
      <w:pPr>
        <w:pStyle w:val="BodyText"/>
        <w:spacing w:before="10"/>
        <w:ind w:left="0"/>
        <w:jc w:val="left"/>
        <w:rPr>
          <w:b/>
          <w:sz w:val="20"/>
        </w:rPr>
      </w:pPr>
    </w:p>
    <w:p w:rsidR="006650AD" w:rsidRDefault="006650AD">
      <w:pPr>
        <w:ind w:left="647" w:right="517"/>
        <w:jc w:val="center"/>
        <w:rPr>
          <w:b/>
          <w:sz w:val="24"/>
        </w:rPr>
      </w:pPr>
      <w:r>
        <w:rPr>
          <w:b/>
          <w:sz w:val="24"/>
        </w:rPr>
        <w:t>Характеристика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реализуемых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образовательных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</w:t>
      </w:r>
    </w:p>
    <w:p w:rsidR="006650AD" w:rsidRDefault="006650AD">
      <w:pPr>
        <w:pStyle w:val="BodyText"/>
        <w:spacing w:before="7"/>
        <w:ind w:left="0"/>
        <w:jc w:val="left"/>
        <w:rPr>
          <w:b/>
          <w:sz w:val="23"/>
        </w:rPr>
      </w:pPr>
    </w:p>
    <w:p w:rsidR="006650AD" w:rsidRDefault="006650AD">
      <w:pPr>
        <w:pStyle w:val="BodyText"/>
        <w:ind w:right="413" w:firstLine="707"/>
      </w:pPr>
      <w:r>
        <w:t>Образовательная деятельность осуществляется на основе 9 общеобразовательных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-2"/>
        </w:rPr>
        <w:t xml:space="preserve"> </w:t>
      </w:r>
      <w:r>
        <w:t>начального общего,</w:t>
      </w:r>
      <w:r>
        <w:rPr>
          <w:spacing w:val="-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</w:p>
    <w:p w:rsidR="006650AD" w:rsidRDefault="006650AD">
      <w:pPr>
        <w:pStyle w:val="BodyText"/>
        <w:spacing w:before="1"/>
        <w:ind w:left="1250"/>
      </w:pPr>
      <w:r>
        <w:t>Общеобразовательные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начального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образования:</w:t>
      </w:r>
    </w:p>
    <w:p w:rsidR="006650AD" w:rsidRDefault="006650AD" w:rsidP="00DC214F">
      <w:pPr>
        <w:pStyle w:val="ListParagraph"/>
        <w:numPr>
          <w:ilvl w:val="0"/>
          <w:numId w:val="24"/>
        </w:numPr>
        <w:tabs>
          <w:tab w:val="left" w:pos="1958"/>
        </w:tabs>
        <w:ind w:hanging="697"/>
        <w:jc w:val="both"/>
        <w:rPr>
          <w:sz w:val="24"/>
        </w:rPr>
      </w:pPr>
      <w:r>
        <w:rPr>
          <w:sz w:val="24"/>
        </w:rPr>
        <w:t>Основная</w:t>
      </w:r>
      <w:r>
        <w:rPr>
          <w:spacing w:val="-3"/>
          <w:sz w:val="24"/>
        </w:rPr>
        <w:t xml:space="preserve"> </w:t>
      </w:r>
      <w:r>
        <w:rPr>
          <w:sz w:val="24"/>
        </w:rPr>
        <w:t>общеобразовательная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образования.</w:t>
      </w:r>
    </w:p>
    <w:p w:rsidR="006650AD" w:rsidRDefault="006650AD" w:rsidP="00DC214F">
      <w:pPr>
        <w:pStyle w:val="ListParagraph"/>
        <w:numPr>
          <w:ilvl w:val="0"/>
          <w:numId w:val="24"/>
        </w:numPr>
        <w:tabs>
          <w:tab w:val="left" w:pos="1958"/>
        </w:tabs>
        <w:ind w:left="542" w:right="403" w:firstLine="719"/>
        <w:jc w:val="both"/>
        <w:rPr>
          <w:sz w:val="24"/>
        </w:rPr>
      </w:pPr>
      <w:r>
        <w:rPr>
          <w:sz w:val="24"/>
        </w:rPr>
        <w:t>Адаптированная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задержкой</w:t>
      </w:r>
      <w:r>
        <w:rPr>
          <w:spacing w:val="-1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(вариант</w:t>
      </w:r>
      <w:r>
        <w:rPr>
          <w:spacing w:val="-1"/>
          <w:sz w:val="24"/>
        </w:rPr>
        <w:t xml:space="preserve"> </w:t>
      </w:r>
      <w:r>
        <w:rPr>
          <w:sz w:val="24"/>
        </w:rPr>
        <w:t>7.2).</w:t>
      </w:r>
    </w:p>
    <w:p w:rsidR="006650AD" w:rsidRPr="0065400C" w:rsidRDefault="006650AD" w:rsidP="00DC214F">
      <w:pPr>
        <w:pStyle w:val="ListParagraph"/>
        <w:numPr>
          <w:ilvl w:val="0"/>
          <w:numId w:val="24"/>
        </w:numPr>
        <w:tabs>
          <w:tab w:val="left" w:pos="1958"/>
        </w:tabs>
        <w:ind w:right="403"/>
        <w:jc w:val="both"/>
        <w:rPr>
          <w:sz w:val="24"/>
        </w:rPr>
      </w:pPr>
      <w:r w:rsidRPr="0065400C">
        <w:rPr>
          <w:sz w:val="24"/>
        </w:rPr>
        <w:t>Адаптированная основная общеобразовательная программа начального общего образования обучающихся</w:t>
      </w:r>
      <w:r>
        <w:rPr>
          <w:sz w:val="24"/>
        </w:rPr>
        <w:t xml:space="preserve"> с легкой степенью умственной отсталости.</w:t>
      </w:r>
    </w:p>
    <w:p w:rsidR="006650AD" w:rsidRDefault="006650AD" w:rsidP="00DC214F">
      <w:pPr>
        <w:pStyle w:val="ListParagraph"/>
        <w:numPr>
          <w:ilvl w:val="0"/>
          <w:numId w:val="24"/>
        </w:numPr>
        <w:tabs>
          <w:tab w:val="left" w:pos="1958"/>
        </w:tabs>
        <w:ind w:left="542" w:right="404" w:firstLine="719"/>
        <w:jc w:val="both"/>
        <w:rPr>
          <w:sz w:val="24"/>
        </w:rPr>
      </w:pPr>
      <w:r>
        <w:rPr>
          <w:sz w:val="24"/>
        </w:rPr>
        <w:t>Адаптированная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опорно-двигательного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аппарата</w:t>
      </w:r>
      <w:r>
        <w:rPr>
          <w:spacing w:val="1"/>
          <w:sz w:val="24"/>
        </w:rPr>
        <w:t xml:space="preserve"> </w:t>
      </w:r>
      <w:r>
        <w:rPr>
          <w:sz w:val="24"/>
        </w:rPr>
        <w:t>(вариант</w:t>
      </w:r>
      <w:r>
        <w:rPr>
          <w:spacing w:val="-1"/>
          <w:sz w:val="24"/>
        </w:rPr>
        <w:t xml:space="preserve"> </w:t>
      </w:r>
      <w:r>
        <w:rPr>
          <w:sz w:val="24"/>
        </w:rPr>
        <w:t>6.1, вариант 6.4).</w:t>
      </w:r>
    </w:p>
    <w:p w:rsidR="006650AD" w:rsidRPr="0065400C" w:rsidRDefault="006650AD" w:rsidP="00DC214F">
      <w:pPr>
        <w:tabs>
          <w:tab w:val="left" w:pos="1958"/>
        </w:tabs>
        <w:ind w:left="542" w:right="404"/>
        <w:jc w:val="both"/>
        <w:rPr>
          <w:sz w:val="24"/>
        </w:rPr>
      </w:pPr>
    </w:p>
    <w:p w:rsidR="006650AD" w:rsidRDefault="006650AD">
      <w:pPr>
        <w:pStyle w:val="BodyText"/>
        <w:ind w:left="1250"/>
      </w:pPr>
      <w:r>
        <w:t>Общеобразовательные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образования:</w:t>
      </w:r>
    </w:p>
    <w:p w:rsidR="006650AD" w:rsidRDefault="006650AD" w:rsidP="00DC214F">
      <w:pPr>
        <w:pStyle w:val="ListParagraph"/>
        <w:numPr>
          <w:ilvl w:val="0"/>
          <w:numId w:val="23"/>
        </w:numPr>
        <w:tabs>
          <w:tab w:val="left" w:pos="1958"/>
        </w:tabs>
        <w:ind w:left="544" w:right="408" w:firstLine="720"/>
        <w:jc w:val="both"/>
        <w:rPr>
          <w:sz w:val="24"/>
        </w:rPr>
      </w:pPr>
      <w:r w:rsidRPr="0065400C">
        <w:rPr>
          <w:sz w:val="24"/>
        </w:rPr>
        <w:t>Основная</w:t>
      </w:r>
      <w:r w:rsidRPr="0065400C">
        <w:rPr>
          <w:spacing w:val="-3"/>
          <w:sz w:val="24"/>
        </w:rPr>
        <w:t xml:space="preserve"> </w:t>
      </w:r>
      <w:r w:rsidRPr="0065400C">
        <w:rPr>
          <w:sz w:val="24"/>
        </w:rPr>
        <w:t>общеобразовательная</w:t>
      </w:r>
      <w:r w:rsidRPr="0065400C">
        <w:rPr>
          <w:spacing w:val="-3"/>
          <w:sz w:val="24"/>
        </w:rPr>
        <w:t xml:space="preserve"> </w:t>
      </w:r>
      <w:r w:rsidRPr="0065400C">
        <w:rPr>
          <w:sz w:val="24"/>
        </w:rPr>
        <w:t>программа</w:t>
      </w:r>
      <w:r w:rsidRPr="0065400C">
        <w:rPr>
          <w:spacing w:val="-4"/>
          <w:sz w:val="24"/>
        </w:rPr>
        <w:t xml:space="preserve"> </w:t>
      </w:r>
      <w:r w:rsidRPr="0065400C">
        <w:rPr>
          <w:sz w:val="24"/>
        </w:rPr>
        <w:t>основного</w:t>
      </w:r>
      <w:r w:rsidRPr="0065400C">
        <w:rPr>
          <w:spacing w:val="-3"/>
          <w:sz w:val="24"/>
        </w:rPr>
        <w:t xml:space="preserve"> </w:t>
      </w:r>
      <w:r w:rsidRPr="0065400C">
        <w:rPr>
          <w:sz w:val="24"/>
        </w:rPr>
        <w:t>общего</w:t>
      </w:r>
      <w:r w:rsidRPr="0065400C">
        <w:rPr>
          <w:spacing w:val="-3"/>
          <w:sz w:val="24"/>
        </w:rPr>
        <w:t xml:space="preserve"> </w:t>
      </w:r>
      <w:r w:rsidRPr="0065400C">
        <w:rPr>
          <w:sz w:val="24"/>
        </w:rPr>
        <w:t>образования.</w:t>
      </w:r>
    </w:p>
    <w:p w:rsidR="006650AD" w:rsidRPr="0065400C" w:rsidRDefault="006650AD" w:rsidP="00DC214F">
      <w:pPr>
        <w:pStyle w:val="ListParagraph"/>
        <w:numPr>
          <w:ilvl w:val="0"/>
          <w:numId w:val="23"/>
        </w:numPr>
        <w:tabs>
          <w:tab w:val="left" w:pos="1958"/>
        </w:tabs>
        <w:ind w:left="544" w:right="408" w:firstLine="720"/>
        <w:jc w:val="both"/>
        <w:rPr>
          <w:sz w:val="24"/>
        </w:rPr>
      </w:pPr>
      <w:r w:rsidRPr="0065400C">
        <w:rPr>
          <w:sz w:val="24"/>
        </w:rPr>
        <w:t>Адаптированная</w:t>
      </w:r>
      <w:r w:rsidRPr="0065400C">
        <w:rPr>
          <w:spacing w:val="1"/>
          <w:sz w:val="24"/>
        </w:rPr>
        <w:t xml:space="preserve"> </w:t>
      </w:r>
      <w:r w:rsidRPr="0065400C">
        <w:rPr>
          <w:sz w:val="24"/>
        </w:rPr>
        <w:t>основная</w:t>
      </w:r>
      <w:r w:rsidRPr="0065400C">
        <w:rPr>
          <w:spacing w:val="1"/>
          <w:sz w:val="24"/>
        </w:rPr>
        <w:t xml:space="preserve"> </w:t>
      </w:r>
      <w:r w:rsidRPr="0065400C">
        <w:rPr>
          <w:sz w:val="24"/>
        </w:rPr>
        <w:t>общеобразовательная</w:t>
      </w:r>
      <w:r w:rsidRPr="0065400C">
        <w:rPr>
          <w:spacing w:val="1"/>
          <w:sz w:val="24"/>
        </w:rPr>
        <w:t xml:space="preserve"> </w:t>
      </w:r>
      <w:r w:rsidRPr="0065400C">
        <w:rPr>
          <w:sz w:val="24"/>
        </w:rPr>
        <w:t>программа</w:t>
      </w:r>
      <w:r w:rsidRPr="0065400C">
        <w:rPr>
          <w:spacing w:val="1"/>
          <w:sz w:val="24"/>
        </w:rPr>
        <w:t xml:space="preserve"> </w:t>
      </w:r>
      <w:r w:rsidRPr="0065400C">
        <w:rPr>
          <w:sz w:val="24"/>
        </w:rPr>
        <w:t>основного</w:t>
      </w:r>
      <w:r w:rsidRPr="0065400C">
        <w:rPr>
          <w:spacing w:val="1"/>
          <w:sz w:val="24"/>
        </w:rPr>
        <w:t xml:space="preserve"> </w:t>
      </w:r>
      <w:r w:rsidRPr="0065400C">
        <w:rPr>
          <w:sz w:val="24"/>
        </w:rPr>
        <w:t>общего</w:t>
      </w:r>
      <w:r w:rsidRPr="0065400C">
        <w:rPr>
          <w:spacing w:val="-2"/>
          <w:sz w:val="24"/>
        </w:rPr>
        <w:t xml:space="preserve"> </w:t>
      </w:r>
      <w:r w:rsidRPr="0065400C">
        <w:rPr>
          <w:sz w:val="24"/>
        </w:rPr>
        <w:t>образования обучающихся</w:t>
      </w:r>
      <w:r w:rsidRPr="0065400C">
        <w:rPr>
          <w:spacing w:val="-1"/>
          <w:sz w:val="24"/>
        </w:rPr>
        <w:t xml:space="preserve"> </w:t>
      </w:r>
      <w:r w:rsidRPr="0065400C">
        <w:rPr>
          <w:sz w:val="24"/>
        </w:rPr>
        <w:t>с</w:t>
      </w:r>
      <w:r w:rsidRPr="0065400C">
        <w:rPr>
          <w:spacing w:val="-1"/>
          <w:sz w:val="24"/>
        </w:rPr>
        <w:t xml:space="preserve"> </w:t>
      </w:r>
      <w:r w:rsidRPr="0065400C">
        <w:rPr>
          <w:sz w:val="24"/>
        </w:rPr>
        <w:t>задержкой</w:t>
      </w:r>
      <w:r w:rsidRPr="0065400C">
        <w:rPr>
          <w:spacing w:val="-1"/>
          <w:sz w:val="24"/>
        </w:rPr>
        <w:t xml:space="preserve"> </w:t>
      </w:r>
      <w:r w:rsidRPr="0065400C">
        <w:rPr>
          <w:sz w:val="24"/>
        </w:rPr>
        <w:t>психического развития.</w:t>
      </w:r>
    </w:p>
    <w:p w:rsidR="006650AD" w:rsidRDefault="006650AD">
      <w:pPr>
        <w:pStyle w:val="ListParagraph"/>
        <w:numPr>
          <w:ilvl w:val="0"/>
          <w:numId w:val="23"/>
        </w:numPr>
        <w:tabs>
          <w:tab w:val="left" w:pos="1958"/>
        </w:tabs>
        <w:ind w:left="542" w:right="409" w:firstLine="719"/>
        <w:jc w:val="both"/>
        <w:rPr>
          <w:sz w:val="24"/>
        </w:rPr>
      </w:pPr>
      <w:r>
        <w:rPr>
          <w:sz w:val="24"/>
        </w:rPr>
        <w:t>Адаптированная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 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 </w:t>
      </w:r>
      <w:r>
        <w:rPr>
          <w:spacing w:val="-1"/>
          <w:sz w:val="24"/>
        </w:rPr>
        <w:t>легкой степенью умственной отсталости</w:t>
      </w:r>
      <w:r>
        <w:rPr>
          <w:sz w:val="24"/>
        </w:rPr>
        <w:t>.</w:t>
      </w:r>
    </w:p>
    <w:p w:rsidR="006650AD" w:rsidRDefault="006650AD">
      <w:pPr>
        <w:pStyle w:val="BodyText"/>
        <w:ind w:right="407" w:firstLine="707"/>
      </w:pPr>
      <w:r>
        <w:t>За</w:t>
      </w:r>
      <w:r>
        <w:rPr>
          <w:spacing w:val="10"/>
        </w:rPr>
        <w:t xml:space="preserve"> </w:t>
      </w:r>
      <w:r>
        <w:t>последние</w:t>
      </w:r>
      <w:r>
        <w:rPr>
          <w:spacing w:val="11"/>
        </w:rPr>
        <w:t xml:space="preserve"> </w:t>
      </w:r>
      <w:r>
        <w:t>три года</w:t>
      </w:r>
      <w:r>
        <w:rPr>
          <w:spacing w:val="11"/>
        </w:rPr>
        <w:t xml:space="preserve"> </w:t>
      </w:r>
      <w:r>
        <w:t>увеличилось</w:t>
      </w:r>
      <w:r>
        <w:rPr>
          <w:spacing w:val="11"/>
        </w:rPr>
        <w:t xml:space="preserve"> </w:t>
      </w:r>
      <w:r>
        <w:t>число</w:t>
      </w:r>
      <w:r>
        <w:rPr>
          <w:spacing w:val="12"/>
        </w:rPr>
        <w:t xml:space="preserve"> </w:t>
      </w:r>
      <w:r>
        <w:t>реализуемых</w:t>
      </w:r>
      <w:r>
        <w:rPr>
          <w:spacing w:val="13"/>
        </w:rPr>
        <w:t xml:space="preserve"> </w:t>
      </w:r>
      <w:r>
        <w:t>образовательных</w:t>
      </w:r>
      <w:r>
        <w:rPr>
          <w:spacing w:val="11"/>
        </w:rPr>
        <w:t xml:space="preserve"> </w:t>
      </w:r>
      <w:r>
        <w:t>программ</w:t>
      </w:r>
      <w:r>
        <w:rPr>
          <w:spacing w:val="-57"/>
        </w:rPr>
        <w:t xml:space="preserve"> </w:t>
      </w:r>
      <w:r>
        <w:t>с 2 до 7 за счет их вариативности и образовательных потребностей обучающихся.</w:t>
      </w:r>
    </w:p>
    <w:p w:rsidR="006650AD" w:rsidRDefault="006650AD">
      <w:pPr>
        <w:pStyle w:val="BodyText"/>
        <w:ind w:right="402" w:firstLine="707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обеспечена</w:t>
      </w:r>
      <w:r>
        <w:rPr>
          <w:spacing w:val="1"/>
        </w:rPr>
        <w:t xml:space="preserve"> </w:t>
      </w:r>
      <w:r>
        <w:t>доступность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обучающимся,</w:t>
      </w:r>
      <w:r>
        <w:rPr>
          <w:spacing w:val="1"/>
        </w:rPr>
        <w:t xml:space="preserve"> </w:t>
      </w:r>
      <w:r>
        <w:t>имеющим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стартовые</w:t>
      </w:r>
      <w:r>
        <w:rPr>
          <w:spacing w:val="1"/>
        </w:rPr>
        <w:t xml:space="preserve"> </w:t>
      </w:r>
      <w:r>
        <w:t>возможности.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адаптированным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необходимость применения педагогами широкого спектра образовательных технологий 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работы с</w:t>
      </w:r>
      <w:r>
        <w:rPr>
          <w:spacing w:val="-2"/>
        </w:rPr>
        <w:t xml:space="preserve"> </w:t>
      </w:r>
      <w:r>
        <w:t>детьми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особенностями в</w:t>
      </w:r>
      <w:r>
        <w:rPr>
          <w:spacing w:val="-2"/>
        </w:rPr>
        <w:t xml:space="preserve"> </w:t>
      </w:r>
      <w:r>
        <w:t>развитии.</w:t>
      </w:r>
    </w:p>
    <w:p w:rsidR="006650AD" w:rsidRDefault="006650AD">
      <w:pPr>
        <w:pStyle w:val="BodyText"/>
        <w:spacing w:before="5"/>
        <w:ind w:left="0"/>
        <w:jc w:val="left"/>
      </w:pPr>
    </w:p>
    <w:p w:rsidR="006650AD" w:rsidRDefault="006650AD" w:rsidP="00532087">
      <w:pPr>
        <w:pStyle w:val="Heading2"/>
        <w:ind w:left="647" w:right="515"/>
        <w:jc w:val="center"/>
      </w:pPr>
    </w:p>
    <w:p w:rsidR="006650AD" w:rsidRDefault="006650AD" w:rsidP="00532087">
      <w:pPr>
        <w:pStyle w:val="Heading2"/>
        <w:ind w:left="647" w:right="515"/>
        <w:jc w:val="center"/>
      </w:pPr>
    </w:p>
    <w:p w:rsidR="006650AD" w:rsidRDefault="006650AD" w:rsidP="00532087">
      <w:pPr>
        <w:pStyle w:val="Heading2"/>
        <w:ind w:left="647" w:right="515"/>
        <w:jc w:val="center"/>
      </w:pPr>
    </w:p>
    <w:p w:rsidR="006650AD" w:rsidRDefault="006650AD" w:rsidP="00532087">
      <w:pPr>
        <w:pStyle w:val="Heading2"/>
        <w:ind w:left="647" w:right="515"/>
        <w:jc w:val="center"/>
      </w:pPr>
    </w:p>
    <w:p w:rsidR="006650AD" w:rsidRDefault="006650AD" w:rsidP="00532087">
      <w:pPr>
        <w:pStyle w:val="Heading2"/>
        <w:ind w:left="647" w:right="515"/>
        <w:jc w:val="center"/>
      </w:pPr>
    </w:p>
    <w:p w:rsidR="006650AD" w:rsidRDefault="006650AD" w:rsidP="00532087">
      <w:pPr>
        <w:pStyle w:val="Heading2"/>
        <w:ind w:left="647" w:right="515"/>
        <w:jc w:val="center"/>
      </w:pPr>
    </w:p>
    <w:p w:rsidR="006650AD" w:rsidRDefault="006650AD" w:rsidP="00532087">
      <w:pPr>
        <w:pStyle w:val="Heading2"/>
        <w:ind w:left="647" w:right="515"/>
        <w:jc w:val="center"/>
      </w:pPr>
    </w:p>
    <w:p w:rsidR="006650AD" w:rsidRDefault="006650AD" w:rsidP="00532087">
      <w:pPr>
        <w:pStyle w:val="Heading2"/>
        <w:ind w:left="647" w:right="515"/>
        <w:jc w:val="center"/>
      </w:pPr>
    </w:p>
    <w:p w:rsidR="006650AD" w:rsidRDefault="006650AD" w:rsidP="00532087">
      <w:pPr>
        <w:pStyle w:val="Heading2"/>
        <w:ind w:left="647" w:right="515"/>
        <w:jc w:val="center"/>
      </w:pPr>
    </w:p>
    <w:p w:rsidR="006650AD" w:rsidRDefault="006650AD" w:rsidP="00532087">
      <w:pPr>
        <w:pStyle w:val="Heading2"/>
        <w:ind w:left="647" w:right="515"/>
        <w:jc w:val="center"/>
      </w:pPr>
    </w:p>
    <w:p w:rsidR="006650AD" w:rsidRDefault="006650AD" w:rsidP="00532087">
      <w:pPr>
        <w:pStyle w:val="Heading2"/>
        <w:ind w:left="647" w:right="515"/>
        <w:jc w:val="center"/>
      </w:pPr>
    </w:p>
    <w:p w:rsidR="006650AD" w:rsidRDefault="006650AD" w:rsidP="00532087">
      <w:pPr>
        <w:pStyle w:val="Heading2"/>
        <w:ind w:left="647" w:right="515"/>
        <w:jc w:val="center"/>
      </w:pPr>
    </w:p>
    <w:p w:rsidR="006650AD" w:rsidRDefault="006650AD" w:rsidP="00532087">
      <w:pPr>
        <w:pStyle w:val="Heading2"/>
        <w:ind w:left="647" w:right="515"/>
        <w:jc w:val="center"/>
      </w:pPr>
    </w:p>
    <w:p w:rsidR="006650AD" w:rsidRDefault="006650AD" w:rsidP="00532087">
      <w:pPr>
        <w:pStyle w:val="Heading2"/>
        <w:ind w:left="647" w:right="515"/>
        <w:jc w:val="center"/>
      </w:pPr>
    </w:p>
    <w:p w:rsidR="006650AD" w:rsidRDefault="006650AD" w:rsidP="00532087">
      <w:pPr>
        <w:pStyle w:val="Heading2"/>
        <w:ind w:left="647" w:right="515"/>
        <w:jc w:val="center"/>
        <w:sectPr w:rsidR="006650AD">
          <w:type w:val="continuous"/>
          <w:pgSz w:w="11910" w:h="16840"/>
          <w:pgMar w:top="1120" w:right="440" w:bottom="1160" w:left="1160" w:header="0" w:footer="976" w:gutter="0"/>
          <w:cols w:space="720"/>
        </w:sectPr>
      </w:pPr>
    </w:p>
    <w:p w:rsidR="006650AD" w:rsidRDefault="006650AD" w:rsidP="00532087">
      <w:pPr>
        <w:pStyle w:val="Heading2"/>
        <w:ind w:left="647" w:right="515"/>
        <w:jc w:val="center"/>
      </w:pPr>
      <w:r>
        <w:t>Результативность</w:t>
      </w:r>
      <w:r>
        <w:rPr>
          <w:spacing w:val="-4"/>
        </w:rPr>
        <w:t xml:space="preserve"> </w:t>
      </w:r>
      <w:r>
        <w:t>обучения</w:t>
      </w:r>
    </w:p>
    <w:p w:rsidR="006650AD" w:rsidRDefault="006650AD">
      <w:pPr>
        <w:pStyle w:val="BodyText"/>
        <w:ind w:left="0"/>
        <w:jc w:val="left"/>
      </w:pPr>
    </w:p>
    <w:p w:rsidR="006650AD" w:rsidRDefault="006650AD" w:rsidP="00DC214F">
      <w:pPr>
        <w:pStyle w:val="BodyText"/>
        <w:ind w:left="2570" w:right="680" w:hanging="1743"/>
        <w:jc w:val="center"/>
      </w:pPr>
      <w:r>
        <w:t xml:space="preserve">Динамика результатов ГИА по основной общеобразовательной программе </w:t>
      </w:r>
    </w:p>
    <w:p w:rsidR="006650AD" w:rsidRDefault="006650AD" w:rsidP="00DC214F">
      <w:pPr>
        <w:pStyle w:val="BodyText"/>
        <w:ind w:left="2570" w:right="680" w:hanging="1743"/>
        <w:jc w:val="center"/>
      </w:pPr>
      <w:r>
        <w:t>основного</w:t>
      </w:r>
      <w:r>
        <w:rPr>
          <w:spacing w:val="-57"/>
        </w:rPr>
        <w:t xml:space="preserve">                                       </w:t>
      </w:r>
      <w:r>
        <w:t>общего</w:t>
      </w:r>
      <w:r>
        <w:rPr>
          <w:spacing w:val="-2"/>
        </w:rPr>
        <w:t xml:space="preserve"> </w:t>
      </w:r>
      <w:r>
        <w:t>образования (в</w:t>
      </w:r>
      <w:r>
        <w:rPr>
          <w:spacing w:val="-3"/>
        </w:rPr>
        <w:t xml:space="preserve"> </w:t>
      </w:r>
      <w:r>
        <w:t>разрезе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предметов)</w:t>
      </w:r>
    </w:p>
    <w:p w:rsidR="006650AD" w:rsidRDefault="006650AD">
      <w:pPr>
        <w:pStyle w:val="BodyText"/>
        <w:spacing w:before="7" w:after="1"/>
        <w:ind w:left="0"/>
        <w:jc w:val="left"/>
        <w:rPr>
          <w:sz w:val="28"/>
        </w:rPr>
      </w:pPr>
    </w:p>
    <w:p w:rsidR="006650AD" w:rsidRDefault="006650AD">
      <w:pPr>
        <w:pStyle w:val="BodyText"/>
        <w:ind w:left="1250"/>
        <w:jc w:val="left"/>
      </w:pPr>
    </w:p>
    <w:tbl>
      <w:tblPr>
        <w:tblW w:w="13333" w:type="dxa"/>
        <w:tblInd w:w="7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705"/>
        <w:gridCol w:w="850"/>
        <w:gridCol w:w="850"/>
        <w:gridCol w:w="994"/>
        <w:gridCol w:w="994"/>
        <w:gridCol w:w="991"/>
        <w:gridCol w:w="852"/>
        <w:gridCol w:w="852"/>
        <w:gridCol w:w="991"/>
        <w:gridCol w:w="850"/>
        <w:gridCol w:w="850"/>
        <w:gridCol w:w="852"/>
        <w:gridCol w:w="1702"/>
      </w:tblGrid>
      <w:tr w:rsidR="006650AD" w:rsidTr="00B87C9F">
        <w:trPr>
          <w:trHeight w:val="1409"/>
        </w:trPr>
        <w:tc>
          <w:tcPr>
            <w:tcW w:w="1705" w:type="dxa"/>
            <w:vMerge w:val="restart"/>
          </w:tcPr>
          <w:p w:rsidR="006650AD" w:rsidRPr="00B87C9F" w:rsidRDefault="006650AD" w:rsidP="00B87C9F">
            <w:pPr>
              <w:pStyle w:val="TableParagraph"/>
              <w:spacing w:line="202" w:lineRule="exact"/>
              <w:ind w:left="534"/>
              <w:rPr>
                <w:sz w:val="18"/>
              </w:rPr>
            </w:pPr>
            <w:r w:rsidRPr="00B87C9F">
              <w:rPr>
                <w:sz w:val="18"/>
              </w:rPr>
              <w:t>предмет</w:t>
            </w:r>
          </w:p>
        </w:tc>
        <w:tc>
          <w:tcPr>
            <w:tcW w:w="2694" w:type="dxa"/>
            <w:gridSpan w:val="3"/>
          </w:tcPr>
          <w:p w:rsidR="006650AD" w:rsidRDefault="006650AD" w:rsidP="00B87C9F">
            <w:pPr>
              <w:pStyle w:val="TableParagraph"/>
              <w:ind w:left="138" w:right="130"/>
              <w:jc w:val="center"/>
              <w:rPr>
                <w:sz w:val="18"/>
              </w:rPr>
            </w:pPr>
            <w:r w:rsidRPr="00B87C9F">
              <w:rPr>
                <w:spacing w:val="-1"/>
                <w:sz w:val="18"/>
              </w:rPr>
              <w:t xml:space="preserve">кол-во </w:t>
            </w:r>
            <w:r w:rsidRPr="00B87C9F">
              <w:rPr>
                <w:sz w:val="18"/>
              </w:rPr>
              <w:t>участников</w:t>
            </w:r>
          </w:p>
          <w:p w:rsidR="006650AD" w:rsidRPr="00B87C9F" w:rsidRDefault="006650AD" w:rsidP="00DC214F">
            <w:pPr>
              <w:pStyle w:val="TableParagraph"/>
              <w:ind w:left="138" w:right="130"/>
              <w:jc w:val="center"/>
              <w:rPr>
                <w:sz w:val="18"/>
              </w:rPr>
            </w:pPr>
            <w:r w:rsidRPr="00B87C9F">
              <w:rPr>
                <w:spacing w:val="-42"/>
                <w:sz w:val="18"/>
              </w:rPr>
              <w:t xml:space="preserve"> </w:t>
            </w:r>
            <w:r w:rsidRPr="00B87C9F">
              <w:rPr>
                <w:sz w:val="18"/>
              </w:rPr>
              <w:t>ГИА/доля</w:t>
            </w:r>
            <w:r>
              <w:rPr>
                <w:sz w:val="18"/>
              </w:rPr>
              <w:t xml:space="preserve"> </w:t>
            </w:r>
            <w:r w:rsidRPr="00B87C9F">
              <w:rPr>
                <w:sz w:val="18"/>
              </w:rPr>
              <w:t>(%)</w:t>
            </w:r>
          </w:p>
        </w:tc>
        <w:tc>
          <w:tcPr>
            <w:tcW w:w="2837" w:type="dxa"/>
            <w:gridSpan w:val="3"/>
          </w:tcPr>
          <w:p w:rsidR="006650AD" w:rsidRPr="00B87C9F" w:rsidRDefault="006650AD" w:rsidP="00B87C9F">
            <w:pPr>
              <w:pStyle w:val="TableParagraph"/>
              <w:spacing w:line="202" w:lineRule="exact"/>
              <w:ind w:left="563" w:right="558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средний балл за</w:t>
            </w:r>
            <w:r w:rsidRPr="00B87C9F">
              <w:rPr>
                <w:spacing w:val="-42"/>
                <w:sz w:val="18"/>
              </w:rPr>
              <w:t xml:space="preserve"> </w:t>
            </w:r>
            <w:r w:rsidRPr="00B87C9F">
              <w:rPr>
                <w:sz w:val="18"/>
              </w:rPr>
              <w:t>экзамен</w:t>
            </w:r>
          </w:p>
        </w:tc>
        <w:tc>
          <w:tcPr>
            <w:tcW w:w="2693" w:type="dxa"/>
            <w:gridSpan w:val="3"/>
          </w:tcPr>
          <w:p w:rsidR="006650AD" w:rsidRDefault="006650AD" w:rsidP="00DC214F">
            <w:pPr>
              <w:pStyle w:val="TableParagraph"/>
              <w:ind w:left="112" w:right="104" w:firstLine="369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Качество</w:t>
            </w:r>
          </w:p>
          <w:p w:rsidR="006650AD" w:rsidRPr="00B87C9F" w:rsidRDefault="006650AD" w:rsidP="00DC214F">
            <w:pPr>
              <w:pStyle w:val="TableParagraph"/>
              <w:ind w:left="112" w:right="104" w:firstLine="369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(кол-во</w:t>
            </w:r>
            <w:r w:rsidRPr="00B87C9F">
              <w:rPr>
                <w:spacing w:val="-2"/>
                <w:sz w:val="18"/>
              </w:rPr>
              <w:t xml:space="preserve"> </w:t>
            </w:r>
            <w:r w:rsidRPr="00B87C9F">
              <w:rPr>
                <w:sz w:val="18"/>
              </w:rPr>
              <w:t>на</w:t>
            </w:r>
            <w:r w:rsidRPr="00B87C9F">
              <w:rPr>
                <w:spacing w:val="-1"/>
                <w:sz w:val="18"/>
              </w:rPr>
              <w:t xml:space="preserve"> </w:t>
            </w:r>
            <w:r w:rsidRPr="00B87C9F">
              <w:rPr>
                <w:sz w:val="18"/>
              </w:rPr>
              <w:t>«5»</w:t>
            </w:r>
            <w:r w:rsidRPr="00B87C9F">
              <w:rPr>
                <w:spacing w:val="-6"/>
                <w:sz w:val="18"/>
              </w:rPr>
              <w:t xml:space="preserve"> </w:t>
            </w:r>
            <w:r w:rsidRPr="00B87C9F">
              <w:rPr>
                <w:sz w:val="18"/>
              </w:rPr>
              <w:t>и</w:t>
            </w:r>
            <w:r w:rsidRPr="00B87C9F">
              <w:rPr>
                <w:spacing w:val="-1"/>
                <w:sz w:val="18"/>
              </w:rPr>
              <w:t xml:space="preserve"> </w:t>
            </w:r>
            <w:r w:rsidRPr="00B87C9F">
              <w:rPr>
                <w:sz w:val="18"/>
              </w:rPr>
              <w:t>«4»)/%</w:t>
            </w:r>
          </w:p>
        </w:tc>
        <w:tc>
          <w:tcPr>
            <w:tcW w:w="3404" w:type="dxa"/>
            <w:gridSpan w:val="3"/>
          </w:tcPr>
          <w:p w:rsidR="006650AD" w:rsidRPr="00B87C9F" w:rsidRDefault="006650AD" w:rsidP="00DC214F">
            <w:pPr>
              <w:pStyle w:val="TableParagraph"/>
              <w:ind w:left="112" w:right="104" w:firstLine="369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получили</w:t>
            </w:r>
            <w:r w:rsidRPr="00B87C9F">
              <w:rPr>
                <w:spacing w:val="1"/>
                <w:sz w:val="18"/>
              </w:rPr>
              <w:t xml:space="preserve"> </w:t>
            </w:r>
            <w:r w:rsidRPr="00B87C9F">
              <w:rPr>
                <w:spacing w:val="-1"/>
                <w:sz w:val="18"/>
              </w:rPr>
              <w:t>неудовлетворитель</w:t>
            </w:r>
            <w:r w:rsidRPr="00B87C9F">
              <w:rPr>
                <w:spacing w:val="-42"/>
                <w:sz w:val="18"/>
              </w:rPr>
              <w:t>ные</w:t>
            </w:r>
            <w:r w:rsidRPr="00B87C9F">
              <w:rPr>
                <w:spacing w:val="-4"/>
                <w:sz w:val="18"/>
              </w:rPr>
              <w:t xml:space="preserve"> </w:t>
            </w:r>
            <w:r w:rsidRPr="00B87C9F">
              <w:rPr>
                <w:sz w:val="18"/>
              </w:rPr>
              <w:t>результаты</w:t>
            </w:r>
            <w:r w:rsidRPr="00B87C9F">
              <w:rPr>
                <w:spacing w:val="-3"/>
                <w:sz w:val="18"/>
              </w:rPr>
              <w:t xml:space="preserve"> </w:t>
            </w:r>
            <w:r w:rsidRPr="00B87C9F">
              <w:rPr>
                <w:sz w:val="18"/>
              </w:rPr>
              <w:t>по</w:t>
            </w:r>
            <w:r>
              <w:rPr>
                <w:sz w:val="18"/>
              </w:rPr>
              <w:t xml:space="preserve"> </w:t>
            </w:r>
            <w:r w:rsidRPr="00B87C9F">
              <w:rPr>
                <w:sz w:val="18"/>
              </w:rPr>
              <w:t>итогам ГИА в</w:t>
            </w:r>
            <w:r w:rsidRPr="00B87C9F">
              <w:rPr>
                <w:spacing w:val="1"/>
                <w:sz w:val="18"/>
              </w:rPr>
              <w:t xml:space="preserve"> </w:t>
            </w:r>
            <w:r w:rsidRPr="00B87C9F">
              <w:rPr>
                <w:spacing w:val="-1"/>
                <w:sz w:val="18"/>
              </w:rPr>
              <w:t xml:space="preserve">текущем </w:t>
            </w:r>
            <w:r w:rsidRPr="00B87C9F">
              <w:rPr>
                <w:sz w:val="18"/>
              </w:rPr>
              <w:t>учебном</w:t>
            </w:r>
            <w:r w:rsidRPr="00B87C9F">
              <w:rPr>
                <w:spacing w:val="-42"/>
                <w:sz w:val="18"/>
              </w:rPr>
              <w:t xml:space="preserve"> </w:t>
            </w:r>
            <w:r>
              <w:rPr>
                <w:spacing w:val="-42"/>
                <w:sz w:val="18"/>
              </w:rPr>
              <w:t xml:space="preserve">                            </w:t>
            </w:r>
            <w:r w:rsidRPr="00B87C9F">
              <w:rPr>
                <w:sz w:val="18"/>
              </w:rPr>
              <w:t>году</w:t>
            </w:r>
          </w:p>
        </w:tc>
      </w:tr>
      <w:tr w:rsidR="006650AD" w:rsidTr="00B87C9F">
        <w:trPr>
          <w:trHeight w:val="266"/>
        </w:trPr>
        <w:tc>
          <w:tcPr>
            <w:tcW w:w="1705" w:type="dxa"/>
            <w:vMerge/>
            <w:tcBorders>
              <w:top w:val="nil"/>
            </w:tcBorders>
          </w:tcPr>
          <w:p w:rsidR="006650AD" w:rsidRPr="00B87C9F" w:rsidRDefault="006650AD" w:rsidP="00406E4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6650AD" w:rsidRPr="00B87C9F" w:rsidRDefault="006650AD" w:rsidP="00B87C9F">
            <w:pPr>
              <w:pStyle w:val="TableParagraph"/>
              <w:spacing w:line="186" w:lineRule="exact"/>
              <w:ind w:right="103"/>
              <w:jc w:val="center"/>
              <w:rPr>
                <w:b/>
                <w:sz w:val="18"/>
              </w:rPr>
            </w:pPr>
            <w:r w:rsidRPr="00B87C9F">
              <w:rPr>
                <w:b/>
                <w:sz w:val="18"/>
              </w:rPr>
              <w:t>2019 г.</w:t>
            </w:r>
          </w:p>
        </w:tc>
        <w:tc>
          <w:tcPr>
            <w:tcW w:w="850" w:type="dxa"/>
          </w:tcPr>
          <w:p w:rsidR="006650AD" w:rsidRPr="00B87C9F" w:rsidRDefault="006650AD" w:rsidP="00B87C9F">
            <w:pPr>
              <w:pStyle w:val="TableParagraph"/>
              <w:spacing w:line="186" w:lineRule="exact"/>
              <w:ind w:left="0" w:right="146"/>
              <w:jc w:val="right"/>
              <w:rPr>
                <w:b/>
                <w:sz w:val="18"/>
              </w:rPr>
            </w:pPr>
            <w:r w:rsidRPr="00B87C9F">
              <w:rPr>
                <w:b/>
                <w:sz w:val="18"/>
              </w:rPr>
              <w:t>2020 г.</w:t>
            </w:r>
          </w:p>
        </w:tc>
        <w:tc>
          <w:tcPr>
            <w:tcW w:w="994" w:type="dxa"/>
          </w:tcPr>
          <w:p w:rsidR="006650AD" w:rsidRPr="00B87C9F" w:rsidRDefault="006650AD" w:rsidP="00B87C9F">
            <w:pPr>
              <w:pStyle w:val="TableParagraph"/>
              <w:spacing w:line="186" w:lineRule="exact"/>
              <w:ind w:left="162" w:right="159"/>
              <w:jc w:val="center"/>
              <w:rPr>
                <w:b/>
                <w:sz w:val="18"/>
              </w:rPr>
            </w:pPr>
            <w:r w:rsidRPr="00B87C9F">
              <w:rPr>
                <w:b/>
                <w:sz w:val="18"/>
              </w:rPr>
              <w:t>2021</w:t>
            </w:r>
          </w:p>
        </w:tc>
        <w:tc>
          <w:tcPr>
            <w:tcW w:w="994" w:type="dxa"/>
          </w:tcPr>
          <w:p w:rsidR="006650AD" w:rsidRPr="00B87C9F" w:rsidRDefault="006650AD" w:rsidP="00B87C9F">
            <w:pPr>
              <w:pStyle w:val="TableParagraph"/>
              <w:spacing w:line="186" w:lineRule="exact"/>
              <w:ind w:left="162" w:right="159"/>
              <w:jc w:val="center"/>
              <w:rPr>
                <w:b/>
                <w:sz w:val="18"/>
              </w:rPr>
            </w:pPr>
            <w:r w:rsidRPr="00B87C9F">
              <w:rPr>
                <w:b/>
                <w:sz w:val="18"/>
              </w:rPr>
              <w:t>2019 г.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186" w:lineRule="exact"/>
              <w:ind w:left="155" w:right="149"/>
              <w:jc w:val="center"/>
              <w:rPr>
                <w:b/>
                <w:sz w:val="18"/>
              </w:rPr>
            </w:pPr>
            <w:r w:rsidRPr="00B87C9F">
              <w:rPr>
                <w:b/>
                <w:sz w:val="18"/>
              </w:rPr>
              <w:t>2020 г.</w:t>
            </w:r>
          </w:p>
        </w:tc>
        <w:tc>
          <w:tcPr>
            <w:tcW w:w="852" w:type="dxa"/>
          </w:tcPr>
          <w:p w:rsidR="006650AD" w:rsidRPr="00B87C9F" w:rsidRDefault="006650AD" w:rsidP="00B87C9F">
            <w:pPr>
              <w:pStyle w:val="TableParagraph"/>
              <w:spacing w:line="186" w:lineRule="exact"/>
              <w:ind w:left="88" w:right="82"/>
              <w:jc w:val="center"/>
              <w:rPr>
                <w:b/>
                <w:sz w:val="18"/>
              </w:rPr>
            </w:pPr>
            <w:r w:rsidRPr="00B87C9F">
              <w:rPr>
                <w:b/>
                <w:sz w:val="18"/>
              </w:rPr>
              <w:t>2021г.</w:t>
            </w:r>
          </w:p>
        </w:tc>
        <w:tc>
          <w:tcPr>
            <w:tcW w:w="852" w:type="dxa"/>
          </w:tcPr>
          <w:p w:rsidR="006650AD" w:rsidRPr="00B87C9F" w:rsidRDefault="006650AD" w:rsidP="00B87C9F">
            <w:pPr>
              <w:pStyle w:val="TableParagraph"/>
              <w:spacing w:line="186" w:lineRule="exact"/>
              <w:ind w:left="88" w:right="82"/>
              <w:jc w:val="center"/>
              <w:rPr>
                <w:b/>
                <w:sz w:val="18"/>
              </w:rPr>
            </w:pPr>
            <w:r w:rsidRPr="00B87C9F">
              <w:rPr>
                <w:b/>
                <w:sz w:val="18"/>
              </w:rPr>
              <w:t>2019 г.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186" w:lineRule="exact"/>
              <w:ind w:left="153" w:right="151"/>
              <w:jc w:val="center"/>
              <w:rPr>
                <w:b/>
                <w:sz w:val="18"/>
              </w:rPr>
            </w:pPr>
            <w:r w:rsidRPr="00B87C9F">
              <w:rPr>
                <w:b/>
                <w:sz w:val="18"/>
              </w:rPr>
              <w:t>2020 г.</w:t>
            </w:r>
          </w:p>
        </w:tc>
        <w:tc>
          <w:tcPr>
            <w:tcW w:w="850" w:type="dxa"/>
          </w:tcPr>
          <w:p w:rsidR="006650AD" w:rsidRPr="00B87C9F" w:rsidRDefault="006650AD" w:rsidP="00B87C9F">
            <w:pPr>
              <w:pStyle w:val="TableParagraph"/>
              <w:spacing w:line="186" w:lineRule="exact"/>
              <w:ind w:right="98"/>
              <w:jc w:val="center"/>
              <w:rPr>
                <w:b/>
                <w:sz w:val="18"/>
              </w:rPr>
            </w:pPr>
            <w:r w:rsidRPr="00B87C9F">
              <w:rPr>
                <w:b/>
                <w:sz w:val="18"/>
              </w:rPr>
              <w:t>2021 г.</w:t>
            </w:r>
          </w:p>
        </w:tc>
        <w:tc>
          <w:tcPr>
            <w:tcW w:w="850" w:type="dxa"/>
          </w:tcPr>
          <w:p w:rsidR="006650AD" w:rsidRPr="00B87C9F" w:rsidRDefault="006650AD" w:rsidP="00B87C9F">
            <w:pPr>
              <w:pStyle w:val="TableParagraph"/>
              <w:spacing w:line="186" w:lineRule="exact"/>
              <w:ind w:right="98"/>
              <w:jc w:val="center"/>
              <w:rPr>
                <w:b/>
                <w:sz w:val="18"/>
              </w:rPr>
            </w:pPr>
            <w:r w:rsidRPr="00B87C9F">
              <w:rPr>
                <w:b/>
                <w:sz w:val="18"/>
              </w:rPr>
              <w:t>2019 г.</w:t>
            </w:r>
          </w:p>
        </w:tc>
        <w:tc>
          <w:tcPr>
            <w:tcW w:w="852" w:type="dxa"/>
          </w:tcPr>
          <w:p w:rsidR="006650AD" w:rsidRPr="00B87C9F" w:rsidRDefault="006650AD" w:rsidP="00B87C9F">
            <w:pPr>
              <w:pStyle w:val="TableParagraph"/>
              <w:spacing w:line="186" w:lineRule="exact"/>
              <w:ind w:left="88" w:right="81"/>
              <w:jc w:val="center"/>
              <w:rPr>
                <w:b/>
                <w:sz w:val="18"/>
              </w:rPr>
            </w:pPr>
            <w:r w:rsidRPr="00B87C9F">
              <w:rPr>
                <w:b/>
                <w:sz w:val="18"/>
              </w:rPr>
              <w:t>2020 г.</w:t>
            </w:r>
          </w:p>
        </w:tc>
        <w:tc>
          <w:tcPr>
            <w:tcW w:w="1702" w:type="dxa"/>
          </w:tcPr>
          <w:p w:rsidR="006650AD" w:rsidRPr="00B87C9F" w:rsidRDefault="006650AD" w:rsidP="00B87C9F">
            <w:pPr>
              <w:pStyle w:val="TableParagraph"/>
              <w:spacing w:line="186" w:lineRule="exact"/>
              <w:ind w:left="88" w:right="81"/>
              <w:jc w:val="center"/>
              <w:rPr>
                <w:b/>
                <w:sz w:val="18"/>
              </w:rPr>
            </w:pPr>
            <w:r w:rsidRPr="00B87C9F">
              <w:rPr>
                <w:b/>
                <w:sz w:val="18"/>
              </w:rPr>
              <w:t>2021 г.</w:t>
            </w:r>
          </w:p>
        </w:tc>
      </w:tr>
      <w:tr w:rsidR="006650AD" w:rsidTr="00B87C9F">
        <w:trPr>
          <w:trHeight w:val="208"/>
        </w:trPr>
        <w:tc>
          <w:tcPr>
            <w:tcW w:w="1705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rPr>
                <w:sz w:val="18"/>
              </w:rPr>
            </w:pPr>
            <w:r w:rsidRPr="00B87C9F">
              <w:rPr>
                <w:sz w:val="18"/>
              </w:rPr>
              <w:t>математика</w:t>
            </w:r>
          </w:p>
        </w:tc>
        <w:tc>
          <w:tcPr>
            <w:tcW w:w="850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ind w:right="104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5</w:t>
            </w:r>
            <w:r w:rsidRPr="00B87C9F">
              <w:rPr>
                <w:spacing w:val="1"/>
                <w:sz w:val="18"/>
              </w:rPr>
              <w:t xml:space="preserve"> </w:t>
            </w:r>
            <w:r w:rsidRPr="00B87C9F">
              <w:rPr>
                <w:sz w:val="18"/>
              </w:rPr>
              <w:t>/</w:t>
            </w:r>
            <w:r w:rsidRPr="00B87C9F">
              <w:rPr>
                <w:spacing w:val="-2"/>
                <w:sz w:val="18"/>
              </w:rPr>
              <w:t xml:space="preserve"> </w:t>
            </w:r>
            <w:r w:rsidRPr="00B87C9F">
              <w:rPr>
                <w:sz w:val="18"/>
              </w:rPr>
              <w:t>80%</w:t>
            </w:r>
          </w:p>
        </w:tc>
        <w:tc>
          <w:tcPr>
            <w:tcW w:w="850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ind w:left="0" w:right="118"/>
              <w:jc w:val="right"/>
              <w:rPr>
                <w:sz w:val="18"/>
              </w:rPr>
            </w:pPr>
            <w:r w:rsidRPr="00B87C9F">
              <w:rPr>
                <w:sz w:val="18"/>
              </w:rPr>
              <w:t>4</w:t>
            </w:r>
            <w:r w:rsidRPr="00B87C9F">
              <w:rPr>
                <w:spacing w:val="1"/>
                <w:sz w:val="18"/>
              </w:rPr>
              <w:t xml:space="preserve"> </w:t>
            </w:r>
            <w:r w:rsidRPr="00B87C9F">
              <w:rPr>
                <w:sz w:val="18"/>
              </w:rPr>
              <w:t>/</w:t>
            </w:r>
            <w:r w:rsidRPr="00B87C9F">
              <w:rPr>
                <w:spacing w:val="-1"/>
                <w:sz w:val="18"/>
              </w:rPr>
              <w:t xml:space="preserve"> </w:t>
            </w:r>
            <w:r w:rsidRPr="00B87C9F">
              <w:rPr>
                <w:sz w:val="18"/>
              </w:rPr>
              <w:t>100%</w:t>
            </w:r>
          </w:p>
        </w:tc>
        <w:tc>
          <w:tcPr>
            <w:tcW w:w="994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ind w:left="164" w:right="159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4</w:t>
            </w:r>
            <w:r w:rsidRPr="00B87C9F">
              <w:rPr>
                <w:sz w:val="18"/>
                <w:lang w:val="en-US"/>
              </w:rPr>
              <w:t>/</w:t>
            </w:r>
            <w:r w:rsidRPr="00B87C9F">
              <w:rPr>
                <w:sz w:val="18"/>
              </w:rPr>
              <w:t>100%</w:t>
            </w:r>
          </w:p>
          <w:p w:rsidR="006650AD" w:rsidRPr="00B87C9F" w:rsidRDefault="006650AD" w:rsidP="00B87C9F">
            <w:pPr>
              <w:pStyle w:val="TableParagraph"/>
              <w:spacing w:line="188" w:lineRule="exact"/>
              <w:ind w:left="164" w:right="159"/>
              <w:jc w:val="center"/>
              <w:rPr>
                <w:sz w:val="18"/>
              </w:rPr>
            </w:pPr>
          </w:p>
        </w:tc>
        <w:tc>
          <w:tcPr>
            <w:tcW w:w="994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ind w:left="164" w:right="159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14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ind w:left="151" w:right="151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-</w:t>
            </w:r>
          </w:p>
        </w:tc>
        <w:tc>
          <w:tcPr>
            <w:tcW w:w="852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ind w:left="1" w:right="127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14</w:t>
            </w:r>
          </w:p>
        </w:tc>
        <w:tc>
          <w:tcPr>
            <w:tcW w:w="852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ind w:left="1" w:right="127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2 /</w:t>
            </w:r>
            <w:r w:rsidRPr="00B87C9F">
              <w:rPr>
                <w:spacing w:val="-2"/>
                <w:sz w:val="18"/>
              </w:rPr>
              <w:t xml:space="preserve"> </w:t>
            </w:r>
            <w:r w:rsidRPr="00B87C9F">
              <w:rPr>
                <w:sz w:val="18"/>
              </w:rPr>
              <w:t>50%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ind w:left="155" w:right="151"/>
              <w:jc w:val="center"/>
              <w:rPr>
                <w:sz w:val="18"/>
              </w:rPr>
            </w:pPr>
            <w:r w:rsidRPr="00B87C9F">
              <w:rPr>
                <w:spacing w:val="1"/>
                <w:sz w:val="18"/>
              </w:rPr>
              <w:t xml:space="preserve"> 0</w:t>
            </w:r>
            <w:r w:rsidRPr="00B87C9F">
              <w:rPr>
                <w:sz w:val="18"/>
              </w:rPr>
              <w:t>/</w:t>
            </w:r>
            <w:r w:rsidRPr="00B87C9F">
              <w:rPr>
                <w:spacing w:val="-1"/>
                <w:sz w:val="18"/>
              </w:rPr>
              <w:t xml:space="preserve"> </w:t>
            </w:r>
            <w:r w:rsidRPr="00B87C9F">
              <w:rPr>
                <w:sz w:val="18"/>
              </w:rPr>
              <w:t>0</w:t>
            </w:r>
          </w:p>
        </w:tc>
        <w:tc>
          <w:tcPr>
            <w:tcW w:w="850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ind w:right="94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2 / 50%</w:t>
            </w:r>
          </w:p>
        </w:tc>
        <w:tc>
          <w:tcPr>
            <w:tcW w:w="850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ind w:right="94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-</w:t>
            </w:r>
          </w:p>
        </w:tc>
        <w:tc>
          <w:tcPr>
            <w:tcW w:w="852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ind w:left="5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-</w:t>
            </w:r>
          </w:p>
        </w:tc>
        <w:tc>
          <w:tcPr>
            <w:tcW w:w="1702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ind w:left="5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-</w:t>
            </w:r>
          </w:p>
        </w:tc>
      </w:tr>
      <w:tr w:rsidR="006650AD" w:rsidTr="00B87C9F">
        <w:trPr>
          <w:trHeight w:val="206"/>
        </w:trPr>
        <w:tc>
          <w:tcPr>
            <w:tcW w:w="1705" w:type="dxa"/>
          </w:tcPr>
          <w:p w:rsidR="006650AD" w:rsidRPr="00B87C9F" w:rsidRDefault="006650AD" w:rsidP="00B87C9F">
            <w:pPr>
              <w:pStyle w:val="TableParagraph"/>
              <w:spacing w:line="186" w:lineRule="exact"/>
              <w:rPr>
                <w:sz w:val="18"/>
              </w:rPr>
            </w:pPr>
            <w:r w:rsidRPr="00B87C9F">
              <w:rPr>
                <w:sz w:val="18"/>
              </w:rPr>
              <w:t>русский</w:t>
            </w:r>
            <w:r w:rsidRPr="00B87C9F">
              <w:rPr>
                <w:spacing w:val="-4"/>
                <w:sz w:val="18"/>
              </w:rPr>
              <w:t xml:space="preserve"> </w:t>
            </w:r>
            <w:r w:rsidRPr="00B87C9F">
              <w:rPr>
                <w:sz w:val="18"/>
              </w:rPr>
              <w:t>язык</w:t>
            </w:r>
          </w:p>
        </w:tc>
        <w:tc>
          <w:tcPr>
            <w:tcW w:w="850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ind w:right="104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5</w:t>
            </w:r>
            <w:r w:rsidRPr="00B87C9F">
              <w:rPr>
                <w:spacing w:val="1"/>
                <w:sz w:val="18"/>
              </w:rPr>
              <w:t xml:space="preserve"> </w:t>
            </w:r>
            <w:r w:rsidRPr="00B87C9F">
              <w:rPr>
                <w:sz w:val="18"/>
              </w:rPr>
              <w:t>/</w:t>
            </w:r>
            <w:r w:rsidRPr="00B87C9F">
              <w:rPr>
                <w:spacing w:val="-2"/>
                <w:sz w:val="18"/>
              </w:rPr>
              <w:t xml:space="preserve"> </w:t>
            </w:r>
            <w:r w:rsidRPr="00B87C9F">
              <w:rPr>
                <w:sz w:val="18"/>
              </w:rPr>
              <w:t>80%</w:t>
            </w:r>
          </w:p>
        </w:tc>
        <w:tc>
          <w:tcPr>
            <w:tcW w:w="850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ind w:left="0" w:right="118"/>
              <w:jc w:val="right"/>
              <w:rPr>
                <w:sz w:val="18"/>
              </w:rPr>
            </w:pPr>
            <w:r w:rsidRPr="00B87C9F">
              <w:rPr>
                <w:sz w:val="18"/>
              </w:rPr>
              <w:t>4</w:t>
            </w:r>
            <w:r w:rsidRPr="00B87C9F">
              <w:rPr>
                <w:spacing w:val="1"/>
                <w:sz w:val="18"/>
              </w:rPr>
              <w:t xml:space="preserve"> </w:t>
            </w:r>
            <w:r w:rsidRPr="00B87C9F">
              <w:rPr>
                <w:sz w:val="18"/>
              </w:rPr>
              <w:t>/</w:t>
            </w:r>
            <w:r w:rsidRPr="00B87C9F">
              <w:rPr>
                <w:spacing w:val="-1"/>
                <w:sz w:val="18"/>
              </w:rPr>
              <w:t xml:space="preserve"> </w:t>
            </w:r>
            <w:r w:rsidRPr="00B87C9F">
              <w:rPr>
                <w:sz w:val="18"/>
              </w:rPr>
              <w:t>100%</w:t>
            </w:r>
          </w:p>
        </w:tc>
        <w:tc>
          <w:tcPr>
            <w:tcW w:w="994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ind w:left="164" w:right="159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4</w:t>
            </w:r>
            <w:r w:rsidRPr="00B87C9F">
              <w:rPr>
                <w:sz w:val="18"/>
                <w:lang w:val="en-US"/>
              </w:rPr>
              <w:t>/</w:t>
            </w:r>
            <w:r w:rsidRPr="00B87C9F">
              <w:rPr>
                <w:sz w:val="18"/>
              </w:rPr>
              <w:t>100%</w:t>
            </w:r>
          </w:p>
          <w:p w:rsidR="006650AD" w:rsidRPr="00B87C9F" w:rsidRDefault="006650AD" w:rsidP="00B87C9F">
            <w:pPr>
              <w:pStyle w:val="TableParagraph"/>
              <w:spacing w:line="188" w:lineRule="exact"/>
              <w:ind w:left="164" w:right="159"/>
              <w:jc w:val="center"/>
              <w:rPr>
                <w:sz w:val="18"/>
              </w:rPr>
            </w:pPr>
          </w:p>
        </w:tc>
        <w:tc>
          <w:tcPr>
            <w:tcW w:w="994" w:type="dxa"/>
          </w:tcPr>
          <w:p w:rsidR="006650AD" w:rsidRPr="00B87C9F" w:rsidRDefault="006650AD" w:rsidP="00B87C9F">
            <w:pPr>
              <w:pStyle w:val="TableParagraph"/>
              <w:spacing w:line="186" w:lineRule="exact"/>
              <w:ind w:left="164" w:right="159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21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186" w:lineRule="exact"/>
              <w:ind w:left="155" w:right="150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-</w:t>
            </w:r>
          </w:p>
        </w:tc>
        <w:tc>
          <w:tcPr>
            <w:tcW w:w="852" w:type="dxa"/>
          </w:tcPr>
          <w:p w:rsidR="006650AD" w:rsidRPr="00B87C9F" w:rsidRDefault="006650AD" w:rsidP="00B87C9F">
            <w:pPr>
              <w:pStyle w:val="TableParagraph"/>
              <w:spacing w:line="186" w:lineRule="exact"/>
              <w:ind w:left="88" w:right="83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32</w:t>
            </w:r>
          </w:p>
        </w:tc>
        <w:tc>
          <w:tcPr>
            <w:tcW w:w="852" w:type="dxa"/>
          </w:tcPr>
          <w:p w:rsidR="006650AD" w:rsidRPr="00B87C9F" w:rsidRDefault="006650AD" w:rsidP="00B87C9F">
            <w:pPr>
              <w:pStyle w:val="TableParagraph"/>
              <w:spacing w:line="186" w:lineRule="exact"/>
              <w:ind w:left="88" w:right="83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4 /</w:t>
            </w:r>
            <w:r w:rsidRPr="00B87C9F">
              <w:rPr>
                <w:spacing w:val="-2"/>
                <w:sz w:val="18"/>
              </w:rPr>
              <w:t xml:space="preserve"> </w:t>
            </w:r>
            <w:r w:rsidRPr="00B87C9F">
              <w:rPr>
                <w:sz w:val="18"/>
              </w:rPr>
              <w:t>100%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186" w:lineRule="exact"/>
              <w:ind w:left="155" w:right="151"/>
              <w:jc w:val="center"/>
              <w:rPr>
                <w:sz w:val="18"/>
              </w:rPr>
            </w:pPr>
            <w:r w:rsidRPr="00B87C9F">
              <w:rPr>
                <w:spacing w:val="1"/>
                <w:sz w:val="18"/>
              </w:rPr>
              <w:t xml:space="preserve">0 </w:t>
            </w:r>
            <w:r w:rsidRPr="00B87C9F">
              <w:rPr>
                <w:sz w:val="18"/>
              </w:rPr>
              <w:t>/</w:t>
            </w:r>
            <w:r w:rsidRPr="00B87C9F">
              <w:rPr>
                <w:spacing w:val="-2"/>
                <w:sz w:val="18"/>
              </w:rPr>
              <w:t xml:space="preserve"> </w:t>
            </w:r>
            <w:r w:rsidRPr="00B87C9F">
              <w:rPr>
                <w:sz w:val="18"/>
              </w:rPr>
              <w:t>0</w:t>
            </w:r>
          </w:p>
        </w:tc>
        <w:tc>
          <w:tcPr>
            <w:tcW w:w="850" w:type="dxa"/>
          </w:tcPr>
          <w:p w:rsidR="006650AD" w:rsidRPr="00B87C9F" w:rsidRDefault="006650AD" w:rsidP="00B87C9F">
            <w:pPr>
              <w:pStyle w:val="TableParagraph"/>
              <w:spacing w:line="186" w:lineRule="exact"/>
              <w:ind w:left="7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1/25%</w:t>
            </w:r>
          </w:p>
        </w:tc>
        <w:tc>
          <w:tcPr>
            <w:tcW w:w="850" w:type="dxa"/>
          </w:tcPr>
          <w:p w:rsidR="006650AD" w:rsidRPr="00B87C9F" w:rsidRDefault="006650AD" w:rsidP="00B87C9F">
            <w:pPr>
              <w:pStyle w:val="TableParagraph"/>
              <w:spacing w:line="186" w:lineRule="exact"/>
              <w:ind w:left="7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-</w:t>
            </w:r>
          </w:p>
        </w:tc>
        <w:tc>
          <w:tcPr>
            <w:tcW w:w="852" w:type="dxa"/>
          </w:tcPr>
          <w:p w:rsidR="006650AD" w:rsidRPr="00B87C9F" w:rsidRDefault="006650AD" w:rsidP="00B87C9F">
            <w:pPr>
              <w:pStyle w:val="TableParagraph"/>
              <w:spacing w:line="186" w:lineRule="exact"/>
              <w:ind w:left="5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-</w:t>
            </w:r>
          </w:p>
        </w:tc>
        <w:tc>
          <w:tcPr>
            <w:tcW w:w="1702" w:type="dxa"/>
          </w:tcPr>
          <w:p w:rsidR="006650AD" w:rsidRPr="00B87C9F" w:rsidRDefault="006650AD" w:rsidP="00B87C9F">
            <w:pPr>
              <w:pStyle w:val="TableParagraph"/>
              <w:spacing w:line="186" w:lineRule="exact"/>
              <w:ind w:left="5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-</w:t>
            </w:r>
          </w:p>
        </w:tc>
      </w:tr>
      <w:tr w:rsidR="006650AD" w:rsidTr="00B87C9F">
        <w:trPr>
          <w:trHeight w:val="205"/>
        </w:trPr>
        <w:tc>
          <w:tcPr>
            <w:tcW w:w="1705" w:type="dxa"/>
          </w:tcPr>
          <w:p w:rsidR="006650AD" w:rsidRPr="00B87C9F" w:rsidRDefault="006650AD" w:rsidP="00B87C9F">
            <w:pPr>
              <w:pStyle w:val="TableParagraph"/>
              <w:spacing w:line="186" w:lineRule="exact"/>
              <w:rPr>
                <w:sz w:val="18"/>
              </w:rPr>
            </w:pPr>
            <w:r w:rsidRPr="00B87C9F">
              <w:rPr>
                <w:sz w:val="18"/>
              </w:rPr>
              <w:t>обществознание</w:t>
            </w:r>
          </w:p>
        </w:tc>
        <w:tc>
          <w:tcPr>
            <w:tcW w:w="850" w:type="dxa"/>
          </w:tcPr>
          <w:p w:rsidR="006650AD" w:rsidRPr="00B87C9F" w:rsidRDefault="006650AD" w:rsidP="00B87C9F">
            <w:pPr>
              <w:pStyle w:val="TableParagraph"/>
              <w:spacing w:line="186" w:lineRule="exact"/>
              <w:ind w:right="104"/>
              <w:jc w:val="center"/>
              <w:rPr>
                <w:sz w:val="18"/>
              </w:rPr>
            </w:pPr>
            <w:r w:rsidRPr="00B87C9F">
              <w:rPr>
                <w:sz w:val="18"/>
              </w:rPr>
              <w:t xml:space="preserve"> 3/</w:t>
            </w:r>
            <w:r w:rsidRPr="00B87C9F">
              <w:rPr>
                <w:spacing w:val="-2"/>
                <w:sz w:val="18"/>
              </w:rPr>
              <w:t xml:space="preserve"> </w:t>
            </w:r>
            <w:r w:rsidRPr="00B87C9F">
              <w:rPr>
                <w:sz w:val="18"/>
              </w:rPr>
              <w:t>100%</w:t>
            </w:r>
          </w:p>
        </w:tc>
        <w:tc>
          <w:tcPr>
            <w:tcW w:w="850" w:type="dxa"/>
          </w:tcPr>
          <w:p w:rsidR="006650AD" w:rsidRPr="00B87C9F" w:rsidRDefault="006650AD" w:rsidP="00B87C9F">
            <w:pPr>
              <w:pStyle w:val="TableParagraph"/>
              <w:spacing w:line="186" w:lineRule="exact"/>
              <w:ind w:left="0" w:right="140"/>
              <w:jc w:val="right"/>
              <w:rPr>
                <w:sz w:val="18"/>
              </w:rPr>
            </w:pPr>
            <w:r w:rsidRPr="00B87C9F">
              <w:rPr>
                <w:sz w:val="18"/>
              </w:rPr>
              <w:t>-</w:t>
            </w:r>
          </w:p>
        </w:tc>
        <w:tc>
          <w:tcPr>
            <w:tcW w:w="994" w:type="dxa"/>
          </w:tcPr>
          <w:p w:rsidR="006650AD" w:rsidRPr="00B87C9F" w:rsidRDefault="006650AD" w:rsidP="00B87C9F">
            <w:pPr>
              <w:pStyle w:val="TableParagraph"/>
              <w:spacing w:line="186" w:lineRule="exact"/>
              <w:ind w:left="164" w:right="159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-</w:t>
            </w:r>
          </w:p>
        </w:tc>
        <w:tc>
          <w:tcPr>
            <w:tcW w:w="994" w:type="dxa"/>
          </w:tcPr>
          <w:p w:rsidR="006650AD" w:rsidRPr="00B87C9F" w:rsidRDefault="006650AD" w:rsidP="00B87C9F">
            <w:pPr>
              <w:pStyle w:val="TableParagraph"/>
              <w:spacing w:line="186" w:lineRule="exact"/>
              <w:ind w:left="164" w:right="159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21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186" w:lineRule="exact"/>
              <w:ind w:left="154" w:right="151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-</w:t>
            </w:r>
          </w:p>
        </w:tc>
        <w:tc>
          <w:tcPr>
            <w:tcW w:w="852" w:type="dxa"/>
          </w:tcPr>
          <w:p w:rsidR="006650AD" w:rsidRPr="00B87C9F" w:rsidRDefault="006650AD" w:rsidP="00B87C9F">
            <w:pPr>
              <w:pStyle w:val="TableParagraph"/>
              <w:spacing w:line="186" w:lineRule="exact"/>
              <w:ind w:left="88" w:right="83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-</w:t>
            </w:r>
          </w:p>
        </w:tc>
        <w:tc>
          <w:tcPr>
            <w:tcW w:w="852" w:type="dxa"/>
          </w:tcPr>
          <w:p w:rsidR="006650AD" w:rsidRPr="00B87C9F" w:rsidRDefault="006650AD" w:rsidP="00B87C9F">
            <w:pPr>
              <w:pStyle w:val="TableParagraph"/>
              <w:spacing w:line="186" w:lineRule="exact"/>
              <w:ind w:left="88" w:right="83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1 /</w:t>
            </w:r>
            <w:r w:rsidRPr="00B87C9F">
              <w:rPr>
                <w:spacing w:val="-2"/>
                <w:sz w:val="18"/>
              </w:rPr>
              <w:t xml:space="preserve"> </w:t>
            </w:r>
            <w:r w:rsidRPr="00B87C9F">
              <w:rPr>
                <w:sz w:val="18"/>
              </w:rPr>
              <w:t>33%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186" w:lineRule="exact"/>
              <w:ind w:left="155" w:right="151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-</w:t>
            </w:r>
          </w:p>
        </w:tc>
        <w:tc>
          <w:tcPr>
            <w:tcW w:w="850" w:type="dxa"/>
          </w:tcPr>
          <w:p w:rsidR="006650AD" w:rsidRPr="00B87C9F" w:rsidRDefault="006650AD" w:rsidP="00B87C9F">
            <w:pPr>
              <w:pStyle w:val="TableParagraph"/>
              <w:spacing w:line="186" w:lineRule="exact"/>
              <w:ind w:left="7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-</w:t>
            </w:r>
          </w:p>
        </w:tc>
        <w:tc>
          <w:tcPr>
            <w:tcW w:w="850" w:type="dxa"/>
          </w:tcPr>
          <w:p w:rsidR="006650AD" w:rsidRPr="00B87C9F" w:rsidRDefault="006650AD" w:rsidP="00B87C9F">
            <w:pPr>
              <w:pStyle w:val="TableParagraph"/>
              <w:spacing w:line="186" w:lineRule="exact"/>
              <w:ind w:left="7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-</w:t>
            </w:r>
          </w:p>
        </w:tc>
        <w:tc>
          <w:tcPr>
            <w:tcW w:w="852" w:type="dxa"/>
          </w:tcPr>
          <w:p w:rsidR="006650AD" w:rsidRPr="00B87C9F" w:rsidRDefault="006650AD" w:rsidP="00B87C9F">
            <w:pPr>
              <w:pStyle w:val="TableParagraph"/>
              <w:spacing w:line="186" w:lineRule="exact"/>
              <w:ind w:left="5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-</w:t>
            </w:r>
          </w:p>
        </w:tc>
        <w:tc>
          <w:tcPr>
            <w:tcW w:w="1702" w:type="dxa"/>
          </w:tcPr>
          <w:p w:rsidR="006650AD" w:rsidRPr="00B87C9F" w:rsidRDefault="006650AD" w:rsidP="00B87C9F">
            <w:pPr>
              <w:pStyle w:val="TableParagraph"/>
              <w:spacing w:line="186" w:lineRule="exact"/>
              <w:ind w:left="5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-</w:t>
            </w:r>
          </w:p>
        </w:tc>
      </w:tr>
      <w:tr w:rsidR="006650AD" w:rsidTr="00B87C9F">
        <w:trPr>
          <w:trHeight w:val="208"/>
        </w:trPr>
        <w:tc>
          <w:tcPr>
            <w:tcW w:w="1705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rPr>
                <w:sz w:val="18"/>
              </w:rPr>
            </w:pPr>
            <w:r w:rsidRPr="00B87C9F">
              <w:rPr>
                <w:sz w:val="18"/>
              </w:rPr>
              <w:t>химия</w:t>
            </w:r>
          </w:p>
        </w:tc>
        <w:tc>
          <w:tcPr>
            <w:tcW w:w="850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ind w:left="105" w:right="104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3</w:t>
            </w:r>
            <w:r w:rsidRPr="00B87C9F">
              <w:rPr>
                <w:spacing w:val="1"/>
                <w:sz w:val="18"/>
              </w:rPr>
              <w:t xml:space="preserve"> </w:t>
            </w:r>
            <w:r w:rsidRPr="00B87C9F">
              <w:rPr>
                <w:sz w:val="18"/>
              </w:rPr>
              <w:t>/</w:t>
            </w:r>
            <w:r w:rsidRPr="00B87C9F">
              <w:rPr>
                <w:spacing w:val="-2"/>
                <w:sz w:val="18"/>
              </w:rPr>
              <w:t xml:space="preserve"> </w:t>
            </w:r>
            <w:r w:rsidRPr="00B87C9F">
              <w:rPr>
                <w:sz w:val="18"/>
              </w:rPr>
              <w:t>100%</w:t>
            </w:r>
          </w:p>
        </w:tc>
        <w:tc>
          <w:tcPr>
            <w:tcW w:w="850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ind w:left="262"/>
              <w:rPr>
                <w:sz w:val="18"/>
              </w:rPr>
            </w:pPr>
            <w:r w:rsidRPr="00B87C9F">
              <w:rPr>
                <w:sz w:val="18"/>
              </w:rPr>
              <w:t>4</w:t>
            </w:r>
            <w:r w:rsidRPr="00B87C9F">
              <w:rPr>
                <w:spacing w:val="1"/>
                <w:sz w:val="18"/>
              </w:rPr>
              <w:t xml:space="preserve"> </w:t>
            </w:r>
            <w:r w:rsidRPr="00B87C9F">
              <w:rPr>
                <w:sz w:val="18"/>
              </w:rPr>
              <w:t>/</w:t>
            </w:r>
            <w:r w:rsidRPr="00B87C9F">
              <w:rPr>
                <w:spacing w:val="-2"/>
                <w:sz w:val="18"/>
              </w:rPr>
              <w:t xml:space="preserve"> </w:t>
            </w:r>
            <w:r w:rsidRPr="00B87C9F">
              <w:rPr>
                <w:sz w:val="18"/>
              </w:rPr>
              <w:t>100%</w:t>
            </w:r>
          </w:p>
        </w:tc>
        <w:tc>
          <w:tcPr>
            <w:tcW w:w="994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ind w:left="162" w:right="159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-</w:t>
            </w:r>
          </w:p>
        </w:tc>
        <w:tc>
          <w:tcPr>
            <w:tcW w:w="994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ind w:left="162" w:right="159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21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ind w:left="3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-</w:t>
            </w:r>
          </w:p>
        </w:tc>
        <w:tc>
          <w:tcPr>
            <w:tcW w:w="852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ind w:left="88" w:right="85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-</w:t>
            </w:r>
          </w:p>
        </w:tc>
        <w:tc>
          <w:tcPr>
            <w:tcW w:w="852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ind w:left="88" w:right="85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3</w:t>
            </w:r>
            <w:r w:rsidRPr="00B87C9F">
              <w:rPr>
                <w:spacing w:val="1"/>
                <w:sz w:val="18"/>
              </w:rPr>
              <w:t xml:space="preserve"> </w:t>
            </w:r>
            <w:r w:rsidRPr="00B87C9F">
              <w:rPr>
                <w:sz w:val="18"/>
              </w:rPr>
              <w:t>/</w:t>
            </w:r>
            <w:r w:rsidRPr="00B87C9F">
              <w:rPr>
                <w:spacing w:val="-2"/>
                <w:sz w:val="18"/>
              </w:rPr>
              <w:t xml:space="preserve"> </w:t>
            </w:r>
            <w:r w:rsidRPr="00B87C9F">
              <w:rPr>
                <w:sz w:val="18"/>
              </w:rPr>
              <w:t>100%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ind w:left="155" w:right="151"/>
              <w:jc w:val="center"/>
              <w:rPr>
                <w:sz w:val="18"/>
              </w:rPr>
            </w:pPr>
            <w:r w:rsidRPr="00B87C9F">
              <w:rPr>
                <w:spacing w:val="1"/>
                <w:sz w:val="18"/>
              </w:rPr>
              <w:t>3</w:t>
            </w:r>
            <w:r w:rsidRPr="00B87C9F">
              <w:rPr>
                <w:sz w:val="18"/>
              </w:rPr>
              <w:t>/</w:t>
            </w:r>
            <w:r w:rsidRPr="00B87C9F">
              <w:rPr>
                <w:spacing w:val="-2"/>
                <w:sz w:val="18"/>
              </w:rPr>
              <w:t xml:space="preserve"> </w:t>
            </w:r>
            <w:r w:rsidRPr="00B87C9F">
              <w:rPr>
                <w:sz w:val="18"/>
              </w:rPr>
              <w:t>75%</w:t>
            </w:r>
          </w:p>
        </w:tc>
        <w:tc>
          <w:tcPr>
            <w:tcW w:w="850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ind w:left="7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-</w:t>
            </w:r>
          </w:p>
        </w:tc>
        <w:tc>
          <w:tcPr>
            <w:tcW w:w="850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ind w:left="7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-</w:t>
            </w:r>
          </w:p>
        </w:tc>
        <w:tc>
          <w:tcPr>
            <w:tcW w:w="852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ind w:left="5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-</w:t>
            </w:r>
          </w:p>
        </w:tc>
        <w:tc>
          <w:tcPr>
            <w:tcW w:w="1702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ind w:left="5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-</w:t>
            </w:r>
          </w:p>
        </w:tc>
      </w:tr>
      <w:tr w:rsidR="006650AD" w:rsidTr="00B87C9F">
        <w:trPr>
          <w:trHeight w:val="208"/>
        </w:trPr>
        <w:tc>
          <w:tcPr>
            <w:tcW w:w="1705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rPr>
                <w:sz w:val="18"/>
              </w:rPr>
            </w:pPr>
            <w:r w:rsidRPr="00B87C9F">
              <w:rPr>
                <w:sz w:val="18"/>
              </w:rPr>
              <w:t>география</w:t>
            </w:r>
          </w:p>
        </w:tc>
        <w:tc>
          <w:tcPr>
            <w:tcW w:w="850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ind w:left="105" w:right="104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-</w:t>
            </w:r>
          </w:p>
        </w:tc>
        <w:tc>
          <w:tcPr>
            <w:tcW w:w="850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ind w:left="262"/>
              <w:rPr>
                <w:sz w:val="18"/>
              </w:rPr>
            </w:pPr>
            <w:r w:rsidRPr="00B87C9F">
              <w:rPr>
                <w:sz w:val="18"/>
              </w:rPr>
              <w:t>4/100%</w:t>
            </w:r>
          </w:p>
        </w:tc>
        <w:tc>
          <w:tcPr>
            <w:tcW w:w="994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ind w:left="162" w:right="159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4/100%</w:t>
            </w:r>
          </w:p>
        </w:tc>
        <w:tc>
          <w:tcPr>
            <w:tcW w:w="994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ind w:left="162" w:right="159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-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ind w:left="3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-</w:t>
            </w:r>
          </w:p>
        </w:tc>
        <w:tc>
          <w:tcPr>
            <w:tcW w:w="852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ind w:left="88" w:right="85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-</w:t>
            </w:r>
          </w:p>
        </w:tc>
        <w:tc>
          <w:tcPr>
            <w:tcW w:w="852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ind w:left="88" w:right="85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-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ind w:left="155" w:right="151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0/0%</w:t>
            </w:r>
          </w:p>
        </w:tc>
        <w:tc>
          <w:tcPr>
            <w:tcW w:w="850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ind w:left="7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-</w:t>
            </w:r>
          </w:p>
        </w:tc>
        <w:tc>
          <w:tcPr>
            <w:tcW w:w="850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ind w:left="7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-</w:t>
            </w:r>
          </w:p>
        </w:tc>
        <w:tc>
          <w:tcPr>
            <w:tcW w:w="852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ind w:left="5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-</w:t>
            </w:r>
          </w:p>
        </w:tc>
        <w:tc>
          <w:tcPr>
            <w:tcW w:w="1702" w:type="dxa"/>
          </w:tcPr>
          <w:p w:rsidR="006650AD" w:rsidRPr="00B87C9F" w:rsidRDefault="006650AD" w:rsidP="00B87C9F">
            <w:pPr>
              <w:pStyle w:val="TableParagraph"/>
              <w:spacing w:line="188" w:lineRule="exact"/>
              <w:ind w:left="5"/>
              <w:jc w:val="center"/>
              <w:rPr>
                <w:sz w:val="18"/>
              </w:rPr>
            </w:pPr>
            <w:r w:rsidRPr="00B87C9F">
              <w:rPr>
                <w:sz w:val="18"/>
              </w:rPr>
              <w:t>-</w:t>
            </w:r>
          </w:p>
        </w:tc>
      </w:tr>
    </w:tbl>
    <w:p w:rsidR="006650AD" w:rsidRDefault="006650AD">
      <w:pPr>
        <w:pStyle w:val="BodyText"/>
        <w:spacing w:before="9"/>
        <w:ind w:left="0"/>
        <w:jc w:val="left"/>
        <w:rPr>
          <w:sz w:val="23"/>
        </w:rPr>
      </w:pPr>
    </w:p>
    <w:p w:rsidR="006650AD" w:rsidRDefault="006650AD" w:rsidP="00DC214F">
      <w:pPr>
        <w:pStyle w:val="BodyText"/>
        <w:spacing w:before="1"/>
        <w:ind w:left="0" w:firstLine="720"/>
        <w:jc w:val="left"/>
      </w:pPr>
      <w:r>
        <w:t>Представленные</w:t>
      </w:r>
      <w:r>
        <w:rPr>
          <w:spacing w:val="1"/>
        </w:rPr>
        <w:t xml:space="preserve"> </w:t>
      </w:r>
      <w:r>
        <w:t>статистические данные результатов ОГЭ свидетельствуют о стабильной</w:t>
      </w:r>
      <w:r>
        <w:rPr>
          <w:spacing w:val="-3"/>
        </w:rPr>
        <w:t xml:space="preserve"> </w:t>
      </w:r>
      <w:r>
        <w:t>тенденции результативности</w:t>
      </w:r>
      <w:r>
        <w:rPr>
          <w:spacing w:val="-1"/>
        </w:rPr>
        <w:t xml:space="preserve"> </w:t>
      </w:r>
      <w:r>
        <w:t>обучения.</w:t>
      </w:r>
    </w:p>
    <w:p w:rsidR="006650AD" w:rsidRDefault="006650AD" w:rsidP="00DC214F">
      <w:pPr>
        <w:rPr>
          <w:sz w:val="24"/>
        </w:rPr>
        <w:sectPr w:rsidR="006650AD" w:rsidSect="00B13C26">
          <w:type w:val="continuous"/>
          <w:pgSz w:w="16840" w:h="11910" w:orient="landscape"/>
          <w:pgMar w:top="442" w:right="1162" w:bottom="1162" w:left="1123" w:header="0" w:footer="975" w:gutter="0"/>
          <w:cols w:space="720"/>
        </w:sectPr>
      </w:pPr>
      <w:r>
        <w:rPr>
          <w:sz w:val="24"/>
        </w:rPr>
        <w:t xml:space="preserve">В 2019 году количество    обучающихся 9 класса составляло 5 человек, из них 1 ребенок инвалид, который сдавал два экзамена в форме ОГЭ по русскому языку и математике. Один обучающийся был не допущен к ГИА в связи с неудовлетворительными оценками за год по трем предметам. Получила справку об обучении в образовательной организации, реализующей основные общеобразовательные программы основного общего образования.             </w:t>
      </w:r>
    </w:p>
    <w:p w:rsidR="006650AD" w:rsidRDefault="006650AD">
      <w:pPr>
        <w:pStyle w:val="BodyText"/>
        <w:ind w:left="647" w:right="519"/>
        <w:jc w:val="center"/>
      </w:pPr>
      <w:r>
        <w:t xml:space="preserve">Результаты выполнения обучающимися всех уровней общего образования </w:t>
      </w:r>
    </w:p>
    <w:p w:rsidR="006650AD" w:rsidRDefault="006650AD">
      <w:pPr>
        <w:pStyle w:val="BodyText"/>
        <w:ind w:left="647" w:right="519"/>
        <w:jc w:val="center"/>
      </w:pPr>
      <w:r>
        <w:t xml:space="preserve">Заданий </w:t>
      </w:r>
      <w:r>
        <w:rPr>
          <w:spacing w:val="-57"/>
        </w:rPr>
        <w:t xml:space="preserve"> </w:t>
      </w:r>
      <w:r>
        <w:t>стандартизированной</w:t>
      </w:r>
      <w:r>
        <w:rPr>
          <w:spacing w:val="-1"/>
        </w:rPr>
        <w:t xml:space="preserve"> </w:t>
      </w:r>
      <w:r>
        <w:t>формы (ВПР</w:t>
      </w:r>
      <w:r>
        <w:rPr>
          <w:spacing w:val="2"/>
        </w:rPr>
        <w:t xml:space="preserve"> </w:t>
      </w:r>
      <w:r>
        <w:t>– 2019, 2020,2021)</w:t>
      </w:r>
    </w:p>
    <w:p w:rsidR="006650AD" w:rsidRDefault="006650AD">
      <w:pPr>
        <w:pStyle w:val="BodyText"/>
        <w:ind w:left="647" w:right="519"/>
        <w:jc w:val="center"/>
      </w:pPr>
    </w:p>
    <w:tbl>
      <w:tblPr>
        <w:tblW w:w="0" w:type="auto"/>
        <w:tblInd w:w="5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9"/>
        <w:gridCol w:w="3971"/>
        <w:gridCol w:w="30"/>
        <w:gridCol w:w="1292"/>
        <w:gridCol w:w="1540"/>
        <w:gridCol w:w="1430"/>
      </w:tblGrid>
      <w:tr w:rsidR="006650AD" w:rsidRPr="00587793" w:rsidTr="00291A9C">
        <w:trPr>
          <w:trHeight w:val="1041"/>
        </w:trPr>
        <w:tc>
          <w:tcPr>
            <w:tcW w:w="1389" w:type="dxa"/>
            <w:vMerge w:val="restart"/>
          </w:tcPr>
          <w:p w:rsidR="006650AD" w:rsidRPr="00B87C9F" w:rsidRDefault="006650AD" w:rsidP="00587793">
            <w:pPr>
              <w:rPr>
                <w:sz w:val="26"/>
              </w:rPr>
            </w:pPr>
          </w:p>
          <w:p w:rsidR="006650AD" w:rsidRPr="00B87C9F" w:rsidRDefault="006650AD" w:rsidP="00B87C9F">
            <w:pPr>
              <w:spacing w:before="228"/>
              <w:ind w:left="388"/>
              <w:rPr>
                <w:sz w:val="24"/>
              </w:rPr>
            </w:pPr>
            <w:r w:rsidRPr="00B87C9F">
              <w:rPr>
                <w:sz w:val="24"/>
              </w:rPr>
              <w:t>Класс</w:t>
            </w:r>
          </w:p>
        </w:tc>
        <w:tc>
          <w:tcPr>
            <w:tcW w:w="3971" w:type="dxa"/>
            <w:vMerge w:val="restart"/>
          </w:tcPr>
          <w:p w:rsidR="006650AD" w:rsidRPr="00B87C9F" w:rsidRDefault="006650AD" w:rsidP="00587793">
            <w:pPr>
              <w:rPr>
                <w:sz w:val="26"/>
              </w:rPr>
            </w:pPr>
          </w:p>
          <w:p w:rsidR="006650AD" w:rsidRPr="00B87C9F" w:rsidRDefault="006650AD" w:rsidP="00DC214F">
            <w:pPr>
              <w:spacing w:before="228"/>
              <w:ind w:left="1452" w:right="1452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Предметы</w:t>
            </w:r>
          </w:p>
        </w:tc>
        <w:tc>
          <w:tcPr>
            <w:tcW w:w="4292" w:type="dxa"/>
            <w:gridSpan w:val="4"/>
          </w:tcPr>
          <w:p w:rsidR="006650AD" w:rsidRPr="00B87C9F" w:rsidRDefault="006650AD" w:rsidP="00B87C9F">
            <w:pPr>
              <w:spacing w:before="1"/>
              <w:ind w:left="773" w:right="782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% обучающихся, получивших</w:t>
            </w:r>
          </w:p>
          <w:p w:rsidR="006650AD" w:rsidRPr="00B87C9F" w:rsidRDefault="006650AD" w:rsidP="00B87C9F">
            <w:pPr>
              <w:ind w:left="773" w:right="780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положительные отметки</w:t>
            </w:r>
          </w:p>
        </w:tc>
      </w:tr>
      <w:tr w:rsidR="006650AD" w:rsidRPr="00587793" w:rsidTr="00291A9C">
        <w:trPr>
          <w:trHeight w:val="523"/>
        </w:trPr>
        <w:tc>
          <w:tcPr>
            <w:tcW w:w="1389" w:type="dxa"/>
            <w:vMerge/>
            <w:tcBorders>
              <w:top w:val="nil"/>
            </w:tcBorders>
          </w:tcPr>
          <w:p w:rsidR="006650AD" w:rsidRPr="00B87C9F" w:rsidRDefault="006650AD" w:rsidP="00587793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:rsidR="006650AD" w:rsidRPr="00B87C9F" w:rsidRDefault="006650AD" w:rsidP="00587793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gridSpan w:val="2"/>
          </w:tcPr>
          <w:p w:rsidR="006650AD" w:rsidRPr="00B87C9F" w:rsidRDefault="006650AD" w:rsidP="00B87C9F">
            <w:pPr>
              <w:spacing w:before="2"/>
              <w:ind w:left="162"/>
              <w:rPr>
                <w:sz w:val="24"/>
              </w:rPr>
            </w:pPr>
            <w:r w:rsidRPr="00B87C9F">
              <w:rPr>
                <w:sz w:val="24"/>
              </w:rPr>
              <w:t>2020-2021</w:t>
            </w:r>
          </w:p>
        </w:tc>
        <w:tc>
          <w:tcPr>
            <w:tcW w:w="1540" w:type="dxa"/>
          </w:tcPr>
          <w:p w:rsidR="006650AD" w:rsidRPr="00B87C9F" w:rsidRDefault="006650AD" w:rsidP="00DC214F">
            <w:pPr>
              <w:spacing w:before="2"/>
              <w:ind w:left="233" w:right="234"/>
              <w:rPr>
                <w:sz w:val="24"/>
              </w:rPr>
            </w:pPr>
            <w:r w:rsidRPr="00B87C9F">
              <w:rPr>
                <w:sz w:val="24"/>
              </w:rPr>
              <w:t>2019-2020</w:t>
            </w:r>
          </w:p>
        </w:tc>
        <w:tc>
          <w:tcPr>
            <w:tcW w:w="1430" w:type="dxa"/>
          </w:tcPr>
          <w:p w:rsidR="006650AD" w:rsidRPr="00B87C9F" w:rsidRDefault="006650AD" w:rsidP="00DC214F">
            <w:pPr>
              <w:spacing w:before="2"/>
              <w:ind w:right="235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B87C9F">
              <w:rPr>
                <w:sz w:val="24"/>
              </w:rPr>
              <w:t>2018-2019</w:t>
            </w:r>
          </w:p>
        </w:tc>
      </w:tr>
      <w:tr w:rsidR="006650AD" w:rsidRPr="00587793" w:rsidTr="00291A9C">
        <w:trPr>
          <w:trHeight w:val="525"/>
        </w:trPr>
        <w:tc>
          <w:tcPr>
            <w:tcW w:w="1389" w:type="dxa"/>
            <w:vMerge w:val="restart"/>
          </w:tcPr>
          <w:p w:rsidR="006650AD" w:rsidRPr="00B87C9F" w:rsidRDefault="006650AD" w:rsidP="00B87C9F">
            <w:pPr>
              <w:jc w:val="center"/>
              <w:rPr>
                <w:sz w:val="26"/>
              </w:rPr>
            </w:pPr>
          </w:p>
          <w:p w:rsidR="006650AD" w:rsidRPr="00B87C9F" w:rsidRDefault="006650AD" w:rsidP="00B87C9F">
            <w:pPr>
              <w:spacing w:before="7"/>
              <w:jc w:val="center"/>
              <w:rPr>
                <w:sz w:val="20"/>
              </w:rPr>
            </w:pPr>
          </w:p>
          <w:p w:rsidR="006650AD" w:rsidRPr="00B87C9F" w:rsidRDefault="006650AD" w:rsidP="00B87C9F">
            <w:pPr>
              <w:ind w:left="321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4класс</w:t>
            </w:r>
          </w:p>
        </w:tc>
        <w:tc>
          <w:tcPr>
            <w:tcW w:w="3971" w:type="dxa"/>
          </w:tcPr>
          <w:p w:rsidR="006650AD" w:rsidRPr="00B87C9F" w:rsidRDefault="006650AD" w:rsidP="00B87C9F">
            <w:pPr>
              <w:spacing w:before="3"/>
              <w:ind w:left="10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Математика</w:t>
            </w:r>
          </w:p>
        </w:tc>
        <w:tc>
          <w:tcPr>
            <w:tcW w:w="1322" w:type="dxa"/>
            <w:gridSpan w:val="2"/>
          </w:tcPr>
          <w:p w:rsidR="006650AD" w:rsidRPr="00587793" w:rsidRDefault="006650AD" w:rsidP="00B87C9F">
            <w:pPr>
              <w:jc w:val="center"/>
            </w:pPr>
            <w:r w:rsidRPr="00587793">
              <w:t>----</w:t>
            </w:r>
          </w:p>
        </w:tc>
        <w:tc>
          <w:tcPr>
            <w:tcW w:w="1540" w:type="dxa"/>
          </w:tcPr>
          <w:p w:rsidR="006650AD" w:rsidRPr="00B87C9F" w:rsidRDefault="006650AD" w:rsidP="00B87C9F">
            <w:pPr>
              <w:spacing w:before="3"/>
              <w:ind w:left="233" w:right="234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</w:t>
            </w:r>
          </w:p>
        </w:tc>
        <w:tc>
          <w:tcPr>
            <w:tcW w:w="1430" w:type="dxa"/>
          </w:tcPr>
          <w:p w:rsidR="006650AD" w:rsidRPr="00B87C9F" w:rsidRDefault="006650AD" w:rsidP="00B87C9F">
            <w:pPr>
              <w:spacing w:before="3"/>
              <w:ind w:left="234" w:right="235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</w:t>
            </w:r>
          </w:p>
        </w:tc>
      </w:tr>
      <w:tr w:rsidR="006650AD" w:rsidRPr="00587793" w:rsidTr="00291A9C">
        <w:trPr>
          <w:trHeight w:val="506"/>
        </w:trPr>
        <w:tc>
          <w:tcPr>
            <w:tcW w:w="1389" w:type="dxa"/>
            <w:vMerge/>
            <w:tcBorders>
              <w:top w:val="nil"/>
            </w:tcBorders>
          </w:tcPr>
          <w:p w:rsidR="006650AD" w:rsidRPr="00B87C9F" w:rsidRDefault="006650AD" w:rsidP="00B87C9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6650AD" w:rsidRPr="00B87C9F" w:rsidRDefault="006650AD" w:rsidP="00B87C9F">
            <w:pPr>
              <w:spacing w:before="1"/>
              <w:ind w:left="10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Русский язык</w:t>
            </w:r>
          </w:p>
        </w:tc>
        <w:tc>
          <w:tcPr>
            <w:tcW w:w="1322" w:type="dxa"/>
            <w:gridSpan w:val="2"/>
          </w:tcPr>
          <w:p w:rsidR="006650AD" w:rsidRPr="00587793" w:rsidRDefault="006650AD" w:rsidP="00B87C9F">
            <w:pPr>
              <w:jc w:val="center"/>
            </w:pPr>
            <w:r w:rsidRPr="00587793">
              <w:t>-----</w:t>
            </w:r>
          </w:p>
        </w:tc>
        <w:tc>
          <w:tcPr>
            <w:tcW w:w="1540" w:type="dxa"/>
          </w:tcPr>
          <w:p w:rsidR="006650AD" w:rsidRPr="00B87C9F" w:rsidRDefault="006650AD" w:rsidP="00B87C9F">
            <w:pPr>
              <w:spacing w:before="1"/>
              <w:ind w:left="233" w:right="234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</w:t>
            </w:r>
          </w:p>
        </w:tc>
        <w:tc>
          <w:tcPr>
            <w:tcW w:w="1430" w:type="dxa"/>
          </w:tcPr>
          <w:p w:rsidR="006650AD" w:rsidRPr="00B87C9F" w:rsidRDefault="006650AD" w:rsidP="00B87C9F">
            <w:pPr>
              <w:spacing w:before="1"/>
              <w:ind w:left="234" w:right="235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88</w:t>
            </w:r>
          </w:p>
        </w:tc>
      </w:tr>
      <w:tr w:rsidR="006650AD" w:rsidRPr="00587793" w:rsidTr="00291A9C">
        <w:trPr>
          <w:trHeight w:val="522"/>
        </w:trPr>
        <w:tc>
          <w:tcPr>
            <w:tcW w:w="1389" w:type="dxa"/>
            <w:vMerge/>
            <w:tcBorders>
              <w:top w:val="nil"/>
            </w:tcBorders>
          </w:tcPr>
          <w:p w:rsidR="006650AD" w:rsidRPr="00B87C9F" w:rsidRDefault="006650AD" w:rsidP="00B87C9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6650AD" w:rsidRPr="00B87C9F" w:rsidRDefault="006650AD" w:rsidP="00B87C9F">
            <w:pPr>
              <w:spacing w:before="1"/>
              <w:ind w:left="10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Окружающий мир</w:t>
            </w:r>
          </w:p>
        </w:tc>
        <w:tc>
          <w:tcPr>
            <w:tcW w:w="1322" w:type="dxa"/>
            <w:gridSpan w:val="2"/>
          </w:tcPr>
          <w:p w:rsidR="006650AD" w:rsidRPr="00587793" w:rsidRDefault="006650AD" w:rsidP="00B87C9F">
            <w:pPr>
              <w:jc w:val="center"/>
            </w:pPr>
            <w:r w:rsidRPr="00587793">
              <w:t>-----</w:t>
            </w:r>
          </w:p>
        </w:tc>
        <w:tc>
          <w:tcPr>
            <w:tcW w:w="1540" w:type="dxa"/>
          </w:tcPr>
          <w:p w:rsidR="006650AD" w:rsidRPr="00B87C9F" w:rsidRDefault="006650AD" w:rsidP="00B87C9F">
            <w:pPr>
              <w:spacing w:before="1"/>
              <w:ind w:left="233" w:right="234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</w:t>
            </w:r>
          </w:p>
        </w:tc>
        <w:tc>
          <w:tcPr>
            <w:tcW w:w="1430" w:type="dxa"/>
          </w:tcPr>
          <w:p w:rsidR="006650AD" w:rsidRPr="00B87C9F" w:rsidRDefault="006650AD" w:rsidP="00B87C9F">
            <w:pPr>
              <w:spacing w:before="1"/>
              <w:ind w:left="235" w:right="235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</w:t>
            </w:r>
          </w:p>
        </w:tc>
      </w:tr>
      <w:tr w:rsidR="006650AD" w:rsidRPr="00587793" w:rsidTr="00291A9C">
        <w:trPr>
          <w:trHeight w:val="525"/>
        </w:trPr>
        <w:tc>
          <w:tcPr>
            <w:tcW w:w="1389" w:type="dxa"/>
            <w:vMerge w:val="restart"/>
          </w:tcPr>
          <w:p w:rsidR="006650AD" w:rsidRPr="00B87C9F" w:rsidRDefault="006650AD" w:rsidP="00B87C9F">
            <w:pPr>
              <w:jc w:val="center"/>
              <w:rPr>
                <w:sz w:val="26"/>
              </w:rPr>
            </w:pPr>
          </w:p>
          <w:p w:rsidR="006650AD" w:rsidRPr="00B87C9F" w:rsidRDefault="006650AD" w:rsidP="00B87C9F">
            <w:pPr>
              <w:jc w:val="center"/>
              <w:rPr>
                <w:sz w:val="26"/>
              </w:rPr>
            </w:pPr>
          </w:p>
          <w:p w:rsidR="006650AD" w:rsidRPr="00B87C9F" w:rsidRDefault="006650AD" w:rsidP="00B87C9F">
            <w:pPr>
              <w:spacing w:before="207"/>
              <w:ind w:left="321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5класс</w:t>
            </w:r>
          </w:p>
        </w:tc>
        <w:tc>
          <w:tcPr>
            <w:tcW w:w="3971" w:type="dxa"/>
          </w:tcPr>
          <w:p w:rsidR="006650AD" w:rsidRPr="00B87C9F" w:rsidRDefault="006650AD" w:rsidP="00B87C9F">
            <w:pPr>
              <w:spacing w:before="3"/>
              <w:ind w:left="10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Математика</w:t>
            </w:r>
          </w:p>
        </w:tc>
        <w:tc>
          <w:tcPr>
            <w:tcW w:w="1322" w:type="dxa"/>
            <w:gridSpan w:val="2"/>
          </w:tcPr>
          <w:p w:rsidR="006650AD" w:rsidRPr="00587793" w:rsidRDefault="006650AD" w:rsidP="00B87C9F">
            <w:pPr>
              <w:jc w:val="center"/>
            </w:pPr>
            <w:r w:rsidRPr="00587793">
              <w:t>100</w:t>
            </w:r>
          </w:p>
        </w:tc>
        <w:tc>
          <w:tcPr>
            <w:tcW w:w="1540" w:type="dxa"/>
          </w:tcPr>
          <w:p w:rsidR="006650AD" w:rsidRPr="00B87C9F" w:rsidRDefault="006650AD" w:rsidP="00B87C9F">
            <w:pPr>
              <w:spacing w:before="3"/>
              <w:ind w:left="233" w:right="234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83</w:t>
            </w:r>
          </w:p>
        </w:tc>
        <w:tc>
          <w:tcPr>
            <w:tcW w:w="1430" w:type="dxa"/>
          </w:tcPr>
          <w:p w:rsidR="006650AD" w:rsidRPr="00B87C9F" w:rsidRDefault="006650AD" w:rsidP="00B87C9F">
            <w:pPr>
              <w:spacing w:before="3"/>
              <w:ind w:left="234" w:right="235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83</w:t>
            </w:r>
          </w:p>
        </w:tc>
      </w:tr>
      <w:tr w:rsidR="006650AD" w:rsidRPr="00587793" w:rsidTr="00291A9C">
        <w:trPr>
          <w:trHeight w:val="525"/>
        </w:trPr>
        <w:tc>
          <w:tcPr>
            <w:tcW w:w="1389" w:type="dxa"/>
            <w:vMerge/>
            <w:tcBorders>
              <w:top w:val="nil"/>
            </w:tcBorders>
          </w:tcPr>
          <w:p w:rsidR="006650AD" w:rsidRPr="00B87C9F" w:rsidRDefault="006650AD" w:rsidP="00B87C9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6650AD" w:rsidRPr="00B87C9F" w:rsidRDefault="006650AD" w:rsidP="00B87C9F">
            <w:pPr>
              <w:spacing w:before="1"/>
              <w:ind w:left="10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Русский язык</w:t>
            </w:r>
          </w:p>
        </w:tc>
        <w:tc>
          <w:tcPr>
            <w:tcW w:w="1322" w:type="dxa"/>
            <w:gridSpan w:val="2"/>
          </w:tcPr>
          <w:p w:rsidR="006650AD" w:rsidRPr="00587793" w:rsidRDefault="006650AD" w:rsidP="00B87C9F">
            <w:pPr>
              <w:jc w:val="center"/>
            </w:pPr>
            <w:r w:rsidRPr="00587793">
              <w:t>100</w:t>
            </w:r>
          </w:p>
        </w:tc>
        <w:tc>
          <w:tcPr>
            <w:tcW w:w="1540" w:type="dxa"/>
          </w:tcPr>
          <w:p w:rsidR="006650AD" w:rsidRPr="00B87C9F" w:rsidRDefault="006650AD" w:rsidP="00B87C9F">
            <w:pPr>
              <w:spacing w:before="1"/>
              <w:ind w:left="233" w:right="234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</w:t>
            </w:r>
          </w:p>
        </w:tc>
        <w:tc>
          <w:tcPr>
            <w:tcW w:w="1430" w:type="dxa"/>
          </w:tcPr>
          <w:p w:rsidR="006650AD" w:rsidRPr="00B87C9F" w:rsidRDefault="006650AD" w:rsidP="00B87C9F">
            <w:pPr>
              <w:spacing w:before="1"/>
              <w:ind w:left="234" w:right="235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83</w:t>
            </w:r>
          </w:p>
        </w:tc>
      </w:tr>
      <w:tr w:rsidR="006650AD" w:rsidRPr="00587793" w:rsidTr="00291A9C">
        <w:trPr>
          <w:trHeight w:val="523"/>
        </w:trPr>
        <w:tc>
          <w:tcPr>
            <w:tcW w:w="1389" w:type="dxa"/>
            <w:vMerge/>
            <w:tcBorders>
              <w:top w:val="nil"/>
            </w:tcBorders>
          </w:tcPr>
          <w:p w:rsidR="006650AD" w:rsidRPr="00B87C9F" w:rsidRDefault="006650AD" w:rsidP="00B87C9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6650AD" w:rsidRPr="00B87C9F" w:rsidRDefault="006650AD" w:rsidP="00B87C9F">
            <w:pPr>
              <w:spacing w:before="1"/>
              <w:ind w:left="10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История</w:t>
            </w:r>
          </w:p>
        </w:tc>
        <w:tc>
          <w:tcPr>
            <w:tcW w:w="1322" w:type="dxa"/>
            <w:gridSpan w:val="2"/>
          </w:tcPr>
          <w:p w:rsidR="006650AD" w:rsidRPr="00587793" w:rsidRDefault="006650AD" w:rsidP="00B87C9F">
            <w:pPr>
              <w:jc w:val="center"/>
            </w:pPr>
            <w:r w:rsidRPr="00587793">
              <w:t>100</w:t>
            </w:r>
          </w:p>
        </w:tc>
        <w:tc>
          <w:tcPr>
            <w:tcW w:w="1540" w:type="dxa"/>
          </w:tcPr>
          <w:p w:rsidR="006650AD" w:rsidRPr="00B87C9F" w:rsidRDefault="006650AD" w:rsidP="00B87C9F">
            <w:pPr>
              <w:spacing w:before="1"/>
              <w:ind w:left="233" w:right="234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</w:t>
            </w:r>
          </w:p>
        </w:tc>
        <w:tc>
          <w:tcPr>
            <w:tcW w:w="1430" w:type="dxa"/>
          </w:tcPr>
          <w:p w:rsidR="006650AD" w:rsidRPr="00B87C9F" w:rsidRDefault="006650AD" w:rsidP="00B87C9F">
            <w:pPr>
              <w:spacing w:before="1"/>
              <w:ind w:left="234" w:right="235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</w:t>
            </w:r>
          </w:p>
        </w:tc>
      </w:tr>
      <w:tr w:rsidR="006650AD" w:rsidRPr="00587793" w:rsidTr="00291A9C">
        <w:trPr>
          <w:trHeight w:val="525"/>
        </w:trPr>
        <w:tc>
          <w:tcPr>
            <w:tcW w:w="1389" w:type="dxa"/>
            <w:vMerge/>
            <w:tcBorders>
              <w:top w:val="nil"/>
              <w:bottom w:val="single" w:sz="2" w:space="0" w:color="000000"/>
            </w:tcBorders>
          </w:tcPr>
          <w:p w:rsidR="006650AD" w:rsidRPr="00B87C9F" w:rsidRDefault="006650AD" w:rsidP="00B87C9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71" w:type="dxa"/>
            <w:tcBorders>
              <w:bottom w:val="single" w:sz="2" w:space="0" w:color="000000"/>
            </w:tcBorders>
          </w:tcPr>
          <w:p w:rsidR="006650AD" w:rsidRPr="00B87C9F" w:rsidRDefault="006650AD" w:rsidP="00B87C9F">
            <w:pPr>
              <w:spacing w:before="3"/>
              <w:ind w:left="10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Биология</w:t>
            </w:r>
          </w:p>
        </w:tc>
        <w:tc>
          <w:tcPr>
            <w:tcW w:w="1322" w:type="dxa"/>
            <w:gridSpan w:val="2"/>
            <w:tcBorders>
              <w:bottom w:val="single" w:sz="2" w:space="0" w:color="000000"/>
            </w:tcBorders>
          </w:tcPr>
          <w:p w:rsidR="006650AD" w:rsidRPr="00587793" w:rsidRDefault="006650AD" w:rsidP="00B87C9F">
            <w:pPr>
              <w:jc w:val="center"/>
            </w:pPr>
            <w:r w:rsidRPr="00587793">
              <w:t>100</w:t>
            </w:r>
          </w:p>
        </w:tc>
        <w:tc>
          <w:tcPr>
            <w:tcW w:w="1540" w:type="dxa"/>
            <w:tcBorders>
              <w:bottom w:val="single" w:sz="2" w:space="0" w:color="000000"/>
            </w:tcBorders>
          </w:tcPr>
          <w:p w:rsidR="006650AD" w:rsidRPr="00B87C9F" w:rsidRDefault="006650AD" w:rsidP="00B87C9F">
            <w:pPr>
              <w:spacing w:before="3"/>
              <w:ind w:left="233" w:right="234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67</w:t>
            </w:r>
          </w:p>
        </w:tc>
        <w:tc>
          <w:tcPr>
            <w:tcW w:w="1430" w:type="dxa"/>
            <w:tcBorders>
              <w:bottom w:val="single" w:sz="2" w:space="0" w:color="000000"/>
            </w:tcBorders>
          </w:tcPr>
          <w:p w:rsidR="006650AD" w:rsidRPr="00B87C9F" w:rsidRDefault="006650AD" w:rsidP="00B87C9F">
            <w:pPr>
              <w:spacing w:before="3"/>
              <w:ind w:left="235" w:right="235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</w:t>
            </w:r>
          </w:p>
        </w:tc>
      </w:tr>
      <w:tr w:rsidR="006650AD" w:rsidRPr="00587793" w:rsidTr="00291A9C">
        <w:trPr>
          <w:trHeight w:val="525"/>
        </w:trPr>
        <w:tc>
          <w:tcPr>
            <w:tcW w:w="13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jc w:val="center"/>
              <w:rPr>
                <w:sz w:val="26"/>
              </w:rPr>
            </w:pPr>
          </w:p>
          <w:p w:rsidR="006650AD" w:rsidRPr="00B87C9F" w:rsidRDefault="006650AD" w:rsidP="00B87C9F">
            <w:pPr>
              <w:jc w:val="center"/>
              <w:rPr>
                <w:sz w:val="26"/>
              </w:rPr>
            </w:pPr>
          </w:p>
          <w:p w:rsidR="006650AD" w:rsidRPr="00B87C9F" w:rsidRDefault="006650AD" w:rsidP="00B87C9F">
            <w:pPr>
              <w:jc w:val="center"/>
              <w:rPr>
                <w:sz w:val="26"/>
              </w:rPr>
            </w:pPr>
          </w:p>
          <w:p w:rsidR="006650AD" w:rsidRPr="00B87C9F" w:rsidRDefault="006650AD" w:rsidP="00B87C9F">
            <w:pPr>
              <w:spacing w:before="4"/>
              <w:jc w:val="center"/>
              <w:rPr>
                <w:sz w:val="38"/>
              </w:rPr>
            </w:pPr>
          </w:p>
          <w:p w:rsidR="006650AD" w:rsidRPr="00B87C9F" w:rsidRDefault="006650AD" w:rsidP="00B87C9F">
            <w:pPr>
              <w:ind w:left="321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6класс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ind w:left="10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Математика</w:t>
            </w:r>
          </w:p>
        </w:tc>
        <w:tc>
          <w:tcPr>
            <w:tcW w:w="13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587793" w:rsidRDefault="006650AD" w:rsidP="00B87C9F">
            <w:pPr>
              <w:jc w:val="center"/>
            </w:pPr>
            <w:r w:rsidRPr="00587793">
              <w:t>100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ind w:left="233" w:right="234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80</w:t>
            </w:r>
          </w:p>
        </w:tc>
        <w:tc>
          <w:tcPr>
            <w:tcW w:w="1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ind w:left="1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75</w:t>
            </w:r>
          </w:p>
        </w:tc>
      </w:tr>
      <w:tr w:rsidR="006650AD" w:rsidRPr="00587793" w:rsidTr="00291A9C">
        <w:trPr>
          <w:trHeight w:val="522"/>
        </w:trPr>
        <w:tc>
          <w:tcPr>
            <w:tcW w:w="138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ind w:left="10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Русский язык</w:t>
            </w:r>
          </w:p>
        </w:tc>
        <w:tc>
          <w:tcPr>
            <w:tcW w:w="13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587793" w:rsidRDefault="006650AD" w:rsidP="00B87C9F">
            <w:pPr>
              <w:jc w:val="center"/>
            </w:pPr>
            <w:r w:rsidRPr="00587793">
              <w:t>83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ind w:left="233" w:right="234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60</w:t>
            </w:r>
          </w:p>
        </w:tc>
        <w:tc>
          <w:tcPr>
            <w:tcW w:w="1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ind w:left="1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75</w:t>
            </w:r>
          </w:p>
        </w:tc>
      </w:tr>
      <w:tr w:rsidR="006650AD" w:rsidRPr="00587793" w:rsidTr="00291A9C">
        <w:trPr>
          <w:trHeight w:val="525"/>
        </w:trPr>
        <w:tc>
          <w:tcPr>
            <w:tcW w:w="138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ind w:left="10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История</w:t>
            </w:r>
          </w:p>
        </w:tc>
        <w:tc>
          <w:tcPr>
            <w:tcW w:w="13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587793" w:rsidRDefault="006650AD" w:rsidP="00B87C9F">
            <w:pPr>
              <w:jc w:val="center"/>
            </w:pPr>
            <w:r w:rsidRPr="00587793">
              <w:t>-----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ind w:left="233" w:right="234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60</w:t>
            </w:r>
          </w:p>
        </w:tc>
        <w:tc>
          <w:tcPr>
            <w:tcW w:w="1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ind w:left="1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</w:t>
            </w:r>
          </w:p>
        </w:tc>
      </w:tr>
      <w:tr w:rsidR="006650AD" w:rsidRPr="00587793" w:rsidTr="00291A9C">
        <w:trPr>
          <w:trHeight w:val="525"/>
        </w:trPr>
        <w:tc>
          <w:tcPr>
            <w:tcW w:w="138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ind w:left="10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Биология</w:t>
            </w:r>
          </w:p>
        </w:tc>
        <w:tc>
          <w:tcPr>
            <w:tcW w:w="13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587793" w:rsidRDefault="006650AD" w:rsidP="00B87C9F">
            <w:pPr>
              <w:jc w:val="center"/>
            </w:pPr>
            <w:r w:rsidRPr="00587793">
              <w:t>80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ind w:left="233" w:right="234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80</w:t>
            </w:r>
          </w:p>
        </w:tc>
        <w:tc>
          <w:tcPr>
            <w:tcW w:w="1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ind w:left="1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75</w:t>
            </w:r>
          </w:p>
        </w:tc>
      </w:tr>
      <w:tr w:rsidR="006650AD" w:rsidRPr="00587793" w:rsidTr="00291A9C">
        <w:trPr>
          <w:trHeight w:val="522"/>
        </w:trPr>
        <w:tc>
          <w:tcPr>
            <w:tcW w:w="138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ind w:left="10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Обществознание</w:t>
            </w:r>
          </w:p>
        </w:tc>
        <w:tc>
          <w:tcPr>
            <w:tcW w:w="13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587793" w:rsidRDefault="006650AD" w:rsidP="00B87C9F">
            <w:pPr>
              <w:jc w:val="center"/>
            </w:pPr>
            <w:r w:rsidRPr="00587793">
              <w:t>100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ind w:left="233" w:right="234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</w:t>
            </w:r>
          </w:p>
        </w:tc>
        <w:tc>
          <w:tcPr>
            <w:tcW w:w="1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ind w:left="1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</w:t>
            </w:r>
          </w:p>
        </w:tc>
      </w:tr>
      <w:tr w:rsidR="006650AD" w:rsidRPr="00587793" w:rsidTr="00291A9C">
        <w:trPr>
          <w:trHeight w:val="525"/>
        </w:trPr>
        <w:tc>
          <w:tcPr>
            <w:tcW w:w="138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2"/>
              <w:ind w:left="10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География</w:t>
            </w:r>
          </w:p>
        </w:tc>
        <w:tc>
          <w:tcPr>
            <w:tcW w:w="13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587793" w:rsidRDefault="006650AD" w:rsidP="00B87C9F">
            <w:pPr>
              <w:jc w:val="center"/>
            </w:pPr>
            <w:r w:rsidRPr="00587793">
              <w:t>-----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2"/>
              <w:ind w:left="233" w:right="234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</w:t>
            </w:r>
          </w:p>
        </w:tc>
        <w:tc>
          <w:tcPr>
            <w:tcW w:w="1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2"/>
              <w:ind w:left="1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</w:t>
            </w:r>
          </w:p>
        </w:tc>
      </w:tr>
      <w:tr w:rsidR="006650AD" w:rsidRPr="00587793" w:rsidTr="00291A9C">
        <w:trPr>
          <w:trHeight w:val="525"/>
        </w:trPr>
        <w:tc>
          <w:tcPr>
            <w:tcW w:w="13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jc w:val="center"/>
              <w:rPr>
                <w:sz w:val="26"/>
              </w:rPr>
            </w:pPr>
          </w:p>
          <w:p w:rsidR="006650AD" w:rsidRPr="00B87C9F" w:rsidRDefault="006650AD" w:rsidP="00B87C9F">
            <w:pPr>
              <w:jc w:val="center"/>
              <w:rPr>
                <w:sz w:val="26"/>
              </w:rPr>
            </w:pPr>
          </w:p>
          <w:p w:rsidR="006650AD" w:rsidRPr="00B87C9F" w:rsidRDefault="006650AD" w:rsidP="00B87C9F">
            <w:pPr>
              <w:spacing w:before="205"/>
              <w:ind w:left="321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7класс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ind w:left="10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Математика</w:t>
            </w:r>
          </w:p>
        </w:tc>
        <w:tc>
          <w:tcPr>
            <w:tcW w:w="13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587793" w:rsidRDefault="006650AD" w:rsidP="00B87C9F">
            <w:pPr>
              <w:jc w:val="center"/>
            </w:pPr>
            <w:r w:rsidRPr="00587793">
              <w:t>80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50</w:t>
            </w:r>
          </w:p>
        </w:tc>
        <w:tc>
          <w:tcPr>
            <w:tcW w:w="1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ind w:left="1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-</w:t>
            </w:r>
          </w:p>
          <w:p w:rsidR="006650AD" w:rsidRPr="00B87C9F" w:rsidRDefault="006650AD" w:rsidP="00B87C9F">
            <w:pPr>
              <w:spacing w:before="1"/>
              <w:ind w:left="1"/>
              <w:jc w:val="center"/>
              <w:rPr>
                <w:sz w:val="24"/>
              </w:rPr>
            </w:pPr>
          </w:p>
        </w:tc>
      </w:tr>
      <w:tr w:rsidR="006650AD" w:rsidRPr="00587793" w:rsidTr="00291A9C">
        <w:trPr>
          <w:trHeight w:val="522"/>
        </w:trPr>
        <w:tc>
          <w:tcPr>
            <w:tcW w:w="138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ind w:left="10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Русский язык</w:t>
            </w:r>
          </w:p>
        </w:tc>
        <w:tc>
          <w:tcPr>
            <w:tcW w:w="13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587793" w:rsidRDefault="006650AD" w:rsidP="00B87C9F">
            <w:pPr>
              <w:jc w:val="center"/>
            </w:pPr>
            <w:r w:rsidRPr="00587793">
              <w:t>100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50</w:t>
            </w:r>
          </w:p>
        </w:tc>
        <w:tc>
          <w:tcPr>
            <w:tcW w:w="1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ind w:left="1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-</w:t>
            </w:r>
          </w:p>
        </w:tc>
      </w:tr>
      <w:tr w:rsidR="006650AD" w:rsidRPr="00587793" w:rsidTr="00291A9C">
        <w:trPr>
          <w:trHeight w:val="525"/>
        </w:trPr>
        <w:tc>
          <w:tcPr>
            <w:tcW w:w="138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ind w:left="10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История</w:t>
            </w:r>
          </w:p>
        </w:tc>
        <w:tc>
          <w:tcPr>
            <w:tcW w:w="13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587793" w:rsidRDefault="006650AD" w:rsidP="00B87C9F">
            <w:pPr>
              <w:jc w:val="center"/>
            </w:pPr>
            <w:r w:rsidRPr="00587793">
              <w:t>80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</w:t>
            </w:r>
          </w:p>
        </w:tc>
        <w:tc>
          <w:tcPr>
            <w:tcW w:w="1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ind w:left="1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-</w:t>
            </w:r>
          </w:p>
        </w:tc>
      </w:tr>
      <w:tr w:rsidR="006650AD" w:rsidRPr="00587793" w:rsidTr="00291A9C">
        <w:trPr>
          <w:trHeight w:val="525"/>
        </w:trPr>
        <w:tc>
          <w:tcPr>
            <w:tcW w:w="138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ind w:left="10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Биология</w:t>
            </w:r>
          </w:p>
        </w:tc>
        <w:tc>
          <w:tcPr>
            <w:tcW w:w="13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587793" w:rsidRDefault="006650AD" w:rsidP="00B87C9F">
            <w:pPr>
              <w:jc w:val="center"/>
            </w:pPr>
            <w:r w:rsidRPr="00587793">
              <w:t>100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</w:t>
            </w:r>
          </w:p>
        </w:tc>
        <w:tc>
          <w:tcPr>
            <w:tcW w:w="1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ind w:left="1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-</w:t>
            </w:r>
          </w:p>
        </w:tc>
      </w:tr>
      <w:tr w:rsidR="006650AD" w:rsidRPr="00587793" w:rsidTr="00291A9C">
        <w:trPr>
          <w:trHeight w:val="522"/>
        </w:trPr>
        <w:tc>
          <w:tcPr>
            <w:tcW w:w="138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ind w:left="10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Обществознание</w:t>
            </w:r>
          </w:p>
        </w:tc>
        <w:tc>
          <w:tcPr>
            <w:tcW w:w="13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587793" w:rsidRDefault="006650AD" w:rsidP="00B87C9F">
            <w:pPr>
              <w:jc w:val="center"/>
            </w:pPr>
            <w:r w:rsidRPr="00587793">
              <w:t>100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</w:t>
            </w:r>
          </w:p>
        </w:tc>
        <w:tc>
          <w:tcPr>
            <w:tcW w:w="1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ind w:left="1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-</w:t>
            </w:r>
          </w:p>
        </w:tc>
      </w:tr>
      <w:tr w:rsidR="006650AD" w:rsidRPr="00587793" w:rsidTr="00291A9C">
        <w:trPr>
          <w:trHeight w:val="525"/>
        </w:trPr>
        <w:tc>
          <w:tcPr>
            <w:tcW w:w="138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ind w:left="10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География</w:t>
            </w:r>
          </w:p>
        </w:tc>
        <w:tc>
          <w:tcPr>
            <w:tcW w:w="13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587793" w:rsidRDefault="006650AD" w:rsidP="00B87C9F">
            <w:pPr>
              <w:jc w:val="center"/>
            </w:pPr>
            <w:r w:rsidRPr="00587793">
              <w:t>100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0</w:t>
            </w:r>
          </w:p>
        </w:tc>
        <w:tc>
          <w:tcPr>
            <w:tcW w:w="1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ind w:left="1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-</w:t>
            </w:r>
          </w:p>
        </w:tc>
      </w:tr>
      <w:tr w:rsidR="006650AD" w:rsidRPr="00587793" w:rsidTr="00291A9C">
        <w:trPr>
          <w:trHeight w:val="522"/>
        </w:trPr>
        <w:tc>
          <w:tcPr>
            <w:tcW w:w="138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jc w:val="center"/>
              <w:rPr>
                <w:sz w:val="24"/>
              </w:rPr>
            </w:pPr>
          </w:p>
        </w:tc>
        <w:tc>
          <w:tcPr>
            <w:tcW w:w="40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line="271" w:lineRule="exact"/>
              <w:ind w:left="104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Иностранный язык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line="271" w:lineRule="exact"/>
              <w:ind w:left="732"/>
              <w:rPr>
                <w:sz w:val="24"/>
              </w:rPr>
            </w:pPr>
            <w:r w:rsidRPr="00B87C9F">
              <w:rPr>
                <w:sz w:val="24"/>
              </w:rPr>
              <w:t>0</w:t>
            </w:r>
          </w:p>
        </w:tc>
        <w:tc>
          <w:tcPr>
            <w:tcW w:w="1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line="271" w:lineRule="exact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-</w:t>
            </w:r>
          </w:p>
        </w:tc>
      </w:tr>
      <w:tr w:rsidR="006650AD" w:rsidRPr="00587793" w:rsidTr="00291A9C">
        <w:trPr>
          <w:trHeight w:val="525"/>
        </w:trPr>
        <w:tc>
          <w:tcPr>
            <w:tcW w:w="13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0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line="271" w:lineRule="exact"/>
              <w:ind w:left="104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Физика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jc w:val="center"/>
              <w:rPr>
                <w:sz w:val="24"/>
              </w:rPr>
            </w:pPr>
            <w:r w:rsidRPr="00B87C9F">
              <w:rPr>
                <w:sz w:val="24"/>
              </w:rPr>
              <w:t>80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line="271" w:lineRule="exact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67</w:t>
            </w:r>
          </w:p>
        </w:tc>
        <w:tc>
          <w:tcPr>
            <w:tcW w:w="1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line="271" w:lineRule="exact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-</w:t>
            </w:r>
          </w:p>
        </w:tc>
      </w:tr>
      <w:tr w:rsidR="006650AD" w:rsidRPr="00587793" w:rsidTr="00291A9C">
        <w:trPr>
          <w:trHeight w:val="525"/>
        </w:trPr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jc w:val="center"/>
              <w:rPr>
                <w:sz w:val="2"/>
                <w:szCs w:val="2"/>
              </w:rPr>
            </w:pPr>
            <w:r w:rsidRPr="00B87C9F">
              <w:rPr>
                <w:sz w:val="24"/>
              </w:rPr>
              <w:t>8класс</w:t>
            </w:r>
          </w:p>
        </w:tc>
        <w:tc>
          <w:tcPr>
            <w:tcW w:w="40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line="271" w:lineRule="exact"/>
              <w:ind w:left="104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Математика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jc w:val="center"/>
              <w:rPr>
                <w:sz w:val="24"/>
              </w:rPr>
            </w:pPr>
            <w:r w:rsidRPr="00587793">
              <w:t>100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line="271" w:lineRule="exact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-</w:t>
            </w:r>
          </w:p>
        </w:tc>
        <w:tc>
          <w:tcPr>
            <w:tcW w:w="1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line="271" w:lineRule="exact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-</w:t>
            </w:r>
          </w:p>
        </w:tc>
      </w:tr>
      <w:tr w:rsidR="006650AD" w:rsidRPr="00587793" w:rsidTr="00291A9C">
        <w:trPr>
          <w:trHeight w:val="525"/>
        </w:trPr>
        <w:tc>
          <w:tcPr>
            <w:tcW w:w="13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jc w:val="center"/>
              <w:rPr>
                <w:sz w:val="26"/>
              </w:rPr>
            </w:pPr>
          </w:p>
          <w:p w:rsidR="006650AD" w:rsidRPr="00B87C9F" w:rsidRDefault="006650AD" w:rsidP="00B87C9F">
            <w:pPr>
              <w:jc w:val="center"/>
              <w:rPr>
                <w:sz w:val="26"/>
              </w:rPr>
            </w:pPr>
          </w:p>
          <w:p w:rsidR="006650AD" w:rsidRPr="00B87C9F" w:rsidRDefault="006650AD" w:rsidP="00B87C9F">
            <w:pPr>
              <w:spacing w:before="205"/>
              <w:ind w:left="321"/>
              <w:jc w:val="center"/>
              <w:rPr>
                <w:sz w:val="24"/>
              </w:rPr>
            </w:pPr>
          </w:p>
        </w:tc>
        <w:tc>
          <w:tcPr>
            <w:tcW w:w="40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ind w:left="10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Русский язык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587793" w:rsidRDefault="006650AD" w:rsidP="00B87C9F">
            <w:pPr>
              <w:jc w:val="center"/>
            </w:pPr>
            <w:r w:rsidRPr="00587793">
              <w:t>100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-</w:t>
            </w:r>
          </w:p>
        </w:tc>
        <w:tc>
          <w:tcPr>
            <w:tcW w:w="1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ind w:left="1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-</w:t>
            </w:r>
          </w:p>
        </w:tc>
      </w:tr>
      <w:tr w:rsidR="006650AD" w:rsidRPr="00587793" w:rsidTr="00291A9C">
        <w:trPr>
          <w:trHeight w:val="522"/>
        </w:trPr>
        <w:tc>
          <w:tcPr>
            <w:tcW w:w="138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0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ind w:left="10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История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587793" w:rsidRDefault="006650AD" w:rsidP="00B87C9F">
            <w:pPr>
              <w:jc w:val="center"/>
            </w:pPr>
            <w:r w:rsidRPr="00587793">
              <w:t>100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-</w:t>
            </w:r>
          </w:p>
        </w:tc>
        <w:tc>
          <w:tcPr>
            <w:tcW w:w="1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ind w:left="1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-</w:t>
            </w:r>
          </w:p>
        </w:tc>
      </w:tr>
      <w:tr w:rsidR="006650AD" w:rsidRPr="00587793" w:rsidTr="00291A9C">
        <w:trPr>
          <w:trHeight w:val="743"/>
        </w:trPr>
        <w:tc>
          <w:tcPr>
            <w:tcW w:w="138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0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ind w:left="10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Физика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587793" w:rsidRDefault="006650AD" w:rsidP="00B87C9F">
            <w:pPr>
              <w:jc w:val="center"/>
            </w:pPr>
            <w:r w:rsidRPr="00587793">
              <w:t>100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-</w:t>
            </w:r>
          </w:p>
        </w:tc>
        <w:tc>
          <w:tcPr>
            <w:tcW w:w="1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0AD" w:rsidRPr="00B87C9F" w:rsidRDefault="006650AD" w:rsidP="00B87C9F">
            <w:pPr>
              <w:spacing w:before="1"/>
              <w:ind w:left="1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-</w:t>
            </w:r>
          </w:p>
        </w:tc>
      </w:tr>
    </w:tbl>
    <w:p w:rsidR="006650AD" w:rsidRDefault="006650AD">
      <w:pPr>
        <w:pStyle w:val="BodyText"/>
        <w:ind w:left="647" w:right="519"/>
        <w:jc w:val="center"/>
      </w:pPr>
    </w:p>
    <w:p w:rsidR="006650AD" w:rsidRDefault="006650AD" w:rsidP="00406E49">
      <w:pPr>
        <w:ind w:left="582" w:right="700" w:firstLine="138"/>
        <w:jc w:val="both"/>
        <w:rPr>
          <w:sz w:val="24"/>
        </w:rPr>
      </w:pPr>
      <w:r>
        <w:rPr>
          <w:sz w:val="24"/>
        </w:rPr>
        <w:t>Выводы: в начальных классах сохраняются стабильно высокие результаты ВПР по учебным предметам. С переходом в основную школу итоги снижаются. Проанализировав в целом результаты ВПР, можно сделать вывод, что по сравнению с 2018-2019 учебным годом результаты ВПР улучшаются.</w:t>
      </w:r>
    </w:p>
    <w:p w:rsidR="006650AD" w:rsidRDefault="006650AD">
      <w:pPr>
        <w:pStyle w:val="BodyText"/>
        <w:spacing w:before="8"/>
        <w:ind w:left="0"/>
        <w:jc w:val="left"/>
      </w:pPr>
    </w:p>
    <w:p w:rsidR="006650AD" w:rsidRDefault="006650AD">
      <w:pPr>
        <w:pStyle w:val="BodyText"/>
        <w:spacing w:before="2"/>
        <w:ind w:left="0"/>
        <w:jc w:val="left"/>
      </w:pPr>
    </w:p>
    <w:p w:rsidR="006650AD" w:rsidRDefault="006650AD">
      <w:pPr>
        <w:pStyle w:val="Heading2"/>
        <w:numPr>
          <w:ilvl w:val="1"/>
          <w:numId w:val="25"/>
        </w:numPr>
        <w:tabs>
          <w:tab w:val="left" w:pos="2018"/>
        </w:tabs>
        <w:ind w:left="2018" w:hanging="768"/>
      </w:pPr>
      <w:bookmarkStart w:id="5" w:name="_TOC_250011"/>
      <w:r>
        <w:t>Качество</w:t>
      </w:r>
      <w:r>
        <w:rPr>
          <w:spacing w:val="-4"/>
        </w:rPr>
        <w:t xml:space="preserve"> </w:t>
      </w:r>
      <w:r>
        <w:t>условий</w:t>
      </w:r>
      <w:r>
        <w:rPr>
          <w:spacing w:val="-1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bookmarkEnd w:id="5"/>
      <w:r>
        <w:t>процесса</w:t>
      </w:r>
    </w:p>
    <w:p w:rsidR="006650AD" w:rsidRDefault="006650AD">
      <w:pPr>
        <w:pStyle w:val="BodyText"/>
        <w:spacing w:before="1"/>
        <w:ind w:left="0"/>
        <w:jc w:val="left"/>
        <w:rPr>
          <w:b/>
        </w:rPr>
      </w:pPr>
    </w:p>
    <w:p w:rsidR="006650AD" w:rsidRDefault="006650AD" w:rsidP="00291A9C">
      <w:pPr>
        <w:ind w:left="1372" w:right="521"/>
        <w:rPr>
          <w:b/>
          <w:sz w:val="24"/>
        </w:rPr>
      </w:pPr>
      <w:r>
        <w:rPr>
          <w:b/>
          <w:sz w:val="24"/>
        </w:rPr>
        <w:t xml:space="preserve">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Кадровое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обеспечение</w:t>
      </w:r>
    </w:p>
    <w:p w:rsidR="006650AD" w:rsidRDefault="006650AD" w:rsidP="00291A9C">
      <w:pPr>
        <w:ind w:left="1307"/>
        <w:rPr>
          <w:b/>
          <w:sz w:val="24"/>
        </w:rPr>
      </w:pPr>
      <w:r>
        <w:rPr>
          <w:b/>
          <w:sz w:val="24"/>
        </w:rPr>
        <w:t>Характеристика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административно-управленческого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персонала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Школы</w:t>
      </w:r>
    </w:p>
    <w:p w:rsidR="006650AD" w:rsidRPr="00406E49" w:rsidRDefault="006650AD" w:rsidP="00291A9C">
      <w:pPr>
        <w:ind w:left="3321"/>
        <w:rPr>
          <w:b/>
          <w:sz w:val="24"/>
        </w:rPr>
      </w:pPr>
      <w:r w:rsidRPr="00406E49">
        <w:rPr>
          <w:b/>
          <w:sz w:val="24"/>
        </w:rPr>
        <w:t>Потребность</w:t>
      </w:r>
      <w:r>
        <w:rPr>
          <w:b/>
          <w:sz w:val="24"/>
        </w:rPr>
        <w:t xml:space="preserve"> </w:t>
      </w:r>
      <w:r w:rsidRPr="00406E49">
        <w:rPr>
          <w:b/>
          <w:sz w:val="24"/>
        </w:rPr>
        <w:t>в</w:t>
      </w:r>
      <w:r>
        <w:rPr>
          <w:b/>
          <w:sz w:val="24"/>
        </w:rPr>
        <w:t xml:space="preserve"> </w:t>
      </w:r>
      <w:r w:rsidRPr="00406E49">
        <w:rPr>
          <w:b/>
          <w:sz w:val="24"/>
        </w:rPr>
        <w:t>педагогических</w:t>
      </w:r>
      <w:r>
        <w:rPr>
          <w:b/>
          <w:sz w:val="24"/>
        </w:rPr>
        <w:t xml:space="preserve"> </w:t>
      </w:r>
      <w:r w:rsidRPr="00406E49">
        <w:rPr>
          <w:b/>
          <w:sz w:val="24"/>
        </w:rPr>
        <w:t>кадрах</w:t>
      </w:r>
    </w:p>
    <w:p w:rsidR="006650AD" w:rsidRPr="00406E49" w:rsidRDefault="006650AD" w:rsidP="00291A9C">
      <w:pPr>
        <w:jc w:val="center"/>
        <w:rPr>
          <w:b/>
          <w:sz w:val="24"/>
          <w:szCs w:val="26"/>
        </w:rPr>
      </w:pPr>
    </w:p>
    <w:tbl>
      <w:tblPr>
        <w:tblW w:w="0" w:type="auto"/>
        <w:tblInd w:w="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913"/>
        <w:gridCol w:w="1912"/>
        <w:gridCol w:w="1915"/>
        <w:gridCol w:w="1915"/>
        <w:gridCol w:w="1915"/>
      </w:tblGrid>
      <w:tr w:rsidR="006650AD" w:rsidRPr="00406E49" w:rsidTr="00B87C9F">
        <w:trPr>
          <w:trHeight w:val="1033"/>
        </w:trPr>
        <w:tc>
          <w:tcPr>
            <w:tcW w:w="1913" w:type="dxa"/>
          </w:tcPr>
          <w:p w:rsidR="006650AD" w:rsidRPr="00B87C9F" w:rsidRDefault="006650AD" w:rsidP="00B87C9F">
            <w:pPr>
              <w:spacing w:line="275" w:lineRule="exact"/>
              <w:ind w:left="251" w:right="245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Уровень</w:t>
            </w:r>
          </w:p>
          <w:p w:rsidR="006650AD" w:rsidRPr="00B87C9F" w:rsidRDefault="006650AD" w:rsidP="00406E49">
            <w:pPr>
              <w:rPr>
                <w:sz w:val="21"/>
              </w:rPr>
            </w:pPr>
          </w:p>
          <w:p w:rsidR="006650AD" w:rsidRPr="00B87C9F" w:rsidRDefault="006650AD" w:rsidP="00B87C9F">
            <w:pPr>
              <w:spacing w:before="1"/>
              <w:ind w:left="251" w:right="245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образования</w:t>
            </w:r>
          </w:p>
        </w:tc>
        <w:tc>
          <w:tcPr>
            <w:tcW w:w="1912" w:type="dxa"/>
          </w:tcPr>
          <w:p w:rsidR="006650AD" w:rsidRPr="00B87C9F" w:rsidRDefault="006650AD" w:rsidP="00B87C9F">
            <w:pPr>
              <w:spacing w:before="99" w:line="276" w:lineRule="auto"/>
              <w:ind w:left="513" w:right="425" w:hanging="58"/>
              <w:rPr>
                <w:sz w:val="24"/>
              </w:rPr>
            </w:pPr>
            <w:r w:rsidRPr="00B87C9F">
              <w:rPr>
                <w:sz w:val="24"/>
              </w:rPr>
              <w:t>Учебный предмет</w:t>
            </w:r>
          </w:p>
        </w:tc>
        <w:tc>
          <w:tcPr>
            <w:tcW w:w="1915" w:type="dxa"/>
          </w:tcPr>
          <w:p w:rsidR="006650AD" w:rsidRPr="00406E49" w:rsidRDefault="006650AD" w:rsidP="00B87C9F">
            <w:pPr>
              <w:spacing w:before="5"/>
            </w:pPr>
          </w:p>
          <w:p w:rsidR="006650AD" w:rsidRPr="00B87C9F" w:rsidRDefault="006650AD" w:rsidP="00B87C9F">
            <w:pPr>
              <w:ind w:left="437"/>
              <w:rPr>
                <w:sz w:val="24"/>
              </w:rPr>
            </w:pPr>
            <w:r w:rsidRPr="00B87C9F">
              <w:rPr>
                <w:sz w:val="24"/>
              </w:rPr>
              <w:t>2021-2022</w:t>
            </w:r>
          </w:p>
        </w:tc>
        <w:tc>
          <w:tcPr>
            <w:tcW w:w="1915" w:type="dxa"/>
          </w:tcPr>
          <w:p w:rsidR="006650AD" w:rsidRPr="00406E49" w:rsidRDefault="006650AD" w:rsidP="00B87C9F">
            <w:pPr>
              <w:spacing w:before="5"/>
            </w:pPr>
          </w:p>
          <w:p w:rsidR="006650AD" w:rsidRPr="00B87C9F" w:rsidRDefault="006650AD" w:rsidP="00B87C9F">
            <w:pPr>
              <w:ind w:left="440"/>
              <w:rPr>
                <w:sz w:val="24"/>
              </w:rPr>
            </w:pPr>
            <w:r w:rsidRPr="00B87C9F">
              <w:rPr>
                <w:sz w:val="24"/>
              </w:rPr>
              <w:t>2022-2023</w:t>
            </w:r>
          </w:p>
        </w:tc>
        <w:tc>
          <w:tcPr>
            <w:tcW w:w="1915" w:type="dxa"/>
          </w:tcPr>
          <w:p w:rsidR="006650AD" w:rsidRPr="00406E49" w:rsidRDefault="006650AD" w:rsidP="00B87C9F">
            <w:pPr>
              <w:spacing w:before="5"/>
            </w:pPr>
          </w:p>
          <w:p w:rsidR="006650AD" w:rsidRPr="00B87C9F" w:rsidRDefault="006650AD" w:rsidP="00B87C9F">
            <w:pPr>
              <w:ind w:left="439"/>
              <w:rPr>
                <w:sz w:val="24"/>
              </w:rPr>
            </w:pPr>
            <w:r w:rsidRPr="00B87C9F">
              <w:rPr>
                <w:sz w:val="24"/>
              </w:rPr>
              <w:t>2023-2024</w:t>
            </w:r>
          </w:p>
        </w:tc>
      </w:tr>
      <w:tr w:rsidR="006650AD" w:rsidRPr="00406E49" w:rsidTr="00B87C9F">
        <w:trPr>
          <w:trHeight w:val="1153"/>
        </w:trPr>
        <w:tc>
          <w:tcPr>
            <w:tcW w:w="1913" w:type="dxa"/>
          </w:tcPr>
          <w:p w:rsidR="006650AD" w:rsidRPr="00B87C9F" w:rsidRDefault="006650AD" w:rsidP="00B87C9F">
            <w:pPr>
              <w:spacing w:line="276" w:lineRule="auto"/>
              <w:ind w:left="105" w:right="323"/>
              <w:jc w:val="both"/>
              <w:rPr>
                <w:sz w:val="24"/>
              </w:rPr>
            </w:pPr>
            <w:r w:rsidRPr="00B87C9F">
              <w:rPr>
                <w:sz w:val="24"/>
              </w:rPr>
              <w:t>Начальное общее образование</w:t>
            </w:r>
          </w:p>
        </w:tc>
        <w:tc>
          <w:tcPr>
            <w:tcW w:w="7657" w:type="dxa"/>
            <w:gridSpan w:val="4"/>
          </w:tcPr>
          <w:p w:rsidR="006650AD" w:rsidRPr="00B87C9F" w:rsidRDefault="006650AD" w:rsidP="00B87C9F">
            <w:pPr>
              <w:spacing w:line="273" w:lineRule="exact"/>
              <w:ind w:left="108"/>
              <w:rPr>
                <w:sz w:val="24"/>
              </w:rPr>
            </w:pPr>
            <w:r w:rsidRPr="00B87C9F">
              <w:rPr>
                <w:sz w:val="24"/>
              </w:rPr>
              <w:t>Не требуется</w:t>
            </w:r>
          </w:p>
        </w:tc>
      </w:tr>
      <w:tr w:rsidR="006650AD" w:rsidRPr="00406E49" w:rsidTr="00B87C9F">
        <w:trPr>
          <w:trHeight w:val="989"/>
        </w:trPr>
        <w:tc>
          <w:tcPr>
            <w:tcW w:w="1913" w:type="dxa"/>
          </w:tcPr>
          <w:p w:rsidR="006650AD" w:rsidRPr="00B87C9F" w:rsidRDefault="006650AD" w:rsidP="00B87C9F">
            <w:pPr>
              <w:spacing w:line="276" w:lineRule="auto"/>
              <w:ind w:left="105" w:right="96"/>
              <w:rPr>
                <w:sz w:val="24"/>
              </w:rPr>
            </w:pPr>
            <w:r w:rsidRPr="00B87C9F">
              <w:rPr>
                <w:sz w:val="24"/>
              </w:rPr>
              <w:t>Основное общее образование</w:t>
            </w:r>
          </w:p>
        </w:tc>
        <w:tc>
          <w:tcPr>
            <w:tcW w:w="7657" w:type="dxa"/>
            <w:gridSpan w:val="4"/>
          </w:tcPr>
          <w:p w:rsidR="006650AD" w:rsidRPr="00B87C9F" w:rsidRDefault="006650AD" w:rsidP="00B87C9F">
            <w:pPr>
              <w:spacing w:line="270" w:lineRule="exact"/>
              <w:ind w:left="107"/>
              <w:rPr>
                <w:sz w:val="24"/>
              </w:rPr>
            </w:pPr>
            <w:r w:rsidRPr="00B87C9F">
              <w:rPr>
                <w:sz w:val="24"/>
              </w:rPr>
              <w:t>Не требуется</w:t>
            </w:r>
          </w:p>
        </w:tc>
      </w:tr>
    </w:tbl>
    <w:p w:rsidR="006650AD" w:rsidRPr="00406E49" w:rsidRDefault="006650AD" w:rsidP="00406E49">
      <w:pPr>
        <w:ind w:left="578" w:right="563"/>
        <w:jc w:val="center"/>
        <w:rPr>
          <w:b/>
          <w:sz w:val="24"/>
        </w:rPr>
      </w:pPr>
    </w:p>
    <w:p w:rsidR="006650AD" w:rsidRPr="00406E49" w:rsidRDefault="006650AD" w:rsidP="00406E49">
      <w:pPr>
        <w:ind w:left="578" w:right="563"/>
        <w:jc w:val="center"/>
        <w:rPr>
          <w:b/>
          <w:sz w:val="24"/>
        </w:rPr>
      </w:pPr>
      <w:r w:rsidRPr="00406E49">
        <w:rPr>
          <w:b/>
          <w:sz w:val="24"/>
        </w:rPr>
        <w:t>Возрастной</w:t>
      </w:r>
      <w:r>
        <w:rPr>
          <w:b/>
          <w:sz w:val="24"/>
        </w:rPr>
        <w:t xml:space="preserve"> </w:t>
      </w:r>
      <w:r w:rsidRPr="00406E49">
        <w:rPr>
          <w:b/>
          <w:sz w:val="24"/>
        </w:rPr>
        <w:t>ценз</w:t>
      </w:r>
      <w:r>
        <w:rPr>
          <w:b/>
          <w:sz w:val="24"/>
        </w:rPr>
        <w:t xml:space="preserve"> </w:t>
      </w:r>
      <w:r w:rsidRPr="00406E49">
        <w:rPr>
          <w:b/>
          <w:sz w:val="24"/>
        </w:rPr>
        <w:t>педагогов</w:t>
      </w:r>
    </w:p>
    <w:p w:rsidR="006650AD" w:rsidRDefault="006650AD" w:rsidP="00406E49">
      <w:pPr>
        <w:jc w:val="center"/>
        <w:rPr>
          <w:sz w:val="24"/>
        </w:rPr>
      </w:pPr>
    </w:p>
    <w:tbl>
      <w:tblPr>
        <w:tblW w:w="0" w:type="auto"/>
        <w:tblInd w:w="6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679"/>
        <w:gridCol w:w="2268"/>
        <w:gridCol w:w="2268"/>
        <w:gridCol w:w="2268"/>
      </w:tblGrid>
      <w:tr w:rsidR="006650AD" w:rsidRPr="00406E49" w:rsidTr="00B87C9F">
        <w:trPr>
          <w:trHeight w:val="551"/>
        </w:trPr>
        <w:tc>
          <w:tcPr>
            <w:tcW w:w="2679" w:type="dxa"/>
          </w:tcPr>
          <w:p w:rsidR="006650AD" w:rsidRPr="00B87C9F" w:rsidRDefault="006650AD" w:rsidP="00B87C9F">
            <w:pPr>
              <w:spacing w:line="276" w:lineRule="exact"/>
              <w:ind w:left="902" w:right="353" w:hanging="524"/>
              <w:rPr>
                <w:sz w:val="24"/>
              </w:rPr>
            </w:pPr>
            <w:r w:rsidRPr="00B87C9F">
              <w:rPr>
                <w:sz w:val="24"/>
              </w:rPr>
              <w:t>Возрастной ценз /человек</w:t>
            </w:r>
          </w:p>
        </w:tc>
        <w:tc>
          <w:tcPr>
            <w:tcW w:w="2268" w:type="dxa"/>
          </w:tcPr>
          <w:p w:rsidR="006650AD" w:rsidRPr="00B87C9F" w:rsidRDefault="006650AD" w:rsidP="00B87C9F">
            <w:pPr>
              <w:spacing w:before="133"/>
              <w:ind w:left="455" w:right="446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2020-2021</w:t>
            </w:r>
          </w:p>
        </w:tc>
        <w:tc>
          <w:tcPr>
            <w:tcW w:w="2268" w:type="dxa"/>
          </w:tcPr>
          <w:p w:rsidR="006650AD" w:rsidRPr="00B87C9F" w:rsidRDefault="006650AD" w:rsidP="00B87C9F">
            <w:pPr>
              <w:spacing w:before="133"/>
              <w:ind w:left="456" w:right="446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2019-2020</w:t>
            </w:r>
          </w:p>
        </w:tc>
        <w:tc>
          <w:tcPr>
            <w:tcW w:w="2268" w:type="dxa"/>
          </w:tcPr>
          <w:p w:rsidR="006650AD" w:rsidRPr="00B87C9F" w:rsidRDefault="006650AD" w:rsidP="00B87C9F">
            <w:pPr>
              <w:spacing w:before="133"/>
              <w:ind w:left="593" w:right="30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2018-2019</w:t>
            </w:r>
          </w:p>
        </w:tc>
      </w:tr>
      <w:tr w:rsidR="006650AD" w:rsidRPr="00406E49" w:rsidTr="00B87C9F">
        <w:trPr>
          <w:trHeight w:val="340"/>
        </w:trPr>
        <w:tc>
          <w:tcPr>
            <w:tcW w:w="2679" w:type="dxa"/>
          </w:tcPr>
          <w:p w:rsidR="006650AD" w:rsidRPr="00B87C9F" w:rsidRDefault="006650AD" w:rsidP="00B87C9F">
            <w:pPr>
              <w:spacing w:before="23"/>
              <w:ind w:left="790" w:right="784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до 25 лет</w:t>
            </w:r>
          </w:p>
        </w:tc>
        <w:tc>
          <w:tcPr>
            <w:tcW w:w="2268" w:type="dxa"/>
          </w:tcPr>
          <w:p w:rsidR="006650AD" w:rsidRPr="00B87C9F" w:rsidRDefault="006650AD" w:rsidP="00B87C9F">
            <w:pPr>
              <w:spacing w:before="27"/>
              <w:ind w:left="7"/>
              <w:jc w:val="center"/>
              <w:rPr>
                <w:b/>
                <w:sz w:val="24"/>
              </w:rPr>
            </w:pPr>
            <w:r w:rsidRPr="00B87C9F">
              <w:rPr>
                <w:b/>
                <w:sz w:val="24"/>
              </w:rPr>
              <w:t>-</w:t>
            </w:r>
          </w:p>
        </w:tc>
        <w:tc>
          <w:tcPr>
            <w:tcW w:w="2268" w:type="dxa"/>
          </w:tcPr>
          <w:p w:rsidR="006650AD" w:rsidRPr="00B87C9F" w:rsidRDefault="006650AD" w:rsidP="00B87C9F">
            <w:pPr>
              <w:spacing w:before="27"/>
              <w:ind w:left="7"/>
              <w:jc w:val="center"/>
              <w:rPr>
                <w:b/>
                <w:sz w:val="24"/>
              </w:rPr>
            </w:pPr>
            <w:r w:rsidRPr="00B87C9F">
              <w:rPr>
                <w:b/>
                <w:sz w:val="24"/>
              </w:rPr>
              <w:t>-</w:t>
            </w:r>
          </w:p>
        </w:tc>
        <w:tc>
          <w:tcPr>
            <w:tcW w:w="2268" w:type="dxa"/>
          </w:tcPr>
          <w:p w:rsidR="006650AD" w:rsidRPr="00B87C9F" w:rsidRDefault="006650AD" w:rsidP="00B87C9F">
            <w:pPr>
              <w:spacing w:before="27"/>
              <w:ind w:left="287"/>
              <w:jc w:val="center"/>
              <w:rPr>
                <w:b/>
                <w:sz w:val="24"/>
              </w:rPr>
            </w:pPr>
            <w:r w:rsidRPr="00B87C9F">
              <w:rPr>
                <w:b/>
                <w:sz w:val="24"/>
              </w:rPr>
              <w:t>-</w:t>
            </w:r>
          </w:p>
        </w:tc>
      </w:tr>
      <w:tr w:rsidR="006650AD" w:rsidRPr="00406E49" w:rsidTr="00B87C9F">
        <w:trPr>
          <w:trHeight w:val="337"/>
        </w:trPr>
        <w:tc>
          <w:tcPr>
            <w:tcW w:w="2679" w:type="dxa"/>
          </w:tcPr>
          <w:p w:rsidR="006650AD" w:rsidRPr="00B87C9F" w:rsidRDefault="006650AD" w:rsidP="00B87C9F">
            <w:pPr>
              <w:spacing w:before="23"/>
              <w:ind w:left="791" w:right="783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25-35лет</w:t>
            </w:r>
          </w:p>
        </w:tc>
        <w:tc>
          <w:tcPr>
            <w:tcW w:w="2268" w:type="dxa"/>
          </w:tcPr>
          <w:p w:rsidR="006650AD" w:rsidRPr="00B87C9F" w:rsidRDefault="006650AD" w:rsidP="00B87C9F">
            <w:pPr>
              <w:spacing w:before="27"/>
              <w:ind w:left="453" w:right="446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6650AD" w:rsidRPr="00B87C9F" w:rsidRDefault="006650AD" w:rsidP="00B87C9F">
            <w:pPr>
              <w:spacing w:before="27"/>
              <w:ind w:left="453" w:right="446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6650AD" w:rsidRPr="00B87C9F" w:rsidRDefault="006650AD" w:rsidP="00B87C9F">
            <w:pPr>
              <w:spacing w:before="27"/>
              <w:ind w:left="593" w:right="306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</w:t>
            </w:r>
          </w:p>
        </w:tc>
      </w:tr>
      <w:tr w:rsidR="006650AD" w:rsidRPr="00406E49" w:rsidTr="00B87C9F">
        <w:trPr>
          <w:trHeight w:val="340"/>
        </w:trPr>
        <w:tc>
          <w:tcPr>
            <w:tcW w:w="2679" w:type="dxa"/>
          </w:tcPr>
          <w:p w:rsidR="006650AD" w:rsidRPr="00B87C9F" w:rsidRDefault="006650AD" w:rsidP="00B87C9F">
            <w:pPr>
              <w:spacing w:before="25"/>
              <w:ind w:left="791" w:right="783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35-45лет</w:t>
            </w:r>
          </w:p>
        </w:tc>
        <w:tc>
          <w:tcPr>
            <w:tcW w:w="2268" w:type="dxa"/>
          </w:tcPr>
          <w:p w:rsidR="006650AD" w:rsidRPr="00B87C9F" w:rsidRDefault="006650AD" w:rsidP="00B87C9F">
            <w:pPr>
              <w:spacing w:before="30"/>
              <w:ind w:left="453" w:right="446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6650AD" w:rsidRPr="00B87C9F" w:rsidRDefault="006650AD" w:rsidP="00B87C9F">
            <w:pPr>
              <w:spacing w:before="30"/>
              <w:ind w:left="453" w:right="446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6650AD" w:rsidRPr="00B87C9F" w:rsidRDefault="006650AD" w:rsidP="00B87C9F">
            <w:pPr>
              <w:spacing w:before="30"/>
              <w:ind w:left="593" w:right="306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3</w:t>
            </w:r>
          </w:p>
        </w:tc>
      </w:tr>
      <w:tr w:rsidR="006650AD" w:rsidRPr="00406E49" w:rsidTr="00B87C9F">
        <w:trPr>
          <w:trHeight w:val="340"/>
        </w:trPr>
        <w:tc>
          <w:tcPr>
            <w:tcW w:w="2679" w:type="dxa"/>
          </w:tcPr>
          <w:p w:rsidR="006650AD" w:rsidRPr="00B87C9F" w:rsidRDefault="006650AD" w:rsidP="00B87C9F">
            <w:pPr>
              <w:spacing w:before="25"/>
              <w:ind w:left="791" w:right="783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45-55лет</w:t>
            </w:r>
          </w:p>
        </w:tc>
        <w:tc>
          <w:tcPr>
            <w:tcW w:w="2268" w:type="dxa"/>
          </w:tcPr>
          <w:p w:rsidR="006650AD" w:rsidRPr="00B87C9F" w:rsidRDefault="006650AD" w:rsidP="00B87C9F">
            <w:pPr>
              <w:spacing w:before="30"/>
              <w:ind w:left="453" w:right="446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6650AD" w:rsidRPr="00B87C9F" w:rsidRDefault="006650AD" w:rsidP="00B87C9F">
            <w:pPr>
              <w:spacing w:before="30"/>
              <w:ind w:left="453" w:right="44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6650AD" w:rsidRPr="00B87C9F" w:rsidRDefault="006650AD" w:rsidP="00B87C9F">
            <w:pPr>
              <w:spacing w:before="30"/>
              <w:ind w:left="593" w:right="306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3</w:t>
            </w:r>
          </w:p>
        </w:tc>
      </w:tr>
      <w:tr w:rsidR="006650AD" w:rsidRPr="00406E49" w:rsidTr="00B87C9F">
        <w:trPr>
          <w:trHeight w:val="340"/>
        </w:trPr>
        <w:tc>
          <w:tcPr>
            <w:tcW w:w="2679" w:type="dxa"/>
          </w:tcPr>
          <w:p w:rsidR="006650AD" w:rsidRPr="00B87C9F" w:rsidRDefault="006650AD" w:rsidP="00B87C9F">
            <w:pPr>
              <w:spacing w:before="25"/>
              <w:ind w:left="791" w:right="784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55 и выше</w:t>
            </w:r>
          </w:p>
        </w:tc>
        <w:tc>
          <w:tcPr>
            <w:tcW w:w="2268" w:type="dxa"/>
          </w:tcPr>
          <w:p w:rsidR="006650AD" w:rsidRPr="00B87C9F" w:rsidRDefault="006650AD" w:rsidP="00B87C9F">
            <w:pPr>
              <w:spacing w:before="30"/>
              <w:ind w:left="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6650AD" w:rsidRPr="00B87C9F" w:rsidRDefault="006650AD" w:rsidP="00B87C9F">
            <w:pPr>
              <w:spacing w:before="30"/>
              <w:ind w:left="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6650AD" w:rsidRPr="00B87C9F" w:rsidRDefault="006650AD" w:rsidP="00B87C9F">
            <w:pPr>
              <w:spacing w:before="30"/>
              <w:ind w:left="28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6650AD" w:rsidRDefault="006650AD" w:rsidP="00406E49">
      <w:pPr>
        <w:spacing w:before="9"/>
        <w:ind w:left="582"/>
        <w:rPr>
          <w:sz w:val="24"/>
        </w:rPr>
      </w:pPr>
    </w:p>
    <w:p w:rsidR="006650AD" w:rsidRPr="00406E49" w:rsidRDefault="006650AD" w:rsidP="00406E49">
      <w:pPr>
        <w:spacing w:before="9"/>
        <w:ind w:left="582"/>
        <w:rPr>
          <w:sz w:val="24"/>
        </w:rPr>
      </w:pPr>
      <w:r w:rsidRPr="00406E49">
        <w:rPr>
          <w:sz w:val="24"/>
        </w:rPr>
        <w:t>Выводы: средний возраст коллектива от 39 до 42</w:t>
      </w:r>
      <w:r>
        <w:rPr>
          <w:sz w:val="24"/>
        </w:rPr>
        <w:t xml:space="preserve"> </w:t>
      </w:r>
      <w:r w:rsidRPr="00406E49">
        <w:rPr>
          <w:sz w:val="24"/>
        </w:rPr>
        <w:t>лет.</w:t>
      </w:r>
    </w:p>
    <w:p w:rsidR="006650AD" w:rsidRPr="00406E49" w:rsidRDefault="006650AD" w:rsidP="00406E49">
      <w:pPr>
        <w:ind w:left="578" w:right="561"/>
        <w:jc w:val="center"/>
        <w:rPr>
          <w:sz w:val="24"/>
        </w:rPr>
      </w:pPr>
    </w:p>
    <w:p w:rsidR="006650AD" w:rsidRDefault="006650AD" w:rsidP="00406E49">
      <w:pPr>
        <w:ind w:left="578" w:right="561"/>
        <w:jc w:val="center"/>
        <w:rPr>
          <w:b/>
          <w:sz w:val="24"/>
        </w:rPr>
      </w:pPr>
    </w:p>
    <w:p w:rsidR="006650AD" w:rsidRPr="00406E49" w:rsidRDefault="006650AD" w:rsidP="00406E49">
      <w:pPr>
        <w:ind w:left="578" w:right="561"/>
        <w:jc w:val="center"/>
        <w:rPr>
          <w:b/>
          <w:sz w:val="24"/>
        </w:rPr>
      </w:pPr>
      <w:r w:rsidRPr="00406E49">
        <w:rPr>
          <w:b/>
          <w:sz w:val="24"/>
        </w:rPr>
        <w:t>Педагогический</w:t>
      </w:r>
      <w:r>
        <w:rPr>
          <w:b/>
          <w:sz w:val="24"/>
        </w:rPr>
        <w:t xml:space="preserve"> </w:t>
      </w:r>
      <w:r w:rsidRPr="00406E49">
        <w:rPr>
          <w:b/>
          <w:sz w:val="24"/>
        </w:rPr>
        <w:t>стаж</w:t>
      </w:r>
    </w:p>
    <w:p w:rsidR="006650AD" w:rsidRPr="00406E49" w:rsidRDefault="006650AD" w:rsidP="00406E49">
      <w:pPr>
        <w:spacing w:before="3" w:after="1"/>
        <w:rPr>
          <w:b/>
          <w:sz w:val="24"/>
          <w:szCs w:val="26"/>
        </w:rPr>
      </w:pPr>
    </w:p>
    <w:tbl>
      <w:tblPr>
        <w:tblW w:w="0" w:type="auto"/>
        <w:tblInd w:w="6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537"/>
        <w:gridCol w:w="2410"/>
        <w:gridCol w:w="2269"/>
        <w:gridCol w:w="2269"/>
      </w:tblGrid>
      <w:tr w:rsidR="006650AD" w:rsidRPr="00406E49" w:rsidTr="00B87C9F">
        <w:trPr>
          <w:trHeight w:val="345"/>
        </w:trPr>
        <w:tc>
          <w:tcPr>
            <w:tcW w:w="2537" w:type="dxa"/>
          </w:tcPr>
          <w:p w:rsidR="006650AD" w:rsidRPr="00B87C9F" w:rsidRDefault="006650AD" w:rsidP="00B87C9F">
            <w:pPr>
              <w:spacing w:before="32"/>
              <w:ind w:left="72" w:right="65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Педагогический стаж</w:t>
            </w:r>
          </w:p>
        </w:tc>
        <w:tc>
          <w:tcPr>
            <w:tcW w:w="2410" w:type="dxa"/>
          </w:tcPr>
          <w:p w:rsidR="006650AD" w:rsidRPr="00B87C9F" w:rsidRDefault="006650AD" w:rsidP="00B87C9F">
            <w:pPr>
              <w:spacing w:before="32"/>
              <w:ind w:left="660" w:right="653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2020-2021</w:t>
            </w:r>
          </w:p>
        </w:tc>
        <w:tc>
          <w:tcPr>
            <w:tcW w:w="2269" w:type="dxa"/>
          </w:tcPr>
          <w:p w:rsidR="006650AD" w:rsidRPr="00B87C9F" w:rsidRDefault="006650AD" w:rsidP="00B87C9F">
            <w:pPr>
              <w:spacing w:before="32"/>
              <w:ind w:left="457" w:right="44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2019-2020</w:t>
            </w:r>
          </w:p>
        </w:tc>
        <w:tc>
          <w:tcPr>
            <w:tcW w:w="2269" w:type="dxa"/>
          </w:tcPr>
          <w:p w:rsidR="006650AD" w:rsidRPr="00B87C9F" w:rsidRDefault="006650AD" w:rsidP="00B87C9F">
            <w:pPr>
              <w:spacing w:before="32"/>
              <w:ind w:left="593" w:right="311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2018-2019</w:t>
            </w:r>
          </w:p>
        </w:tc>
      </w:tr>
      <w:tr w:rsidR="006650AD" w:rsidRPr="00406E49" w:rsidTr="00B87C9F">
        <w:trPr>
          <w:trHeight w:val="340"/>
        </w:trPr>
        <w:tc>
          <w:tcPr>
            <w:tcW w:w="2537" w:type="dxa"/>
          </w:tcPr>
          <w:p w:rsidR="006650AD" w:rsidRPr="00B87C9F" w:rsidRDefault="006650AD" w:rsidP="00B87C9F">
            <w:pPr>
              <w:spacing w:before="23"/>
              <w:ind w:left="72" w:right="65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До года</w:t>
            </w:r>
          </w:p>
        </w:tc>
        <w:tc>
          <w:tcPr>
            <w:tcW w:w="2410" w:type="dxa"/>
          </w:tcPr>
          <w:p w:rsidR="006650AD" w:rsidRPr="00B87C9F" w:rsidRDefault="006650AD" w:rsidP="00B87C9F">
            <w:pPr>
              <w:spacing w:before="27"/>
              <w:ind w:left="9"/>
              <w:jc w:val="center"/>
              <w:rPr>
                <w:b/>
                <w:sz w:val="24"/>
              </w:rPr>
            </w:pPr>
            <w:r w:rsidRPr="00B87C9F">
              <w:rPr>
                <w:b/>
                <w:sz w:val="24"/>
              </w:rPr>
              <w:t>-</w:t>
            </w:r>
          </w:p>
        </w:tc>
        <w:tc>
          <w:tcPr>
            <w:tcW w:w="2269" w:type="dxa"/>
          </w:tcPr>
          <w:p w:rsidR="006650AD" w:rsidRPr="00B87C9F" w:rsidRDefault="006650AD" w:rsidP="00B87C9F">
            <w:pPr>
              <w:spacing w:before="27"/>
              <w:ind w:left="6"/>
              <w:jc w:val="center"/>
              <w:rPr>
                <w:b/>
                <w:sz w:val="24"/>
              </w:rPr>
            </w:pPr>
            <w:r w:rsidRPr="00B87C9F">
              <w:rPr>
                <w:b/>
                <w:sz w:val="24"/>
              </w:rPr>
              <w:t>-</w:t>
            </w:r>
          </w:p>
        </w:tc>
        <w:tc>
          <w:tcPr>
            <w:tcW w:w="2269" w:type="dxa"/>
          </w:tcPr>
          <w:p w:rsidR="006650AD" w:rsidRPr="00B87C9F" w:rsidRDefault="006650AD" w:rsidP="00B87C9F">
            <w:pPr>
              <w:spacing w:before="27"/>
              <w:ind w:left="284"/>
              <w:jc w:val="center"/>
              <w:rPr>
                <w:b/>
                <w:sz w:val="24"/>
              </w:rPr>
            </w:pPr>
            <w:r w:rsidRPr="00B87C9F">
              <w:rPr>
                <w:b/>
                <w:sz w:val="24"/>
              </w:rPr>
              <w:t>-</w:t>
            </w:r>
          </w:p>
        </w:tc>
      </w:tr>
      <w:tr w:rsidR="006650AD" w:rsidRPr="00406E49" w:rsidTr="00B87C9F">
        <w:trPr>
          <w:trHeight w:val="340"/>
        </w:trPr>
        <w:tc>
          <w:tcPr>
            <w:tcW w:w="2537" w:type="dxa"/>
          </w:tcPr>
          <w:p w:rsidR="006650AD" w:rsidRPr="00B87C9F" w:rsidRDefault="006650AD" w:rsidP="00B87C9F">
            <w:pPr>
              <w:spacing w:before="23"/>
              <w:ind w:left="72" w:right="64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от 1 до 3 лет</w:t>
            </w:r>
          </w:p>
        </w:tc>
        <w:tc>
          <w:tcPr>
            <w:tcW w:w="2410" w:type="dxa"/>
          </w:tcPr>
          <w:p w:rsidR="006650AD" w:rsidRPr="00B87C9F" w:rsidRDefault="006650AD" w:rsidP="00B87C9F">
            <w:pPr>
              <w:spacing w:before="28"/>
              <w:ind w:left="9"/>
              <w:jc w:val="center"/>
              <w:rPr>
                <w:b/>
                <w:sz w:val="24"/>
              </w:rPr>
            </w:pPr>
            <w:r w:rsidRPr="00B87C9F">
              <w:rPr>
                <w:b/>
                <w:sz w:val="24"/>
              </w:rPr>
              <w:t>-</w:t>
            </w:r>
          </w:p>
        </w:tc>
        <w:tc>
          <w:tcPr>
            <w:tcW w:w="2269" w:type="dxa"/>
          </w:tcPr>
          <w:p w:rsidR="006650AD" w:rsidRPr="00B87C9F" w:rsidRDefault="006650AD" w:rsidP="00B87C9F">
            <w:pPr>
              <w:spacing w:before="28"/>
              <w:ind w:left="6"/>
              <w:jc w:val="center"/>
              <w:rPr>
                <w:b/>
                <w:sz w:val="24"/>
              </w:rPr>
            </w:pPr>
            <w:r w:rsidRPr="00B87C9F">
              <w:rPr>
                <w:b/>
                <w:sz w:val="24"/>
              </w:rPr>
              <w:t>-</w:t>
            </w:r>
          </w:p>
        </w:tc>
        <w:tc>
          <w:tcPr>
            <w:tcW w:w="2269" w:type="dxa"/>
          </w:tcPr>
          <w:p w:rsidR="006650AD" w:rsidRPr="00B87C9F" w:rsidRDefault="006650AD" w:rsidP="00B87C9F">
            <w:pPr>
              <w:spacing w:before="28"/>
              <w:ind w:left="284"/>
              <w:jc w:val="center"/>
              <w:rPr>
                <w:b/>
                <w:sz w:val="24"/>
              </w:rPr>
            </w:pPr>
            <w:r w:rsidRPr="00B87C9F">
              <w:rPr>
                <w:b/>
                <w:sz w:val="24"/>
              </w:rPr>
              <w:t>-</w:t>
            </w:r>
          </w:p>
        </w:tc>
      </w:tr>
      <w:tr w:rsidR="006650AD" w:rsidRPr="00406E49" w:rsidTr="00B87C9F">
        <w:trPr>
          <w:trHeight w:val="338"/>
        </w:trPr>
        <w:tc>
          <w:tcPr>
            <w:tcW w:w="2537" w:type="dxa"/>
          </w:tcPr>
          <w:p w:rsidR="006650AD" w:rsidRPr="00B87C9F" w:rsidRDefault="006650AD" w:rsidP="00B87C9F">
            <w:pPr>
              <w:spacing w:before="23"/>
              <w:ind w:left="72" w:right="64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от 3 до 5 лет</w:t>
            </w:r>
          </w:p>
        </w:tc>
        <w:tc>
          <w:tcPr>
            <w:tcW w:w="2410" w:type="dxa"/>
          </w:tcPr>
          <w:p w:rsidR="006650AD" w:rsidRPr="00B87C9F" w:rsidRDefault="006650AD" w:rsidP="00B87C9F">
            <w:pPr>
              <w:spacing w:before="27"/>
              <w:ind w:left="9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-</w:t>
            </w:r>
          </w:p>
        </w:tc>
        <w:tc>
          <w:tcPr>
            <w:tcW w:w="2269" w:type="dxa"/>
          </w:tcPr>
          <w:p w:rsidR="006650AD" w:rsidRPr="00B87C9F" w:rsidRDefault="006650AD" w:rsidP="00B87C9F">
            <w:pPr>
              <w:spacing w:before="27"/>
              <w:ind w:left="6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-</w:t>
            </w:r>
          </w:p>
        </w:tc>
        <w:tc>
          <w:tcPr>
            <w:tcW w:w="2269" w:type="dxa"/>
          </w:tcPr>
          <w:p w:rsidR="006650AD" w:rsidRPr="00B87C9F" w:rsidRDefault="006650AD" w:rsidP="00B87C9F">
            <w:pPr>
              <w:spacing w:before="27"/>
              <w:ind w:left="284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-</w:t>
            </w:r>
          </w:p>
        </w:tc>
      </w:tr>
      <w:tr w:rsidR="006650AD" w:rsidRPr="00406E49" w:rsidTr="00B87C9F">
        <w:trPr>
          <w:trHeight w:val="340"/>
        </w:trPr>
        <w:tc>
          <w:tcPr>
            <w:tcW w:w="2537" w:type="dxa"/>
          </w:tcPr>
          <w:p w:rsidR="006650AD" w:rsidRPr="00B87C9F" w:rsidRDefault="006650AD" w:rsidP="00B87C9F">
            <w:pPr>
              <w:spacing w:before="25"/>
              <w:ind w:left="72" w:right="64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от 5 до 10 лет</w:t>
            </w:r>
          </w:p>
        </w:tc>
        <w:tc>
          <w:tcPr>
            <w:tcW w:w="2410" w:type="dxa"/>
          </w:tcPr>
          <w:p w:rsidR="006650AD" w:rsidRPr="00B87C9F" w:rsidRDefault="006650AD" w:rsidP="00B87C9F">
            <w:pPr>
              <w:spacing w:before="30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9" w:type="dxa"/>
          </w:tcPr>
          <w:p w:rsidR="006650AD" w:rsidRPr="00B87C9F" w:rsidRDefault="006650AD" w:rsidP="00B87C9F">
            <w:pPr>
              <w:spacing w:before="30"/>
              <w:ind w:left="6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</w:t>
            </w:r>
          </w:p>
        </w:tc>
        <w:tc>
          <w:tcPr>
            <w:tcW w:w="2269" w:type="dxa"/>
          </w:tcPr>
          <w:p w:rsidR="006650AD" w:rsidRPr="00B87C9F" w:rsidRDefault="006650AD" w:rsidP="00B87C9F">
            <w:pPr>
              <w:spacing w:before="30"/>
              <w:ind w:left="284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</w:t>
            </w:r>
          </w:p>
        </w:tc>
      </w:tr>
      <w:tr w:rsidR="006650AD" w:rsidRPr="00406E49" w:rsidTr="00B87C9F">
        <w:trPr>
          <w:trHeight w:val="340"/>
        </w:trPr>
        <w:tc>
          <w:tcPr>
            <w:tcW w:w="2537" w:type="dxa"/>
          </w:tcPr>
          <w:p w:rsidR="006650AD" w:rsidRPr="00B87C9F" w:rsidRDefault="006650AD" w:rsidP="00B87C9F">
            <w:pPr>
              <w:spacing w:before="25"/>
              <w:ind w:left="72" w:right="64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от 10 до 20 лет</w:t>
            </w:r>
          </w:p>
        </w:tc>
        <w:tc>
          <w:tcPr>
            <w:tcW w:w="2410" w:type="dxa"/>
          </w:tcPr>
          <w:p w:rsidR="006650AD" w:rsidRPr="00B87C9F" w:rsidRDefault="006650AD" w:rsidP="00B87C9F">
            <w:pPr>
              <w:spacing w:before="30"/>
              <w:ind w:left="660" w:right="65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9" w:type="dxa"/>
          </w:tcPr>
          <w:p w:rsidR="006650AD" w:rsidRPr="00B87C9F" w:rsidRDefault="006650AD" w:rsidP="00B87C9F">
            <w:pPr>
              <w:spacing w:before="30"/>
              <w:ind w:left="454" w:right="44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3</w:t>
            </w:r>
          </w:p>
        </w:tc>
        <w:tc>
          <w:tcPr>
            <w:tcW w:w="2269" w:type="dxa"/>
          </w:tcPr>
          <w:p w:rsidR="006650AD" w:rsidRPr="00B87C9F" w:rsidRDefault="006650AD" w:rsidP="00B87C9F">
            <w:pPr>
              <w:spacing w:before="30"/>
              <w:ind w:left="593" w:right="309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3</w:t>
            </w:r>
          </w:p>
        </w:tc>
      </w:tr>
      <w:tr w:rsidR="006650AD" w:rsidRPr="00406E49" w:rsidTr="00B87C9F">
        <w:trPr>
          <w:trHeight w:val="340"/>
        </w:trPr>
        <w:tc>
          <w:tcPr>
            <w:tcW w:w="2537" w:type="dxa"/>
          </w:tcPr>
          <w:p w:rsidR="006650AD" w:rsidRPr="00B87C9F" w:rsidRDefault="006650AD" w:rsidP="00B87C9F">
            <w:pPr>
              <w:spacing w:before="25"/>
              <w:ind w:left="70" w:right="65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B87C9F">
              <w:rPr>
                <w:sz w:val="24"/>
              </w:rPr>
              <w:t>выше</w:t>
            </w:r>
            <w:r>
              <w:rPr>
                <w:sz w:val="24"/>
              </w:rPr>
              <w:t xml:space="preserve"> </w:t>
            </w:r>
            <w:r w:rsidRPr="00B87C9F">
              <w:rPr>
                <w:sz w:val="24"/>
              </w:rPr>
              <w:t>20</w:t>
            </w:r>
            <w:r>
              <w:rPr>
                <w:sz w:val="24"/>
              </w:rPr>
              <w:t xml:space="preserve"> </w:t>
            </w:r>
            <w:r w:rsidRPr="00B87C9F">
              <w:rPr>
                <w:sz w:val="24"/>
              </w:rPr>
              <w:t>лет</w:t>
            </w:r>
          </w:p>
        </w:tc>
        <w:tc>
          <w:tcPr>
            <w:tcW w:w="2410" w:type="dxa"/>
          </w:tcPr>
          <w:p w:rsidR="006650AD" w:rsidRPr="00B87C9F" w:rsidRDefault="006650AD" w:rsidP="00B87C9F">
            <w:pPr>
              <w:spacing w:before="30"/>
              <w:ind w:left="660" w:right="65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9" w:type="dxa"/>
          </w:tcPr>
          <w:p w:rsidR="006650AD" w:rsidRPr="00B87C9F" w:rsidRDefault="006650AD" w:rsidP="00B87C9F">
            <w:pPr>
              <w:spacing w:before="30"/>
              <w:ind w:left="454" w:right="44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5</w:t>
            </w:r>
          </w:p>
        </w:tc>
        <w:tc>
          <w:tcPr>
            <w:tcW w:w="2269" w:type="dxa"/>
          </w:tcPr>
          <w:p w:rsidR="006650AD" w:rsidRPr="00B87C9F" w:rsidRDefault="006650AD" w:rsidP="00B87C9F">
            <w:pPr>
              <w:spacing w:before="30"/>
              <w:ind w:left="593" w:right="30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6650AD" w:rsidRDefault="006650AD" w:rsidP="00406E49">
      <w:pPr>
        <w:ind w:left="582"/>
        <w:rPr>
          <w:sz w:val="24"/>
        </w:rPr>
      </w:pPr>
    </w:p>
    <w:p w:rsidR="006650AD" w:rsidRPr="00406E49" w:rsidRDefault="006650AD" w:rsidP="00406E49">
      <w:pPr>
        <w:ind w:left="582"/>
        <w:rPr>
          <w:sz w:val="24"/>
        </w:rPr>
      </w:pPr>
      <w:r w:rsidRPr="00406E49">
        <w:rPr>
          <w:sz w:val="24"/>
        </w:rPr>
        <w:t>Выводы: доля</w:t>
      </w:r>
      <w:r>
        <w:rPr>
          <w:sz w:val="24"/>
        </w:rPr>
        <w:t xml:space="preserve"> </w:t>
      </w:r>
      <w:r w:rsidRPr="00406E49">
        <w:rPr>
          <w:sz w:val="24"/>
        </w:rPr>
        <w:t>стажистов</w:t>
      </w:r>
      <w:r>
        <w:rPr>
          <w:sz w:val="24"/>
        </w:rPr>
        <w:t xml:space="preserve"> </w:t>
      </w:r>
      <w:r w:rsidRPr="00406E49">
        <w:rPr>
          <w:sz w:val="24"/>
        </w:rPr>
        <w:t>в</w:t>
      </w:r>
      <w:r>
        <w:rPr>
          <w:sz w:val="24"/>
        </w:rPr>
        <w:t xml:space="preserve"> </w:t>
      </w:r>
      <w:r w:rsidRPr="00406E49">
        <w:rPr>
          <w:sz w:val="24"/>
        </w:rPr>
        <w:t>коллективе</w:t>
      </w:r>
      <w:r>
        <w:rPr>
          <w:sz w:val="24"/>
        </w:rPr>
        <w:t xml:space="preserve"> </w:t>
      </w:r>
      <w:r w:rsidRPr="00406E49">
        <w:rPr>
          <w:sz w:val="24"/>
        </w:rPr>
        <w:t>преобладает.</w:t>
      </w:r>
    </w:p>
    <w:p w:rsidR="006650AD" w:rsidRDefault="006650AD" w:rsidP="00406E49">
      <w:pPr>
        <w:ind w:left="578" w:right="567"/>
        <w:jc w:val="center"/>
        <w:rPr>
          <w:b/>
          <w:sz w:val="24"/>
        </w:rPr>
      </w:pPr>
    </w:p>
    <w:p w:rsidR="006650AD" w:rsidRPr="00406E49" w:rsidRDefault="006650AD" w:rsidP="00406E49">
      <w:pPr>
        <w:ind w:left="578" w:right="567"/>
        <w:jc w:val="center"/>
        <w:rPr>
          <w:b/>
          <w:sz w:val="24"/>
        </w:rPr>
      </w:pPr>
      <w:r w:rsidRPr="00406E49">
        <w:rPr>
          <w:b/>
          <w:sz w:val="24"/>
        </w:rPr>
        <w:t>Образовательный</w:t>
      </w:r>
      <w:r>
        <w:rPr>
          <w:b/>
          <w:sz w:val="24"/>
        </w:rPr>
        <w:t xml:space="preserve"> </w:t>
      </w:r>
      <w:r w:rsidRPr="00406E49">
        <w:rPr>
          <w:b/>
          <w:sz w:val="24"/>
        </w:rPr>
        <w:t>ценз</w:t>
      </w:r>
      <w:r>
        <w:rPr>
          <w:b/>
          <w:sz w:val="24"/>
        </w:rPr>
        <w:t xml:space="preserve"> </w:t>
      </w:r>
      <w:r w:rsidRPr="00406E49">
        <w:rPr>
          <w:b/>
          <w:sz w:val="24"/>
        </w:rPr>
        <w:t>педагогов</w:t>
      </w:r>
    </w:p>
    <w:p w:rsidR="006650AD" w:rsidRPr="00406E49" w:rsidRDefault="006650AD" w:rsidP="00406E49">
      <w:pPr>
        <w:spacing w:before="2"/>
        <w:rPr>
          <w:b/>
          <w:sz w:val="24"/>
          <w:szCs w:val="26"/>
        </w:rPr>
      </w:pPr>
    </w:p>
    <w:tbl>
      <w:tblPr>
        <w:tblW w:w="0" w:type="auto"/>
        <w:tblInd w:w="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693"/>
        <w:gridCol w:w="2112"/>
        <w:gridCol w:w="2268"/>
        <w:gridCol w:w="2268"/>
      </w:tblGrid>
      <w:tr w:rsidR="006650AD" w:rsidRPr="00406E49" w:rsidTr="00B87C9F">
        <w:trPr>
          <w:trHeight w:val="551"/>
        </w:trPr>
        <w:tc>
          <w:tcPr>
            <w:tcW w:w="2693" w:type="dxa"/>
          </w:tcPr>
          <w:p w:rsidR="006650AD" w:rsidRPr="00B87C9F" w:rsidRDefault="006650AD" w:rsidP="00B87C9F">
            <w:pPr>
              <w:spacing w:line="276" w:lineRule="exact"/>
              <w:ind w:left="906" w:right="553" w:hanging="332"/>
              <w:rPr>
                <w:sz w:val="24"/>
              </w:rPr>
            </w:pPr>
            <w:r w:rsidRPr="00B87C9F">
              <w:rPr>
                <w:sz w:val="24"/>
              </w:rPr>
              <w:t>Образование /человек</w:t>
            </w:r>
          </w:p>
        </w:tc>
        <w:tc>
          <w:tcPr>
            <w:tcW w:w="2112" w:type="dxa"/>
          </w:tcPr>
          <w:p w:rsidR="006650AD" w:rsidRPr="00B87C9F" w:rsidRDefault="006650AD" w:rsidP="00B87C9F">
            <w:pPr>
              <w:spacing w:before="135"/>
              <w:ind w:left="514" w:right="50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2020-2021</w:t>
            </w:r>
          </w:p>
        </w:tc>
        <w:tc>
          <w:tcPr>
            <w:tcW w:w="2268" w:type="dxa"/>
          </w:tcPr>
          <w:p w:rsidR="006650AD" w:rsidRPr="00B87C9F" w:rsidRDefault="006650AD" w:rsidP="00B87C9F">
            <w:pPr>
              <w:spacing w:before="135"/>
              <w:ind w:left="457" w:right="446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2019-2020</w:t>
            </w:r>
          </w:p>
        </w:tc>
        <w:tc>
          <w:tcPr>
            <w:tcW w:w="2268" w:type="dxa"/>
          </w:tcPr>
          <w:p w:rsidR="006650AD" w:rsidRPr="00B87C9F" w:rsidRDefault="006650AD" w:rsidP="00B87C9F">
            <w:pPr>
              <w:spacing w:before="135"/>
              <w:ind w:left="593" w:right="30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2018-2019</w:t>
            </w:r>
          </w:p>
        </w:tc>
      </w:tr>
      <w:tr w:rsidR="006650AD" w:rsidRPr="00406E49" w:rsidTr="00B87C9F">
        <w:trPr>
          <w:trHeight w:val="340"/>
        </w:trPr>
        <w:tc>
          <w:tcPr>
            <w:tcW w:w="2693" w:type="dxa"/>
          </w:tcPr>
          <w:p w:rsidR="006650AD" w:rsidRPr="00B87C9F" w:rsidRDefault="006650AD" w:rsidP="00B87C9F">
            <w:pPr>
              <w:spacing w:before="25"/>
              <w:ind w:left="2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Высшее педагогическое</w:t>
            </w:r>
          </w:p>
        </w:tc>
        <w:tc>
          <w:tcPr>
            <w:tcW w:w="2112" w:type="dxa"/>
          </w:tcPr>
          <w:p w:rsidR="006650AD" w:rsidRPr="00B87C9F" w:rsidRDefault="006650AD" w:rsidP="00B87C9F">
            <w:pPr>
              <w:spacing w:before="29"/>
              <w:ind w:left="512" w:right="50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7</w:t>
            </w:r>
          </w:p>
        </w:tc>
        <w:tc>
          <w:tcPr>
            <w:tcW w:w="2268" w:type="dxa"/>
          </w:tcPr>
          <w:p w:rsidR="006650AD" w:rsidRPr="00B87C9F" w:rsidRDefault="006650AD" w:rsidP="00B87C9F">
            <w:pPr>
              <w:spacing w:before="29"/>
              <w:ind w:left="454" w:right="446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7</w:t>
            </w:r>
          </w:p>
        </w:tc>
        <w:tc>
          <w:tcPr>
            <w:tcW w:w="2268" w:type="dxa"/>
          </w:tcPr>
          <w:p w:rsidR="006650AD" w:rsidRPr="00B87C9F" w:rsidRDefault="006650AD" w:rsidP="00B87C9F">
            <w:pPr>
              <w:spacing w:before="29"/>
              <w:ind w:left="593" w:right="305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7</w:t>
            </w:r>
          </w:p>
        </w:tc>
      </w:tr>
      <w:tr w:rsidR="006650AD" w:rsidRPr="00406E49" w:rsidTr="00B87C9F">
        <w:trPr>
          <w:trHeight w:val="340"/>
        </w:trPr>
        <w:tc>
          <w:tcPr>
            <w:tcW w:w="2693" w:type="dxa"/>
          </w:tcPr>
          <w:p w:rsidR="006650AD" w:rsidRPr="00B87C9F" w:rsidRDefault="006650AD" w:rsidP="00B87C9F">
            <w:pPr>
              <w:spacing w:before="25"/>
              <w:ind w:left="4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Высшее непедагогическое</w:t>
            </w:r>
          </w:p>
        </w:tc>
        <w:tc>
          <w:tcPr>
            <w:tcW w:w="2112" w:type="dxa"/>
          </w:tcPr>
          <w:p w:rsidR="006650AD" w:rsidRPr="00B87C9F" w:rsidRDefault="006650AD" w:rsidP="00B87C9F">
            <w:pPr>
              <w:spacing w:before="30"/>
              <w:ind w:left="5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-</w:t>
            </w:r>
          </w:p>
        </w:tc>
        <w:tc>
          <w:tcPr>
            <w:tcW w:w="2268" w:type="dxa"/>
          </w:tcPr>
          <w:p w:rsidR="006650AD" w:rsidRPr="00B87C9F" w:rsidRDefault="006650AD" w:rsidP="00B87C9F">
            <w:pPr>
              <w:spacing w:before="30"/>
              <w:ind w:left="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-</w:t>
            </w:r>
          </w:p>
        </w:tc>
        <w:tc>
          <w:tcPr>
            <w:tcW w:w="2268" w:type="dxa"/>
          </w:tcPr>
          <w:p w:rsidR="006650AD" w:rsidRPr="00B87C9F" w:rsidRDefault="006650AD" w:rsidP="00B87C9F">
            <w:pPr>
              <w:spacing w:before="30"/>
              <w:ind w:left="28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-</w:t>
            </w:r>
          </w:p>
        </w:tc>
      </w:tr>
      <w:tr w:rsidR="006650AD" w:rsidRPr="00406E49" w:rsidTr="00B87C9F">
        <w:trPr>
          <w:trHeight w:val="551"/>
        </w:trPr>
        <w:tc>
          <w:tcPr>
            <w:tcW w:w="2693" w:type="dxa"/>
          </w:tcPr>
          <w:p w:rsidR="006650AD" w:rsidRPr="00B87C9F" w:rsidRDefault="006650AD" w:rsidP="00B87C9F">
            <w:pPr>
              <w:spacing w:line="268" w:lineRule="exact"/>
              <w:ind w:left="6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Среднее профессиональное</w:t>
            </w:r>
          </w:p>
        </w:tc>
        <w:tc>
          <w:tcPr>
            <w:tcW w:w="2112" w:type="dxa"/>
          </w:tcPr>
          <w:p w:rsidR="006650AD" w:rsidRPr="00B87C9F" w:rsidRDefault="006650AD" w:rsidP="00B87C9F">
            <w:pPr>
              <w:spacing w:before="135"/>
              <w:ind w:left="5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6650AD" w:rsidRPr="00B87C9F" w:rsidRDefault="006650AD" w:rsidP="00B87C9F">
            <w:pPr>
              <w:spacing w:before="135"/>
              <w:ind w:left="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6650AD" w:rsidRPr="00B87C9F" w:rsidRDefault="006650AD" w:rsidP="00B87C9F">
            <w:pPr>
              <w:spacing w:before="135"/>
              <w:ind w:left="28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6650AD" w:rsidRDefault="006650AD" w:rsidP="00406E49">
      <w:pPr>
        <w:ind w:left="2536" w:right="744" w:hanging="1955"/>
        <w:rPr>
          <w:sz w:val="24"/>
        </w:rPr>
      </w:pPr>
    </w:p>
    <w:p w:rsidR="006650AD" w:rsidRDefault="006650AD" w:rsidP="00406E49">
      <w:pPr>
        <w:ind w:left="2536" w:right="744" w:hanging="1955"/>
        <w:rPr>
          <w:b/>
          <w:sz w:val="24"/>
        </w:rPr>
      </w:pPr>
      <w:r w:rsidRPr="00406E49">
        <w:rPr>
          <w:sz w:val="24"/>
        </w:rPr>
        <w:t>Выводы: уровень образования педагогических работнико</w:t>
      </w:r>
      <w:r>
        <w:rPr>
          <w:sz w:val="24"/>
        </w:rPr>
        <w:t xml:space="preserve">в соответствует </w:t>
      </w:r>
      <w:r w:rsidRPr="00406E49">
        <w:rPr>
          <w:sz w:val="24"/>
        </w:rPr>
        <w:t>требованиям</w:t>
      </w:r>
      <w:r>
        <w:rPr>
          <w:sz w:val="24"/>
        </w:rPr>
        <w:t>.</w:t>
      </w:r>
    </w:p>
    <w:p w:rsidR="006650AD" w:rsidRPr="00406E49" w:rsidRDefault="006650AD" w:rsidP="00406E49">
      <w:pPr>
        <w:ind w:left="2536" w:right="744" w:hanging="1955"/>
        <w:rPr>
          <w:sz w:val="24"/>
        </w:rPr>
      </w:pPr>
    </w:p>
    <w:p w:rsidR="006650AD" w:rsidRPr="0050347B" w:rsidRDefault="006650AD" w:rsidP="00406E49">
      <w:pPr>
        <w:ind w:left="2536" w:right="744" w:hanging="1955"/>
        <w:jc w:val="center"/>
        <w:rPr>
          <w:b/>
          <w:sz w:val="24"/>
        </w:rPr>
      </w:pPr>
      <w:r w:rsidRPr="0050347B">
        <w:rPr>
          <w:b/>
          <w:sz w:val="24"/>
        </w:rPr>
        <w:t>Уровень квалификации педагогических работников</w:t>
      </w:r>
    </w:p>
    <w:p w:rsidR="006650AD" w:rsidRPr="00406E49" w:rsidRDefault="006650AD" w:rsidP="00406E49">
      <w:pPr>
        <w:spacing w:before="2"/>
        <w:rPr>
          <w:b/>
          <w:sz w:val="24"/>
          <w:szCs w:val="26"/>
        </w:rPr>
      </w:pPr>
    </w:p>
    <w:tbl>
      <w:tblPr>
        <w:tblW w:w="0" w:type="auto"/>
        <w:tblInd w:w="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396"/>
        <w:gridCol w:w="2410"/>
        <w:gridCol w:w="2269"/>
        <w:gridCol w:w="2269"/>
      </w:tblGrid>
      <w:tr w:rsidR="006650AD" w:rsidRPr="00406E49" w:rsidTr="00B87C9F">
        <w:trPr>
          <w:trHeight w:val="551"/>
        </w:trPr>
        <w:tc>
          <w:tcPr>
            <w:tcW w:w="2396" w:type="dxa"/>
          </w:tcPr>
          <w:p w:rsidR="006650AD" w:rsidRPr="00B87C9F" w:rsidRDefault="006650AD" w:rsidP="00B87C9F">
            <w:pPr>
              <w:spacing w:line="276" w:lineRule="exact"/>
              <w:ind w:left="638" w:right="81" w:hanging="536"/>
              <w:rPr>
                <w:sz w:val="24"/>
              </w:rPr>
            </w:pPr>
            <w:r w:rsidRPr="00B87C9F">
              <w:rPr>
                <w:sz w:val="24"/>
              </w:rPr>
              <w:t>Квалификационная категория</w:t>
            </w:r>
          </w:p>
        </w:tc>
        <w:tc>
          <w:tcPr>
            <w:tcW w:w="2410" w:type="dxa"/>
          </w:tcPr>
          <w:p w:rsidR="006650AD" w:rsidRPr="00B87C9F" w:rsidRDefault="006650AD" w:rsidP="00B87C9F">
            <w:pPr>
              <w:spacing w:before="135"/>
              <w:ind w:left="657" w:right="656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2020-2021</w:t>
            </w:r>
          </w:p>
        </w:tc>
        <w:tc>
          <w:tcPr>
            <w:tcW w:w="2269" w:type="dxa"/>
          </w:tcPr>
          <w:p w:rsidR="006650AD" w:rsidRPr="00B87C9F" w:rsidRDefault="006650AD" w:rsidP="00B87C9F">
            <w:pPr>
              <w:spacing w:before="135"/>
              <w:ind w:left="456" w:right="44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2019-2020</w:t>
            </w:r>
          </w:p>
        </w:tc>
        <w:tc>
          <w:tcPr>
            <w:tcW w:w="2269" w:type="dxa"/>
          </w:tcPr>
          <w:p w:rsidR="006650AD" w:rsidRPr="00B87C9F" w:rsidRDefault="006650AD" w:rsidP="00B87C9F">
            <w:pPr>
              <w:spacing w:before="135"/>
              <w:ind w:left="593" w:right="313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2018-2019</w:t>
            </w:r>
          </w:p>
        </w:tc>
      </w:tr>
      <w:tr w:rsidR="006650AD" w:rsidRPr="00406E49" w:rsidTr="00B87C9F">
        <w:trPr>
          <w:trHeight w:val="340"/>
        </w:trPr>
        <w:tc>
          <w:tcPr>
            <w:tcW w:w="2396" w:type="dxa"/>
          </w:tcPr>
          <w:p w:rsidR="006650AD" w:rsidRPr="00B87C9F" w:rsidRDefault="006650AD" w:rsidP="00B87C9F">
            <w:pPr>
              <w:spacing w:before="25"/>
              <w:ind w:left="468" w:right="46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высшая</w:t>
            </w:r>
          </w:p>
        </w:tc>
        <w:tc>
          <w:tcPr>
            <w:tcW w:w="2410" w:type="dxa"/>
          </w:tcPr>
          <w:p w:rsidR="006650AD" w:rsidRPr="00B87C9F" w:rsidRDefault="006650AD" w:rsidP="00B87C9F">
            <w:pPr>
              <w:spacing w:before="29"/>
              <w:ind w:left="659" w:right="656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3</w:t>
            </w:r>
          </w:p>
        </w:tc>
        <w:tc>
          <w:tcPr>
            <w:tcW w:w="2269" w:type="dxa"/>
          </w:tcPr>
          <w:p w:rsidR="006650AD" w:rsidRPr="00B87C9F" w:rsidRDefault="006650AD" w:rsidP="00B87C9F">
            <w:pPr>
              <w:spacing w:before="29"/>
              <w:ind w:left="453" w:right="44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3</w:t>
            </w:r>
          </w:p>
        </w:tc>
        <w:tc>
          <w:tcPr>
            <w:tcW w:w="2269" w:type="dxa"/>
          </w:tcPr>
          <w:p w:rsidR="006650AD" w:rsidRPr="00B87C9F" w:rsidRDefault="006650AD" w:rsidP="00B87C9F">
            <w:pPr>
              <w:spacing w:before="29"/>
              <w:ind w:left="593" w:right="310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3</w:t>
            </w:r>
          </w:p>
        </w:tc>
      </w:tr>
      <w:tr w:rsidR="006650AD" w:rsidRPr="00406E49" w:rsidTr="00B87C9F">
        <w:trPr>
          <w:trHeight w:val="340"/>
        </w:trPr>
        <w:tc>
          <w:tcPr>
            <w:tcW w:w="2396" w:type="dxa"/>
          </w:tcPr>
          <w:p w:rsidR="006650AD" w:rsidRPr="00B87C9F" w:rsidRDefault="006650AD" w:rsidP="00B87C9F">
            <w:pPr>
              <w:spacing w:before="25"/>
              <w:ind w:left="468" w:right="46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первая</w:t>
            </w:r>
          </w:p>
        </w:tc>
        <w:tc>
          <w:tcPr>
            <w:tcW w:w="2410" w:type="dxa"/>
          </w:tcPr>
          <w:p w:rsidR="006650AD" w:rsidRPr="00B87C9F" w:rsidRDefault="006650AD" w:rsidP="00B87C9F">
            <w:pPr>
              <w:spacing w:before="30"/>
              <w:ind w:left="659" w:right="65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9" w:type="dxa"/>
          </w:tcPr>
          <w:p w:rsidR="006650AD" w:rsidRPr="00B87C9F" w:rsidRDefault="006650AD" w:rsidP="00B87C9F">
            <w:pPr>
              <w:spacing w:before="30"/>
              <w:ind w:left="453" w:right="44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6</w:t>
            </w:r>
          </w:p>
        </w:tc>
        <w:tc>
          <w:tcPr>
            <w:tcW w:w="2269" w:type="dxa"/>
          </w:tcPr>
          <w:p w:rsidR="006650AD" w:rsidRPr="00B87C9F" w:rsidRDefault="006650AD" w:rsidP="00B87C9F">
            <w:pPr>
              <w:spacing w:before="30"/>
              <w:ind w:left="593" w:right="31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6650AD" w:rsidRPr="00406E49" w:rsidTr="00B87C9F">
        <w:trPr>
          <w:trHeight w:val="340"/>
        </w:trPr>
        <w:tc>
          <w:tcPr>
            <w:tcW w:w="2396" w:type="dxa"/>
          </w:tcPr>
          <w:p w:rsidR="006650AD" w:rsidRPr="00B87C9F" w:rsidRDefault="006650AD" w:rsidP="00B87C9F">
            <w:pPr>
              <w:spacing w:before="23"/>
              <w:ind w:left="468" w:right="46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СЗД</w:t>
            </w:r>
          </w:p>
        </w:tc>
        <w:tc>
          <w:tcPr>
            <w:tcW w:w="2410" w:type="dxa"/>
          </w:tcPr>
          <w:p w:rsidR="006650AD" w:rsidRPr="00B87C9F" w:rsidRDefault="006650AD" w:rsidP="00B87C9F">
            <w:pPr>
              <w:spacing w:before="27"/>
              <w:ind w:left="3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</w:t>
            </w:r>
          </w:p>
        </w:tc>
        <w:tc>
          <w:tcPr>
            <w:tcW w:w="2269" w:type="dxa"/>
          </w:tcPr>
          <w:p w:rsidR="006650AD" w:rsidRPr="00B87C9F" w:rsidRDefault="006650AD" w:rsidP="00B87C9F">
            <w:pPr>
              <w:spacing w:before="27"/>
              <w:ind w:left="5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</w:t>
            </w:r>
          </w:p>
        </w:tc>
        <w:tc>
          <w:tcPr>
            <w:tcW w:w="2269" w:type="dxa"/>
          </w:tcPr>
          <w:p w:rsidR="006650AD" w:rsidRPr="00B87C9F" w:rsidRDefault="006650AD" w:rsidP="00B87C9F">
            <w:pPr>
              <w:spacing w:before="27"/>
              <w:ind w:left="283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</w:t>
            </w:r>
          </w:p>
        </w:tc>
      </w:tr>
      <w:tr w:rsidR="006650AD" w:rsidRPr="00406E49" w:rsidTr="00B87C9F">
        <w:trPr>
          <w:trHeight w:val="340"/>
        </w:trPr>
        <w:tc>
          <w:tcPr>
            <w:tcW w:w="2396" w:type="dxa"/>
          </w:tcPr>
          <w:p w:rsidR="006650AD" w:rsidRPr="00B87C9F" w:rsidRDefault="006650AD" w:rsidP="00B87C9F">
            <w:pPr>
              <w:spacing w:before="23"/>
              <w:ind w:left="468" w:right="46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Без категории</w:t>
            </w:r>
          </w:p>
        </w:tc>
        <w:tc>
          <w:tcPr>
            <w:tcW w:w="2410" w:type="dxa"/>
          </w:tcPr>
          <w:p w:rsidR="006650AD" w:rsidRPr="00B87C9F" w:rsidRDefault="006650AD" w:rsidP="00B87C9F">
            <w:pPr>
              <w:spacing w:before="28"/>
              <w:ind w:left="659" w:right="656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269" w:type="dxa"/>
          </w:tcPr>
          <w:p w:rsidR="006650AD" w:rsidRPr="00B87C9F" w:rsidRDefault="006650AD" w:rsidP="00B87C9F">
            <w:pPr>
              <w:spacing w:before="28"/>
              <w:ind w:left="453" w:right="44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269" w:type="dxa"/>
          </w:tcPr>
          <w:p w:rsidR="006650AD" w:rsidRPr="00B87C9F" w:rsidRDefault="006650AD" w:rsidP="00B87C9F">
            <w:pPr>
              <w:spacing w:before="28"/>
              <w:ind w:left="283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6650AD" w:rsidRDefault="006650AD" w:rsidP="00406E49">
      <w:pPr>
        <w:ind w:left="582" w:right="626"/>
        <w:rPr>
          <w:sz w:val="24"/>
        </w:rPr>
      </w:pPr>
    </w:p>
    <w:p w:rsidR="006650AD" w:rsidRDefault="006650AD" w:rsidP="001B258B">
      <w:pPr>
        <w:ind w:left="582" w:right="626"/>
        <w:jc w:val="both"/>
        <w:rPr>
          <w:sz w:val="24"/>
        </w:rPr>
      </w:pPr>
      <w:r w:rsidRPr="00406E49">
        <w:rPr>
          <w:sz w:val="24"/>
        </w:rPr>
        <w:t>Выводы:</w:t>
      </w:r>
      <w:r w:rsidRPr="001B258B">
        <w:rPr>
          <w:sz w:val="24"/>
        </w:rPr>
        <w:t xml:space="preserve"> </w:t>
      </w:r>
      <w:r>
        <w:rPr>
          <w:sz w:val="24"/>
        </w:rPr>
        <w:t xml:space="preserve">90 % педагогов имеют квалификационную педагогическую категорию. </w:t>
      </w:r>
    </w:p>
    <w:p w:rsidR="006650AD" w:rsidRDefault="006650AD" w:rsidP="001B258B">
      <w:pPr>
        <w:ind w:left="582" w:right="626"/>
        <w:jc w:val="both"/>
      </w:pPr>
      <w:r>
        <w:t xml:space="preserve">Таким образом, педагогический состав сформирован, имеет профессиональные навыки, </w:t>
      </w:r>
      <w:r>
        <w:rPr>
          <w:spacing w:val="1"/>
        </w:rPr>
        <w:t>мотивацию</w:t>
      </w:r>
      <w:r>
        <w:t xml:space="preserve"> на улучшение образовательных результатов обучающихся.</w:t>
      </w:r>
    </w:p>
    <w:p w:rsidR="006650AD" w:rsidRDefault="006650AD">
      <w:pPr>
        <w:pStyle w:val="BodyText"/>
        <w:spacing w:before="5"/>
        <w:ind w:left="0"/>
        <w:jc w:val="left"/>
      </w:pPr>
    </w:p>
    <w:p w:rsidR="006650AD" w:rsidRDefault="006650AD">
      <w:pPr>
        <w:pStyle w:val="Heading2"/>
        <w:ind w:left="2345" w:right="2212"/>
        <w:jc w:val="center"/>
      </w:pPr>
      <w:r>
        <w:t xml:space="preserve">Характеристика школьных вспомогательных служб </w:t>
      </w:r>
    </w:p>
    <w:p w:rsidR="006650AD" w:rsidRDefault="006650AD">
      <w:pPr>
        <w:pStyle w:val="BodyText"/>
        <w:spacing w:before="7"/>
        <w:ind w:left="0"/>
        <w:jc w:val="left"/>
        <w:rPr>
          <w:b/>
          <w:sz w:val="23"/>
        </w:rPr>
      </w:pPr>
    </w:p>
    <w:p w:rsidR="006650AD" w:rsidRDefault="006650AD" w:rsidP="00B50F7A">
      <w:pPr>
        <w:pStyle w:val="BodyText"/>
        <w:ind w:right="405" w:firstLine="707"/>
      </w:pP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функционирует Совет профилактики, который курирует вопросы организации контроля за условиями воспитания и обучения несовершеннолетних.</w:t>
      </w:r>
      <w:r>
        <w:rPr>
          <w:spacing w:val="1"/>
        </w:rPr>
        <w:t xml:space="preserve"> В 2020 году была создана школьная служба медиации, целью которой является разрешение конфликтных ситуаций и создание безопасного пространства для полноценного развития и социализации детей и подростков, в том числе при возникновении трудных жизненных ситуаций, включая вступление их в конфликт с законом. Школьную службу медиации возглавляет учитель-логопед. </w:t>
      </w:r>
      <w:r>
        <w:t>Специалист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медиации </w:t>
      </w:r>
      <w:r>
        <w:t>прошла</w:t>
      </w:r>
      <w:r>
        <w:rPr>
          <w:spacing w:val="1"/>
        </w:rPr>
        <w:t xml:space="preserve"> </w:t>
      </w:r>
      <w:r>
        <w:t>курсы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детей, оказывает консультативную помощь детям с ограниченными возможностями здоровья. Таким образом, школа обеспечена профессиональными педагогическими кадрами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здоровья.</w:t>
      </w:r>
      <w:r>
        <w:rPr>
          <w:spacing w:val="1"/>
        </w:rPr>
        <w:t xml:space="preserve"> </w:t>
      </w:r>
    </w:p>
    <w:p w:rsidR="006650AD" w:rsidRDefault="006650AD">
      <w:pPr>
        <w:pStyle w:val="BodyText"/>
        <w:spacing w:before="1"/>
        <w:ind w:left="0"/>
        <w:jc w:val="left"/>
      </w:pPr>
    </w:p>
    <w:p w:rsidR="006650AD" w:rsidRDefault="006650AD">
      <w:pPr>
        <w:pStyle w:val="BodyText"/>
        <w:spacing w:before="5"/>
        <w:ind w:left="0"/>
        <w:jc w:val="left"/>
      </w:pPr>
    </w:p>
    <w:p w:rsidR="006650AD" w:rsidRDefault="006650AD">
      <w:pPr>
        <w:pStyle w:val="Heading2"/>
        <w:ind w:left="3439"/>
      </w:pPr>
    </w:p>
    <w:p w:rsidR="006650AD" w:rsidRDefault="006650AD">
      <w:pPr>
        <w:pStyle w:val="Heading2"/>
        <w:ind w:left="3439"/>
      </w:pPr>
    </w:p>
    <w:p w:rsidR="006650AD" w:rsidRDefault="006650AD">
      <w:pPr>
        <w:pStyle w:val="Heading2"/>
        <w:ind w:left="3439"/>
      </w:pPr>
    </w:p>
    <w:p w:rsidR="006650AD" w:rsidRDefault="006650AD" w:rsidP="0050347B">
      <w:pPr>
        <w:pStyle w:val="Heading2"/>
        <w:ind w:left="3439"/>
      </w:pPr>
      <w:r>
        <w:t>Материально-техническое</w:t>
      </w:r>
      <w:r>
        <w:rPr>
          <w:spacing w:val="-5"/>
        </w:rPr>
        <w:t xml:space="preserve"> </w:t>
      </w:r>
      <w:r>
        <w:t>обеспечение</w:t>
      </w:r>
    </w:p>
    <w:p w:rsidR="006650AD" w:rsidRDefault="006650AD" w:rsidP="0050347B">
      <w:pPr>
        <w:pStyle w:val="BodyText"/>
        <w:spacing w:before="90"/>
        <w:ind w:firstLine="178"/>
        <w:jc w:val="left"/>
      </w:pPr>
      <w:r>
        <w:t xml:space="preserve">        Школа</w:t>
      </w:r>
      <w:r>
        <w:rPr>
          <w:spacing w:val="47"/>
        </w:rPr>
        <w:t xml:space="preserve"> </w:t>
      </w:r>
      <w:r>
        <w:t>размещена</w:t>
      </w:r>
      <w:r>
        <w:rPr>
          <w:spacing w:val="48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деревянном</w:t>
      </w:r>
      <w:r>
        <w:rPr>
          <w:spacing w:val="48"/>
        </w:rPr>
        <w:t xml:space="preserve"> </w:t>
      </w:r>
      <w:r>
        <w:t>одноэтажном</w:t>
      </w:r>
      <w:r>
        <w:rPr>
          <w:spacing w:val="47"/>
        </w:rPr>
        <w:t xml:space="preserve"> </w:t>
      </w:r>
      <w:r>
        <w:t>здании,</w:t>
      </w:r>
      <w:r>
        <w:rPr>
          <w:spacing w:val="46"/>
        </w:rPr>
        <w:t xml:space="preserve"> </w:t>
      </w:r>
      <w:r>
        <w:t>площадью</w:t>
      </w:r>
      <w:r>
        <w:rPr>
          <w:spacing w:val="54"/>
        </w:rPr>
        <w:t xml:space="preserve"> </w:t>
      </w:r>
      <w:r>
        <w:t>559,2 кв.м.         Год</w:t>
      </w:r>
      <w:r>
        <w:rPr>
          <w:spacing w:val="82"/>
        </w:rPr>
        <w:t xml:space="preserve"> </w:t>
      </w:r>
      <w:r>
        <w:t>постройки</w:t>
      </w:r>
      <w:r>
        <w:rPr>
          <w:spacing w:val="81"/>
        </w:rPr>
        <w:t xml:space="preserve"> </w:t>
      </w:r>
      <w:r>
        <w:t>–</w:t>
      </w:r>
      <w:r>
        <w:rPr>
          <w:spacing w:val="82"/>
        </w:rPr>
        <w:t xml:space="preserve"> </w:t>
      </w:r>
      <w:r>
        <w:t>1983</w:t>
      </w:r>
      <w:r>
        <w:rPr>
          <w:spacing w:val="82"/>
        </w:rPr>
        <w:t xml:space="preserve"> </w:t>
      </w:r>
      <w:r>
        <w:t>(</w:t>
      </w:r>
      <w:r>
        <w:rPr>
          <w:spacing w:val="81"/>
        </w:rPr>
        <w:t>38</w:t>
      </w:r>
      <w:r>
        <w:t>лет).</w:t>
      </w:r>
      <w:r>
        <w:rPr>
          <w:spacing w:val="82"/>
        </w:rPr>
        <w:t xml:space="preserve"> </w:t>
      </w:r>
      <w:r>
        <w:t>Проектная</w:t>
      </w:r>
      <w:r>
        <w:rPr>
          <w:spacing w:val="81"/>
        </w:rPr>
        <w:t xml:space="preserve"> </w:t>
      </w:r>
      <w:r>
        <w:t>наполняемость</w:t>
      </w:r>
      <w:r>
        <w:rPr>
          <w:spacing w:val="85"/>
        </w:rPr>
        <w:t xml:space="preserve"> </w:t>
      </w:r>
      <w:r>
        <w:t>–</w:t>
      </w:r>
      <w:r>
        <w:rPr>
          <w:spacing w:val="79"/>
        </w:rPr>
        <w:t xml:space="preserve"> </w:t>
      </w:r>
      <w:r>
        <w:t>90</w:t>
      </w:r>
      <w:r>
        <w:rPr>
          <w:spacing w:val="80"/>
        </w:rPr>
        <w:t xml:space="preserve"> </w:t>
      </w:r>
      <w:r>
        <w:t>человек</w:t>
      </w:r>
      <w:r>
        <w:rPr>
          <w:spacing w:val="82"/>
        </w:rPr>
        <w:t xml:space="preserve"> </w:t>
      </w:r>
      <w:r>
        <w:t>(на 01.09.2020</w:t>
      </w:r>
      <w:r>
        <w:rPr>
          <w:spacing w:val="1"/>
        </w:rPr>
        <w:t xml:space="preserve">             </w:t>
      </w:r>
      <w:r>
        <w:t>г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42</w:t>
      </w:r>
      <w:r>
        <w:rPr>
          <w:spacing w:val="1"/>
        </w:rPr>
        <w:t xml:space="preserve"> </w:t>
      </w:r>
      <w:r>
        <w:t>обучающихся).</w:t>
      </w:r>
    </w:p>
    <w:p w:rsidR="006650AD" w:rsidRDefault="006650AD">
      <w:pPr>
        <w:pStyle w:val="BodyText"/>
        <w:ind w:right="402" w:firstLine="707"/>
      </w:pPr>
      <w:r>
        <w:t xml:space="preserve">Капитальный ремонт школы проводился в период 2018 – 2021 гг. В 2018 году выполнена замена  </w:t>
      </w:r>
      <w:r>
        <w:rPr>
          <w:spacing w:val="1"/>
        </w:rPr>
        <w:t xml:space="preserve"> </w:t>
      </w:r>
      <w:r>
        <w:t>ограждения по всему периметра здания МБОУ «Зайчиковская ОШ». В 2019 г. произведена замена фундамента, нижнего бруса, кровли, стягивание стен, замена запасного и входного крыльца. Установлена модульная котельная. В 2020 году проведен косметический ремонт пяти кабинетов и коридора. В 2021 году косметический ремонт одного кабинета.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остальных </w:t>
      </w:r>
      <w:r>
        <w:t>кабинетах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помещениях</w:t>
      </w:r>
      <w:r>
        <w:rPr>
          <w:spacing w:val="1"/>
        </w:rPr>
        <w:t xml:space="preserve"> </w:t>
      </w:r>
      <w:r>
        <w:t>ежегодно</w:t>
      </w:r>
      <w:r>
        <w:rPr>
          <w:spacing w:val="1"/>
        </w:rPr>
        <w:t xml:space="preserve"> </w:t>
      </w:r>
      <w:r>
        <w:t>осуществляется косметический ремонт, заменено 14 деревянных окон на пластиковые.</w:t>
      </w:r>
      <w:r>
        <w:rPr>
          <w:spacing w:val="1"/>
        </w:rPr>
        <w:t xml:space="preserve"> В 2021 году приобретена новая школьная мебель.</w:t>
      </w:r>
    </w:p>
    <w:p w:rsidR="006650AD" w:rsidRDefault="006650AD" w:rsidP="00410FE3">
      <w:pPr>
        <w:pStyle w:val="BodyText"/>
        <w:spacing w:before="1"/>
        <w:ind w:right="408" w:firstLine="707"/>
      </w:pPr>
      <w:r>
        <w:t>Школа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8 учебных</w:t>
      </w:r>
      <w:r>
        <w:rPr>
          <w:spacing w:val="1"/>
        </w:rPr>
        <w:t xml:space="preserve"> </w:t>
      </w:r>
      <w:r>
        <w:t>кабинетов и спортивный зал. Приобретен мультимедийный проектор и два демонстрационных экрана, оборудование для занятий физической культурой в зимний и летний периоды.</w:t>
      </w:r>
    </w:p>
    <w:p w:rsidR="006650AD" w:rsidRDefault="006650AD" w:rsidP="000761E3">
      <w:pPr>
        <w:pStyle w:val="BodyText"/>
        <w:ind w:right="404" w:firstLine="720"/>
      </w:pP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имеется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компьютеров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ноутбуков).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организации образовательного процесса используется 7 ноутбуков.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компьютер</w:t>
      </w:r>
      <w:r>
        <w:rPr>
          <w:spacing w:val="61"/>
        </w:rPr>
        <w:t xml:space="preserve"> </w:t>
      </w:r>
      <w:r>
        <w:t>–</w:t>
      </w:r>
      <w:r>
        <w:rPr>
          <w:spacing w:val="6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обучающихся. Учащиеся и педагоги имеют возможность</w:t>
      </w:r>
      <w:r>
        <w:rPr>
          <w:spacing w:val="1"/>
        </w:rPr>
        <w:t xml:space="preserve"> </w:t>
      </w:r>
      <w:r>
        <w:t>выхода в</w:t>
      </w:r>
      <w:r>
        <w:rPr>
          <w:spacing w:val="1"/>
        </w:rPr>
        <w:t xml:space="preserve"> </w:t>
      </w:r>
      <w:r>
        <w:t>Интернет, защищенный</w:t>
      </w:r>
      <w:r>
        <w:rPr>
          <w:spacing w:val="1"/>
        </w:rPr>
        <w:t xml:space="preserve"> </w:t>
      </w:r>
      <w:r>
        <w:t>контент</w:t>
      </w:r>
      <w:r>
        <w:rPr>
          <w:spacing w:val="1"/>
        </w:rPr>
        <w:t xml:space="preserve"> </w:t>
      </w:r>
      <w:r>
        <w:t>фильтрацией.</w:t>
      </w:r>
      <w:r>
        <w:rPr>
          <w:spacing w:val="1"/>
        </w:rPr>
        <w:t xml:space="preserve"> </w:t>
      </w:r>
      <w:r>
        <w:t>Школа</w:t>
      </w:r>
      <w:r>
        <w:rPr>
          <w:spacing w:val="1"/>
        </w:rPr>
        <w:t xml:space="preserve"> </w:t>
      </w:r>
      <w:r>
        <w:t>подключена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 xml:space="preserve">сети </w:t>
      </w:r>
      <w:r>
        <w:rPr>
          <w:spacing w:val="-57"/>
        </w:rPr>
        <w:t xml:space="preserve"> </w:t>
      </w:r>
      <w:r>
        <w:t>Интернет,</w:t>
      </w:r>
      <w:r>
        <w:rPr>
          <w:spacing w:val="-1"/>
        </w:rPr>
        <w:t xml:space="preserve"> </w:t>
      </w:r>
      <w:r>
        <w:t>скорость  100 Мб/с. Имеется</w:t>
      </w:r>
      <w:r>
        <w:rPr>
          <w:spacing w:val="-1"/>
        </w:rPr>
        <w:t xml:space="preserve"> </w:t>
      </w:r>
      <w:r>
        <w:t>Wi-Fi.</w:t>
      </w:r>
    </w:p>
    <w:p w:rsidR="006650AD" w:rsidRDefault="006650AD" w:rsidP="000761E3">
      <w:pPr>
        <w:pStyle w:val="BodyText"/>
        <w:ind w:right="406" w:firstLine="707"/>
      </w:pPr>
      <w:r>
        <w:t>Оснащенность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компьютерами</w:t>
      </w:r>
      <w:r>
        <w:rPr>
          <w:spacing w:val="1"/>
        </w:rPr>
        <w:t xml:space="preserve"> </w:t>
      </w:r>
      <w:r>
        <w:t>недостаточна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внедрения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процесс.</w:t>
      </w:r>
      <w:r>
        <w:rPr>
          <w:spacing w:val="1"/>
        </w:rPr>
        <w:t xml:space="preserve"> </w:t>
      </w:r>
      <w:r>
        <w:t>Большинство</w:t>
      </w:r>
      <w:r>
        <w:rPr>
          <w:spacing w:val="-2"/>
        </w:rPr>
        <w:t xml:space="preserve"> </w:t>
      </w:r>
      <w:r>
        <w:t>из них</w:t>
      </w:r>
      <w:r>
        <w:rPr>
          <w:spacing w:val="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устаревшие</w:t>
      </w:r>
      <w:r>
        <w:rPr>
          <w:spacing w:val="-2"/>
        </w:rPr>
        <w:t xml:space="preserve"> </w:t>
      </w:r>
      <w:r>
        <w:t>модели.</w:t>
      </w:r>
    </w:p>
    <w:p w:rsidR="006650AD" w:rsidRDefault="006650AD" w:rsidP="000761E3">
      <w:pPr>
        <w:pStyle w:val="BodyText"/>
        <w:ind w:right="402" w:firstLine="707"/>
      </w:pPr>
      <w:r>
        <w:t>Школьная библиотека оборудована компьютером, принтером. Фонд библиотеки –</w:t>
      </w:r>
      <w:r>
        <w:rPr>
          <w:spacing w:val="1"/>
        </w:rPr>
        <w:t xml:space="preserve"> </w:t>
      </w:r>
      <w:r>
        <w:t>3000</w:t>
      </w:r>
      <w:r>
        <w:rPr>
          <w:spacing w:val="1"/>
        </w:rPr>
        <w:t xml:space="preserve"> </w:t>
      </w:r>
      <w:r>
        <w:t>изданий,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них:</w:t>
      </w:r>
      <w:r>
        <w:rPr>
          <w:spacing w:val="1"/>
        </w:rPr>
        <w:t xml:space="preserve"> </w:t>
      </w:r>
      <w:r>
        <w:t>1000</w:t>
      </w:r>
      <w:r>
        <w:rPr>
          <w:spacing w:val="1"/>
        </w:rPr>
        <w:t xml:space="preserve"> </w:t>
      </w:r>
      <w:r>
        <w:t>учебная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2000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публицистическая литература. Фонд учебной литературы обновляется ежегодно за счет</w:t>
      </w:r>
      <w:r>
        <w:rPr>
          <w:spacing w:val="1"/>
        </w:rPr>
        <w:t xml:space="preserve"> </w:t>
      </w:r>
      <w:r>
        <w:t>бюджетных</w:t>
      </w:r>
      <w:r>
        <w:rPr>
          <w:spacing w:val="1"/>
        </w:rPr>
        <w:t xml:space="preserve"> </w:t>
      </w:r>
      <w:r>
        <w:t>средств.</w:t>
      </w:r>
    </w:p>
    <w:p w:rsidR="006650AD" w:rsidRDefault="006650AD" w:rsidP="000761E3">
      <w:pPr>
        <w:pStyle w:val="BodyText"/>
        <w:ind w:right="408" w:firstLine="720"/>
      </w:pPr>
      <w:r>
        <w:t>Школьная</w:t>
      </w:r>
      <w:r>
        <w:rPr>
          <w:spacing w:val="1"/>
        </w:rPr>
        <w:t xml:space="preserve"> </w:t>
      </w:r>
      <w:r>
        <w:t>столовая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25 посадочных мест.</w:t>
      </w:r>
      <w:r>
        <w:rPr>
          <w:spacing w:val="1"/>
        </w:rPr>
        <w:t xml:space="preserve"> </w:t>
      </w:r>
      <w:r>
        <w:t>Пищеблок</w:t>
      </w:r>
      <w:r>
        <w:rPr>
          <w:spacing w:val="1"/>
        </w:rPr>
        <w:t xml:space="preserve"> </w:t>
      </w:r>
      <w:r>
        <w:t>оборудован</w:t>
      </w:r>
      <w:r>
        <w:rPr>
          <w:spacing w:val="1"/>
        </w:rPr>
        <w:t xml:space="preserve"> новой </w:t>
      </w:r>
      <w:r>
        <w:t>электрической</w:t>
      </w:r>
      <w:r>
        <w:rPr>
          <w:spacing w:val="1"/>
        </w:rPr>
        <w:t xml:space="preserve"> </w:t>
      </w:r>
      <w:r>
        <w:t>плитой,</w:t>
      </w:r>
      <w:r>
        <w:rPr>
          <w:spacing w:val="1"/>
        </w:rPr>
        <w:t xml:space="preserve"> </w:t>
      </w:r>
      <w:r>
        <w:t>мармитом,</w:t>
      </w:r>
      <w:r>
        <w:rPr>
          <w:spacing w:val="1"/>
        </w:rPr>
        <w:t xml:space="preserve"> </w:t>
      </w:r>
      <w:r>
        <w:t>холодильниками,</w:t>
      </w:r>
      <w:r>
        <w:rPr>
          <w:spacing w:val="1"/>
        </w:rPr>
        <w:t xml:space="preserve"> </w:t>
      </w:r>
      <w:r>
        <w:t>картофелепротирочной</w:t>
      </w:r>
      <w:r>
        <w:rPr>
          <w:spacing w:val="-2"/>
        </w:rPr>
        <w:t xml:space="preserve"> </w:t>
      </w:r>
      <w:r>
        <w:t>машиной, электрической мясорубкой и кухонным комбайном.</w:t>
      </w:r>
    </w:p>
    <w:p w:rsidR="006650AD" w:rsidRDefault="006650AD">
      <w:pPr>
        <w:pStyle w:val="BodyText"/>
        <w:ind w:left="1250"/>
      </w:pPr>
      <w:r>
        <w:t>В</w:t>
      </w:r>
      <w:r>
        <w:rPr>
          <w:spacing w:val="-5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созданы</w:t>
      </w:r>
      <w:r>
        <w:rPr>
          <w:spacing w:val="-3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обучающихся:</w:t>
      </w:r>
    </w:p>
    <w:p w:rsidR="006650AD" w:rsidRDefault="006650AD">
      <w:pPr>
        <w:pStyle w:val="BodyText"/>
        <w:ind w:right="415" w:firstLine="707"/>
      </w:pPr>
      <w:r>
        <w:t>на</w:t>
      </w:r>
      <w:r>
        <w:rPr>
          <w:spacing w:val="1"/>
        </w:rPr>
        <w:t xml:space="preserve"> </w:t>
      </w:r>
      <w:r>
        <w:t>входе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школу</w:t>
      </w:r>
      <w:r>
        <w:rPr>
          <w:spacing w:val="1"/>
        </w:rPr>
        <w:t xml:space="preserve"> </w:t>
      </w:r>
      <w:r>
        <w:t>оборудован</w:t>
      </w:r>
      <w:r>
        <w:rPr>
          <w:spacing w:val="60"/>
        </w:rPr>
        <w:t xml:space="preserve"> </w:t>
      </w:r>
      <w:r>
        <w:t>пропускной</w:t>
      </w:r>
      <w:r>
        <w:rPr>
          <w:spacing w:val="60"/>
        </w:rPr>
        <w:t xml:space="preserve"> </w:t>
      </w:r>
      <w:r>
        <w:t>пост;</w:t>
      </w:r>
    </w:p>
    <w:p w:rsidR="006650AD" w:rsidRDefault="006650AD">
      <w:pPr>
        <w:pStyle w:val="BodyText"/>
        <w:ind w:left="1250"/>
      </w:pPr>
      <w:r>
        <w:t>помещения</w:t>
      </w:r>
      <w:r>
        <w:rPr>
          <w:spacing w:val="-5"/>
        </w:rPr>
        <w:t xml:space="preserve"> </w:t>
      </w:r>
      <w:r>
        <w:t>оборудованы</w:t>
      </w:r>
      <w:r>
        <w:rPr>
          <w:spacing w:val="-4"/>
        </w:rPr>
        <w:t xml:space="preserve"> </w:t>
      </w:r>
      <w:r>
        <w:t>первичными</w:t>
      </w:r>
      <w:r>
        <w:rPr>
          <w:spacing w:val="-4"/>
        </w:rPr>
        <w:t xml:space="preserve"> </w:t>
      </w:r>
      <w:r>
        <w:t>средствами</w:t>
      </w:r>
      <w:r>
        <w:rPr>
          <w:spacing w:val="-4"/>
        </w:rPr>
        <w:t xml:space="preserve"> </w:t>
      </w:r>
      <w:r>
        <w:t>пожаротушения;</w:t>
      </w:r>
    </w:p>
    <w:p w:rsidR="006650AD" w:rsidRDefault="006650AD">
      <w:pPr>
        <w:pStyle w:val="BodyText"/>
        <w:ind w:right="407" w:firstLine="707"/>
      </w:pPr>
      <w:r>
        <w:t>в здании и по периметру школы установлено 8 камер видеонаблюдения, которые</w:t>
      </w:r>
      <w:r>
        <w:rPr>
          <w:spacing w:val="1"/>
        </w:rPr>
        <w:t xml:space="preserve"> </w:t>
      </w:r>
      <w:r>
        <w:t>выведены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экраны</w:t>
      </w:r>
      <w:r>
        <w:rPr>
          <w:spacing w:val="1"/>
        </w:rPr>
        <w:t xml:space="preserve"> </w:t>
      </w:r>
      <w:r>
        <w:t>в кабинет директора (запись с камер видеонаблюдения хранится 30</w:t>
      </w:r>
      <w:r>
        <w:rPr>
          <w:spacing w:val="1"/>
        </w:rPr>
        <w:t xml:space="preserve"> </w:t>
      </w:r>
      <w:r>
        <w:t>дней);</w:t>
      </w:r>
    </w:p>
    <w:p w:rsidR="006650AD" w:rsidRDefault="006650AD">
      <w:pPr>
        <w:pStyle w:val="BodyText"/>
        <w:ind w:left="1250" w:right="1219"/>
      </w:pPr>
      <w:r>
        <w:t>имеется кнопка тревожной сигнализации (КТС) стационарная и переносная,</w:t>
      </w:r>
      <w:r>
        <w:rPr>
          <w:spacing w:val="-57"/>
        </w:rPr>
        <w:t xml:space="preserve"> </w:t>
      </w:r>
      <w:r>
        <w:t>имеется</w:t>
      </w:r>
      <w:r>
        <w:rPr>
          <w:spacing w:val="-1"/>
        </w:rPr>
        <w:t xml:space="preserve"> </w:t>
      </w:r>
      <w:r>
        <w:t>автоматическая</w:t>
      </w:r>
      <w:r>
        <w:rPr>
          <w:spacing w:val="-1"/>
        </w:rPr>
        <w:t xml:space="preserve"> </w:t>
      </w:r>
      <w:r>
        <w:t>пожарная сигнализация</w:t>
      </w:r>
      <w:r>
        <w:rPr>
          <w:spacing w:val="-1"/>
        </w:rPr>
        <w:t xml:space="preserve"> </w:t>
      </w:r>
      <w:r>
        <w:t>(АПС),</w:t>
      </w:r>
    </w:p>
    <w:p w:rsidR="006650AD" w:rsidRDefault="006650AD">
      <w:pPr>
        <w:pStyle w:val="BodyText"/>
        <w:ind w:left="1250"/>
      </w:pPr>
      <w:r>
        <w:t>осуществляется</w:t>
      </w:r>
      <w:r>
        <w:rPr>
          <w:spacing w:val="-4"/>
        </w:rPr>
        <w:t xml:space="preserve"> </w:t>
      </w:r>
      <w:r>
        <w:t>пропускной</w:t>
      </w:r>
      <w:r>
        <w:rPr>
          <w:spacing w:val="-3"/>
        </w:rPr>
        <w:t xml:space="preserve"> </w:t>
      </w:r>
      <w:r>
        <w:t>режим.</w:t>
      </w:r>
    </w:p>
    <w:p w:rsidR="006650AD" w:rsidRDefault="006650AD" w:rsidP="000761E3">
      <w:pPr>
        <w:pStyle w:val="BodyText"/>
        <w:ind w:right="404" w:firstLine="707"/>
      </w:pPr>
      <w:r>
        <w:t>Факторы</w:t>
      </w:r>
      <w:r>
        <w:rPr>
          <w:spacing w:val="1"/>
        </w:rPr>
        <w:t xml:space="preserve"> </w:t>
      </w:r>
      <w:r>
        <w:t>риска</w:t>
      </w:r>
      <w:r>
        <w:rPr>
          <w:spacing w:val="1"/>
        </w:rPr>
        <w:t xml:space="preserve"> </w:t>
      </w:r>
      <w:r>
        <w:t>низких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дефицит</w:t>
      </w:r>
      <w:r>
        <w:rPr>
          <w:spacing w:val="1"/>
        </w:rPr>
        <w:t xml:space="preserve"> </w:t>
      </w:r>
      <w:r>
        <w:t>материальных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(технических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компьютеров,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55"/>
        </w:rPr>
        <w:t xml:space="preserve"> </w:t>
      </w:r>
      <w:r>
        <w:t>для</w:t>
      </w:r>
      <w:r>
        <w:rPr>
          <w:spacing w:val="58"/>
        </w:rPr>
        <w:t xml:space="preserve"> </w:t>
      </w:r>
      <w:r>
        <w:t>лабораторных</w:t>
      </w:r>
      <w:r>
        <w:rPr>
          <w:spacing w:val="57"/>
        </w:rPr>
        <w:t xml:space="preserve"> </w:t>
      </w:r>
      <w:r>
        <w:t>исследований,</w:t>
      </w:r>
      <w:r>
        <w:rPr>
          <w:spacing w:val="55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эксперимента), актуализированных комплектов наглядных учебных материалов по истории, географии,</w:t>
      </w:r>
      <w:r>
        <w:rPr>
          <w:spacing w:val="1"/>
        </w:rPr>
        <w:t xml:space="preserve"> </w:t>
      </w:r>
      <w:r>
        <w:t>биологии, физике, химии, устаревшая материальная база школьных мастерских, кабинета</w:t>
      </w:r>
      <w:r>
        <w:rPr>
          <w:spacing w:val="1"/>
        </w:rPr>
        <w:t xml:space="preserve"> </w:t>
      </w:r>
      <w:r>
        <w:t>основ безопасности жизнедеятельности.</w:t>
      </w:r>
    </w:p>
    <w:p w:rsidR="006650AD" w:rsidRDefault="006650AD">
      <w:pPr>
        <w:sectPr w:rsidR="006650AD">
          <w:pgSz w:w="11910" w:h="16840"/>
          <w:pgMar w:top="1040" w:right="440" w:bottom="1200" w:left="1160" w:header="0" w:footer="976" w:gutter="0"/>
          <w:cols w:space="720"/>
        </w:sectPr>
      </w:pPr>
    </w:p>
    <w:p w:rsidR="006650AD" w:rsidRDefault="006650AD">
      <w:pPr>
        <w:pStyle w:val="BodyText"/>
        <w:spacing w:before="5"/>
        <w:ind w:left="0"/>
        <w:jc w:val="left"/>
      </w:pPr>
    </w:p>
    <w:p w:rsidR="006650AD" w:rsidRDefault="006650AD">
      <w:pPr>
        <w:pStyle w:val="Heading2"/>
        <w:numPr>
          <w:ilvl w:val="1"/>
          <w:numId w:val="25"/>
        </w:numPr>
        <w:tabs>
          <w:tab w:val="left" w:pos="1958"/>
          <w:tab w:val="left" w:pos="4274"/>
          <w:tab w:val="left" w:pos="6375"/>
          <w:tab w:val="left" w:pos="7529"/>
          <w:tab w:val="left" w:pos="8016"/>
        </w:tabs>
        <w:ind w:left="542" w:right="404" w:firstLine="707"/>
      </w:pPr>
      <w:r>
        <w:t>Результативность</w:t>
      </w:r>
      <w:r>
        <w:tab/>
        <w:t>воспитательной</w:t>
      </w:r>
      <w:r>
        <w:tab/>
        <w:t>работы</w:t>
      </w:r>
      <w:r>
        <w:tab/>
        <w:t>и</w:t>
      </w:r>
      <w:r>
        <w:tab/>
      </w:r>
      <w:r>
        <w:rPr>
          <w:spacing w:val="-1"/>
        </w:rPr>
        <w:t>дополнительного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детей</w:t>
      </w:r>
    </w:p>
    <w:p w:rsidR="006650AD" w:rsidRDefault="006650AD">
      <w:pPr>
        <w:pStyle w:val="BodyText"/>
        <w:spacing w:before="7"/>
        <w:ind w:left="0"/>
        <w:jc w:val="left"/>
        <w:rPr>
          <w:b/>
          <w:sz w:val="23"/>
        </w:rPr>
      </w:pPr>
    </w:p>
    <w:p w:rsidR="006650AD" w:rsidRDefault="006650AD">
      <w:pPr>
        <w:pStyle w:val="BodyText"/>
        <w:ind w:right="404" w:firstLine="707"/>
      </w:pPr>
      <w:r>
        <w:t>Воспитательная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(начальная</w:t>
      </w:r>
      <w:r>
        <w:rPr>
          <w:spacing w:val="1"/>
        </w:rPr>
        <w:t xml:space="preserve"> </w:t>
      </w:r>
      <w:r>
        <w:t>школа),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(основная</w:t>
      </w:r>
      <w:r>
        <w:rPr>
          <w:spacing w:val="1"/>
        </w:rPr>
        <w:t xml:space="preserve"> школа</w:t>
      </w:r>
      <w:r>
        <w:t>),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реализуются</w:t>
      </w:r>
      <w:r>
        <w:rPr>
          <w:spacing w:val="1"/>
        </w:rPr>
        <w:t xml:space="preserve"> программы</w:t>
      </w:r>
      <w:r>
        <w:rPr>
          <w:spacing w:val="-57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 и</w:t>
      </w:r>
      <w:r>
        <w:rPr>
          <w:spacing w:val="1"/>
        </w:rPr>
        <w:t xml:space="preserve"> </w:t>
      </w:r>
      <w:r>
        <w:t>курсы</w:t>
      </w:r>
      <w:r>
        <w:rPr>
          <w:spacing w:val="1"/>
        </w:rPr>
        <w:t xml:space="preserve"> </w:t>
      </w:r>
      <w:r>
        <w:t>коррекционно-развивающей</w:t>
      </w:r>
      <w:r>
        <w:rPr>
          <w:spacing w:val="1"/>
        </w:rPr>
        <w:t xml:space="preserve"> </w:t>
      </w:r>
      <w:r>
        <w:t>направленности.</w:t>
      </w:r>
      <w:r>
        <w:rPr>
          <w:spacing w:val="1"/>
        </w:rPr>
        <w:t xml:space="preserve"> </w:t>
      </w:r>
      <w:r>
        <w:t>Реализуется</w:t>
      </w:r>
      <w:r>
        <w:rPr>
          <w:spacing w:val="22"/>
        </w:rPr>
        <w:t xml:space="preserve"> </w:t>
      </w:r>
      <w:r>
        <w:t>программа</w:t>
      </w:r>
      <w:r>
        <w:rPr>
          <w:spacing w:val="21"/>
        </w:rPr>
        <w:t xml:space="preserve"> </w:t>
      </w:r>
      <w:r>
        <w:t>дополнительного</w:t>
      </w:r>
      <w:r>
        <w:rPr>
          <w:spacing w:val="22"/>
        </w:rPr>
        <w:t xml:space="preserve"> </w:t>
      </w:r>
      <w:r>
        <w:t>образования</w:t>
      </w:r>
      <w:r>
        <w:rPr>
          <w:spacing w:val="22"/>
        </w:rPr>
        <w:t xml:space="preserve"> </w:t>
      </w:r>
      <w:r>
        <w:t xml:space="preserve">художественной </w:t>
      </w:r>
      <w:r>
        <w:rPr>
          <w:spacing w:val="23"/>
        </w:rPr>
        <w:t>направленности</w:t>
      </w:r>
      <w:r>
        <w:t>.</w:t>
      </w:r>
    </w:p>
    <w:p w:rsidR="006650AD" w:rsidRDefault="006650AD">
      <w:pPr>
        <w:pStyle w:val="BodyText"/>
        <w:ind w:right="403" w:firstLine="659"/>
      </w:pPr>
      <w:r>
        <w:t>Приоритетными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гражданско-патриотическое, поликультурное воспитание, инклюзивное образование для</w:t>
      </w:r>
      <w:r>
        <w:rPr>
          <w:spacing w:val="1"/>
        </w:rPr>
        <w:t xml:space="preserve"> </w:t>
      </w:r>
      <w:r>
        <w:t>успешной</w:t>
      </w:r>
      <w:r>
        <w:rPr>
          <w:spacing w:val="-1"/>
        </w:rPr>
        <w:t xml:space="preserve"> </w:t>
      </w:r>
      <w:r>
        <w:t>социализации</w:t>
      </w:r>
      <w:r>
        <w:rPr>
          <w:spacing w:val="2"/>
        </w:rPr>
        <w:t xml:space="preserve"> </w:t>
      </w:r>
      <w:r>
        <w:t>детей,</w:t>
      </w:r>
      <w:r>
        <w:rPr>
          <w:spacing w:val="-1"/>
        </w:rPr>
        <w:t xml:space="preserve"> </w:t>
      </w:r>
      <w:r>
        <w:t>имеющих</w:t>
      </w:r>
      <w:r>
        <w:rPr>
          <w:spacing w:val="2"/>
        </w:rPr>
        <w:t xml:space="preserve"> </w:t>
      </w:r>
      <w:r>
        <w:t>разные</w:t>
      </w:r>
      <w:r>
        <w:rPr>
          <w:spacing w:val="-3"/>
        </w:rPr>
        <w:t xml:space="preserve"> </w:t>
      </w:r>
      <w:r>
        <w:t>стартовые</w:t>
      </w:r>
      <w:r>
        <w:rPr>
          <w:spacing w:val="-2"/>
        </w:rPr>
        <w:t xml:space="preserve"> </w:t>
      </w:r>
      <w:r>
        <w:t>возможности.</w:t>
      </w:r>
    </w:p>
    <w:p w:rsidR="006650AD" w:rsidRDefault="006650AD">
      <w:pPr>
        <w:pStyle w:val="BodyText"/>
        <w:ind w:right="403" w:firstLine="707"/>
      </w:pPr>
    </w:p>
    <w:p w:rsidR="006650AD" w:rsidRDefault="006650AD">
      <w:pPr>
        <w:pStyle w:val="BodyText"/>
        <w:ind w:left="0"/>
        <w:jc w:val="left"/>
      </w:pPr>
    </w:p>
    <w:p w:rsidR="006650AD" w:rsidRDefault="006650AD">
      <w:pPr>
        <w:pStyle w:val="BodyText"/>
        <w:ind w:left="734" w:right="599" w:hanging="8"/>
        <w:jc w:val="center"/>
      </w:pPr>
      <w:r>
        <w:t>Динамика численности обучающихся, являющихся участниками и победителями</w:t>
      </w:r>
      <w:r>
        <w:rPr>
          <w:spacing w:val="1"/>
        </w:rPr>
        <w:t xml:space="preserve"> </w:t>
      </w:r>
      <w:r>
        <w:t>творческих, спортивных, научно-исследовательских и проектных конкурсов, выставок,</w:t>
      </w:r>
      <w:r>
        <w:rPr>
          <w:spacing w:val="-57"/>
        </w:rPr>
        <w:t xml:space="preserve"> </w:t>
      </w:r>
      <w:r>
        <w:t>соревнований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пр.</w:t>
      </w:r>
      <w:r>
        <w:rPr>
          <w:spacing w:val="-1"/>
        </w:rPr>
        <w:t xml:space="preserve"> </w:t>
      </w:r>
      <w:r>
        <w:t>(муниципального,</w:t>
      </w:r>
      <w:r>
        <w:rPr>
          <w:spacing w:val="-1"/>
        </w:rPr>
        <w:t xml:space="preserve"> </w:t>
      </w:r>
      <w:r>
        <w:t>регионального, всероссийского  уровня)</w:t>
      </w:r>
    </w:p>
    <w:p w:rsidR="006650AD" w:rsidRDefault="006650AD">
      <w:pPr>
        <w:pStyle w:val="BodyText"/>
        <w:ind w:left="734" w:right="599" w:hanging="8"/>
        <w:jc w:val="center"/>
      </w:pPr>
    </w:p>
    <w:tbl>
      <w:tblPr>
        <w:tblW w:w="10670" w:type="dxa"/>
        <w:tblInd w:w="-22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/>
      </w:tblPr>
      <w:tblGrid>
        <w:gridCol w:w="1650"/>
        <w:gridCol w:w="1540"/>
        <w:gridCol w:w="1430"/>
        <w:gridCol w:w="1408"/>
        <w:gridCol w:w="1672"/>
        <w:gridCol w:w="1430"/>
        <w:gridCol w:w="1540"/>
      </w:tblGrid>
      <w:tr w:rsidR="006650AD" w:rsidTr="0045152E">
        <w:trPr>
          <w:trHeight w:val="315"/>
        </w:trPr>
        <w:tc>
          <w:tcPr>
            <w:tcW w:w="1650" w:type="dxa"/>
            <w:vMerge w:val="restart"/>
            <w:tcBorders>
              <w:tl2br w:val="single" w:sz="2" w:space="0" w:color="000000"/>
            </w:tcBorders>
          </w:tcPr>
          <w:p w:rsidR="006650AD" w:rsidRDefault="006650AD" w:rsidP="00EE5EAE">
            <w:pPr>
              <w:pStyle w:val="BodyText"/>
              <w:ind w:right="-108"/>
            </w:pPr>
            <w:r>
              <w:t>уровень</w:t>
            </w:r>
          </w:p>
          <w:p w:rsidR="006650AD" w:rsidRDefault="006650AD" w:rsidP="00EE5EAE">
            <w:pPr>
              <w:pStyle w:val="BodyText"/>
              <w:ind w:left="0" w:right="599"/>
            </w:pPr>
          </w:p>
          <w:p w:rsidR="006650AD" w:rsidRDefault="006650AD" w:rsidP="00EE5EAE">
            <w:pPr>
              <w:pStyle w:val="BodyText"/>
              <w:ind w:left="0" w:right="599"/>
            </w:pPr>
            <w:r>
              <w:t>год</w:t>
            </w:r>
          </w:p>
        </w:tc>
        <w:tc>
          <w:tcPr>
            <w:tcW w:w="2970" w:type="dxa"/>
            <w:gridSpan w:val="2"/>
          </w:tcPr>
          <w:p w:rsidR="006650AD" w:rsidRDefault="006650AD" w:rsidP="00EE5EAE">
            <w:pPr>
              <w:pStyle w:val="BodyText"/>
              <w:ind w:left="0" w:right="599"/>
              <w:jc w:val="center"/>
            </w:pPr>
            <w:r w:rsidRPr="00B87C9F">
              <w:t>Всероссийский уровень</w:t>
            </w:r>
          </w:p>
        </w:tc>
        <w:tc>
          <w:tcPr>
            <w:tcW w:w="3080" w:type="dxa"/>
            <w:gridSpan w:val="2"/>
          </w:tcPr>
          <w:p w:rsidR="006650AD" w:rsidRDefault="006650AD" w:rsidP="00EE5EAE">
            <w:pPr>
              <w:pStyle w:val="BodyText"/>
              <w:ind w:left="0" w:right="599"/>
              <w:jc w:val="center"/>
            </w:pPr>
            <w:r w:rsidRPr="00B87C9F">
              <w:t>Региональный уровень</w:t>
            </w:r>
          </w:p>
        </w:tc>
        <w:tc>
          <w:tcPr>
            <w:tcW w:w="2970" w:type="dxa"/>
            <w:gridSpan w:val="2"/>
          </w:tcPr>
          <w:p w:rsidR="006650AD" w:rsidRDefault="006650AD" w:rsidP="00EE5EAE">
            <w:pPr>
              <w:pStyle w:val="BodyText"/>
              <w:ind w:left="0" w:right="599"/>
              <w:jc w:val="center"/>
            </w:pPr>
            <w:r w:rsidRPr="00B87C9F">
              <w:t>Муниципальный уровень</w:t>
            </w:r>
          </w:p>
        </w:tc>
      </w:tr>
      <w:tr w:rsidR="006650AD" w:rsidTr="0045152E">
        <w:trPr>
          <w:trHeight w:val="225"/>
        </w:trPr>
        <w:tc>
          <w:tcPr>
            <w:tcW w:w="1650" w:type="dxa"/>
            <w:vMerge/>
          </w:tcPr>
          <w:p w:rsidR="006650AD" w:rsidRDefault="006650AD" w:rsidP="00EE5EAE">
            <w:pPr>
              <w:pStyle w:val="BodyText"/>
              <w:ind w:left="734" w:right="599" w:hanging="8"/>
              <w:jc w:val="center"/>
            </w:pPr>
          </w:p>
        </w:tc>
        <w:tc>
          <w:tcPr>
            <w:tcW w:w="1540" w:type="dxa"/>
          </w:tcPr>
          <w:p w:rsidR="006650AD" w:rsidRPr="00EE5EAE" w:rsidRDefault="006650AD" w:rsidP="00EE5EAE">
            <w:pPr>
              <w:pStyle w:val="BodyText"/>
              <w:ind w:left="0" w:right="-108"/>
              <w:jc w:val="left"/>
              <w:rPr>
                <w:sz w:val="22"/>
                <w:szCs w:val="22"/>
              </w:rPr>
            </w:pPr>
            <w:r w:rsidRPr="00EE5EAE">
              <w:rPr>
                <w:sz w:val="22"/>
                <w:szCs w:val="22"/>
              </w:rPr>
              <w:t>Количество участников</w:t>
            </w:r>
          </w:p>
        </w:tc>
        <w:tc>
          <w:tcPr>
            <w:tcW w:w="1430" w:type="dxa"/>
          </w:tcPr>
          <w:p w:rsidR="006650AD" w:rsidRDefault="006650AD" w:rsidP="0045152E">
            <w:pPr>
              <w:pStyle w:val="BodyText"/>
              <w:tabs>
                <w:tab w:val="left" w:pos="1230"/>
              </w:tabs>
              <w:ind w:left="0" w:right="-92"/>
              <w:jc w:val="left"/>
            </w:pPr>
            <w:r>
              <w:t>Количество победителей и призеров</w:t>
            </w:r>
          </w:p>
        </w:tc>
        <w:tc>
          <w:tcPr>
            <w:tcW w:w="1408" w:type="dxa"/>
          </w:tcPr>
          <w:p w:rsidR="006650AD" w:rsidRDefault="006650AD" w:rsidP="00EE5EAE">
            <w:pPr>
              <w:pStyle w:val="BodyText"/>
              <w:tabs>
                <w:tab w:val="left" w:pos="1485"/>
              </w:tabs>
              <w:ind w:left="0" w:right="-41"/>
            </w:pPr>
            <w:r w:rsidRPr="00EE5EAE">
              <w:rPr>
                <w:sz w:val="22"/>
                <w:szCs w:val="22"/>
              </w:rPr>
              <w:t>Количество участников</w:t>
            </w:r>
          </w:p>
        </w:tc>
        <w:tc>
          <w:tcPr>
            <w:tcW w:w="1672" w:type="dxa"/>
          </w:tcPr>
          <w:p w:rsidR="006650AD" w:rsidRDefault="006650AD" w:rsidP="0045152E">
            <w:pPr>
              <w:pStyle w:val="BodyText"/>
              <w:ind w:left="0" w:right="-20"/>
              <w:jc w:val="left"/>
            </w:pPr>
            <w:r>
              <w:t>Количество победителей и призеров</w:t>
            </w:r>
          </w:p>
        </w:tc>
        <w:tc>
          <w:tcPr>
            <w:tcW w:w="1430" w:type="dxa"/>
          </w:tcPr>
          <w:p w:rsidR="006650AD" w:rsidRDefault="006650AD" w:rsidP="0045152E">
            <w:pPr>
              <w:pStyle w:val="BodyText"/>
              <w:tabs>
                <w:tab w:val="left" w:pos="1212"/>
              </w:tabs>
              <w:ind w:left="0" w:right="2"/>
              <w:jc w:val="left"/>
            </w:pPr>
            <w:r w:rsidRPr="00EE5EAE">
              <w:rPr>
                <w:sz w:val="22"/>
                <w:szCs w:val="22"/>
              </w:rPr>
              <w:t>Количество участников</w:t>
            </w:r>
          </w:p>
        </w:tc>
        <w:tc>
          <w:tcPr>
            <w:tcW w:w="1540" w:type="dxa"/>
          </w:tcPr>
          <w:p w:rsidR="006650AD" w:rsidRPr="0045152E" w:rsidRDefault="006650AD" w:rsidP="0045152E">
            <w:pPr>
              <w:pStyle w:val="BodyText"/>
              <w:tabs>
                <w:tab w:val="left" w:pos="1102"/>
              </w:tabs>
              <w:ind w:left="0" w:right="-86"/>
              <w:jc w:val="left"/>
            </w:pPr>
            <w:r w:rsidRPr="0045152E">
              <w:t>Количество победителей и призеров</w:t>
            </w:r>
          </w:p>
        </w:tc>
      </w:tr>
      <w:tr w:rsidR="006650AD" w:rsidTr="0045152E">
        <w:trPr>
          <w:trHeight w:val="225"/>
        </w:trPr>
        <w:tc>
          <w:tcPr>
            <w:tcW w:w="1650" w:type="dxa"/>
          </w:tcPr>
          <w:p w:rsidR="006650AD" w:rsidRDefault="006650AD" w:rsidP="0045152E">
            <w:pPr>
              <w:pStyle w:val="BodyText"/>
              <w:ind w:left="0"/>
              <w:jc w:val="left"/>
            </w:pPr>
            <w:r>
              <w:t>2018-2019</w:t>
            </w:r>
          </w:p>
        </w:tc>
        <w:tc>
          <w:tcPr>
            <w:tcW w:w="1540" w:type="dxa"/>
          </w:tcPr>
          <w:p w:rsidR="006650AD" w:rsidRPr="00EE5EAE" w:rsidRDefault="006650AD" w:rsidP="00EE5EAE">
            <w:pPr>
              <w:pStyle w:val="BodyText"/>
              <w:ind w:left="0" w:right="-108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30" w:type="dxa"/>
          </w:tcPr>
          <w:p w:rsidR="006650AD" w:rsidRDefault="006650AD" w:rsidP="0045152E">
            <w:pPr>
              <w:pStyle w:val="BodyText"/>
              <w:tabs>
                <w:tab w:val="left" w:pos="1230"/>
              </w:tabs>
              <w:ind w:left="0" w:right="-92"/>
              <w:jc w:val="left"/>
            </w:pPr>
            <w:r>
              <w:t>0</w:t>
            </w:r>
          </w:p>
        </w:tc>
        <w:tc>
          <w:tcPr>
            <w:tcW w:w="1408" w:type="dxa"/>
          </w:tcPr>
          <w:p w:rsidR="006650AD" w:rsidRPr="00EE5EAE" w:rsidRDefault="006650AD" w:rsidP="00EE5EAE">
            <w:pPr>
              <w:pStyle w:val="BodyText"/>
              <w:tabs>
                <w:tab w:val="left" w:pos="1485"/>
              </w:tabs>
              <w:ind w:left="0" w:right="-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72" w:type="dxa"/>
          </w:tcPr>
          <w:p w:rsidR="006650AD" w:rsidRDefault="006650AD" w:rsidP="0045152E">
            <w:pPr>
              <w:pStyle w:val="BodyText"/>
              <w:ind w:left="0" w:right="-20"/>
              <w:jc w:val="left"/>
            </w:pPr>
            <w:r>
              <w:t>0</w:t>
            </w:r>
          </w:p>
        </w:tc>
        <w:tc>
          <w:tcPr>
            <w:tcW w:w="1430" w:type="dxa"/>
          </w:tcPr>
          <w:p w:rsidR="006650AD" w:rsidRPr="00EE5EAE" w:rsidRDefault="006650AD" w:rsidP="0045152E">
            <w:pPr>
              <w:pStyle w:val="BodyText"/>
              <w:tabs>
                <w:tab w:val="left" w:pos="1212"/>
              </w:tabs>
              <w:ind w:left="0" w:right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540" w:type="dxa"/>
          </w:tcPr>
          <w:p w:rsidR="006650AD" w:rsidRPr="0045152E" w:rsidRDefault="006650AD" w:rsidP="0045152E">
            <w:pPr>
              <w:pStyle w:val="BodyText"/>
              <w:tabs>
                <w:tab w:val="left" w:pos="1102"/>
              </w:tabs>
              <w:ind w:left="0" w:right="-86"/>
              <w:jc w:val="left"/>
            </w:pPr>
            <w:r>
              <w:t>9</w:t>
            </w:r>
          </w:p>
        </w:tc>
      </w:tr>
      <w:tr w:rsidR="006650AD" w:rsidTr="0045152E">
        <w:trPr>
          <w:trHeight w:val="225"/>
        </w:trPr>
        <w:tc>
          <w:tcPr>
            <w:tcW w:w="1650" w:type="dxa"/>
          </w:tcPr>
          <w:p w:rsidR="006650AD" w:rsidRDefault="006650AD" w:rsidP="0045152E">
            <w:pPr>
              <w:pStyle w:val="BodyText"/>
              <w:ind w:left="0"/>
              <w:jc w:val="left"/>
            </w:pPr>
            <w:r>
              <w:t>2019-2020</w:t>
            </w:r>
          </w:p>
        </w:tc>
        <w:tc>
          <w:tcPr>
            <w:tcW w:w="1540" w:type="dxa"/>
          </w:tcPr>
          <w:p w:rsidR="006650AD" w:rsidRDefault="006650AD" w:rsidP="00EE5EAE">
            <w:pPr>
              <w:pStyle w:val="BodyText"/>
              <w:ind w:left="0" w:right="-108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30" w:type="dxa"/>
          </w:tcPr>
          <w:p w:rsidR="006650AD" w:rsidRDefault="006650AD" w:rsidP="0045152E">
            <w:pPr>
              <w:pStyle w:val="BodyText"/>
              <w:tabs>
                <w:tab w:val="left" w:pos="1230"/>
              </w:tabs>
              <w:ind w:left="0" w:right="-92"/>
              <w:jc w:val="left"/>
            </w:pPr>
            <w:r>
              <w:t>0</w:t>
            </w:r>
          </w:p>
        </w:tc>
        <w:tc>
          <w:tcPr>
            <w:tcW w:w="1408" w:type="dxa"/>
          </w:tcPr>
          <w:p w:rsidR="006650AD" w:rsidRDefault="006650AD" w:rsidP="00EE5EAE">
            <w:pPr>
              <w:pStyle w:val="BodyText"/>
              <w:tabs>
                <w:tab w:val="left" w:pos="1485"/>
              </w:tabs>
              <w:ind w:left="0" w:right="-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72" w:type="dxa"/>
          </w:tcPr>
          <w:p w:rsidR="006650AD" w:rsidRDefault="006650AD" w:rsidP="0045152E">
            <w:pPr>
              <w:pStyle w:val="BodyText"/>
              <w:ind w:left="0" w:right="-20"/>
              <w:jc w:val="left"/>
            </w:pPr>
            <w:r>
              <w:t>0</w:t>
            </w:r>
          </w:p>
        </w:tc>
        <w:tc>
          <w:tcPr>
            <w:tcW w:w="1430" w:type="dxa"/>
          </w:tcPr>
          <w:p w:rsidR="006650AD" w:rsidRDefault="006650AD" w:rsidP="0045152E">
            <w:pPr>
              <w:pStyle w:val="BodyText"/>
              <w:tabs>
                <w:tab w:val="left" w:pos="1212"/>
              </w:tabs>
              <w:ind w:left="0" w:right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540" w:type="dxa"/>
          </w:tcPr>
          <w:p w:rsidR="006650AD" w:rsidRDefault="006650AD" w:rsidP="0045152E">
            <w:pPr>
              <w:pStyle w:val="BodyText"/>
              <w:tabs>
                <w:tab w:val="left" w:pos="1102"/>
              </w:tabs>
              <w:ind w:left="0" w:right="-86"/>
              <w:jc w:val="left"/>
            </w:pPr>
            <w:r>
              <w:t>10</w:t>
            </w:r>
          </w:p>
        </w:tc>
      </w:tr>
      <w:tr w:rsidR="006650AD" w:rsidTr="0045152E">
        <w:trPr>
          <w:trHeight w:val="225"/>
        </w:trPr>
        <w:tc>
          <w:tcPr>
            <w:tcW w:w="1650" w:type="dxa"/>
          </w:tcPr>
          <w:p w:rsidR="006650AD" w:rsidRDefault="006650AD" w:rsidP="0045152E">
            <w:pPr>
              <w:pStyle w:val="BodyText"/>
              <w:ind w:left="0"/>
              <w:jc w:val="left"/>
            </w:pPr>
            <w:r>
              <w:t>2020-2021</w:t>
            </w:r>
          </w:p>
        </w:tc>
        <w:tc>
          <w:tcPr>
            <w:tcW w:w="1540" w:type="dxa"/>
          </w:tcPr>
          <w:p w:rsidR="006650AD" w:rsidRDefault="006650AD" w:rsidP="00EE5EAE">
            <w:pPr>
              <w:pStyle w:val="BodyText"/>
              <w:ind w:left="0" w:right="-108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30" w:type="dxa"/>
          </w:tcPr>
          <w:p w:rsidR="006650AD" w:rsidRDefault="006650AD" w:rsidP="0045152E">
            <w:pPr>
              <w:pStyle w:val="BodyText"/>
              <w:tabs>
                <w:tab w:val="left" w:pos="1230"/>
              </w:tabs>
              <w:ind w:left="0" w:right="-92"/>
              <w:jc w:val="left"/>
            </w:pPr>
            <w:r>
              <w:t>0</w:t>
            </w:r>
          </w:p>
        </w:tc>
        <w:tc>
          <w:tcPr>
            <w:tcW w:w="1408" w:type="dxa"/>
          </w:tcPr>
          <w:p w:rsidR="006650AD" w:rsidRDefault="006650AD" w:rsidP="00EE5EAE">
            <w:pPr>
              <w:pStyle w:val="BodyText"/>
              <w:tabs>
                <w:tab w:val="left" w:pos="1485"/>
              </w:tabs>
              <w:ind w:left="0" w:right="-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72" w:type="dxa"/>
          </w:tcPr>
          <w:p w:rsidR="006650AD" w:rsidRDefault="006650AD" w:rsidP="0045152E">
            <w:pPr>
              <w:pStyle w:val="BodyText"/>
              <w:ind w:left="0" w:right="-20"/>
              <w:jc w:val="left"/>
            </w:pPr>
            <w:r>
              <w:t>0</w:t>
            </w:r>
          </w:p>
        </w:tc>
        <w:tc>
          <w:tcPr>
            <w:tcW w:w="1430" w:type="dxa"/>
          </w:tcPr>
          <w:p w:rsidR="006650AD" w:rsidRDefault="006650AD" w:rsidP="0045152E">
            <w:pPr>
              <w:pStyle w:val="BodyText"/>
              <w:tabs>
                <w:tab w:val="left" w:pos="1212"/>
              </w:tabs>
              <w:ind w:left="0" w:right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540" w:type="dxa"/>
          </w:tcPr>
          <w:p w:rsidR="006650AD" w:rsidRDefault="006650AD" w:rsidP="0045152E">
            <w:pPr>
              <w:pStyle w:val="BodyText"/>
              <w:tabs>
                <w:tab w:val="left" w:pos="1102"/>
              </w:tabs>
              <w:ind w:left="0" w:right="-86"/>
              <w:jc w:val="left"/>
            </w:pPr>
            <w:r>
              <w:t>28</w:t>
            </w:r>
          </w:p>
        </w:tc>
      </w:tr>
    </w:tbl>
    <w:p w:rsidR="006650AD" w:rsidRPr="00F04BA2" w:rsidRDefault="006650AD" w:rsidP="00F04BA2">
      <w:pPr>
        <w:spacing w:line="242" w:lineRule="auto"/>
        <w:ind w:right="1458"/>
        <w:rPr>
          <w:sz w:val="24"/>
        </w:rPr>
      </w:pPr>
      <w:r>
        <w:rPr>
          <w:noProof/>
          <w:lang w:eastAsia="ru-RU"/>
        </w:rPr>
        <w:pict>
          <v:line id="Прямая соединительная линия 8" o:spid="_x0000_s1029" style="position:absolute;z-index:-251658240;visibility:visible;mso-position-horizontal-relative:page;mso-position-vertical-relative:text" from="85.35pt,40.65pt" to="152.4pt,14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" strokeweight=".48pt">
            <w10:wrap anchorx="page"/>
          </v:line>
        </w:pict>
      </w:r>
    </w:p>
    <w:p w:rsidR="006650AD" w:rsidRDefault="006650AD" w:rsidP="00CB5908">
      <w:pPr>
        <w:pStyle w:val="BodyText"/>
        <w:spacing w:before="1"/>
        <w:ind w:right="402" w:firstLine="707"/>
      </w:pPr>
      <w:r>
        <w:t>Наиболее</w:t>
      </w:r>
      <w:r>
        <w:rPr>
          <w:spacing w:val="1"/>
        </w:rPr>
        <w:t xml:space="preserve"> </w:t>
      </w:r>
      <w:r>
        <w:t>значимыми</w:t>
      </w:r>
      <w:r>
        <w:rPr>
          <w:spacing w:val="1"/>
        </w:rPr>
        <w:t xml:space="preserve"> </w:t>
      </w:r>
      <w:r>
        <w:t>достижениями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творческих,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исследовательских, патриотических конкурсах, конференциях и пр. за период 2018-2021</w:t>
      </w:r>
      <w:r>
        <w:rPr>
          <w:spacing w:val="1"/>
        </w:rPr>
        <w:t xml:space="preserve"> </w:t>
      </w:r>
      <w:r>
        <w:t>годов</w:t>
      </w:r>
      <w:r>
        <w:rPr>
          <w:spacing w:val="-2"/>
        </w:rPr>
        <w:t xml:space="preserve"> </w:t>
      </w:r>
      <w:r>
        <w:t>являются:</w:t>
      </w:r>
    </w:p>
    <w:p w:rsidR="006650AD" w:rsidRDefault="006650AD" w:rsidP="00CB5908">
      <w:pPr>
        <w:pStyle w:val="BodyText"/>
        <w:ind w:left="1250"/>
      </w:pPr>
      <w:r>
        <w:t>Региональный</w:t>
      </w:r>
      <w:r>
        <w:rPr>
          <w:spacing w:val="-4"/>
        </w:rPr>
        <w:t xml:space="preserve"> </w:t>
      </w:r>
      <w:r>
        <w:t xml:space="preserve">уровень: </w:t>
      </w:r>
    </w:p>
    <w:p w:rsidR="006650AD" w:rsidRDefault="006650AD" w:rsidP="00CB5908">
      <w:pPr>
        <w:pStyle w:val="BodyText"/>
        <w:ind w:left="1250"/>
      </w:pPr>
      <w:r>
        <w:t>- Конкурс исследовательских работ «Росток» (2021 год - два участника награждены спецдипломами).</w:t>
      </w:r>
    </w:p>
    <w:p w:rsidR="006650AD" w:rsidRDefault="006650AD" w:rsidP="00CB5908">
      <w:pPr>
        <w:pStyle w:val="BodyText"/>
        <w:ind w:left="1250"/>
      </w:pPr>
      <w:r>
        <w:t>Муниципальный уровень:</w:t>
      </w:r>
    </w:p>
    <w:p w:rsidR="006650AD" w:rsidRDefault="006650AD" w:rsidP="00CB5908">
      <w:pPr>
        <w:pStyle w:val="BodyText"/>
        <w:ind w:left="1250"/>
      </w:pPr>
      <w:r>
        <w:t>-Конкурс «Новогодние фантазии» (2019 год – победитель, 2020 год- победитель и призер);</w:t>
      </w:r>
    </w:p>
    <w:p w:rsidR="006650AD" w:rsidRDefault="006650AD" w:rsidP="00CB5908">
      <w:pPr>
        <w:pStyle w:val="BodyText"/>
        <w:ind w:left="1250"/>
      </w:pPr>
      <w:r>
        <w:t>- Конкурс «Волшебный клубок» (2019 год- один победитель, четыре призера);</w:t>
      </w:r>
    </w:p>
    <w:p w:rsidR="006650AD" w:rsidRDefault="006650AD" w:rsidP="00CB5908">
      <w:pPr>
        <w:pStyle w:val="BodyText"/>
        <w:ind w:left="1250"/>
      </w:pPr>
      <w:r>
        <w:t>-Заочный конкурс краеведческих работ «История в фотографиях» (2019 год- один победитель);</w:t>
      </w:r>
    </w:p>
    <w:p w:rsidR="006650AD" w:rsidRDefault="006650AD" w:rsidP="00CB5908">
      <w:pPr>
        <w:pStyle w:val="BodyText"/>
        <w:ind w:left="1250"/>
      </w:pPr>
      <w:r>
        <w:t>- НПК «Горизонты открытий» (2020 год – один призер);</w:t>
      </w:r>
    </w:p>
    <w:p w:rsidR="006650AD" w:rsidRDefault="006650AD" w:rsidP="00CB5908">
      <w:pPr>
        <w:pStyle w:val="BodyText"/>
        <w:ind w:left="1250"/>
      </w:pPr>
      <w:r>
        <w:t>- Конкурс исследовательских работ «Моя семья» (2020 год-один призер).</w:t>
      </w:r>
    </w:p>
    <w:p w:rsidR="006650AD" w:rsidRDefault="006650AD" w:rsidP="00CB5908">
      <w:pPr>
        <w:pStyle w:val="BodyText"/>
        <w:ind w:left="1250"/>
      </w:pPr>
    </w:p>
    <w:p w:rsidR="006650AD" w:rsidRDefault="006650AD" w:rsidP="00CB5908">
      <w:pPr>
        <w:pStyle w:val="BodyText"/>
        <w:spacing w:before="1"/>
        <w:ind w:right="402" w:firstLine="707"/>
      </w:pPr>
    </w:p>
    <w:p w:rsidR="006650AD" w:rsidRDefault="006650AD" w:rsidP="00CB5908">
      <w:pPr>
        <w:pStyle w:val="BodyText"/>
        <w:spacing w:before="1"/>
        <w:ind w:right="402" w:firstLine="707"/>
      </w:pPr>
    </w:p>
    <w:p w:rsidR="006650AD" w:rsidRDefault="006650AD" w:rsidP="00CB5908">
      <w:pPr>
        <w:pStyle w:val="BodyText"/>
        <w:spacing w:before="1"/>
        <w:ind w:right="402" w:firstLine="707"/>
      </w:pPr>
    </w:p>
    <w:p w:rsidR="006650AD" w:rsidRDefault="006650AD" w:rsidP="00CB5908">
      <w:pPr>
        <w:pStyle w:val="BodyText"/>
        <w:spacing w:before="1"/>
        <w:ind w:right="402" w:firstLine="707"/>
      </w:pPr>
    </w:p>
    <w:p w:rsidR="006650AD" w:rsidRDefault="006650AD" w:rsidP="00CB5908">
      <w:pPr>
        <w:pStyle w:val="BodyText"/>
        <w:spacing w:before="1"/>
        <w:ind w:right="402" w:firstLine="707"/>
      </w:pPr>
    </w:p>
    <w:p w:rsidR="006650AD" w:rsidRDefault="006650AD" w:rsidP="00CB5908">
      <w:pPr>
        <w:pStyle w:val="BodyText"/>
        <w:spacing w:before="1"/>
        <w:ind w:right="402" w:firstLine="707"/>
      </w:pPr>
    </w:p>
    <w:p w:rsidR="006650AD" w:rsidRDefault="006650AD" w:rsidP="00CB5908">
      <w:pPr>
        <w:pStyle w:val="BodyText"/>
        <w:spacing w:before="1"/>
        <w:ind w:right="402" w:firstLine="707"/>
      </w:pPr>
    </w:p>
    <w:p w:rsidR="006650AD" w:rsidRDefault="006650AD" w:rsidP="00CB5908">
      <w:pPr>
        <w:pStyle w:val="BodyText"/>
        <w:spacing w:before="1"/>
        <w:ind w:right="402" w:firstLine="707"/>
      </w:pPr>
    </w:p>
    <w:p w:rsidR="006650AD" w:rsidRDefault="006650AD" w:rsidP="00CB5908">
      <w:pPr>
        <w:pStyle w:val="BodyText"/>
        <w:spacing w:before="1"/>
        <w:ind w:right="402" w:firstLine="707"/>
      </w:pPr>
    </w:p>
    <w:p w:rsidR="006650AD" w:rsidRDefault="006650AD" w:rsidP="00F04BA2">
      <w:pPr>
        <w:ind w:left="578" w:right="565"/>
        <w:jc w:val="center"/>
        <w:rPr>
          <w:sz w:val="24"/>
        </w:rPr>
      </w:pPr>
    </w:p>
    <w:p w:rsidR="006650AD" w:rsidRDefault="006650AD" w:rsidP="00F04BA2">
      <w:pPr>
        <w:ind w:left="578" w:right="565"/>
        <w:jc w:val="center"/>
        <w:rPr>
          <w:sz w:val="24"/>
        </w:rPr>
      </w:pPr>
      <w:r w:rsidRPr="00F04BA2">
        <w:rPr>
          <w:sz w:val="24"/>
        </w:rPr>
        <w:t>Результаты</w:t>
      </w:r>
      <w:r>
        <w:rPr>
          <w:sz w:val="24"/>
        </w:rPr>
        <w:t xml:space="preserve"> </w:t>
      </w:r>
      <w:r w:rsidRPr="00F04BA2">
        <w:rPr>
          <w:sz w:val="24"/>
        </w:rPr>
        <w:t>участия</w:t>
      </w:r>
      <w:r>
        <w:rPr>
          <w:sz w:val="24"/>
        </w:rPr>
        <w:t xml:space="preserve"> </w:t>
      </w:r>
      <w:r w:rsidRPr="00F04BA2">
        <w:rPr>
          <w:sz w:val="24"/>
        </w:rPr>
        <w:t>во</w:t>
      </w:r>
      <w:r>
        <w:rPr>
          <w:sz w:val="24"/>
        </w:rPr>
        <w:t xml:space="preserve"> </w:t>
      </w:r>
      <w:r w:rsidRPr="00F04BA2">
        <w:rPr>
          <w:sz w:val="24"/>
        </w:rPr>
        <w:t>всероссийской</w:t>
      </w:r>
      <w:r>
        <w:rPr>
          <w:sz w:val="24"/>
        </w:rPr>
        <w:t xml:space="preserve"> </w:t>
      </w:r>
      <w:r w:rsidRPr="00F04BA2">
        <w:rPr>
          <w:sz w:val="24"/>
        </w:rPr>
        <w:t>олимпиаде</w:t>
      </w:r>
      <w:r>
        <w:rPr>
          <w:sz w:val="24"/>
        </w:rPr>
        <w:t xml:space="preserve"> </w:t>
      </w:r>
      <w:r w:rsidRPr="00F04BA2">
        <w:rPr>
          <w:sz w:val="24"/>
        </w:rPr>
        <w:t>школьников</w:t>
      </w:r>
    </w:p>
    <w:p w:rsidR="006650AD" w:rsidRPr="00F04BA2" w:rsidRDefault="006650AD" w:rsidP="00F04BA2">
      <w:pPr>
        <w:ind w:left="578" w:right="565"/>
        <w:jc w:val="center"/>
        <w:rPr>
          <w:sz w:val="24"/>
        </w:rPr>
      </w:pPr>
    </w:p>
    <w:tbl>
      <w:tblPr>
        <w:tblW w:w="9951" w:type="dxa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398"/>
        <w:gridCol w:w="840"/>
        <w:gridCol w:w="806"/>
        <w:gridCol w:w="802"/>
        <w:gridCol w:w="854"/>
        <w:gridCol w:w="849"/>
        <w:gridCol w:w="850"/>
        <w:gridCol w:w="852"/>
        <w:gridCol w:w="850"/>
        <w:gridCol w:w="850"/>
      </w:tblGrid>
      <w:tr w:rsidR="006650AD" w:rsidRPr="00F04BA2" w:rsidTr="0045152E">
        <w:trPr>
          <w:trHeight w:val="517"/>
        </w:trPr>
        <w:tc>
          <w:tcPr>
            <w:tcW w:w="2398" w:type="dxa"/>
            <w:vMerge w:val="restart"/>
          </w:tcPr>
          <w:p w:rsidR="006650AD" w:rsidRPr="00B87C9F" w:rsidRDefault="006650AD" w:rsidP="00B87C9F">
            <w:pPr>
              <w:spacing w:before="157" w:line="451" w:lineRule="auto"/>
              <w:ind w:left="794" w:right="675" w:hanging="96"/>
              <w:rPr>
                <w:sz w:val="24"/>
              </w:rPr>
            </w:pPr>
            <w:r w:rsidRPr="00B87C9F">
              <w:rPr>
                <w:sz w:val="24"/>
              </w:rPr>
              <w:t>Уровень /человек</w:t>
            </w:r>
          </w:p>
        </w:tc>
        <w:tc>
          <w:tcPr>
            <w:tcW w:w="2448" w:type="dxa"/>
            <w:gridSpan w:val="3"/>
          </w:tcPr>
          <w:p w:rsidR="006650AD" w:rsidRPr="00B87C9F" w:rsidRDefault="006650AD" w:rsidP="00B87C9F">
            <w:pPr>
              <w:spacing w:line="270" w:lineRule="exact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Школьный</w:t>
            </w:r>
          </w:p>
        </w:tc>
        <w:tc>
          <w:tcPr>
            <w:tcW w:w="2553" w:type="dxa"/>
            <w:gridSpan w:val="3"/>
          </w:tcPr>
          <w:p w:rsidR="006650AD" w:rsidRPr="00B87C9F" w:rsidRDefault="006650AD" w:rsidP="00B87C9F">
            <w:pPr>
              <w:spacing w:line="270" w:lineRule="exact"/>
              <w:ind w:left="540"/>
              <w:rPr>
                <w:sz w:val="24"/>
              </w:rPr>
            </w:pPr>
            <w:r w:rsidRPr="00B87C9F">
              <w:rPr>
                <w:sz w:val="24"/>
              </w:rPr>
              <w:t>Муниципальный</w:t>
            </w:r>
          </w:p>
        </w:tc>
        <w:tc>
          <w:tcPr>
            <w:tcW w:w="2552" w:type="dxa"/>
            <w:gridSpan w:val="3"/>
          </w:tcPr>
          <w:p w:rsidR="006650AD" w:rsidRPr="00B87C9F" w:rsidRDefault="006650AD" w:rsidP="00B87C9F">
            <w:pPr>
              <w:spacing w:line="270" w:lineRule="exact"/>
              <w:ind w:left="459"/>
              <w:rPr>
                <w:sz w:val="24"/>
              </w:rPr>
            </w:pPr>
            <w:r w:rsidRPr="00B87C9F">
              <w:rPr>
                <w:sz w:val="24"/>
              </w:rPr>
              <w:t>Региональный</w:t>
            </w:r>
          </w:p>
        </w:tc>
      </w:tr>
      <w:tr w:rsidR="006650AD" w:rsidRPr="00F04BA2" w:rsidTr="0045152E">
        <w:trPr>
          <w:trHeight w:val="835"/>
        </w:trPr>
        <w:tc>
          <w:tcPr>
            <w:tcW w:w="2398" w:type="dxa"/>
            <w:vMerge/>
            <w:tcBorders>
              <w:top w:val="nil"/>
            </w:tcBorders>
          </w:tcPr>
          <w:p w:rsidR="006650AD" w:rsidRPr="00B87C9F" w:rsidRDefault="006650AD" w:rsidP="00F04BA2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</w:tcPr>
          <w:p w:rsidR="006650AD" w:rsidRPr="00B87C9F" w:rsidRDefault="006650AD" w:rsidP="00B87C9F">
            <w:pPr>
              <w:spacing w:line="270" w:lineRule="exact"/>
              <w:ind w:left="172"/>
              <w:rPr>
                <w:sz w:val="24"/>
              </w:rPr>
            </w:pPr>
            <w:r w:rsidRPr="00B87C9F">
              <w:rPr>
                <w:sz w:val="24"/>
              </w:rPr>
              <w:t>2020-</w:t>
            </w:r>
          </w:p>
          <w:p w:rsidR="006650AD" w:rsidRPr="00B87C9F" w:rsidRDefault="006650AD" w:rsidP="00B87C9F">
            <w:pPr>
              <w:spacing w:before="41"/>
              <w:ind w:left="213"/>
              <w:rPr>
                <w:sz w:val="24"/>
              </w:rPr>
            </w:pPr>
            <w:r w:rsidRPr="00B87C9F">
              <w:rPr>
                <w:sz w:val="24"/>
              </w:rPr>
              <w:t>2021</w:t>
            </w:r>
          </w:p>
        </w:tc>
        <w:tc>
          <w:tcPr>
            <w:tcW w:w="806" w:type="dxa"/>
          </w:tcPr>
          <w:p w:rsidR="006650AD" w:rsidRPr="00B87C9F" w:rsidRDefault="006650AD" w:rsidP="00B87C9F">
            <w:pPr>
              <w:spacing w:line="270" w:lineRule="exact"/>
              <w:ind w:left="122"/>
              <w:rPr>
                <w:sz w:val="24"/>
              </w:rPr>
            </w:pPr>
            <w:r w:rsidRPr="00B87C9F">
              <w:rPr>
                <w:sz w:val="24"/>
              </w:rPr>
              <w:t>2019-</w:t>
            </w:r>
          </w:p>
          <w:p w:rsidR="006650AD" w:rsidRPr="00B87C9F" w:rsidRDefault="006650AD" w:rsidP="00B87C9F">
            <w:pPr>
              <w:spacing w:before="41"/>
              <w:ind w:left="160"/>
              <w:rPr>
                <w:sz w:val="24"/>
              </w:rPr>
            </w:pPr>
            <w:r w:rsidRPr="00B87C9F">
              <w:rPr>
                <w:sz w:val="24"/>
              </w:rPr>
              <w:t>2020</w:t>
            </w:r>
          </w:p>
        </w:tc>
        <w:tc>
          <w:tcPr>
            <w:tcW w:w="802" w:type="dxa"/>
          </w:tcPr>
          <w:p w:rsidR="006650AD" w:rsidRPr="00B87C9F" w:rsidRDefault="006650AD" w:rsidP="00B87C9F">
            <w:pPr>
              <w:spacing w:line="270" w:lineRule="exact"/>
              <w:ind w:left="117"/>
              <w:rPr>
                <w:sz w:val="24"/>
              </w:rPr>
            </w:pPr>
            <w:r w:rsidRPr="00B87C9F">
              <w:rPr>
                <w:sz w:val="24"/>
              </w:rPr>
              <w:t>2018-</w:t>
            </w:r>
          </w:p>
          <w:p w:rsidR="006650AD" w:rsidRPr="00B87C9F" w:rsidRDefault="006650AD" w:rsidP="00B87C9F">
            <w:pPr>
              <w:spacing w:before="41"/>
              <w:ind w:left="158"/>
              <w:rPr>
                <w:sz w:val="24"/>
              </w:rPr>
            </w:pPr>
            <w:r w:rsidRPr="00B87C9F">
              <w:rPr>
                <w:sz w:val="24"/>
              </w:rPr>
              <w:t>2019</w:t>
            </w:r>
          </w:p>
        </w:tc>
        <w:tc>
          <w:tcPr>
            <w:tcW w:w="854" w:type="dxa"/>
          </w:tcPr>
          <w:p w:rsidR="006650AD" w:rsidRPr="00B87C9F" w:rsidRDefault="006650AD" w:rsidP="00B87C9F">
            <w:pPr>
              <w:spacing w:line="270" w:lineRule="exact"/>
              <w:ind w:left="172"/>
              <w:rPr>
                <w:sz w:val="24"/>
              </w:rPr>
            </w:pPr>
            <w:r w:rsidRPr="00B87C9F">
              <w:rPr>
                <w:sz w:val="24"/>
              </w:rPr>
              <w:t>2020-</w:t>
            </w:r>
          </w:p>
          <w:p w:rsidR="006650AD" w:rsidRPr="00B87C9F" w:rsidRDefault="006650AD" w:rsidP="00B87C9F">
            <w:pPr>
              <w:spacing w:before="41"/>
              <w:ind w:left="216"/>
              <w:rPr>
                <w:sz w:val="24"/>
              </w:rPr>
            </w:pPr>
            <w:r w:rsidRPr="00B87C9F">
              <w:rPr>
                <w:sz w:val="24"/>
              </w:rPr>
              <w:t>2021</w:t>
            </w:r>
          </w:p>
        </w:tc>
        <w:tc>
          <w:tcPr>
            <w:tcW w:w="849" w:type="dxa"/>
          </w:tcPr>
          <w:p w:rsidR="006650AD" w:rsidRPr="00B87C9F" w:rsidRDefault="006650AD" w:rsidP="00B87C9F">
            <w:pPr>
              <w:spacing w:line="270" w:lineRule="exact"/>
              <w:ind w:left="122"/>
              <w:rPr>
                <w:sz w:val="24"/>
              </w:rPr>
            </w:pPr>
            <w:r w:rsidRPr="00B87C9F">
              <w:rPr>
                <w:sz w:val="24"/>
              </w:rPr>
              <w:t>2019-</w:t>
            </w:r>
          </w:p>
          <w:p w:rsidR="006650AD" w:rsidRPr="00B87C9F" w:rsidRDefault="006650AD" w:rsidP="00B87C9F">
            <w:pPr>
              <w:spacing w:before="41"/>
              <w:ind w:left="183"/>
              <w:rPr>
                <w:sz w:val="24"/>
              </w:rPr>
            </w:pPr>
            <w:r w:rsidRPr="00B87C9F">
              <w:rPr>
                <w:sz w:val="24"/>
              </w:rPr>
              <w:t>2020</w:t>
            </w:r>
          </w:p>
        </w:tc>
        <w:tc>
          <w:tcPr>
            <w:tcW w:w="850" w:type="dxa"/>
          </w:tcPr>
          <w:p w:rsidR="006650AD" w:rsidRPr="00B87C9F" w:rsidRDefault="006650AD" w:rsidP="00B87C9F">
            <w:pPr>
              <w:spacing w:line="270" w:lineRule="exact"/>
              <w:ind w:left="117"/>
              <w:rPr>
                <w:sz w:val="24"/>
              </w:rPr>
            </w:pPr>
            <w:r w:rsidRPr="00B87C9F">
              <w:rPr>
                <w:sz w:val="24"/>
              </w:rPr>
              <w:t>2018-</w:t>
            </w:r>
          </w:p>
          <w:p w:rsidR="006650AD" w:rsidRPr="00B87C9F" w:rsidRDefault="006650AD" w:rsidP="00B87C9F">
            <w:pPr>
              <w:spacing w:before="41"/>
              <w:ind w:left="183"/>
              <w:rPr>
                <w:sz w:val="24"/>
              </w:rPr>
            </w:pPr>
            <w:r w:rsidRPr="00B87C9F">
              <w:rPr>
                <w:sz w:val="24"/>
              </w:rPr>
              <w:t>2019</w:t>
            </w:r>
          </w:p>
        </w:tc>
        <w:tc>
          <w:tcPr>
            <w:tcW w:w="852" w:type="dxa"/>
          </w:tcPr>
          <w:p w:rsidR="006650AD" w:rsidRPr="00B87C9F" w:rsidRDefault="006650AD" w:rsidP="00B87C9F">
            <w:pPr>
              <w:spacing w:line="270" w:lineRule="exact"/>
              <w:ind w:left="172"/>
              <w:rPr>
                <w:sz w:val="24"/>
              </w:rPr>
            </w:pPr>
            <w:r w:rsidRPr="00B87C9F">
              <w:rPr>
                <w:sz w:val="24"/>
              </w:rPr>
              <w:t>2020-</w:t>
            </w:r>
          </w:p>
          <w:p w:rsidR="006650AD" w:rsidRPr="00B87C9F" w:rsidRDefault="006650AD" w:rsidP="00B87C9F">
            <w:pPr>
              <w:spacing w:before="41"/>
              <w:ind w:left="219"/>
              <w:rPr>
                <w:sz w:val="24"/>
              </w:rPr>
            </w:pPr>
            <w:r w:rsidRPr="00B87C9F">
              <w:rPr>
                <w:sz w:val="24"/>
              </w:rPr>
              <w:t>2021</w:t>
            </w:r>
          </w:p>
        </w:tc>
        <w:tc>
          <w:tcPr>
            <w:tcW w:w="850" w:type="dxa"/>
          </w:tcPr>
          <w:p w:rsidR="006650AD" w:rsidRPr="00B87C9F" w:rsidRDefault="006650AD" w:rsidP="00B87C9F">
            <w:pPr>
              <w:spacing w:line="270" w:lineRule="exact"/>
              <w:ind w:left="122"/>
              <w:rPr>
                <w:sz w:val="24"/>
              </w:rPr>
            </w:pPr>
            <w:r w:rsidRPr="00B87C9F">
              <w:rPr>
                <w:sz w:val="24"/>
              </w:rPr>
              <w:t>2019-</w:t>
            </w:r>
          </w:p>
          <w:p w:rsidR="006650AD" w:rsidRPr="00B87C9F" w:rsidRDefault="006650AD" w:rsidP="00B87C9F">
            <w:pPr>
              <w:spacing w:before="41"/>
              <w:ind w:left="183"/>
              <w:rPr>
                <w:sz w:val="24"/>
              </w:rPr>
            </w:pPr>
            <w:r w:rsidRPr="00B87C9F">
              <w:rPr>
                <w:sz w:val="24"/>
              </w:rPr>
              <w:t>2020</w:t>
            </w:r>
          </w:p>
        </w:tc>
        <w:tc>
          <w:tcPr>
            <w:tcW w:w="850" w:type="dxa"/>
          </w:tcPr>
          <w:p w:rsidR="006650AD" w:rsidRPr="00B87C9F" w:rsidRDefault="006650AD" w:rsidP="00B87C9F">
            <w:pPr>
              <w:spacing w:line="270" w:lineRule="exact"/>
              <w:ind w:left="117"/>
              <w:rPr>
                <w:sz w:val="24"/>
              </w:rPr>
            </w:pPr>
            <w:r w:rsidRPr="00B87C9F">
              <w:rPr>
                <w:sz w:val="24"/>
              </w:rPr>
              <w:t>2018-</w:t>
            </w:r>
          </w:p>
          <w:p w:rsidR="006650AD" w:rsidRPr="00B87C9F" w:rsidRDefault="006650AD" w:rsidP="00B87C9F">
            <w:pPr>
              <w:spacing w:before="41"/>
              <w:ind w:left="185"/>
              <w:rPr>
                <w:sz w:val="24"/>
              </w:rPr>
            </w:pPr>
            <w:r w:rsidRPr="00B87C9F">
              <w:rPr>
                <w:sz w:val="24"/>
              </w:rPr>
              <w:t>2019</w:t>
            </w:r>
          </w:p>
        </w:tc>
      </w:tr>
      <w:tr w:rsidR="006650AD" w:rsidRPr="00F04BA2" w:rsidTr="0045152E">
        <w:trPr>
          <w:trHeight w:val="515"/>
        </w:trPr>
        <w:tc>
          <w:tcPr>
            <w:tcW w:w="2398" w:type="dxa"/>
          </w:tcPr>
          <w:p w:rsidR="006650AD" w:rsidRPr="00B87C9F" w:rsidRDefault="006650AD" w:rsidP="00B87C9F">
            <w:pPr>
              <w:spacing w:line="270" w:lineRule="exact"/>
              <w:ind w:left="567" w:right="56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Победитель</w:t>
            </w:r>
          </w:p>
        </w:tc>
        <w:tc>
          <w:tcPr>
            <w:tcW w:w="840" w:type="dxa"/>
          </w:tcPr>
          <w:p w:rsidR="006650AD" w:rsidRPr="00B87C9F" w:rsidRDefault="006650AD" w:rsidP="00B87C9F">
            <w:pPr>
              <w:spacing w:line="270" w:lineRule="exact"/>
              <w:ind w:right="28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5</w:t>
            </w:r>
          </w:p>
        </w:tc>
        <w:tc>
          <w:tcPr>
            <w:tcW w:w="806" w:type="dxa"/>
          </w:tcPr>
          <w:p w:rsidR="006650AD" w:rsidRPr="00B87C9F" w:rsidRDefault="006650AD" w:rsidP="00B87C9F">
            <w:pPr>
              <w:spacing w:line="270" w:lineRule="exact"/>
              <w:ind w:left="200" w:right="195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</w:t>
            </w:r>
          </w:p>
        </w:tc>
        <w:tc>
          <w:tcPr>
            <w:tcW w:w="802" w:type="dxa"/>
          </w:tcPr>
          <w:p w:rsidR="006650AD" w:rsidRPr="00B87C9F" w:rsidRDefault="006650AD" w:rsidP="00B87C9F">
            <w:pPr>
              <w:spacing w:line="270" w:lineRule="exact"/>
              <w:ind w:left="198" w:right="193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13</w:t>
            </w:r>
          </w:p>
        </w:tc>
        <w:tc>
          <w:tcPr>
            <w:tcW w:w="854" w:type="dxa"/>
          </w:tcPr>
          <w:p w:rsidR="006650AD" w:rsidRPr="00B87C9F" w:rsidRDefault="006650AD" w:rsidP="00B87C9F">
            <w:pPr>
              <w:spacing w:line="270" w:lineRule="exact"/>
              <w:ind w:left="384"/>
              <w:rPr>
                <w:sz w:val="24"/>
              </w:rPr>
            </w:pPr>
            <w:r w:rsidRPr="00B87C9F">
              <w:rPr>
                <w:sz w:val="24"/>
              </w:rPr>
              <w:t>0</w:t>
            </w:r>
          </w:p>
        </w:tc>
        <w:tc>
          <w:tcPr>
            <w:tcW w:w="849" w:type="dxa"/>
          </w:tcPr>
          <w:p w:rsidR="006650AD" w:rsidRPr="00B87C9F" w:rsidRDefault="006650AD" w:rsidP="00B87C9F">
            <w:pPr>
              <w:spacing w:line="270" w:lineRule="exact"/>
              <w:ind w:left="382"/>
              <w:rPr>
                <w:sz w:val="24"/>
              </w:rPr>
            </w:pPr>
            <w:r w:rsidRPr="00B87C9F"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6650AD" w:rsidRPr="00B87C9F" w:rsidRDefault="006650AD" w:rsidP="00B87C9F">
            <w:pPr>
              <w:spacing w:line="270" w:lineRule="exact"/>
              <w:ind w:left="11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0</w:t>
            </w:r>
          </w:p>
        </w:tc>
        <w:tc>
          <w:tcPr>
            <w:tcW w:w="852" w:type="dxa"/>
          </w:tcPr>
          <w:p w:rsidR="006650AD" w:rsidRPr="00B87C9F" w:rsidRDefault="006650AD" w:rsidP="00B87C9F">
            <w:pPr>
              <w:spacing w:line="270" w:lineRule="exact"/>
              <w:ind w:right="374"/>
              <w:jc w:val="right"/>
              <w:rPr>
                <w:sz w:val="24"/>
              </w:rPr>
            </w:pPr>
            <w:r w:rsidRPr="00B87C9F">
              <w:rPr>
                <w:sz w:val="24"/>
              </w:rPr>
              <w:t>-</w:t>
            </w:r>
          </w:p>
        </w:tc>
        <w:tc>
          <w:tcPr>
            <w:tcW w:w="850" w:type="dxa"/>
          </w:tcPr>
          <w:p w:rsidR="006650AD" w:rsidRPr="00B87C9F" w:rsidRDefault="006650AD" w:rsidP="00B87C9F">
            <w:pPr>
              <w:spacing w:line="270" w:lineRule="exact"/>
              <w:ind w:left="10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-</w:t>
            </w:r>
          </w:p>
        </w:tc>
        <w:tc>
          <w:tcPr>
            <w:tcW w:w="850" w:type="dxa"/>
          </w:tcPr>
          <w:p w:rsidR="006650AD" w:rsidRPr="00B87C9F" w:rsidRDefault="006650AD" w:rsidP="00B87C9F">
            <w:pPr>
              <w:spacing w:line="270" w:lineRule="exact"/>
              <w:ind w:left="10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-</w:t>
            </w:r>
          </w:p>
        </w:tc>
      </w:tr>
      <w:tr w:rsidR="006650AD" w:rsidRPr="00F04BA2" w:rsidTr="0045152E">
        <w:trPr>
          <w:trHeight w:val="517"/>
        </w:trPr>
        <w:tc>
          <w:tcPr>
            <w:tcW w:w="2398" w:type="dxa"/>
          </w:tcPr>
          <w:p w:rsidR="006650AD" w:rsidRPr="00B87C9F" w:rsidRDefault="006650AD" w:rsidP="00B87C9F">
            <w:pPr>
              <w:spacing w:line="273" w:lineRule="exact"/>
              <w:ind w:left="567" w:right="566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Призер</w:t>
            </w:r>
          </w:p>
        </w:tc>
        <w:tc>
          <w:tcPr>
            <w:tcW w:w="840" w:type="dxa"/>
          </w:tcPr>
          <w:p w:rsidR="006650AD" w:rsidRPr="00B87C9F" w:rsidRDefault="006650AD" w:rsidP="00B87C9F">
            <w:pPr>
              <w:spacing w:line="273" w:lineRule="exact"/>
              <w:ind w:right="28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3</w:t>
            </w:r>
          </w:p>
        </w:tc>
        <w:tc>
          <w:tcPr>
            <w:tcW w:w="806" w:type="dxa"/>
          </w:tcPr>
          <w:p w:rsidR="006650AD" w:rsidRPr="00B87C9F" w:rsidRDefault="006650AD" w:rsidP="00B87C9F">
            <w:pPr>
              <w:spacing w:line="273" w:lineRule="exact"/>
              <w:ind w:left="200" w:right="195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</w:t>
            </w:r>
          </w:p>
        </w:tc>
        <w:tc>
          <w:tcPr>
            <w:tcW w:w="802" w:type="dxa"/>
          </w:tcPr>
          <w:p w:rsidR="006650AD" w:rsidRPr="00B87C9F" w:rsidRDefault="006650AD" w:rsidP="00B87C9F">
            <w:pPr>
              <w:spacing w:line="273" w:lineRule="exact"/>
              <w:ind w:left="198" w:right="193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</w:t>
            </w:r>
          </w:p>
        </w:tc>
        <w:tc>
          <w:tcPr>
            <w:tcW w:w="854" w:type="dxa"/>
          </w:tcPr>
          <w:p w:rsidR="006650AD" w:rsidRPr="00B87C9F" w:rsidRDefault="006650AD" w:rsidP="00B87C9F">
            <w:pPr>
              <w:spacing w:line="273" w:lineRule="exact"/>
              <w:ind w:left="384"/>
              <w:rPr>
                <w:sz w:val="24"/>
              </w:rPr>
            </w:pPr>
            <w:r w:rsidRPr="00B87C9F">
              <w:rPr>
                <w:sz w:val="24"/>
              </w:rPr>
              <w:t>0</w:t>
            </w:r>
          </w:p>
        </w:tc>
        <w:tc>
          <w:tcPr>
            <w:tcW w:w="849" w:type="dxa"/>
          </w:tcPr>
          <w:p w:rsidR="006650AD" w:rsidRPr="00B87C9F" w:rsidRDefault="006650AD" w:rsidP="00B87C9F">
            <w:pPr>
              <w:spacing w:line="273" w:lineRule="exact"/>
              <w:ind w:left="382"/>
              <w:rPr>
                <w:sz w:val="24"/>
              </w:rPr>
            </w:pPr>
            <w:r w:rsidRPr="00B87C9F"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6650AD" w:rsidRPr="00B87C9F" w:rsidRDefault="006650AD" w:rsidP="00B87C9F">
            <w:pPr>
              <w:spacing w:line="273" w:lineRule="exact"/>
              <w:ind w:left="11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0</w:t>
            </w:r>
          </w:p>
        </w:tc>
        <w:tc>
          <w:tcPr>
            <w:tcW w:w="852" w:type="dxa"/>
          </w:tcPr>
          <w:p w:rsidR="006650AD" w:rsidRPr="00B87C9F" w:rsidRDefault="006650AD" w:rsidP="00B87C9F">
            <w:pPr>
              <w:spacing w:line="273" w:lineRule="exact"/>
              <w:ind w:right="374"/>
              <w:jc w:val="right"/>
              <w:rPr>
                <w:sz w:val="24"/>
              </w:rPr>
            </w:pPr>
            <w:r w:rsidRPr="00B87C9F">
              <w:rPr>
                <w:sz w:val="24"/>
              </w:rPr>
              <w:t>-</w:t>
            </w:r>
          </w:p>
        </w:tc>
        <w:tc>
          <w:tcPr>
            <w:tcW w:w="850" w:type="dxa"/>
          </w:tcPr>
          <w:p w:rsidR="006650AD" w:rsidRPr="00B87C9F" w:rsidRDefault="006650AD" w:rsidP="00B87C9F">
            <w:pPr>
              <w:spacing w:line="273" w:lineRule="exact"/>
              <w:ind w:left="10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-</w:t>
            </w:r>
          </w:p>
        </w:tc>
        <w:tc>
          <w:tcPr>
            <w:tcW w:w="850" w:type="dxa"/>
          </w:tcPr>
          <w:p w:rsidR="006650AD" w:rsidRPr="00B87C9F" w:rsidRDefault="006650AD" w:rsidP="00B87C9F">
            <w:pPr>
              <w:spacing w:line="273" w:lineRule="exact"/>
              <w:ind w:left="10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-</w:t>
            </w:r>
          </w:p>
        </w:tc>
      </w:tr>
      <w:tr w:rsidR="006650AD" w:rsidRPr="00F04BA2" w:rsidTr="0045152E">
        <w:trPr>
          <w:trHeight w:val="518"/>
        </w:trPr>
        <w:tc>
          <w:tcPr>
            <w:tcW w:w="2398" w:type="dxa"/>
          </w:tcPr>
          <w:p w:rsidR="006650AD" w:rsidRPr="00B87C9F" w:rsidRDefault="006650AD" w:rsidP="00B87C9F">
            <w:pPr>
              <w:spacing w:line="270" w:lineRule="exact"/>
              <w:ind w:left="567" w:right="563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Участник</w:t>
            </w:r>
          </w:p>
        </w:tc>
        <w:tc>
          <w:tcPr>
            <w:tcW w:w="840" w:type="dxa"/>
          </w:tcPr>
          <w:p w:rsidR="006650AD" w:rsidRPr="00B87C9F" w:rsidRDefault="006650AD" w:rsidP="00B87C9F">
            <w:pPr>
              <w:spacing w:line="270" w:lineRule="exact"/>
              <w:ind w:right="22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23</w:t>
            </w:r>
          </w:p>
        </w:tc>
        <w:tc>
          <w:tcPr>
            <w:tcW w:w="806" w:type="dxa"/>
          </w:tcPr>
          <w:p w:rsidR="006650AD" w:rsidRPr="00B87C9F" w:rsidRDefault="006650AD" w:rsidP="00B87C9F">
            <w:pPr>
              <w:spacing w:line="270" w:lineRule="exact"/>
              <w:ind w:left="200" w:right="195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27</w:t>
            </w:r>
          </w:p>
        </w:tc>
        <w:tc>
          <w:tcPr>
            <w:tcW w:w="802" w:type="dxa"/>
          </w:tcPr>
          <w:p w:rsidR="006650AD" w:rsidRPr="00B87C9F" w:rsidRDefault="006650AD" w:rsidP="00B87C9F">
            <w:pPr>
              <w:spacing w:line="270" w:lineRule="exact"/>
              <w:ind w:left="198" w:right="193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23</w:t>
            </w:r>
          </w:p>
        </w:tc>
        <w:tc>
          <w:tcPr>
            <w:tcW w:w="854" w:type="dxa"/>
          </w:tcPr>
          <w:p w:rsidR="006650AD" w:rsidRPr="00B87C9F" w:rsidRDefault="006650AD" w:rsidP="00B87C9F">
            <w:pPr>
              <w:spacing w:line="270" w:lineRule="exact"/>
              <w:ind w:left="365"/>
              <w:rPr>
                <w:sz w:val="24"/>
              </w:rPr>
            </w:pPr>
            <w:r w:rsidRPr="00B87C9F"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6650AD" w:rsidRPr="00B87C9F" w:rsidRDefault="006650AD" w:rsidP="00B87C9F">
            <w:pPr>
              <w:spacing w:line="270" w:lineRule="exact"/>
              <w:ind w:left="363"/>
              <w:rPr>
                <w:sz w:val="24"/>
              </w:rPr>
            </w:pPr>
            <w:r w:rsidRPr="00B87C9F"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6650AD" w:rsidRPr="00B87C9F" w:rsidRDefault="006650AD" w:rsidP="00B87C9F">
            <w:pPr>
              <w:spacing w:line="270" w:lineRule="exact"/>
              <w:ind w:left="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4</w:t>
            </w:r>
          </w:p>
        </w:tc>
        <w:tc>
          <w:tcPr>
            <w:tcW w:w="852" w:type="dxa"/>
          </w:tcPr>
          <w:p w:rsidR="006650AD" w:rsidRPr="00B87C9F" w:rsidRDefault="006650AD" w:rsidP="00B87C9F">
            <w:pPr>
              <w:spacing w:line="270" w:lineRule="exact"/>
              <w:ind w:right="374"/>
              <w:jc w:val="right"/>
              <w:rPr>
                <w:sz w:val="24"/>
              </w:rPr>
            </w:pPr>
            <w:r w:rsidRPr="00B87C9F">
              <w:rPr>
                <w:sz w:val="24"/>
              </w:rPr>
              <w:t>-</w:t>
            </w:r>
          </w:p>
        </w:tc>
        <w:tc>
          <w:tcPr>
            <w:tcW w:w="850" w:type="dxa"/>
          </w:tcPr>
          <w:p w:rsidR="006650AD" w:rsidRPr="00B87C9F" w:rsidRDefault="006650AD" w:rsidP="00B87C9F">
            <w:pPr>
              <w:spacing w:line="270" w:lineRule="exact"/>
              <w:ind w:left="10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-</w:t>
            </w:r>
          </w:p>
        </w:tc>
        <w:tc>
          <w:tcPr>
            <w:tcW w:w="850" w:type="dxa"/>
          </w:tcPr>
          <w:p w:rsidR="006650AD" w:rsidRPr="00B87C9F" w:rsidRDefault="006650AD" w:rsidP="00B87C9F">
            <w:pPr>
              <w:spacing w:line="270" w:lineRule="exact"/>
              <w:ind w:left="10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-</w:t>
            </w:r>
          </w:p>
        </w:tc>
      </w:tr>
    </w:tbl>
    <w:p w:rsidR="006650AD" w:rsidRDefault="006650AD" w:rsidP="002947E6">
      <w:pPr>
        <w:pStyle w:val="BodyText"/>
        <w:spacing w:before="90"/>
        <w:ind w:right="403" w:firstLine="707"/>
      </w:pPr>
    </w:p>
    <w:p w:rsidR="006650AD" w:rsidRDefault="006650AD" w:rsidP="002947E6">
      <w:pPr>
        <w:pStyle w:val="BodyText"/>
        <w:spacing w:before="90"/>
        <w:ind w:right="403" w:firstLine="707"/>
      </w:pPr>
      <w:r w:rsidRPr="00F04BA2">
        <w:t xml:space="preserve">Выводы: </w:t>
      </w:r>
      <w:r>
        <w:t>Увеличивается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 xml:space="preserve">невысок, что не дает возможности выйти на муниципальный уровень. </w:t>
      </w:r>
    </w:p>
    <w:p w:rsidR="006650AD" w:rsidRDefault="006650AD">
      <w:pPr>
        <w:pStyle w:val="BodyText"/>
        <w:spacing w:before="1" w:after="8"/>
        <w:ind w:left="2361" w:right="2227" w:firstLine="880"/>
        <w:jc w:val="left"/>
      </w:pPr>
    </w:p>
    <w:p w:rsidR="006650AD" w:rsidRDefault="006650AD">
      <w:pPr>
        <w:pStyle w:val="BodyText"/>
        <w:spacing w:before="1" w:after="8"/>
        <w:ind w:left="2361" w:right="2227" w:firstLine="880"/>
        <w:jc w:val="left"/>
      </w:pPr>
      <w:r>
        <w:t>Динамики численности обучающихся,</w:t>
      </w:r>
      <w:r>
        <w:rPr>
          <w:spacing w:val="1"/>
        </w:rPr>
        <w:t xml:space="preserve"> </w:t>
      </w:r>
      <w:r>
        <w:t>состоящих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формах</w:t>
      </w:r>
      <w:r>
        <w:rPr>
          <w:spacing w:val="-2"/>
        </w:rPr>
        <w:t xml:space="preserve"> </w:t>
      </w:r>
      <w:r>
        <w:t>профилактического</w:t>
      </w:r>
      <w:r>
        <w:rPr>
          <w:spacing w:val="-2"/>
        </w:rPr>
        <w:t xml:space="preserve"> </w:t>
      </w:r>
      <w:r>
        <w:t>учета</w:t>
      </w:r>
    </w:p>
    <w:p w:rsidR="006650AD" w:rsidRDefault="006650AD">
      <w:pPr>
        <w:pStyle w:val="BodyText"/>
        <w:spacing w:before="1" w:after="8"/>
        <w:ind w:left="2361" w:right="2227" w:firstLine="880"/>
        <w:jc w:val="left"/>
      </w:pPr>
    </w:p>
    <w:tbl>
      <w:tblPr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90"/>
        <w:gridCol w:w="3190"/>
        <w:gridCol w:w="3192"/>
      </w:tblGrid>
      <w:tr w:rsidR="006650AD" w:rsidTr="00B87C9F">
        <w:trPr>
          <w:trHeight w:val="277"/>
        </w:trPr>
        <w:tc>
          <w:tcPr>
            <w:tcW w:w="3190" w:type="dxa"/>
          </w:tcPr>
          <w:p w:rsidR="006650AD" w:rsidRPr="00B87C9F" w:rsidRDefault="006650AD" w:rsidP="00B87C9F">
            <w:pPr>
              <w:pStyle w:val="TableParagraph"/>
              <w:spacing w:line="258" w:lineRule="exact"/>
              <w:ind w:left="1062" w:right="1056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2018</w:t>
            </w:r>
          </w:p>
        </w:tc>
        <w:tc>
          <w:tcPr>
            <w:tcW w:w="3190" w:type="dxa"/>
          </w:tcPr>
          <w:p w:rsidR="006650AD" w:rsidRPr="00B87C9F" w:rsidRDefault="006650AD" w:rsidP="00B87C9F">
            <w:pPr>
              <w:pStyle w:val="TableParagraph"/>
              <w:spacing w:line="258" w:lineRule="exact"/>
              <w:ind w:left="1063" w:right="1056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2019</w:t>
            </w:r>
          </w:p>
        </w:tc>
        <w:tc>
          <w:tcPr>
            <w:tcW w:w="3192" w:type="dxa"/>
          </w:tcPr>
          <w:p w:rsidR="006650AD" w:rsidRPr="00B87C9F" w:rsidRDefault="006650AD" w:rsidP="00B87C9F">
            <w:pPr>
              <w:pStyle w:val="TableParagraph"/>
              <w:spacing w:line="258" w:lineRule="exact"/>
              <w:ind w:left="1065" w:right="1054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2020</w:t>
            </w:r>
          </w:p>
        </w:tc>
      </w:tr>
      <w:tr w:rsidR="006650AD" w:rsidTr="00B87C9F">
        <w:trPr>
          <w:trHeight w:val="275"/>
        </w:trPr>
        <w:tc>
          <w:tcPr>
            <w:tcW w:w="3190" w:type="dxa"/>
          </w:tcPr>
          <w:p w:rsidR="006650AD" w:rsidRPr="00B87C9F" w:rsidRDefault="006650AD" w:rsidP="00B87C9F">
            <w:pPr>
              <w:pStyle w:val="TableParagraph"/>
              <w:spacing w:line="256" w:lineRule="exact"/>
              <w:ind w:left="1064" w:right="1056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4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(8%)</w:t>
            </w:r>
          </w:p>
        </w:tc>
        <w:tc>
          <w:tcPr>
            <w:tcW w:w="3190" w:type="dxa"/>
          </w:tcPr>
          <w:p w:rsidR="006650AD" w:rsidRPr="00B87C9F" w:rsidRDefault="006650AD" w:rsidP="00B87C9F">
            <w:pPr>
              <w:pStyle w:val="TableParagraph"/>
              <w:spacing w:line="256" w:lineRule="exact"/>
              <w:ind w:left="1064" w:right="1055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3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(6 %)</w:t>
            </w:r>
          </w:p>
        </w:tc>
        <w:tc>
          <w:tcPr>
            <w:tcW w:w="3192" w:type="dxa"/>
          </w:tcPr>
          <w:p w:rsidR="006650AD" w:rsidRPr="00B87C9F" w:rsidRDefault="006650AD" w:rsidP="00B87C9F">
            <w:pPr>
              <w:pStyle w:val="TableParagraph"/>
              <w:spacing w:line="256" w:lineRule="exact"/>
              <w:ind w:left="1065" w:right="105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0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(0%)</w:t>
            </w:r>
          </w:p>
        </w:tc>
      </w:tr>
    </w:tbl>
    <w:p w:rsidR="006650AD" w:rsidRDefault="006650AD">
      <w:pPr>
        <w:pStyle w:val="BodyText"/>
        <w:spacing w:before="4"/>
        <w:ind w:left="0"/>
        <w:jc w:val="left"/>
        <w:rPr>
          <w:sz w:val="23"/>
        </w:rPr>
      </w:pPr>
    </w:p>
    <w:p w:rsidR="006650AD" w:rsidRDefault="006650AD">
      <w:pPr>
        <w:pStyle w:val="BodyText"/>
        <w:ind w:right="401" w:firstLine="707"/>
      </w:pPr>
      <w:r>
        <w:t>Имеются тенденции снижения числа обучающихся, состоящих на разных формах</w:t>
      </w:r>
      <w:r>
        <w:rPr>
          <w:spacing w:val="1"/>
        </w:rPr>
        <w:t xml:space="preserve"> </w:t>
      </w:r>
      <w:r>
        <w:t>учета.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большинстве</w:t>
      </w:r>
      <w:r>
        <w:rPr>
          <w:spacing w:val="1"/>
        </w:rPr>
        <w:t xml:space="preserve"> </w:t>
      </w:r>
      <w:r>
        <w:t>своем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подростки,</w:t>
      </w:r>
      <w:r>
        <w:rPr>
          <w:spacing w:val="1"/>
        </w:rPr>
        <w:t xml:space="preserve"> </w:t>
      </w:r>
      <w:r>
        <w:t>совершившие</w:t>
      </w:r>
      <w:r>
        <w:rPr>
          <w:spacing w:val="1"/>
        </w:rPr>
        <w:t xml:space="preserve"> </w:t>
      </w:r>
      <w:r>
        <w:t>административные</w:t>
      </w:r>
      <w:r>
        <w:rPr>
          <w:spacing w:val="1"/>
        </w:rPr>
        <w:t xml:space="preserve"> </w:t>
      </w:r>
      <w:r>
        <w:t>правонарушения</w:t>
      </w:r>
      <w:r>
        <w:rPr>
          <w:spacing w:val="1"/>
        </w:rPr>
        <w:t xml:space="preserve"> </w:t>
      </w:r>
      <w:r>
        <w:t>(мелкое</w:t>
      </w:r>
      <w:r>
        <w:rPr>
          <w:spacing w:val="1"/>
        </w:rPr>
        <w:t xml:space="preserve"> </w:t>
      </w:r>
      <w:r>
        <w:t>хулиганство,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спиртных</w:t>
      </w:r>
      <w:r>
        <w:rPr>
          <w:spacing w:val="1"/>
        </w:rPr>
        <w:t xml:space="preserve"> </w:t>
      </w:r>
      <w:r>
        <w:t>напитков,</w:t>
      </w:r>
      <w:r>
        <w:rPr>
          <w:spacing w:val="61"/>
        </w:rPr>
        <w:t xml:space="preserve"> </w:t>
      </w:r>
      <w:r>
        <w:t>повреждение</w:t>
      </w:r>
      <w:r>
        <w:rPr>
          <w:spacing w:val="60"/>
        </w:rPr>
        <w:t xml:space="preserve"> </w:t>
      </w:r>
      <w:r>
        <w:t>имущества).</w:t>
      </w:r>
      <w:r>
        <w:rPr>
          <w:spacing w:val="1"/>
        </w:rPr>
        <w:t xml:space="preserve"> </w:t>
      </w:r>
      <w:r>
        <w:t>Снятие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профилактического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положительной</w:t>
      </w:r>
      <w:r>
        <w:rPr>
          <w:spacing w:val="1"/>
        </w:rPr>
        <w:t xml:space="preserve"> </w:t>
      </w:r>
      <w:r>
        <w:t>динамикой</w:t>
      </w:r>
      <w:r>
        <w:rPr>
          <w:spacing w:val="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социального становления.</w:t>
      </w:r>
    </w:p>
    <w:p w:rsidR="006650AD" w:rsidRDefault="006650AD">
      <w:pPr>
        <w:pStyle w:val="BodyText"/>
        <w:spacing w:before="1"/>
        <w:ind w:right="409" w:firstLine="707"/>
      </w:pPr>
      <w:r>
        <w:t>Профилактическая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подростками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индивидуальных планов профилактической работы. В Школе разработана и реализуется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законопослушного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несовершеннолетних,</w:t>
      </w:r>
      <w:r>
        <w:rPr>
          <w:spacing w:val="1"/>
        </w:rPr>
        <w:t xml:space="preserve"> </w:t>
      </w:r>
      <w:r>
        <w:t>системно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эффективно</w:t>
      </w:r>
      <w:r>
        <w:rPr>
          <w:spacing w:val="-4"/>
        </w:rPr>
        <w:t xml:space="preserve"> </w:t>
      </w:r>
      <w:r>
        <w:t>работает</w:t>
      </w:r>
      <w:r>
        <w:rPr>
          <w:spacing w:val="3"/>
        </w:rPr>
        <w:t xml:space="preserve"> </w:t>
      </w:r>
      <w:r>
        <w:t>Совет по</w:t>
      </w:r>
      <w:r>
        <w:rPr>
          <w:spacing w:val="-1"/>
        </w:rPr>
        <w:t xml:space="preserve"> </w:t>
      </w:r>
      <w:r>
        <w:t>профилактике</w:t>
      </w:r>
      <w:r>
        <w:rPr>
          <w:spacing w:val="-2"/>
        </w:rPr>
        <w:t xml:space="preserve"> </w:t>
      </w:r>
      <w:r>
        <w:t>правонарушений.</w:t>
      </w:r>
    </w:p>
    <w:p w:rsidR="006650AD" w:rsidRDefault="006650AD">
      <w:pPr>
        <w:pStyle w:val="BodyText"/>
        <w:ind w:right="405" w:firstLine="707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необходимость обратить внимание не только на активное вовлечение детей в конкурсы,</w:t>
      </w:r>
      <w:r>
        <w:rPr>
          <w:spacing w:val="1"/>
        </w:rPr>
        <w:t xml:space="preserve"> </w:t>
      </w:r>
      <w:r>
        <w:t>соревнования,</w:t>
      </w:r>
      <w:r>
        <w:rPr>
          <w:spacing w:val="1"/>
        </w:rPr>
        <w:t xml:space="preserve"> </w:t>
      </w:r>
      <w:r>
        <w:t>выставки,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ВсОШ,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(а</w:t>
      </w:r>
      <w:r>
        <w:rPr>
          <w:spacing w:val="1"/>
        </w:rPr>
        <w:t xml:space="preserve"> </w:t>
      </w:r>
      <w:r>
        <w:t>именно: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показывающими результаты обучения выше среднего, поддержку и развитие талантливых</w:t>
      </w:r>
      <w:r>
        <w:rPr>
          <w:spacing w:val="-57"/>
        </w:rPr>
        <w:t xml:space="preserve"> </w:t>
      </w:r>
      <w:r>
        <w:t>детей),</w:t>
      </w:r>
      <w:r>
        <w:rPr>
          <w:spacing w:val="1"/>
        </w:rPr>
        <w:t xml:space="preserve"> </w:t>
      </w:r>
      <w:r>
        <w:t>конкурентоспособность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ориентирование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специальности, необходимые и востребованные в экономике региона, но и на адресную</w:t>
      </w:r>
      <w:r>
        <w:rPr>
          <w:spacing w:val="1"/>
        </w:rPr>
        <w:t xml:space="preserve"> </w:t>
      </w:r>
      <w:r>
        <w:t>подготовку</w:t>
      </w:r>
      <w:r>
        <w:rPr>
          <w:spacing w:val="-9"/>
        </w:rPr>
        <w:t xml:space="preserve"> </w:t>
      </w:r>
      <w:r>
        <w:t>каждого выпускника</w:t>
      </w:r>
      <w:r>
        <w:rPr>
          <w:spacing w:val="-1"/>
        </w:rPr>
        <w:t xml:space="preserve"> </w:t>
      </w:r>
      <w:r>
        <w:t>к самоопределению).</w:t>
      </w:r>
    </w:p>
    <w:p w:rsidR="006650AD" w:rsidRDefault="006650AD">
      <w:pPr>
        <w:pStyle w:val="BodyText"/>
        <w:spacing w:before="5"/>
        <w:ind w:left="0"/>
        <w:jc w:val="left"/>
      </w:pPr>
    </w:p>
    <w:p w:rsidR="006650AD" w:rsidRDefault="006650AD">
      <w:pPr>
        <w:pStyle w:val="Heading2"/>
        <w:numPr>
          <w:ilvl w:val="1"/>
          <w:numId w:val="25"/>
        </w:numPr>
        <w:tabs>
          <w:tab w:val="left" w:pos="1958"/>
        </w:tabs>
        <w:spacing w:before="1"/>
      </w:pPr>
      <w:bookmarkStart w:id="6" w:name="_TOC_250010"/>
      <w:r>
        <w:t>Рисковый</w:t>
      </w:r>
      <w:r>
        <w:rPr>
          <w:spacing w:val="-3"/>
        </w:rPr>
        <w:t xml:space="preserve"> </w:t>
      </w:r>
      <w:r>
        <w:t>профиль</w:t>
      </w:r>
      <w:r>
        <w:rPr>
          <w:spacing w:val="-1"/>
        </w:rPr>
        <w:t xml:space="preserve"> </w:t>
      </w:r>
      <w:bookmarkEnd w:id="6"/>
      <w:r>
        <w:t>школы</w:t>
      </w:r>
    </w:p>
    <w:p w:rsidR="006650AD" w:rsidRDefault="006650AD">
      <w:pPr>
        <w:pStyle w:val="BodyText"/>
        <w:spacing w:before="6"/>
        <w:ind w:left="0"/>
        <w:jc w:val="left"/>
        <w:rPr>
          <w:b/>
          <w:sz w:val="23"/>
        </w:rPr>
      </w:pPr>
    </w:p>
    <w:p w:rsidR="006650AD" w:rsidRDefault="006650AD">
      <w:pPr>
        <w:pStyle w:val="BodyText"/>
        <w:ind w:right="402" w:firstLine="707"/>
      </w:pPr>
      <w:r>
        <w:t>На основании выше приведенных данных об особенностях обучающихся Школы,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диагностического</w:t>
      </w:r>
      <w:r>
        <w:rPr>
          <w:spacing w:val="60"/>
        </w:rPr>
        <w:t xml:space="preserve"> </w:t>
      </w:r>
      <w:r>
        <w:t>исследования</w:t>
      </w:r>
      <w:r>
        <w:rPr>
          <w:spacing w:val="60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риска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неуспешности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-57"/>
        </w:rPr>
        <w:t xml:space="preserve"> </w:t>
      </w:r>
      <w:r>
        <w:t>проекте</w:t>
      </w:r>
      <w:r>
        <w:rPr>
          <w:spacing w:val="1"/>
        </w:rPr>
        <w:t xml:space="preserve"> </w:t>
      </w:r>
      <w:r>
        <w:t>«Организация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250</w:t>
      </w:r>
      <w:r>
        <w:rPr>
          <w:spacing w:val="1"/>
        </w:rPr>
        <w:t xml:space="preserve"> </w:t>
      </w:r>
      <w:r>
        <w:t>выявленным</w:t>
      </w:r>
      <w:r>
        <w:rPr>
          <w:spacing w:val="1"/>
        </w:rPr>
        <w:t xml:space="preserve"> </w:t>
      </w:r>
      <w:r>
        <w:t>общеобразовательным</w:t>
      </w:r>
      <w:r>
        <w:rPr>
          <w:spacing w:val="1"/>
        </w:rPr>
        <w:t xml:space="preserve"> </w:t>
      </w:r>
      <w:r>
        <w:t>организациям,</w:t>
      </w:r>
      <w:r>
        <w:rPr>
          <w:spacing w:val="1"/>
        </w:rPr>
        <w:t xml:space="preserve"> </w:t>
      </w:r>
      <w:r>
        <w:t>имеющим</w:t>
      </w:r>
      <w:r>
        <w:rPr>
          <w:spacing w:val="1"/>
        </w:rPr>
        <w:t xml:space="preserve"> </w:t>
      </w:r>
      <w:r>
        <w:t>низкие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57"/>
        </w:rPr>
        <w:t xml:space="preserve"> </w:t>
      </w:r>
      <w:r>
        <w:t>обучающихся, не менее чем из 20 субъектов Российской Федерации») составлен Рисковый</w:t>
      </w:r>
      <w:r>
        <w:rPr>
          <w:spacing w:val="-57"/>
        </w:rPr>
        <w:t xml:space="preserve"> </w:t>
      </w:r>
      <w:r>
        <w:t>профиль школы, определен потенциал (сильные стороны) образовательной организации в</w:t>
      </w:r>
      <w:r>
        <w:rPr>
          <w:spacing w:val="1"/>
        </w:rPr>
        <w:t xml:space="preserve"> </w:t>
      </w:r>
      <w:r>
        <w:t>преодолении</w:t>
      </w:r>
      <w:r>
        <w:rPr>
          <w:spacing w:val="-1"/>
        </w:rPr>
        <w:t xml:space="preserve"> </w:t>
      </w:r>
      <w:r>
        <w:t>выявленных</w:t>
      </w:r>
      <w:r>
        <w:rPr>
          <w:spacing w:val="1"/>
        </w:rPr>
        <w:t xml:space="preserve"> </w:t>
      </w:r>
      <w:r>
        <w:t>рисков.</w:t>
      </w:r>
    </w:p>
    <w:p w:rsidR="006650AD" w:rsidRDefault="006650AD">
      <w:pPr>
        <w:pStyle w:val="BodyText"/>
        <w:spacing w:before="9"/>
        <w:ind w:left="0"/>
        <w:jc w:val="left"/>
      </w:pPr>
    </w:p>
    <w:tbl>
      <w:tblPr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810"/>
        <w:gridCol w:w="3828"/>
        <w:gridCol w:w="3934"/>
      </w:tblGrid>
      <w:tr w:rsidR="006650AD" w:rsidTr="00B87C9F">
        <w:trPr>
          <w:trHeight w:val="551"/>
        </w:trPr>
        <w:tc>
          <w:tcPr>
            <w:tcW w:w="1810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 w:rsidRPr="00B87C9F">
              <w:rPr>
                <w:sz w:val="24"/>
              </w:rPr>
              <w:t>Факторы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риска</w:t>
            </w:r>
          </w:p>
        </w:tc>
        <w:tc>
          <w:tcPr>
            <w:tcW w:w="3828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57" w:right="150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Описание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риска/влияние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риска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на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ind w:left="155" w:right="150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низкие</w:t>
            </w:r>
            <w:r w:rsidRPr="00B87C9F">
              <w:rPr>
                <w:spacing w:val="-5"/>
                <w:sz w:val="24"/>
              </w:rPr>
              <w:t xml:space="preserve"> </w:t>
            </w:r>
            <w:r w:rsidRPr="00B87C9F">
              <w:rPr>
                <w:sz w:val="24"/>
              </w:rPr>
              <w:t>результаты</w:t>
            </w:r>
          </w:p>
        </w:tc>
        <w:tc>
          <w:tcPr>
            <w:tcW w:w="3934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Сильные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стороны/меры,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ind w:left="11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необходимые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для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снижения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риска</w:t>
            </w:r>
          </w:p>
        </w:tc>
      </w:tr>
      <w:tr w:rsidR="006650AD" w:rsidTr="00B87C9F">
        <w:trPr>
          <w:trHeight w:val="230"/>
        </w:trPr>
        <w:tc>
          <w:tcPr>
            <w:tcW w:w="9572" w:type="dxa"/>
            <w:gridSpan w:val="3"/>
          </w:tcPr>
          <w:p w:rsidR="006650AD" w:rsidRPr="00B87C9F" w:rsidRDefault="006650AD" w:rsidP="00B87C9F">
            <w:pPr>
              <w:pStyle w:val="TableParagraph"/>
              <w:tabs>
                <w:tab w:val="left" w:pos="827"/>
              </w:tabs>
              <w:spacing w:line="210" w:lineRule="exact"/>
              <w:ind w:left="467"/>
              <w:rPr>
                <w:sz w:val="20"/>
              </w:rPr>
            </w:pPr>
            <w:r w:rsidRPr="00B87C9F">
              <w:rPr>
                <w:sz w:val="20"/>
              </w:rPr>
              <w:t>1.</w:t>
            </w:r>
            <w:r w:rsidRPr="00B87C9F">
              <w:rPr>
                <w:sz w:val="20"/>
              </w:rPr>
              <w:tab/>
              <w:t>Проблемы</w:t>
            </w:r>
            <w:r w:rsidRPr="00B87C9F">
              <w:rPr>
                <w:spacing w:val="-6"/>
                <w:sz w:val="20"/>
              </w:rPr>
              <w:t xml:space="preserve"> </w:t>
            </w:r>
            <w:r w:rsidRPr="00B87C9F">
              <w:rPr>
                <w:sz w:val="20"/>
              </w:rPr>
              <w:t>специфики</w:t>
            </w:r>
            <w:r w:rsidRPr="00B87C9F">
              <w:rPr>
                <w:spacing w:val="-6"/>
                <w:sz w:val="20"/>
              </w:rPr>
              <w:t xml:space="preserve"> </w:t>
            </w:r>
            <w:r w:rsidRPr="00B87C9F">
              <w:rPr>
                <w:sz w:val="20"/>
              </w:rPr>
              <w:t>контингента</w:t>
            </w:r>
            <w:r w:rsidRPr="00B87C9F">
              <w:rPr>
                <w:spacing w:val="-5"/>
                <w:sz w:val="20"/>
              </w:rPr>
              <w:t xml:space="preserve"> </w:t>
            </w:r>
            <w:r w:rsidRPr="00B87C9F">
              <w:rPr>
                <w:sz w:val="20"/>
              </w:rPr>
              <w:t>обучающихся</w:t>
            </w:r>
          </w:p>
        </w:tc>
      </w:tr>
      <w:tr w:rsidR="006650AD" w:rsidTr="003E3EC4">
        <w:trPr>
          <w:trHeight w:val="4160"/>
        </w:trPr>
        <w:tc>
          <w:tcPr>
            <w:tcW w:w="1810" w:type="dxa"/>
          </w:tcPr>
          <w:p w:rsidR="006650AD" w:rsidRPr="00B87C9F" w:rsidRDefault="006650AD" w:rsidP="00B87C9F">
            <w:pPr>
              <w:pStyle w:val="TableParagraph"/>
              <w:tabs>
                <w:tab w:val="left" w:pos="1306"/>
              </w:tabs>
              <w:spacing w:line="208" w:lineRule="exact"/>
              <w:rPr>
                <w:sz w:val="20"/>
              </w:rPr>
            </w:pPr>
            <w:r w:rsidRPr="00B87C9F">
              <w:rPr>
                <w:sz w:val="20"/>
              </w:rPr>
              <w:t>Высокая</w:t>
            </w:r>
            <w:r w:rsidRPr="00B87C9F">
              <w:rPr>
                <w:sz w:val="20"/>
              </w:rPr>
              <w:tab/>
              <w:t>доля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608"/>
              </w:tabs>
              <w:spacing w:line="210" w:lineRule="exact"/>
              <w:rPr>
                <w:sz w:val="20"/>
              </w:rPr>
            </w:pPr>
            <w:r w:rsidRPr="00B87C9F">
              <w:rPr>
                <w:sz w:val="20"/>
              </w:rPr>
              <w:t>обучающихся</w:t>
            </w:r>
            <w:r w:rsidRPr="00B87C9F">
              <w:rPr>
                <w:sz w:val="20"/>
              </w:rPr>
              <w:tab/>
              <w:t>с</w:t>
            </w:r>
          </w:p>
          <w:p w:rsidR="006650AD" w:rsidRPr="00B87C9F" w:rsidRDefault="006650AD" w:rsidP="00B87C9F">
            <w:pPr>
              <w:pStyle w:val="TableParagraph"/>
              <w:spacing w:line="209" w:lineRule="exact"/>
              <w:rPr>
                <w:sz w:val="20"/>
              </w:rPr>
            </w:pPr>
            <w:r w:rsidRPr="00B87C9F">
              <w:rPr>
                <w:sz w:val="20"/>
              </w:rPr>
              <w:t>ограниченными</w:t>
            </w:r>
          </w:p>
          <w:p w:rsidR="006650AD" w:rsidRPr="00B87C9F" w:rsidRDefault="006650AD" w:rsidP="00B87C9F">
            <w:pPr>
              <w:pStyle w:val="TableParagraph"/>
              <w:spacing w:line="209" w:lineRule="exact"/>
              <w:rPr>
                <w:sz w:val="20"/>
              </w:rPr>
            </w:pPr>
            <w:r w:rsidRPr="00B87C9F">
              <w:rPr>
                <w:sz w:val="20"/>
              </w:rPr>
              <w:t>возможностями</w:t>
            </w:r>
          </w:p>
          <w:p w:rsidR="006650AD" w:rsidRPr="00B87C9F" w:rsidRDefault="006650AD" w:rsidP="00B87C9F">
            <w:pPr>
              <w:pStyle w:val="TableParagraph"/>
              <w:spacing w:line="210" w:lineRule="exact"/>
              <w:rPr>
                <w:sz w:val="20"/>
              </w:rPr>
            </w:pPr>
            <w:r w:rsidRPr="00B87C9F">
              <w:rPr>
                <w:sz w:val="20"/>
              </w:rPr>
              <w:t>здоровья</w:t>
            </w:r>
          </w:p>
        </w:tc>
        <w:tc>
          <w:tcPr>
            <w:tcW w:w="3828" w:type="dxa"/>
          </w:tcPr>
          <w:p w:rsidR="006650AD" w:rsidRPr="00B87C9F" w:rsidRDefault="006650AD" w:rsidP="00B87C9F">
            <w:pPr>
              <w:pStyle w:val="TableParagraph"/>
              <w:spacing w:line="208" w:lineRule="exact"/>
              <w:rPr>
                <w:sz w:val="20"/>
              </w:rPr>
            </w:pPr>
            <w:r w:rsidRPr="00B87C9F">
              <w:rPr>
                <w:sz w:val="20"/>
              </w:rPr>
              <w:t>Описание</w:t>
            </w:r>
            <w:r w:rsidRPr="00B87C9F">
              <w:rPr>
                <w:spacing w:val="36"/>
                <w:sz w:val="20"/>
              </w:rPr>
              <w:t xml:space="preserve"> </w:t>
            </w:r>
            <w:r w:rsidRPr="00B87C9F">
              <w:rPr>
                <w:sz w:val="20"/>
              </w:rPr>
              <w:t>риска:</w:t>
            </w:r>
            <w:r w:rsidRPr="00B87C9F">
              <w:rPr>
                <w:spacing w:val="37"/>
                <w:sz w:val="20"/>
              </w:rPr>
              <w:t xml:space="preserve"> </w:t>
            </w:r>
            <w:r w:rsidRPr="00B87C9F">
              <w:rPr>
                <w:sz w:val="20"/>
              </w:rPr>
              <w:t>обучающиеся</w:t>
            </w:r>
            <w:r w:rsidRPr="00B87C9F">
              <w:rPr>
                <w:spacing w:val="36"/>
                <w:sz w:val="20"/>
              </w:rPr>
              <w:t xml:space="preserve"> </w:t>
            </w:r>
            <w:r w:rsidRPr="00B87C9F">
              <w:rPr>
                <w:sz w:val="20"/>
              </w:rPr>
              <w:t>с</w:t>
            </w:r>
          </w:p>
          <w:p w:rsidR="006650AD" w:rsidRPr="00B87C9F" w:rsidRDefault="006650AD" w:rsidP="00B87C9F">
            <w:pPr>
              <w:pStyle w:val="TableParagraph"/>
              <w:spacing w:line="210" w:lineRule="exact"/>
              <w:rPr>
                <w:sz w:val="20"/>
              </w:rPr>
            </w:pPr>
            <w:r w:rsidRPr="00B87C9F">
              <w:rPr>
                <w:sz w:val="20"/>
              </w:rPr>
              <w:t>ограниченными</w:t>
            </w:r>
            <w:r w:rsidRPr="00B87C9F">
              <w:rPr>
                <w:spacing w:val="19"/>
                <w:sz w:val="20"/>
              </w:rPr>
              <w:t xml:space="preserve"> </w:t>
            </w:r>
            <w:r w:rsidRPr="00B87C9F">
              <w:rPr>
                <w:sz w:val="20"/>
              </w:rPr>
              <w:t>возможностями</w:t>
            </w:r>
            <w:r w:rsidRPr="00B87C9F">
              <w:rPr>
                <w:spacing w:val="18"/>
                <w:sz w:val="20"/>
              </w:rPr>
              <w:t xml:space="preserve"> </w:t>
            </w:r>
            <w:r w:rsidRPr="00B87C9F">
              <w:rPr>
                <w:sz w:val="20"/>
              </w:rPr>
              <w:t>здоровья</w:t>
            </w:r>
          </w:p>
          <w:p w:rsidR="006650AD" w:rsidRPr="00B87C9F" w:rsidRDefault="006650AD" w:rsidP="00B87C9F">
            <w:pPr>
              <w:pStyle w:val="TableParagraph"/>
              <w:tabs>
                <w:tab w:val="left" w:pos="649"/>
                <w:tab w:val="left" w:pos="1086"/>
                <w:tab w:val="left" w:pos="2861"/>
              </w:tabs>
              <w:spacing w:line="209" w:lineRule="exact"/>
              <w:rPr>
                <w:sz w:val="20"/>
              </w:rPr>
            </w:pPr>
            <w:r w:rsidRPr="00B87C9F">
              <w:rPr>
                <w:sz w:val="20"/>
              </w:rPr>
              <w:t>по</w:t>
            </w:r>
            <w:r w:rsidRPr="00B87C9F">
              <w:rPr>
                <w:sz w:val="20"/>
              </w:rPr>
              <w:tab/>
              <w:t>5</w:t>
            </w:r>
            <w:r w:rsidRPr="00B87C9F">
              <w:rPr>
                <w:sz w:val="20"/>
              </w:rPr>
              <w:tab/>
              <w:t>адаптированным</w:t>
            </w:r>
            <w:r w:rsidRPr="00B87C9F">
              <w:rPr>
                <w:sz w:val="20"/>
              </w:rPr>
              <w:tab/>
              <w:t>основным</w:t>
            </w:r>
          </w:p>
          <w:p w:rsidR="006650AD" w:rsidRPr="00B87C9F" w:rsidRDefault="006650AD" w:rsidP="00B87C9F">
            <w:pPr>
              <w:pStyle w:val="TableParagraph"/>
              <w:spacing w:line="209" w:lineRule="exact"/>
              <w:rPr>
                <w:sz w:val="20"/>
              </w:rPr>
            </w:pPr>
            <w:r w:rsidRPr="00B87C9F">
              <w:rPr>
                <w:sz w:val="20"/>
              </w:rPr>
              <w:t>общеобразовательным</w:t>
            </w:r>
            <w:r w:rsidRPr="00B87C9F">
              <w:rPr>
                <w:spacing w:val="36"/>
                <w:sz w:val="20"/>
              </w:rPr>
              <w:t xml:space="preserve"> </w:t>
            </w:r>
            <w:r w:rsidRPr="00B87C9F">
              <w:rPr>
                <w:sz w:val="20"/>
              </w:rPr>
              <w:t>программам</w:t>
            </w:r>
            <w:r w:rsidRPr="00B87C9F">
              <w:rPr>
                <w:spacing w:val="34"/>
                <w:sz w:val="20"/>
              </w:rPr>
              <w:t xml:space="preserve"> </w:t>
            </w:r>
            <w:r w:rsidRPr="00B87C9F">
              <w:rPr>
                <w:sz w:val="20"/>
              </w:rPr>
              <w:t>(дети</w:t>
            </w:r>
          </w:p>
          <w:p w:rsidR="006650AD" w:rsidRPr="00B87C9F" w:rsidRDefault="006650AD" w:rsidP="00B87C9F">
            <w:pPr>
              <w:pStyle w:val="TableParagraph"/>
              <w:spacing w:line="210" w:lineRule="exact"/>
              <w:rPr>
                <w:sz w:val="20"/>
              </w:rPr>
            </w:pPr>
            <w:r w:rsidRPr="00B87C9F">
              <w:rPr>
                <w:sz w:val="20"/>
              </w:rPr>
              <w:t>с</w:t>
            </w:r>
            <w:r w:rsidRPr="00B87C9F">
              <w:rPr>
                <w:spacing w:val="34"/>
                <w:sz w:val="20"/>
              </w:rPr>
              <w:t xml:space="preserve"> </w:t>
            </w:r>
            <w:r w:rsidRPr="00B87C9F">
              <w:rPr>
                <w:sz w:val="20"/>
              </w:rPr>
              <w:t>различными</w:t>
            </w:r>
            <w:r w:rsidRPr="00B87C9F">
              <w:rPr>
                <w:spacing w:val="81"/>
                <w:sz w:val="20"/>
              </w:rPr>
              <w:t xml:space="preserve"> </w:t>
            </w:r>
            <w:r w:rsidRPr="00B87C9F">
              <w:rPr>
                <w:sz w:val="20"/>
              </w:rPr>
              <w:t>нозологиями</w:t>
            </w:r>
            <w:r w:rsidRPr="00B87C9F">
              <w:rPr>
                <w:spacing w:val="84"/>
                <w:sz w:val="20"/>
              </w:rPr>
              <w:t xml:space="preserve"> </w:t>
            </w:r>
            <w:r w:rsidRPr="00B87C9F">
              <w:rPr>
                <w:sz w:val="20"/>
              </w:rPr>
              <w:t>–</w:t>
            </w:r>
            <w:r w:rsidRPr="00B87C9F">
              <w:rPr>
                <w:spacing w:val="35"/>
                <w:sz w:val="20"/>
              </w:rPr>
              <w:t xml:space="preserve"> </w:t>
            </w:r>
            <w:r w:rsidRPr="00B87C9F">
              <w:rPr>
                <w:sz w:val="20"/>
              </w:rPr>
              <w:t>задержка</w:t>
            </w:r>
            <w:r w:rsidRPr="00B87C9F">
              <w:rPr>
                <w:spacing w:val="37"/>
                <w:sz w:val="20"/>
              </w:rPr>
              <w:t xml:space="preserve"> </w:t>
            </w:r>
            <w:r w:rsidRPr="00B87C9F">
              <w:rPr>
                <w:sz w:val="20"/>
              </w:rPr>
              <w:t>психического развития,</w:t>
            </w:r>
            <w:r w:rsidRPr="00B87C9F">
              <w:rPr>
                <w:sz w:val="20"/>
              </w:rPr>
              <w:tab/>
              <w:t>нарушения опорно-</w:t>
            </w:r>
          </w:p>
          <w:p w:rsidR="006650AD" w:rsidRPr="00B87C9F" w:rsidRDefault="006650AD" w:rsidP="00B87C9F">
            <w:pPr>
              <w:pStyle w:val="TableParagraph"/>
              <w:spacing w:line="210" w:lineRule="exact"/>
              <w:rPr>
                <w:sz w:val="20"/>
              </w:rPr>
            </w:pPr>
            <w:r w:rsidRPr="00B87C9F">
              <w:rPr>
                <w:sz w:val="20"/>
              </w:rPr>
              <w:t>двигательного</w:t>
            </w:r>
            <w:r w:rsidRPr="00B87C9F">
              <w:rPr>
                <w:spacing w:val="-5"/>
                <w:sz w:val="20"/>
              </w:rPr>
              <w:t xml:space="preserve"> </w:t>
            </w:r>
            <w:r w:rsidRPr="00B87C9F">
              <w:rPr>
                <w:sz w:val="20"/>
              </w:rPr>
              <w:t>аппарата).</w:t>
            </w:r>
          </w:p>
          <w:p w:rsidR="006650AD" w:rsidRPr="00B87C9F" w:rsidRDefault="006650AD" w:rsidP="00B87C9F">
            <w:pPr>
              <w:pStyle w:val="TableParagraph"/>
              <w:spacing w:line="210" w:lineRule="exact"/>
              <w:rPr>
                <w:sz w:val="20"/>
              </w:rPr>
            </w:pPr>
            <w:r w:rsidRPr="00B87C9F">
              <w:rPr>
                <w:sz w:val="20"/>
              </w:rPr>
              <w:t>Влияние</w:t>
            </w:r>
            <w:r w:rsidRPr="00B87C9F">
              <w:rPr>
                <w:spacing w:val="68"/>
                <w:sz w:val="20"/>
              </w:rPr>
              <w:t xml:space="preserve"> </w:t>
            </w:r>
            <w:r w:rsidRPr="00B87C9F">
              <w:rPr>
                <w:sz w:val="20"/>
              </w:rPr>
              <w:t xml:space="preserve">риска:  Рост  </w:t>
            </w:r>
            <w:r w:rsidRPr="00B87C9F">
              <w:rPr>
                <w:spacing w:val="16"/>
                <w:sz w:val="20"/>
              </w:rPr>
              <w:t xml:space="preserve"> </w:t>
            </w:r>
            <w:r w:rsidRPr="00B87C9F">
              <w:rPr>
                <w:sz w:val="20"/>
              </w:rPr>
              <w:t xml:space="preserve">обучающихся  </w:t>
            </w:r>
            <w:r w:rsidRPr="00B87C9F">
              <w:rPr>
                <w:spacing w:val="16"/>
                <w:sz w:val="20"/>
              </w:rPr>
              <w:t xml:space="preserve"> </w:t>
            </w:r>
            <w:r w:rsidRPr="00B87C9F">
              <w:rPr>
                <w:sz w:val="20"/>
              </w:rPr>
              <w:t>с</w:t>
            </w:r>
            <w:r>
              <w:t xml:space="preserve"> </w:t>
            </w:r>
            <w:r w:rsidRPr="00B87C9F">
              <w:rPr>
                <w:sz w:val="20"/>
              </w:rPr>
              <w:t>ограниченными возможностями здоровья</w:t>
            </w:r>
          </w:p>
          <w:p w:rsidR="006650AD" w:rsidRPr="00B87C9F" w:rsidRDefault="006650AD" w:rsidP="00B87C9F">
            <w:pPr>
              <w:pStyle w:val="TableParagraph"/>
              <w:spacing w:line="210" w:lineRule="exact"/>
              <w:rPr>
                <w:sz w:val="20"/>
              </w:rPr>
            </w:pPr>
            <w:r w:rsidRPr="00B87C9F">
              <w:rPr>
                <w:sz w:val="20"/>
              </w:rPr>
              <w:t>влияет на   повышение   риска   низких</w:t>
            </w:r>
          </w:p>
          <w:p w:rsidR="006650AD" w:rsidRPr="00B87C9F" w:rsidRDefault="006650AD" w:rsidP="00B87C9F">
            <w:pPr>
              <w:pStyle w:val="TableParagraph"/>
              <w:spacing w:line="210" w:lineRule="exact"/>
              <w:rPr>
                <w:sz w:val="20"/>
              </w:rPr>
            </w:pPr>
            <w:r w:rsidRPr="00B87C9F">
              <w:rPr>
                <w:sz w:val="20"/>
              </w:rPr>
              <w:t>результатов при   отсутствии   развитых</w:t>
            </w:r>
          </w:p>
          <w:p w:rsidR="006650AD" w:rsidRPr="00B87C9F" w:rsidRDefault="006650AD" w:rsidP="00B87C9F">
            <w:pPr>
              <w:pStyle w:val="TableParagraph"/>
              <w:spacing w:line="210" w:lineRule="exact"/>
              <w:rPr>
                <w:sz w:val="20"/>
              </w:rPr>
            </w:pPr>
            <w:r w:rsidRPr="00B87C9F">
              <w:rPr>
                <w:sz w:val="20"/>
              </w:rPr>
              <w:t>компетенций педагогов   по   работе   с</w:t>
            </w:r>
          </w:p>
          <w:p w:rsidR="006650AD" w:rsidRPr="00B87C9F" w:rsidRDefault="006650AD" w:rsidP="00B87C9F">
            <w:pPr>
              <w:pStyle w:val="TableParagraph"/>
              <w:spacing w:line="210" w:lineRule="exact"/>
              <w:rPr>
                <w:sz w:val="20"/>
              </w:rPr>
            </w:pPr>
            <w:r w:rsidRPr="00B87C9F">
              <w:rPr>
                <w:sz w:val="20"/>
              </w:rPr>
              <w:t>обучающимися в условиях инклюзии.</w:t>
            </w:r>
          </w:p>
        </w:tc>
        <w:tc>
          <w:tcPr>
            <w:tcW w:w="3934" w:type="dxa"/>
          </w:tcPr>
          <w:p w:rsidR="006650AD" w:rsidRPr="00B87C9F" w:rsidRDefault="006650AD" w:rsidP="00B87C9F">
            <w:pPr>
              <w:pStyle w:val="TableParagraph"/>
              <w:tabs>
                <w:tab w:val="left" w:pos="1353"/>
                <w:tab w:val="left" w:pos="2720"/>
              </w:tabs>
              <w:spacing w:line="208" w:lineRule="exact"/>
              <w:ind w:left="5"/>
              <w:jc w:val="center"/>
              <w:rPr>
                <w:sz w:val="20"/>
              </w:rPr>
            </w:pPr>
            <w:r w:rsidRPr="00B87C9F">
              <w:rPr>
                <w:sz w:val="20"/>
              </w:rPr>
              <w:t>Сильные</w:t>
            </w:r>
            <w:r w:rsidRPr="00B87C9F">
              <w:rPr>
                <w:sz w:val="20"/>
              </w:rPr>
              <w:tab/>
              <w:t>стороны:</w:t>
            </w:r>
            <w:r w:rsidRPr="00B87C9F">
              <w:rPr>
                <w:sz w:val="20"/>
              </w:rPr>
              <w:tab/>
              <w:t>Обеспечена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422"/>
                <w:tab w:val="left" w:pos="2794"/>
              </w:tabs>
              <w:spacing w:line="210" w:lineRule="exact"/>
              <w:ind w:left="5"/>
              <w:jc w:val="center"/>
              <w:rPr>
                <w:sz w:val="20"/>
              </w:rPr>
            </w:pPr>
            <w:r w:rsidRPr="00B87C9F">
              <w:rPr>
                <w:sz w:val="20"/>
              </w:rPr>
              <w:t>доступность</w:t>
            </w:r>
            <w:r w:rsidRPr="00B87C9F">
              <w:rPr>
                <w:sz w:val="20"/>
              </w:rPr>
              <w:tab/>
              <w:t>начального,</w:t>
            </w:r>
            <w:r w:rsidRPr="00B87C9F">
              <w:rPr>
                <w:sz w:val="20"/>
              </w:rPr>
              <w:tab/>
              <w:t>основного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400"/>
                <w:tab w:val="left" w:pos="2667"/>
              </w:tabs>
              <w:spacing w:line="209" w:lineRule="exact"/>
              <w:ind w:left="5"/>
              <w:rPr>
                <w:sz w:val="20"/>
              </w:rPr>
            </w:pPr>
            <w:r w:rsidRPr="00B87C9F">
              <w:rPr>
                <w:sz w:val="20"/>
              </w:rPr>
              <w:t>общего</w:t>
            </w:r>
            <w:r w:rsidRPr="00B87C9F">
              <w:rPr>
                <w:sz w:val="20"/>
              </w:rPr>
              <w:tab/>
              <w:t>образования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606"/>
                <w:tab w:val="left" w:pos="2815"/>
              </w:tabs>
              <w:spacing w:line="209" w:lineRule="exact"/>
              <w:ind w:left="2"/>
              <w:jc w:val="center"/>
              <w:rPr>
                <w:sz w:val="20"/>
              </w:rPr>
            </w:pPr>
            <w:r w:rsidRPr="00B87C9F">
              <w:rPr>
                <w:sz w:val="20"/>
              </w:rPr>
              <w:t>обучающимся,</w:t>
            </w:r>
            <w:r w:rsidRPr="00B87C9F">
              <w:rPr>
                <w:sz w:val="20"/>
              </w:rPr>
              <w:tab/>
              <w:t>имеющим</w:t>
            </w:r>
            <w:r w:rsidRPr="00B87C9F">
              <w:rPr>
                <w:sz w:val="20"/>
              </w:rPr>
              <w:tab/>
              <w:t>различные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165"/>
                <w:tab w:val="left" w:pos="2640"/>
              </w:tabs>
              <w:spacing w:line="210" w:lineRule="exact"/>
              <w:ind w:left="4"/>
              <w:jc w:val="center"/>
              <w:rPr>
                <w:sz w:val="20"/>
              </w:rPr>
            </w:pPr>
            <w:r w:rsidRPr="00B87C9F">
              <w:rPr>
                <w:sz w:val="20"/>
              </w:rPr>
              <w:t>стартовые</w:t>
            </w:r>
            <w:r w:rsidRPr="00B87C9F">
              <w:rPr>
                <w:sz w:val="20"/>
              </w:rPr>
              <w:tab/>
              <w:t>возможности.</w:t>
            </w:r>
            <w:r w:rsidRPr="00B87C9F">
              <w:rPr>
                <w:sz w:val="20"/>
              </w:rPr>
              <w:tab/>
              <w:t>Качественно</w:t>
            </w:r>
          </w:p>
          <w:p w:rsidR="006650AD" w:rsidRPr="00B87C9F" w:rsidRDefault="006650AD" w:rsidP="00B87C9F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 w:rsidRPr="00B87C9F">
              <w:rPr>
                <w:sz w:val="20"/>
              </w:rPr>
              <w:t>разработаны</w:t>
            </w:r>
            <w:r w:rsidRPr="00B87C9F">
              <w:rPr>
                <w:spacing w:val="26"/>
                <w:sz w:val="20"/>
              </w:rPr>
              <w:t xml:space="preserve"> </w:t>
            </w:r>
            <w:r w:rsidRPr="00B87C9F">
              <w:rPr>
                <w:sz w:val="20"/>
              </w:rPr>
              <w:t>АООП</w:t>
            </w:r>
            <w:r w:rsidRPr="00B87C9F">
              <w:rPr>
                <w:spacing w:val="27"/>
                <w:sz w:val="20"/>
              </w:rPr>
              <w:t xml:space="preserve"> </w:t>
            </w:r>
            <w:r w:rsidRPr="00B87C9F">
              <w:rPr>
                <w:sz w:val="20"/>
              </w:rPr>
              <w:t>с</w:t>
            </w:r>
            <w:r w:rsidRPr="00B87C9F">
              <w:rPr>
                <w:spacing w:val="26"/>
                <w:sz w:val="20"/>
              </w:rPr>
              <w:t xml:space="preserve"> </w:t>
            </w:r>
            <w:r w:rsidRPr="00B87C9F">
              <w:rPr>
                <w:sz w:val="20"/>
              </w:rPr>
              <w:t>учетом</w:t>
            </w:r>
            <w:r w:rsidRPr="00B87C9F">
              <w:rPr>
                <w:spacing w:val="25"/>
                <w:sz w:val="20"/>
              </w:rPr>
              <w:t xml:space="preserve"> </w:t>
            </w:r>
            <w:r w:rsidRPr="00B87C9F">
              <w:rPr>
                <w:sz w:val="20"/>
              </w:rPr>
              <w:t>ФГОС</w:t>
            </w:r>
            <w:r w:rsidRPr="00B87C9F">
              <w:rPr>
                <w:spacing w:val="22"/>
                <w:sz w:val="20"/>
              </w:rPr>
              <w:t xml:space="preserve"> </w:t>
            </w:r>
            <w:r w:rsidRPr="00B87C9F">
              <w:rPr>
                <w:sz w:val="20"/>
              </w:rPr>
              <w:t>НОО</w:t>
            </w:r>
          </w:p>
          <w:p w:rsidR="006650AD" w:rsidRPr="00B87C9F" w:rsidRDefault="006650AD" w:rsidP="00B87C9F">
            <w:pPr>
              <w:pStyle w:val="TableParagraph"/>
              <w:tabs>
                <w:tab w:val="left" w:pos="845"/>
                <w:tab w:val="left" w:pos="1805"/>
                <w:tab w:val="left" w:pos="3099"/>
              </w:tabs>
              <w:spacing w:line="210" w:lineRule="exact"/>
              <w:ind w:left="6"/>
              <w:jc w:val="center"/>
              <w:rPr>
                <w:sz w:val="20"/>
              </w:rPr>
            </w:pPr>
            <w:r w:rsidRPr="00B87C9F">
              <w:rPr>
                <w:sz w:val="20"/>
              </w:rPr>
              <w:t>ОВЗ,</w:t>
            </w:r>
            <w:r w:rsidRPr="00B87C9F">
              <w:rPr>
                <w:sz w:val="20"/>
              </w:rPr>
              <w:tab/>
              <w:t>ФГОС</w:t>
            </w:r>
            <w:r w:rsidRPr="00B87C9F">
              <w:rPr>
                <w:sz w:val="20"/>
              </w:rPr>
              <w:tab/>
              <w:t>основного</w:t>
            </w:r>
            <w:r w:rsidRPr="00B87C9F">
              <w:rPr>
                <w:sz w:val="20"/>
              </w:rPr>
              <w:tab/>
              <w:t>общего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910"/>
              </w:tabs>
              <w:spacing w:line="210" w:lineRule="exact"/>
              <w:ind w:left="4"/>
              <w:jc w:val="center"/>
              <w:rPr>
                <w:sz w:val="20"/>
              </w:rPr>
            </w:pPr>
            <w:r w:rsidRPr="00B87C9F">
              <w:rPr>
                <w:sz w:val="20"/>
              </w:rPr>
              <w:t>образования.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413"/>
                <w:tab w:val="left" w:pos="2776"/>
              </w:tabs>
              <w:spacing w:line="210" w:lineRule="exact"/>
              <w:ind w:left="0"/>
              <w:rPr>
                <w:sz w:val="20"/>
              </w:rPr>
            </w:pPr>
            <w:r w:rsidRPr="00B87C9F">
              <w:rPr>
                <w:sz w:val="20"/>
              </w:rPr>
              <w:t>Прошли курсовую подготовку по работе с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413"/>
                <w:tab w:val="left" w:pos="2776"/>
              </w:tabs>
              <w:spacing w:line="210" w:lineRule="exact"/>
              <w:ind w:left="7"/>
              <w:rPr>
                <w:sz w:val="20"/>
              </w:rPr>
            </w:pPr>
            <w:r w:rsidRPr="00B87C9F">
              <w:rPr>
                <w:sz w:val="20"/>
              </w:rPr>
              <w:t>детьми</w:t>
            </w:r>
            <w:r w:rsidRPr="00B87C9F">
              <w:rPr>
                <w:sz w:val="20"/>
              </w:rPr>
              <w:tab/>
              <w:t>с</w:t>
            </w:r>
            <w:r w:rsidRPr="00B87C9F">
              <w:rPr>
                <w:sz w:val="20"/>
              </w:rPr>
              <w:tab/>
              <w:t>ОВЗ</w:t>
            </w:r>
            <w:r w:rsidRPr="00B87C9F">
              <w:rPr>
                <w:sz w:val="20"/>
              </w:rPr>
              <w:tab/>
              <w:t>90%</w:t>
            </w:r>
            <w:r w:rsidRPr="00B87C9F">
              <w:rPr>
                <w:sz w:val="20"/>
              </w:rPr>
              <w:tab/>
              <w:t>педагогов.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413"/>
                <w:tab w:val="left" w:pos="2776"/>
              </w:tabs>
              <w:spacing w:line="210" w:lineRule="exact"/>
              <w:ind w:left="7"/>
              <w:rPr>
                <w:sz w:val="20"/>
              </w:rPr>
            </w:pPr>
            <w:r w:rsidRPr="00B87C9F">
              <w:rPr>
                <w:sz w:val="20"/>
              </w:rPr>
              <w:t>Влияние на снижение риска: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413"/>
                <w:tab w:val="left" w:pos="2776"/>
              </w:tabs>
              <w:spacing w:line="210" w:lineRule="exact"/>
              <w:ind w:left="7"/>
              <w:rPr>
                <w:sz w:val="20"/>
              </w:rPr>
            </w:pPr>
            <w:r w:rsidRPr="00B87C9F">
              <w:rPr>
                <w:sz w:val="20"/>
              </w:rPr>
              <w:t>необходимо</w:t>
            </w:r>
            <w:r w:rsidRPr="00B87C9F">
              <w:rPr>
                <w:sz w:val="20"/>
              </w:rPr>
              <w:tab/>
              <w:t>усиление</w:t>
            </w:r>
            <w:r w:rsidRPr="00B87C9F">
              <w:rPr>
                <w:sz w:val="20"/>
              </w:rPr>
              <w:tab/>
              <w:t>командного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413"/>
                <w:tab w:val="left" w:pos="2776"/>
              </w:tabs>
              <w:spacing w:line="210" w:lineRule="exact"/>
              <w:ind w:left="7"/>
              <w:rPr>
                <w:sz w:val="20"/>
              </w:rPr>
            </w:pPr>
            <w:r w:rsidRPr="00B87C9F">
              <w:rPr>
                <w:sz w:val="20"/>
              </w:rPr>
              <w:t>взаимодействия педагогов, организующих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413"/>
                <w:tab w:val="left" w:pos="2776"/>
              </w:tabs>
              <w:spacing w:line="210" w:lineRule="exact"/>
              <w:ind w:left="7"/>
              <w:rPr>
                <w:sz w:val="20"/>
              </w:rPr>
            </w:pPr>
            <w:r w:rsidRPr="00B87C9F">
              <w:rPr>
                <w:sz w:val="20"/>
              </w:rPr>
              <w:t>процесс</w:t>
            </w:r>
            <w:r w:rsidRPr="00B87C9F">
              <w:rPr>
                <w:sz w:val="20"/>
              </w:rPr>
              <w:tab/>
              <w:t>обучения</w:t>
            </w:r>
            <w:r w:rsidRPr="00B87C9F">
              <w:rPr>
                <w:sz w:val="20"/>
              </w:rPr>
              <w:tab/>
              <w:t>и</w:t>
            </w:r>
            <w:r w:rsidRPr="00B87C9F">
              <w:rPr>
                <w:sz w:val="20"/>
              </w:rPr>
              <w:tab/>
              <w:t>социализации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413"/>
                <w:tab w:val="left" w:pos="2776"/>
              </w:tabs>
              <w:spacing w:line="210" w:lineRule="exact"/>
              <w:ind w:left="7"/>
              <w:rPr>
                <w:sz w:val="20"/>
              </w:rPr>
            </w:pPr>
            <w:r w:rsidRPr="00B87C9F">
              <w:rPr>
                <w:sz w:val="20"/>
              </w:rPr>
              <w:t>обучающихся   с   ОВЗ,   его</w:t>
            </w:r>
            <w:r w:rsidRPr="00B87C9F">
              <w:rPr>
                <w:sz w:val="20"/>
              </w:rPr>
              <w:tab/>
              <w:t>психолого-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413"/>
                <w:tab w:val="left" w:pos="2776"/>
              </w:tabs>
              <w:spacing w:line="210" w:lineRule="exact"/>
              <w:ind w:left="7"/>
              <w:rPr>
                <w:sz w:val="20"/>
              </w:rPr>
            </w:pPr>
            <w:r w:rsidRPr="00B87C9F">
              <w:rPr>
                <w:sz w:val="20"/>
              </w:rPr>
              <w:t>педагогическое</w:t>
            </w:r>
            <w:r w:rsidRPr="00B87C9F">
              <w:rPr>
                <w:sz w:val="20"/>
              </w:rPr>
              <w:tab/>
              <w:t>сопровождение;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413"/>
                <w:tab w:val="left" w:pos="2776"/>
              </w:tabs>
              <w:spacing w:line="210" w:lineRule="exact"/>
              <w:ind w:left="7"/>
              <w:rPr>
                <w:sz w:val="20"/>
              </w:rPr>
            </w:pPr>
            <w:r w:rsidRPr="00B87C9F">
              <w:rPr>
                <w:sz w:val="20"/>
              </w:rPr>
              <w:t>методическая</w:t>
            </w:r>
            <w:r w:rsidRPr="00B87C9F">
              <w:rPr>
                <w:sz w:val="20"/>
              </w:rPr>
              <w:tab/>
              <w:t>поддержка</w:t>
            </w:r>
            <w:r w:rsidRPr="00B87C9F">
              <w:rPr>
                <w:sz w:val="20"/>
              </w:rPr>
              <w:tab/>
              <w:t>учителей,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413"/>
                <w:tab w:val="left" w:pos="2776"/>
              </w:tabs>
              <w:spacing w:line="210" w:lineRule="exact"/>
              <w:ind w:left="7"/>
              <w:rPr>
                <w:sz w:val="20"/>
              </w:rPr>
            </w:pPr>
            <w:r w:rsidRPr="00B87C9F">
              <w:rPr>
                <w:sz w:val="20"/>
              </w:rPr>
              <w:t>работающих с учащимися группы риска.</w:t>
            </w:r>
          </w:p>
        </w:tc>
      </w:tr>
    </w:tbl>
    <w:p w:rsidR="006650AD" w:rsidRDefault="006650AD">
      <w:pPr>
        <w:spacing w:line="210" w:lineRule="exact"/>
        <w:jc w:val="center"/>
        <w:rPr>
          <w:sz w:val="20"/>
        </w:rPr>
        <w:sectPr w:rsidR="006650AD">
          <w:pgSz w:w="11910" w:h="16840"/>
          <w:pgMar w:top="1040" w:right="440" w:bottom="1379" w:left="1160" w:header="0" w:footer="976" w:gutter="0"/>
          <w:cols w:space="720"/>
        </w:sectPr>
      </w:pPr>
    </w:p>
    <w:tbl>
      <w:tblPr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811"/>
        <w:gridCol w:w="3829"/>
        <w:gridCol w:w="3935"/>
      </w:tblGrid>
      <w:tr w:rsidR="006650AD" w:rsidTr="0045152E">
        <w:trPr>
          <w:trHeight w:val="3100"/>
        </w:trPr>
        <w:tc>
          <w:tcPr>
            <w:tcW w:w="1811" w:type="dxa"/>
          </w:tcPr>
          <w:p w:rsidR="006650AD" w:rsidRPr="00B87C9F" w:rsidRDefault="006650AD" w:rsidP="00B87C9F">
            <w:pPr>
              <w:pStyle w:val="TableParagraph"/>
              <w:tabs>
                <w:tab w:val="left" w:pos="1306"/>
              </w:tabs>
              <w:spacing w:line="208" w:lineRule="exact"/>
              <w:rPr>
                <w:sz w:val="20"/>
              </w:rPr>
            </w:pPr>
            <w:r w:rsidRPr="00B87C9F">
              <w:rPr>
                <w:sz w:val="20"/>
              </w:rPr>
              <w:t>Высокая</w:t>
            </w:r>
            <w:r w:rsidRPr="00B87C9F">
              <w:rPr>
                <w:sz w:val="20"/>
              </w:rPr>
              <w:tab/>
              <w:t>доля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608"/>
              </w:tabs>
              <w:spacing w:line="210" w:lineRule="exact"/>
              <w:rPr>
                <w:sz w:val="20"/>
              </w:rPr>
            </w:pPr>
            <w:r w:rsidRPr="00B87C9F">
              <w:rPr>
                <w:sz w:val="20"/>
              </w:rPr>
              <w:t>обучающихся</w:t>
            </w:r>
            <w:r w:rsidRPr="00B87C9F">
              <w:rPr>
                <w:sz w:val="20"/>
              </w:rPr>
              <w:tab/>
              <w:t>с</w:t>
            </w:r>
          </w:p>
          <w:p w:rsidR="006650AD" w:rsidRPr="00B87C9F" w:rsidRDefault="006650AD" w:rsidP="00B87C9F">
            <w:pPr>
              <w:pStyle w:val="TableParagraph"/>
              <w:spacing w:line="211" w:lineRule="exact"/>
              <w:rPr>
                <w:sz w:val="20"/>
              </w:rPr>
            </w:pPr>
            <w:r w:rsidRPr="00B87C9F">
              <w:rPr>
                <w:sz w:val="20"/>
              </w:rPr>
              <w:t>рисками</w:t>
            </w:r>
            <w:r w:rsidRPr="00B87C9F">
              <w:rPr>
                <w:spacing w:val="69"/>
                <w:sz w:val="20"/>
              </w:rPr>
              <w:t xml:space="preserve"> </w:t>
            </w:r>
            <w:r w:rsidRPr="00B87C9F">
              <w:rPr>
                <w:sz w:val="20"/>
              </w:rPr>
              <w:t>учебной</w:t>
            </w:r>
          </w:p>
          <w:p w:rsidR="006650AD" w:rsidRPr="00B87C9F" w:rsidRDefault="006650AD" w:rsidP="00B87C9F">
            <w:pPr>
              <w:pStyle w:val="TableParagraph"/>
              <w:spacing w:line="211" w:lineRule="exact"/>
              <w:rPr>
                <w:sz w:val="20"/>
              </w:rPr>
            </w:pPr>
            <w:r w:rsidRPr="00B87C9F">
              <w:rPr>
                <w:sz w:val="20"/>
              </w:rPr>
              <w:t>неуспешности</w:t>
            </w:r>
          </w:p>
        </w:tc>
        <w:tc>
          <w:tcPr>
            <w:tcW w:w="3829" w:type="dxa"/>
          </w:tcPr>
          <w:p w:rsidR="006650AD" w:rsidRPr="00B87C9F" w:rsidRDefault="006650AD" w:rsidP="00B87C9F">
            <w:pPr>
              <w:pStyle w:val="TableParagraph"/>
              <w:tabs>
                <w:tab w:val="left" w:pos="1156"/>
                <w:tab w:val="left" w:pos="1905"/>
                <w:tab w:val="left" w:pos="2468"/>
                <w:tab w:val="left" w:pos="2845"/>
                <w:tab w:val="left" w:pos="3531"/>
              </w:tabs>
              <w:spacing w:line="208" w:lineRule="exact"/>
              <w:rPr>
                <w:sz w:val="20"/>
              </w:rPr>
            </w:pPr>
            <w:r w:rsidRPr="00B87C9F">
              <w:rPr>
                <w:sz w:val="20"/>
              </w:rPr>
              <w:t>Описание</w:t>
            </w:r>
            <w:r w:rsidRPr="00B87C9F">
              <w:rPr>
                <w:sz w:val="20"/>
              </w:rPr>
              <w:tab/>
              <w:t>риска:</w:t>
            </w:r>
            <w:r w:rsidRPr="00B87C9F">
              <w:rPr>
                <w:sz w:val="20"/>
              </w:rPr>
              <w:tab/>
              <w:t>Большинство</w:t>
            </w:r>
            <w:r w:rsidRPr="00B87C9F">
              <w:rPr>
                <w:sz w:val="20"/>
              </w:rPr>
              <w:tab/>
              <w:t>детей</w:t>
            </w:r>
            <w:r w:rsidRPr="00B87C9F">
              <w:rPr>
                <w:sz w:val="20"/>
              </w:rPr>
              <w:tab/>
              <w:t>из</w:t>
            </w:r>
          </w:p>
          <w:p w:rsidR="006650AD" w:rsidRPr="00B87C9F" w:rsidRDefault="006650AD" w:rsidP="00B87C9F">
            <w:pPr>
              <w:pStyle w:val="TableParagraph"/>
              <w:tabs>
                <w:tab w:val="left" w:pos="2533"/>
              </w:tabs>
              <w:spacing w:line="210" w:lineRule="exact"/>
              <w:rPr>
                <w:sz w:val="20"/>
              </w:rPr>
            </w:pPr>
            <w:r w:rsidRPr="00B87C9F">
              <w:rPr>
                <w:sz w:val="20"/>
              </w:rPr>
              <w:t>малообеспеченных,</w:t>
            </w:r>
            <w:r w:rsidRPr="00B87C9F">
              <w:rPr>
                <w:sz w:val="20"/>
              </w:rPr>
              <w:tab/>
              <w:t>многодетных,</w:t>
            </w:r>
          </w:p>
          <w:p w:rsidR="006650AD" w:rsidRPr="00B87C9F" w:rsidRDefault="006650AD" w:rsidP="00B87C9F">
            <w:pPr>
              <w:pStyle w:val="TableParagraph"/>
              <w:spacing w:line="211" w:lineRule="exact"/>
              <w:rPr>
                <w:sz w:val="20"/>
              </w:rPr>
            </w:pPr>
            <w:r w:rsidRPr="00B87C9F">
              <w:rPr>
                <w:sz w:val="20"/>
              </w:rPr>
              <w:t>неполных</w:t>
            </w:r>
            <w:r w:rsidRPr="00B87C9F">
              <w:rPr>
                <w:spacing w:val="2"/>
                <w:sz w:val="20"/>
              </w:rPr>
              <w:t xml:space="preserve"> </w:t>
            </w:r>
            <w:r w:rsidRPr="00B87C9F">
              <w:rPr>
                <w:sz w:val="20"/>
              </w:rPr>
              <w:t>семей,</w:t>
            </w:r>
            <w:r w:rsidRPr="00B87C9F">
              <w:rPr>
                <w:spacing w:val="54"/>
                <w:sz w:val="20"/>
              </w:rPr>
              <w:t xml:space="preserve"> </w:t>
            </w:r>
            <w:r w:rsidRPr="00B87C9F">
              <w:rPr>
                <w:sz w:val="20"/>
              </w:rPr>
              <w:t>детей,</w:t>
            </w:r>
            <w:r w:rsidRPr="00B87C9F">
              <w:rPr>
                <w:spacing w:val="53"/>
                <w:sz w:val="20"/>
              </w:rPr>
              <w:t xml:space="preserve"> </w:t>
            </w:r>
            <w:r w:rsidRPr="00B87C9F">
              <w:rPr>
                <w:sz w:val="20"/>
              </w:rPr>
              <w:t>оставшихся</w:t>
            </w:r>
            <w:r w:rsidRPr="00B87C9F">
              <w:rPr>
                <w:spacing w:val="52"/>
                <w:sz w:val="20"/>
              </w:rPr>
              <w:t xml:space="preserve"> </w:t>
            </w:r>
            <w:r w:rsidRPr="00B87C9F">
              <w:rPr>
                <w:sz w:val="20"/>
              </w:rPr>
              <w:t>без</w:t>
            </w:r>
          </w:p>
          <w:p w:rsidR="006650AD" w:rsidRPr="00B87C9F" w:rsidRDefault="006650AD" w:rsidP="00B87C9F">
            <w:pPr>
              <w:pStyle w:val="TableParagraph"/>
              <w:spacing w:line="211" w:lineRule="exact"/>
              <w:rPr>
                <w:sz w:val="20"/>
              </w:rPr>
            </w:pPr>
            <w:r w:rsidRPr="00B87C9F">
              <w:rPr>
                <w:sz w:val="20"/>
              </w:rPr>
              <w:t>попечения</w:t>
            </w:r>
            <w:r w:rsidRPr="00B87C9F">
              <w:rPr>
                <w:spacing w:val="77"/>
                <w:sz w:val="20"/>
              </w:rPr>
              <w:t xml:space="preserve"> </w:t>
            </w:r>
            <w:r w:rsidRPr="00B87C9F">
              <w:rPr>
                <w:sz w:val="20"/>
              </w:rPr>
              <w:t xml:space="preserve">родителей,  </w:t>
            </w:r>
            <w:r w:rsidRPr="00B87C9F">
              <w:rPr>
                <w:spacing w:val="26"/>
                <w:sz w:val="20"/>
              </w:rPr>
              <w:t xml:space="preserve"> </w:t>
            </w:r>
            <w:r w:rsidRPr="00B87C9F">
              <w:rPr>
                <w:spacing w:val="35"/>
                <w:sz w:val="20"/>
              </w:rPr>
              <w:t xml:space="preserve"> </w:t>
            </w:r>
          </w:p>
          <w:p w:rsidR="006650AD" w:rsidRPr="00B87C9F" w:rsidRDefault="006650AD" w:rsidP="00B87C9F">
            <w:pPr>
              <w:pStyle w:val="TableParagraph"/>
              <w:spacing w:line="209" w:lineRule="exact"/>
              <w:ind w:left="0"/>
              <w:rPr>
                <w:sz w:val="20"/>
              </w:rPr>
            </w:pPr>
            <w:r w:rsidRPr="00B87C9F">
              <w:rPr>
                <w:sz w:val="20"/>
              </w:rPr>
              <w:t xml:space="preserve">  снижение</w:t>
            </w:r>
            <w:r w:rsidRPr="00B87C9F">
              <w:rPr>
                <w:spacing w:val="36"/>
                <w:sz w:val="20"/>
              </w:rPr>
              <w:t xml:space="preserve"> </w:t>
            </w:r>
            <w:r w:rsidRPr="00B87C9F">
              <w:rPr>
                <w:sz w:val="20"/>
              </w:rPr>
              <w:t>качества</w:t>
            </w:r>
            <w:r w:rsidRPr="00B87C9F">
              <w:rPr>
                <w:spacing w:val="35"/>
                <w:sz w:val="20"/>
              </w:rPr>
              <w:t xml:space="preserve"> </w:t>
            </w:r>
            <w:r w:rsidRPr="00B87C9F">
              <w:rPr>
                <w:sz w:val="20"/>
              </w:rPr>
              <w:t>при</w:t>
            </w:r>
            <w:r w:rsidRPr="00B87C9F">
              <w:rPr>
                <w:spacing w:val="34"/>
                <w:sz w:val="20"/>
              </w:rPr>
              <w:t xml:space="preserve"> </w:t>
            </w:r>
            <w:r w:rsidRPr="00B87C9F">
              <w:rPr>
                <w:sz w:val="20"/>
              </w:rPr>
              <w:t>переходе</w:t>
            </w:r>
            <w:r w:rsidRPr="00B87C9F">
              <w:rPr>
                <w:spacing w:val="33"/>
                <w:sz w:val="20"/>
              </w:rPr>
              <w:t xml:space="preserve"> </w:t>
            </w:r>
            <w:r w:rsidRPr="00B87C9F">
              <w:rPr>
                <w:sz w:val="20"/>
              </w:rPr>
              <w:t>с</w:t>
            </w:r>
            <w:r w:rsidRPr="00B87C9F">
              <w:rPr>
                <w:spacing w:val="33"/>
                <w:sz w:val="20"/>
              </w:rPr>
              <w:t xml:space="preserve"> </w:t>
            </w:r>
            <w:r w:rsidRPr="00B87C9F">
              <w:rPr>
                <w:sz w:val="20"/>
              </w:rPr>
              <w:t>НОО</w:t>
            </w:r>
          </w:p>
          <w:p w:rsidR="006650AD" w:rsidRPr="00B87C9F" w:rsidRDefault="006650AD" w:rsidP="00B87C9F">
            <w:pPr>
              <w:pStyle w:val="TableParagraph"/>
              <w:spacing w:line="209" w:lineRule="exact"/>
              <w:rPr>
                <w:sz w:val="20"/>
              </w:rPr>
            </w:pPr>
            <w:r w:rsidRPr="00B87C9F">
              <w:rPr>
                <w:sz w:val="20"/>
              </w:rPr>
              <w:t>на</w:t>
            </w:r>
            <w:r w:rsidRPr="00B87C9F">
              <w:rPr>
                <w:spacing w:val="-2"/>
                <w:sz w:val="20"/>
              </w:rPr>
              <w:t xml:space="preserve"> </w:t>
            </w:r>
            <w:r w:rsidRPr="00B87C9F">
              <w:rPr>
                <w:sz w:val="20"/>
              </w:rPr>
              <w:t>уровень</w:t>
            </w:r>
            <w:r w:rsidRPr="00B87C9F">
              <w:rPr>
                <w:spacing w:val="-4"/>
                <w:sz w:val="20"/>
              </w:rPr>
              <w:t xml:space="preserve"> </w:t>
            </w:r>
            <w:r w:rsidRPr="00B87C9F">
              <w:rPr>
                <w:sz w:val="20"/>
              </w:rPr>
              <w:t>ООО.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213"/>
                <w:tab w:val="left" w:pos="2126"/>
                <w:tab w:val="left" w:pos="3016"/>
              </w:tabs>
              <w:spacing w:line="210" w:lineRule="exact"/>
              <w:rPr>
                <w:sz w:val="20"/>
              </w:rPr>
            </w:pPr>
            <w:r w:rsidRPr="00B87C9F">
              <w:rPr>
                <w:sz w:val="20"/>
              </w:rPr>
              <w:t>Влияние</w:t>
            </w:r>
            <w:r w:rsidRPr="00B87C9F">
              <w:rPr>
                <w:sz w:val="20"/>
              </w:rPr>
              <w:tab/>
              <w:t>риска:</w:t>
            </w:r>
            <w:r w:rsidRPr="00B87C9F">
              <w:rPr>
                <w:sz w:val="20"/>
              </w:rPr>
              <w:tab/>
              <w:t>Риски</w:t>
            </w:r>
            <w:r w:rsidRPr="00B87C9F">
              <w:rPr>
                <w:sz w:val="20"/>
              </w:rPr>
              <w:tab/>
              <w:t>учебной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639"/>
                <w:tab w:val="left" w:pos="2576"/>
                <w:tab w:val="left" w:pos="3078"/>
              </w:tabs>
              <w:spacing w:line="210" w:lineRule="exact"/>
              <w:rPr>
                <w:sz w:val="20"/>
              </w:rPr>
            </w:pPr>
            <w:r w:rsidRPr="00B87C9F">
              <w:rPr>
                <w:sz w:val="20"/>
              </w:rPr>
              <w:t>неуспешности</w:t>
            </w:r>
            <w:r w:rsidRPr="00B87C9F">
              <w:rPr>
                <w:sz w:val="20"/>
              </w:rPr>
              <w:tab/>
              <w:t>влияют</w:t>
            </w:r>
            <w:r w:rsidRPr="00B87C9F">
              <w:rPr>
                <w:sz w:val="20"/>
              </w:rPr>
              <w:tab/>
              <w:t>на</w:t>
            </w:r>
            <w:r w:rsidRPr="00B87C9F">
              <w:rPr>
                <w:sz w:val="20"/>
              </w:rPr>
              <w:tab/>
              <w:t>низкую</w:t>
            </w:r>
          </w:p>
          <w:p w:rsidR="006650AD" w:rsidRPr="00B87C9F" w:rsidRDefault="006650AD" w:rsidP="00B87C9F">
            <w:pPr>
              <w:pStyle w:val="TableParagraph"/>
              <w:spacing w:line="210" w:lineRule="exact"/>
              <w:rPr>
                <w:sz w:val="20"/>
              </w:rPr>
            </w:pPr>
            <w:r w:rsidRPr="00B87C9F">
              <w:rPr>
                <w:sz w:val="20"/>
              </w:rPr>
              <w:t>мотивацию,</w:t>
            </w:r>
            <w:r w:rsidRPr="00B87C9F">
              <w:rPr>
                <w:spacing w:val="-1"/>
                <w:sz w:val="20"/>
              </w:rPr>
              <w:t xml:space="preserve"> </w:t>
            </w:r>
            <w:r w:rsidRPr="00B87C9F">
              <w:rPr>
                <w:sz w:val="20"/>
              </w:rPr>
              <w:t>снижают</w:t>
            </w:r>
            <w:r w:rsidRPr="00B87C9F">
              <w:rPr>
                <w:spacing w:val="-1"/>
                <w:sz w:val="20"/>
              </w:rPr>
              <w:t xml:space="preserve"> </w:t>
            </w:r>
            <w:r w:rsidRPr="00B87C9F">
              <w:rPr>
                <w:sz w:val="20"/>
              </w:rPr>
              <w:t>отдачу от</w:t>
            </w:r>
            <w:r w:rsidRPr="00B87C9F">
              <w:rPr>
                <w:spacing w:val="-1"/>
                <w:sz w:val="20"/>
              </w:rPr>
              <w:t xml:space="preserve"> </w:t>
            </w:r>
            <w:r w:rsidRPr="00B87C9F">
              <w:rPr>
                <w:sz w:val="20"/>
              </w:rPr>
              <w:t>обучения,</w:t>
            </w:r>
          </w:p>
          <w:p w:rsidR="006650AD" w:rsidRPr="00B87C9F" w:rsidRDefault="006650AD" w:rsidP="00B87C9F">
            <w:pPr>
              <w:pStyle w:val="TableParagraph"/>
              <w:spacing w:line="210" w:lineRule="exact"/>
              <w:rPr>
                <w:sz w:val="20"/>
              </w:rPr>
            </w:pPr>
            <w:r w:rsidRPr="00B87C9F">
              <w:rPr>
                <w:sz w:val="20"/>
              </w:rPr>
              <w:t>вызывают</w:t>
            </w:r>
            <w:r w:rsidRPr="00B87C9F">
              <w:rPr>
                <w:spacing w:val="25"/>
                <w:sz w:val="20"/>
              </w:rPr>
              <w:t xml:space="preserve"> </w:t>
            </w:r>
            <w:r w:rsidRPr="00B87C9F">
              <w:rPr>
                <w:sz w:val="20"/>
              </w:rPr>
              <w:t>нарушение</w:t>
            </w:r>
            <w:r w:rsidRPr="00B87C9F">
              <w:rPr>
                <w:spacing w:val="23"/>
                <w:sz w:val="20"/>
              </w:rPr>
              <w:t xml:space="preserve"> </w:t>
            </w:r>
            <w:r w:rsidRPr="00B87C9F">
              <w:rPr>
                <w:sz w:val="20"/>
              </w:rPr>
              <w:t>дисциплины,</w:t>
            </w:r>
            <w:r w:rsidRPr="00B87C9F">
              <w:rPr>
                <w:spacing w:val="24"/>
                <w:sz w:val="20"/>
              </w:rPr>
              <w:t xml:space="preserve"> </w:t>
            </w:r>
            <w:r w:rsidRPr="00B87C9F">
              <w:rPr>
                <w:sz w:val="20"/>
              </w:rPr>
              <w:t>что</w:t>
            </w:r>
            <w:r w:rsidRPr="00B87C9F">
              <w:rPr>
                <w:spacing w:val="26"/>
                <w:sz w:val="20"/>
              </w:rPr>
              <w:t xml:space="preserve"> </w:t>
            </w:r>
            <w:r w:rsidRPr="00B87C9F">
              <w:rPr>
                <w:sz w:val="20"/>
              </w:rPr>
              <w:t>в</w:t>
            </w:r>
          </w:p>
          <w:p w:rsidR="006650AD" w:rsidRPr="00B87C9F" w:rsidRDefault="006650AD" w:rsidP="00B87C9F">
            <w:pPr>
              <w:pStyle w:val="TableParagraph"/>
              <w:tabs>
                <w:tab w:val="left" w:pos="784"/>
                <w:tab w:val="left" w:pos="1700"/>
                <w:tab w:val="left" w:pos="2750"/>
                <w:tab w:val="left" w:pos="3093"/>
              </w:tabs>
              <w:spacing w:line="209" w:lineRule="exact"/>
              <w:rPr>
                <w:sz w:val="20"/>
              </w:rPr>
            </w:pPr>
            <w:r w:rsidRPr="00B87C9F">
              <w:rPr>
                <w:sz w:val="20"/>
              </w:rPr>
              <w:t>свою</w:t>
            </w:r>
            <w:r w:rsidRPr="00B87C9F">
              <w:rPr>
                <w:sz w:val="20"/>
              </w:rPr>
              <w:tab/>
              <w:t>очередь</w:t>
            </w:r>
            <w:r w:rsidRPr="00B87C9F">
              <w:rPr>
                <w:sz w:val="20"/>
              </w:rPr>
              <w:tab/>
              <w:t>приводит</w:t>
            </w:r>
            <w:r w:rsidRPr="00B87C9F">
              <w:rPr>
                <w:sz w:val="20"/>
              </w:rPr>
              <w:tab/>
              <w:t>к</w:t>
            </w:r>
            <w:r w:rsidRPr="00B87C9F">
              <w:rPr>
                <w:sz w:val="20"/>
              </w:rPr>
              <w:tab/>
              <w:t>низким</w:t>
            </w:r>
          </w:p>
          <w:p w:rsidR="006650AD" w:rsidRPr="00B87C9F" w:rsidRDefault="006650AD" w:rsidP="00B87C9F">
            <w:pPr>
              <w:pStyle w:val="TableParagraph"/>
              <w:spacing w:line="209" w:lineRule="exact"/>
              <w:rPr>
                <w:sz w:val="20"/>
              </w:rPr>
            </w:pPr>
            <w:r w:rsidRPr="00B87C9F">
              <w:rPr>
                <w:sz w:val="20"/>
              </w:rPr>
              <w:t>образовательным</w:t>
            </w:r>
            <w:r w:rsidRPr="00B87C9F">
              <w:rPr>
                <w:spacing w:val="-4"/>
                <w:sz w:val="20"/>
              </w:rPr>
              <w:t xml:space="preserve"> </w:t>
            </w:r>
            <w:r w:rsidRPr="00B87C9F">
              <w:rPr>
                <w:sz w:val="20"/>
              </w:rPr>
              <w:t>результатам.</w:t>
            </w:r>
          </w:p>
        </w:tc>
        <w:tc>
          <w:tcPr>
            <w:tcW w:w="3935" w:type="dxa"/>
          </w:tcPr>
          <w:p w:rsidR="006650AD" w:rsidRPr="00B87C9F" w:rsidRDefault="006650AD" w:rsidP="00B87C9F">
            <w:pPr>
              <w:pStyle w:val="TableParagraph"/>
              <w:spacing w:line="209" w:lineRule="exact"/>
              <w:ind w:left="105"/>
              <w:rPr>
                <w:sz w:val="20"/>
              </w:rPr>
            </w:pPr>
            <w:r w:rsidRPr="00B87C9F">
              <w:rPr>
                <w:sz w:val="20"/>
              </w:rPr>
              <w:t>Сильные стороны: Эффективная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784"/>
                <w:tab w:val="left" w:pos="2243"/>
              </w:tabs>
              <w:spacing w:line="210" w:lineRule="exact"/>
              <w:ind w:left="105"/>
              <w:rPr>
                <w:sz w:val="20"/>
              </w:rPr>
            </w:pPr>
            <w:r w:rsidRPr="00B87C9F">
              <w:rPr>
                <w:sz w:val="20"/>
              </w:rPr>
              <w:t>воспитательная</w:t>
            </w:r>
            <w:r w:rsidRPr="00B87C9F">
              <w:rPr>
                <w:sz w:val="20"/>
              </w:rPr>
              <w:tab/>
              <w:t>и</w:t>
            </w:r>
            <w:r w:rsidRPr="00B87C9F">
              <w:rPr>
                <w:sz w:val="20"/>
              </w:rPr>
              <w:tab/>
              <w:t>профилактическая</w:t>
            </w:r>
          </w:p>
          <w:p w:rsidR="006650AD" w:rsidRPr="00B87C9F" w:rsidRDefault="006650AD" w:rsidP="00B87C9F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 w:rsidRPr="00B87C9F">
              <w:rPr>
                <w:sz w:val="20"/>
              </w:rPr>
              <w:t>работа</w:t>
            </w:r>
            <w:r w:rsidRPr="00B87C9F">
              <w:rPr>
                <w:spacing w:val="42"/>
                <w:sz w:val="20"/>
              </w:rPr>
              <w:t xml:space="preserve"> </w:t>
            </w:r>
            <w:r w:rsidRPr="00B87C9F">
              <w:rPr>
                <w:sz w:val="20"/>
              </w:rPr>
              <w:t>с</w:t>
            </w:r>
            <w:r w:rsidRPr="00B87C9F">
              <w:rPr>
                <w:spacing w:val="43"/>
                <w:sz w:val="20"/>
              </w:rPr>
              <w:t xml:space="preserve"> </w:t>
            </w:r>
            <w:r w:rsidRPr="00B87C9F">
              <w:rPr>
                <w:sz w:val="20"/>
              </w:rPr>
              <w:t>обучающимися</w:t>
            </w:r>
            <w:r w:rsidRPr="00B87C9F">
              <w:rPr>
                <w:spacing w:val="47"/>
                <w:sz w:val="20"/>
              </w:rPr>
              <w:t xml:space="preserve"> </w:t>
            </w:r>
            <w:r w:rsidRPr="00B87C9F">
              <w:rPr>
                <w:sz w:val="20"/>
              </w:rPr>
              <w:t>«группы</w:t>
            </w:r>
            <w:r w:rsidRPr="00B87C9F">
              <w:rPr>
                <w:spacing w:val="43"/>
                <w:sz w:val="20"/>
              </w:rPr>
              <w:t xml:space="preserve"> </w:t>
            </w:r>
            <w:r w:rsidRPr="00B87C9F">
              <w:rPr>
                <w:sz w:val="20"/>
              </w:rPr>
              <w:t>риска»,</w:t>
            </w:r>
          </w:p>
          <w:p w:rsidR="006650AD" w:rsidRPr="00B87C9F" w:rsidRDefault="006650AD" w:rsidP="00B87C9F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 w:rsidRPr="00B87C9F">
              <w:rPr>
                <w:sz w:val="20"/>
              </w:rPr>
              <w:t>системная</w:t>
            </w:r>
            <w:r w:rsidRPr="00B87C9F">
              <w:rPr>
                <w:spacing w:val="-2"/>
                <w:sz w:val="20"/>
              </w:rPr>
              <w:t xml:space="preserve"> </w:t>
            </w:r>
            <w:r w:rsidRPr="00B87C9F">
              <w:rPr>
                <w:sz w:val="20"/>
              </w:rPr>
              <w:t>профориентационная</w:t>
            </w:r>
            <w:r w:rsidRPr="00B87C9F">
              <w:rPr>
                <w:spacing w:val="-1"/>
                <w:sz w:val="20"/>
              </w:rPr>
              <w:t xml:space="preserve"> </w:t>
            </w:r>
            <w:r w:rsidRPr="00B87C9F">
              <w:rPr>
                <w:sz w:val="20"/>
              </w:rPr>
              <w:t>работа для</w:t>
            </w:r>
          </w:p>
          <w:p w:rsidR="006650AD" w:rsidRPr="00B87C9F" w:rsidRDefault="006650AD" w:rsidP="00B87C9F">
            <w:pPr>
              <w:pStyle w:val="TableParagraph"/>
              <w:spacing w:line="209" w:lineRule="exact"/>
              <w:ind w:left="105"/>
              <w:rPr>
                <w:sz w:val="20"/>
              </w:rPr>
            </w:pPr>
            <w:r w:rsidRPr="00B87C9F">
              <w:rPr>
                <w:sz w:val="20"/>
              </w:rPr>
              <w:t>успешной</w:t>
            </w:r>
            <w:r w:rsidRPr="00B87C9F">
              <w:rPr>
                <w:spacing w:val="-5"/>
                <w:sz w:val="20"/>
              </w:rPr>
              <w:t xml:space="preserve"> </w:t>
            </w:r>
            <w:r w:rsidRPr="00B87C9F">
              <w:rPr>
                <w:sz w:val="20"/>
              </w:rPr>
              <w:t>социализации</w:t>
            </w:r>
            <w:r w:rsidRPr="00B87C9F">
              <w:rPr>
                <w:spacing w:val="-4"/>
                <w:sz w:val="20"/>
              </w:rPr>
              <w:t xml:space="preserve"> </w:t>
            </w:r>
            <w:r w:rsidRPr="00B87C9F">
              <w:rPr>
                <w:sz w:val="20"/>
              </w:rPr>
              <w:t>детей.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312"/>
                <w:tab w:val="left" w:pos="1979"/>
                <w:tab w:val="left" w:pos="3284"/>
              </w:tabs>
              <w:spacing w:line="209" w:lineRule="exact"/>
              <w:ind w:left="105"/>
              <w:rPr>
                <w:sz w:val="20"/>
              </w:rPr>
            </w:pPr>
            <w:r w:rsidRPr="00B87C9F">
              <w:rPr>
                <w:sz w:val="20"/>
              </w:rPr>
              <w:t>Влияние</w:t>
            </w:r>
            <w:r w:rsidRPr="00B87C9F">
              <w:rPr>
                <w:sz w:val="20"/>
              </w:rPr>
              <w:tab/>
              <w:t>на</w:t>
            </w:r>
            <w:r w:rsidRPr="00B87C9F">
              <w:rPr>
                <w:sz w:val="20"/>
              </w:rPr>
              <w:tab/>
              <w:t>снижение</w:t>
            </w:r>
            <w:r w:rsidRPr="00B87C9F">
              <w:rPr>
                <w:sz w:val="20"/>
              </w:rPr>
              <w:tab/>
              <w:t>риска: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599"/>
                <w:tab w:val="left" w:pos="2818"/>
              </w:tabs>
              <w:spacing w:line="210" w:lineRule="exact"/>
              <w:ind w:left="105"/>
              <w:rPr>
                <w:sz w:val="20"/>
              </w:rPr>
            </w:pPr>
            <w:r w:rsidRPr="00B87C9F">
              <w:rPr>
                <w:sz w:val="20"/>
              </w:rPr>
              <w:t>использование</w:t>
            </w:r>
            <w:r w:rsidRPr="00B87C9F">
              <w:rPr>
                <w:sz w:val="20"/>
              </w:rPr>
              <w:tab/>
              <w:t>потенциала</w:t>
            </w:r>
            <w:r w:rsidRPr="00B87C9F">
              <w:rPr>
                <w:sz w:val="20"/>
              </w:rPr>
              <w:tab/>
              <w:t>внеурочной</w:t>
            </w:r>
          </w:p>
          <w:p w:rsidR="006650AD" w:rsidRPr="00B87C9F" w:rsidRDefault="006650AD" w:rsidP="00B87C9F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 w:rsidRPr="00B87C9F">
              <w:rPr>
                <w:sz w:val="20"/>
              </w:rPr>
              <w:t>деятельности</w:t>
            </w:r>
            <w:r w:rsidRPr="00B87C9F">
              <w:rPr>
                <w:spacing w:val="8"/>
                <w:sz w:val="20"/>
              </w:rPr>
              <w:t xml:space="preserve"> </w:t>
            </w:r>
            <w:r w:rsidRPr="00B87C9F">
              <w:rPr>
                <w:sz w:val="20"/>
              </w:rPr>
              <w:t>для</w:t>
            </w:r>
            <w:r w:rsidRPr="00B87C9F">
              <w:rPr>
                <w:spacing w:val="5"/>
                <w:sz w:val="20"/>
              </w:rPr>
              <w:t xml:space="preserve"> </w:t>
            </w:r>
            <w:r w:rsidRPr="00B87C9F">
              <w:rPr>
                <w:sz w:val="20"/>
              </w:rPr>
              <w:t>развития</w:t>
            </w:r>
            <w:r w:rsidRPr="00B87C9F">
              <w:rPr>
                <w:spacing w:val="9"/>
                <w:sz w:val="20"/>
              </w:rPr>
              <w:t xml:space="preserve"> </w:t>
            </w:r>
            <w:r w:rsidRPr="00B87C9F">
              <w:rPr>
                <w:sz w:val="20"/>
              </w:rPr>
              <w:t>познавательной</w:t>
            </w:r>
          </w:p>
          <w:p w:rsidR="006650AD" w:rsidRPr="00B87C9F" w:rsidRDefault="006650AD" w:rsidP="00B87C9F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 w:rsidRPr="00B87C9F">
              <w:rPr>
                <w:sz w:val="20"/>
              </w:rPr>
              <w:t>активности,</w:t>
            </w:r>
            <w:r w:rsidRPr="00B87C9F">
              <w:rPr>
                <w:spacing w:val="21"/>
                <w:sz w:val="20"/>
              </w:rPr>
              <w:t xml:space="preserve"> </w:t>
            </w:r>
            <w:r w:rsidRPr="00B87C9F">
              <w:rPr>
                <w:sz w:val="20"/>
              </w:rPr>
              <w:t>что</w:t>
            </w:r>
            <w:r w:rsidRPr="00B87C9F">
              <w:rPr>
                <w:spacing w:val="70"/>
                <w:sz w:val="20"/>
              </w:rPr>
              <w:t xml:space="preserve"> </w:t>
            </w:r>
            <w:r w:rsidRPr="00B87C9F">
              <w:rPr>
                <w:sz w:val="20"/>
              </w:rPr>
              <w:t>повлияет</w:t>
            </w:r>
            <w:r w:rsidRPr="00B87C9F">
              <w:rPr>
                <w:spacing w:val="71"/>
                <w:sz w:val="20"/>
              </w:rPr>
              <w:t xml:space="preserve"> </w:t>
            </w:r>
            <w:r w:rsidRPr="00B87C9F">
              <w:rPr>
                <w:sz w:val="20"/>
              </w:rPr>
              <w:t>на</w:t>
            </w:r>
            <w:r w:rsidRPr="00B87C9F">
              <w:rPr>
                <w:spacing w:val="74"/>
                <w:sz w:val="20"/>
              </w:rPr>
              <w:t xml:space="preserve"> </w:t>
            </w:r>
            <w:r w:rsidRPr="00B87C9F">
              <w:rPr>
                <w:sz w:val="20"/>
              </w:rPr>
              <w:t>улучшение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261"/>
                <w:tab w:val="left" w:pos="1635"/>
                <w:tab w:val="left" w:pos="2738"/>
                <w:tab w:val="left" w:pos="3735"/>
              </w:tabs>
              <w:spacing w:line="210" w:lineRule="exact"/>
              <w:ind w:left="105"/>
              <w:rPr>
                <w:sz w:val="20"/>
              </w:rPr>
            </w:pPr>
            <w:r w:rsidRPr="00B87C9F">
              <w:rPr>
                <w:sz w:val="20"/>
              </w:rPr>
              <w:t>поведения</w:t>
            </w:r>
            <w:r w:rsidRPr="00B87C9F">
              <w:rPr>
                <w:sz w:val="20"/>
              </w:rPr>
              <w:tab/>
              <w:t>и</w:t>
            </w:r>
            <w:r w:rsidRPr="00B87C9F">
              <w:rPr>
                <w:sz w:val="20"/>
              </w:rPr>
              <w:tab/>
              <w:t>снижение</w:t>
            </w:r>
            <w:r w:rsidRPr="00B87C9F">
              <w:rPr>
                <w:sz w:val="20"/>
              </w:rPr>
              <w:tab/>
              <w:t>проблем</w:t>
            </w:r>
            <w:r w:rsidRPr="00B87C9F">
              <w:rPr>
                <w:sz w:val="20"/>
              </w:rPr>
              <w:tab/>
              <w:t>с</w:t>
            </w:r>
          </w:p>
          <w:p w:rsidR="006650AD" w:rsidRPr="00B87C9F" w:rsidRDefault="006650AD" w:rsidP="00B87C9F">
            <w:pPr>
              <w:pStyle w:val="TableParagraph"/>
              <w:spacing w:line="209" w:lineRule="exact"/>
              <w:ind w:left="105"/>
              <w:rPr>
                <w:sz w:val="20"/>
              </w:rPr>
            </w:pPr>
            <w:r w:rsidRPr="00B87C9F">
              <w:rPr>
                <w:sz w:val="20"/>
              </w:rPr>
              <w:t>дисциплиной</w:t>
            </w:r>
            <w:r w:rsidRPr="00B87C9F">
              <w:rPr>
                <w:spacing w:val="31"/>
                <w:sz w:val="20"/>
              </w:rPr>
              <w:t xml:space="preserve"> </w:t>
            </w:r>
            <w:r w:rsidRPr="00B87C9F">
              <w:rPr>
                <w:sz w:val="20"/>
              </w:rPr>
              <w:t>обучающихся;</w:t>
            </w:r>
            <w:r w:rsidRPr="00B87C9F">
              <w:rPr>
                <w:spacing w:val="80"/>
                <w:sz w:val="20"/>
              </w:rPr>
              <w:t xml:space="preserve"> </w:t>
            </w:r>
            <w:r w:rsidRPr="00B87C9F">
              <w:rPr>
                <w:sz w:val="20"/>
              </w:rPr>
              <w:t>обеспечение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836"/>
                <w:tab w:val="left" w:pos="3452"/>
              </w:tabs>
              <w:spacing w:line="209" w:lineRule="exact"/>
              <w:ind w:left="105"/>
              <w:rPr>
                <w:sz w:val="20"/>
              </w:rPr>
            </w:pPr>
            <w:r w:rsidRPr="00B87C9F">
              <w:rPr>
                <w:sz w:val="20"/>
              </w:rPr>
              <w:t>качественного</w:t>
            </w:r>
            <w:r w:rsidRPr="00B87C9F">
              <w:rPr>
                <w:sz w:val="20"/>
              </w:rPr>
              <w:tab/>
              <w:t>мониторинга</w:t>
            </w:r>
            <w:r w:rsidRPr="00B87C9F">
              <w:rPr>
                <w:sz w:val="20"/>
              </w:rPr>
              <w:tab/>
              <w:t>всех</w:t>
            </w:r>
          </w:p>
          <w:p w:rsidR="006650AD" w:rsidRPr="00B87C9F" w:rsidRDefault="006650AD" w:rsidP="00B87C9F">
            <w:pPr>
              <w:pStyle w:val="TableParagraph"/>
              <w:tabs>
                <w:tab w:val="left" w:pos="2790"/>
              </w:tabs>
              <w:spacing w:line="211" w:lineRule="exact"/>
              <w:ind w:left="105"/>
              <w:rPr>
                <w:sz w:val="20"/>
              </w:rPr>
            </w:pPr>
            <w:r w:rsidRPr="00B87C9F">
              <w:rPr>
                <w:sz w:val="20"/>
              </w:rPr>
              <w:t>образовательных</w:t>
            </w:r>
            <w:r w:rsidRPr="00B87C9F">
              <w:rPr>
                <w:sz w:val="20"/>
              </w:rPr>
              <w:tab/>
              <w:t>достижений</w:t>
            </w:r>
          </w:p>
          <w:p w:rsidR="006650AD" w:rsidRPr="00B87C9F" w:rsidRDefault="006650AD" w:rsidP="00B87C9F">
            <w:pPr>
              <w:pStyle w:val="TableParagraph"/>
              <w:spacing w:line="213" w:lineRule="exact"/>
              <w:ind w:left="105"/>
              <w:rPr>
                <w:sz w:val="20"/>
              </w:rPr>
            </w:pPr>
            <w:r w:rsidRPr="00B87C9F">
              <w:rPr>
                <w:sz w:val="20"/>
              </w:rPr>
              <w:t>обучающихся.</w:t>
            </w:r>
          </w:p>
        </w:tc>
      </w:tr>
      <w:tr w:rsidR="006650AD" w:rsidTr="00B87C9F">
        <w:trPr>
          <w:trHeight w:val="230"/>
        </w:trPr>
        <w:tc>
          <w:tcPr>
            <w:tcW w:w="9575" w:type="dxa"/>
            <w:gridSpan w:val="3"/>
          </w:tcPr>
          <w:p w:rsidR="006650AD" w:rsidRPr="00B87C9F" w:rsidRDefault="006650AD" w:rsidP="00B87C9F">
            <w:pPr>
              <w:pStyle w:val="TableParagraph"/>
              <w:tabs>
                <w:tab w:val="left" w:pos="827"/>
              </w:tabs>
              <w:spacing w:line="210" w:lineRule="exact"/>
              <w:ind w:left="467"/>
              <w:rPr>
                <w:sz w:val="20"/>
              </w:rPr>
            </w:pPr>
            <w:r w:rsidRPr="00B87C9F">
              <w:rPr>
                <w:sz w:val="20"/>
              </w:rPr>
              <w:t>2.</w:t>
            </w:r>
            <w:r w:rsidRPr="00B87C9F">
              <w:rPr>
                <w:sz w:val="20"/>
              </w:rPr>
              <w:tab/>
              <w:t>Проблемы</w:t>
            </w:r>
            <w:r w:rsidRPr="00B87C9F">
              <w:rPr>
                <w:spacing w:val="-4"/>
                <w:sz w:val="20"/>
              </w:rPr>
              <w:t xml:space="preserve"> </w:t>
            </w:r>
            <w:r w:rsidRPr="00B87C9F">
              <w:rPr>
                <w:sz w:val="20"/>
              </w:rPr>
              <w:t>с</w:t>
            </w:r>
            <w:r w:rsidRPr="00B87C9F">
              <w:rPr>
                <w:spacing w:val="-3"/>
                <w:sz w:val="20"/>
              </w:rPr>
              <w:t xml:space="preserve"> </w:t>
            </w:r>
            <w:r w:rsidRPr="00B87C9F">
              <w:rPr>
                <w:sz w:val="20"/>
              </w:rPr>
              <w:t>обеспеченностью материальными</w:t>
            </w:r>
            <w:r w:rsidRPr="00B87C9F">
              <w:rPr>
                <w:spacing w:val="-3"/>
                <w:sz w:val="20"/>
              </w:rPr>
              <w:t xml:space="preserve"> </w:t>
            </w:r>
            <w:r w:rsidRPr="00B87C9F">
              <w:rPr>
                <w:sz w:val="20"/>
              </w:rPr>
              <w:t>ресурсами</w:t>
            </w:r>
            <w:r w:rsidRPr="00B87C9F">
              <w:rPr>
                <w:spacing w:val="-4"/>
                <w:sz w:val="20"/>
              </w:rPr>
              <w:t xml:space="preserve"> </w:t>
            </w:r>
          </w:p>
        </w:tc>
      </w:tr>
      <w:tr w:rsidR="006650AD" w:rsidTr="0045152E">
        <w:trPr>
          <w:trHeight w:val="4122"/>
        </w:trPr>
        <w:tc>
          <w:tcPr>
            <w:tcW w:w="1811" w:type="dxa"/>
          </w:tcPr>
          <w:p w:rsidR="006650AD" w:rsidRPr="00B87C9F" w:rsidRDefault="006650AD" w:rsidP="00B87C9F">
            <w:pPr>
              <w:pStyle w:val="TableParagraph"/>
              <w:tabs>
                <w:tab w:val="left" w:pos="1019"/>
              </w:tabs>
              <w:spacing w:line="208" w:lineRule="exact"/>
              <w:rPr>
                <w:sz w:val="20"/>
              </w:rPr>
            </w:pPr>
            <w:r w:rsidRPr="00B87C9F">
              <w:rPr>
                <w:sz w:val="20"/>
              </w:rPr>
              <w:t>Низкий</w:t>
            </w:r>
            <w:r w:rsidRPr="00B87C9F">
              <w:rPr>
                <w:sz w:val="20"/>
              </w:rPr>
              <w:tab/>
              <w:t>уровень</w:t>
            </w:r>
          </w:p>
          <w:p w:rsidR="006650AD" w:rsidRPr="00B87C9F" w:rsidRDefault="006650AD" w:rsidP="00B87C9F">
            <w:pPr>
              <w:pStyle w:val="TableParagraph"/>
              <w:spacing w:line="210" w:lineRule="exact"/>
              <w:rPr>
                <w:sz w:val="20"/>
              </w:rPr>
            </w:pPr>
            <w:r w:rsidRPr="00B87C9F">
              <w:rPr>
                <w:sz w:val="20"/>
              </w:rPr>
              <w:t>оснащенности</w:t>
            </w:r>
          </w:p>
          <w:p w:rsidR="006650AD" w:rsidRPr="00B87C9F" w:rsidRDefault="006650AD" w:rsidP="00B87C9F">
            <w:pPr>
              <w:pStyle w:val="TableParagraph"/>
              <w:spacing w:line="210" w:lineRule="exact"/>
              <w:rPr>
                <w:sz w:val="20"/>
              </w:rPr>
            </w:pPr>
            <w:r w:rsidRPr="00B87C9F">
              <w:rPr>
                <w:sz w:val="20"/>
              </w:rPr>
              <w:t>школы</w:t>
            </w:r>
          </w:p>
        </w:tc>
        <w:tc>
          <w:tcPr>
            <w:tcW w:w="3829" w:type="dxa"/>
          </w:tcPr>
          <w:p w:rsidR="006650AD" w:rsidRPr="00B87C9F" w:rsidRDefault="006650AD" w:rsidP="00B87C9F">
            <w:pPr>
              <w:pStyle w:val="TableParagraph"/>
              <w:spacing w:line="208" w:lineRule="exact"/>
              <w:rPr>
                <w:sz w:val="20"/>
              </w:rPr>
            </w:pPr>
            <w:r w:rsidRPr="00B87C9F">
              <w:rPr>
                <w:sz w:val="20"/>
              </w:rPr>
              <w:t>Описание</w:t>
            </w:r>
            <w:r w:rsidRPr="00B87C9F">
              <w:rPr>
                <w:spacing w:val="29"/>
                <w:sz w:val="20"/>
              </w:rPr>
              <w:t xml:space="preserve"> </w:t>
            </w:r>
            <w:r w:rsidRPr="00B87C9F">
              <w:rPr>
                <w:sz w:val="20"/>
              </w:rPr>
              <w:t>риска:</w:t>
            </w:r>
            <w:r w:rsidRPr="00B87C9F">
              <w:rPr>
                <w:spacing w:val="30"/>
                <w:sz w:val="20"/>
              </w:rPr>
              <w:t xml:space="preserve"> </w:t>
            </w:r>
            <w:r w:rsidRPr="00B87C9F">
              <w:rPr>
                <w:sz w:val="20"/>
              </w:rPr>
              <w:t>Дефицит</w:t>
            </w:r>
            <w:r w:rsidRPr="00B87C9F">
              <w:rPr>
                <w:spacing w:val="31"/>
                <w:sz w:val="20"/>
              </w:rPr>
              <w:t xml:space="preserve"> </w:t>
            </w:r>
            <w:r w:rsidRPr="00B87C9F">
              <w:rPr>
                <w:sz w:val="20"/>
              </w:rPr>
              <w:t>материальных</w:t>
            </w:r>
          </w:p>
          <w:p w:rsidR="006650AD" w:rsidRPr="00B87C9F" w:rsidRDefault="006650AD" w:rsidP="00B87C9F">
            <w:pPr>
              <w:pStyle w:val="TableParagraph"/>
              <w:spacing w:line="210" w:lineRule="exact"/>
              <w:rPr>
                <w:sz w:val="20"/>
              </w:rPr>
            </w:pPr>
            <w:r w:rsidRPr="00B87C9F">
              <w:rPr>
                <w:sz w:val="20"/>
              </w:rPr>
              <w:t>ресурсов</w:t>
            </w:r>
            <w:r w:rsidRPr="00B87C9F">
              <w:rPr>
                <w:spacing w:val="11"/>
                <w:sz w:val="20"/>
              </w:rPr>
              <w:t xml:space="preserve"> </w:t>
            </w:r>
            <w:r w:rsidRPr="00B87C9F">
              <w:rPr>
                <w:sz w:val="20"/>
              </w:rPr>
              <w:t>(</w:t>
            </w:r>
            <w:r w:rsidRPr="00B87C9F">
              <w:rPr>
                <w:spacing w:val="12"/>
                <w:sz w:val="20"/>
              </w:rPr>
              <w:t>технических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074"/>
                <w:tab w:val="left" w:pos="2534"/>
              </w:tabs>
              <w:spacing w:line="210" w:lineRule="exact"/>
              <w:rPr>
                <w:sz w:val="20"/>
              </w:rPr>
            </w:pPr>
            <w:r w:rsidRPr="00B87C9F">
              <w:rPr>
                <w:sz w:val="20"/>
              </w:rPr>
              <w:t>средств,</w:t>
            </w:r>
            <w:r w:rsidRPr="00B87C9F">
              <w:rPr>
                <w:sz w:val="20"/>
              </w:rPr>
              <w:tab/>
              <w:t>компьютеров,</w:t>
            </w:r>
            <w:r w:rsidRPr="00B87C9F">
              <w:rPr>
                <w:sz w:val="20"/>
              </w:rPr>
              <w:tab/>
              <w:t>современного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757"/>
                <w:tab w:val="left" w:pos="2511"/>
              </w:tabs>
              <w:spacing w:line="209" w:lineRule="exact"/>
              <w:rPr>
                <w:sz w:val="20"/>
              </w:rPr>
            </w:pPr>
            <w:r w:rsidRPr="00B87C9F">
              <w:rPr>
                <w:sz w:val="20"/>
              </w:rPr>
              <w:t>оборудования</w:t>
            </w:r>
            <w:r w:rsidRPr="00B87C9F">
              <w:rPr>
                <w:sz w:val="20"/>
              </w:rPr>
              <w:tab/>
              <w:t>для</w:t>
            </w:r>
            <w:r w:rsidRPr="00B87C9F">
              <w:rPr>
                <w:sz w:val="20"/>
              </w:rPr>
              <w:tab/>
              <w:t>лабораторных</w:t>
            </w:r>
          </w:p>
          <w:p w:rsidR="006650AD" w:rsidRPr="00B87C9F" w:rsidRDefault="006650AD" w:rsidP="00B87C9F">
            <w:pPr>
              <w:pStyle w:val="TableParagraph"/>
              <w:tabs>
                <w:tab w:val="left" w:pos="2639"/>
              </w:tabs>
              <w:spacing w:line="209" w:lineRule="exact"/>
              <w:rPr>
                <w:sz w:val="20"/>
              </w:rPr>
            </w:pPr>
            <w:r w:rsidRPr="00B87C9F">
              <w:rPr>
                <w:sz w:val="20"/>
              </w:rPr>
              <w:t>исследований,</w:t>
            </w:r>
            <w:r w:rsidRPr="00B87C9F">
              <w:rPr>
                <w:sz w:val="20"/>
              </w:rPr>
              <w:tab/>
              <w:t>физического</w:t>
            </w:r>
          </w:p>
          <w:p w:rsidR="006650AD" w:rsidRPr="00B87C9F" w:rsidRDefault="006650AD" w:rsidP="00B87C9F">
            <w:pPr>
              <w:pStyle w:val="TableParagraph"/>
              <w:tabs>
                <w:tab w:val="left" w:pos="2031"/>
              </w:tabs>
              <w:spacing w:line="210" w:lineRule="exact"/>
              <w:rPr>
                <w:sz w:val="20"/>
              </w:rPr>
            </w:pPr>
            <w:r w:rsidRPr="00B87C9F">
              <w:rPr>
                <w:sz w:val="20"/>
              </w:rPr>
              <w:t>эксперимента),</w:t>
            </w:r>
            <w:r w:rsidRPr="00B87C9F">
              <w:rPr>
                <w:sz w:val="20"/>
              </w:rPr>
              <w:tab/>
              <w:t>актуализированных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587"/>
                <w:tab w:val="left" w:pos="2986"/>
              </w:tabs>
              <w:spacing w:line="210" w:lineRule="exact"/>
              <w:rPr>
                <w:sz w:val="20"/>
              </w:rPr>
            </w:pPr>
            <w:r w:rsidRPr="00B87C9F">
              <w:rPr>
                <w:sz w:val="20"/>
              </w:rPr>
              <w:t>комплектов</w:t>
            </w:r>
            <w:r w:rsidRPr="00B87C9F">
              <w:rPr>
                <w:sz w:val="20"/>
              </w:rPr>
              <w:tab/>
              <w:t>наглядных</w:t>
            </w:r>
            <w:r w:rsidRPr="00B87C9F">
              <w:rPr>
                <w:sz w:val="20"/>
              </w:rPr>
              <w:tab/>
              <w:t>учебных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335"/>
                <w:tab w:val="left" w:pos="1789"/>
                <w:tab w:val="left" w:pos="2781"/>
              </w:tabs>
              <w:spacing w:line="210" w:lineRule="exact"/>
              <w:rPr>
                <w:sz w:val="20"/>
              </w:rPr>
            </w:pPr>
            <w:r w:rsidRPr="00B87C9F">
              <w:rPr>
                <w:sz w:val="20"/>
              </w:rPr>
              <w:t>материалов</w:t>
            </w:r>
            <w:r w:rsidRPr="00B87C9F">
              <w:rPr>
                <w:sz w:val="20"/>
              </w:rPr>
              <w:tab/>
              <w:t>по</w:t>
            </w:r>
            <w:r w:rsidRPr="00B87C9F">
              <w:rPr>
                <w:sz w:val="20"/>
              </w:rPr>
              <w:tab/>
              <w:t>истории,</w:t>
            </w:r>
            <w:r w:rsidRPr="00B87C9F">
              <w:rPr>
                <w:sz w:val="20"/>
              </w:rPr>
              <w:tab/>
              <w:t>географии,</w:t>
            </w:r>
          </w:p>
          <w:p w:rsidR="006650AD" w:rsidRPr="00B87C9F" w:rsidRDefault="006650AD" w:rsidP="00B87C9F">
            <w:pPr>
              <w:pStyle w:val="TableParagraph"/>
              <w:spacing w:line="209" w:lineRule="exact"/>
              <w:rPr>
                <w:sz w:val="20"/>
              </w:rPr>
            </w:pPr>
            <w:r w:rsidRPr="00B87C9F">
              <w:rPr>
                <w:sz w:val="20"/>
              </w:rPr>
              <w:t>биологии,</w:t>
            </w:r>
            <w:r w:rsidRPr="00B87C9F">
              <w:rPr>
                <w:spacing w:val="69"/>
                <w:sz w:val="20"/>
              </w:rPr>
              <w:t xml:space="preserve"> </w:t>
            </w:r>
            <w:r w:rsidRPr="00B87C9F">
              <w:rPr>
                <w:sz w:val="20"/>
              </w:rPr>
              <w:t xml:space="preserve">физике, химии,  </w:t>
            </w:r>
            <w:r w:rsidRPr="00B87C9F">
              <w:rPr>
                <w:spacing w:val="17"/>
                <w:sz w:val="20"/>
              </w:rPr>
              <w:t xml:space="preserve"> </w:t>
            </w:r>
            <w:r w:rsidRPr="00B87C9F">
              <w:rPr>
                <w:sz w:val="20"/>
              </w:rPr>
              <w:t>устаревшая</w:t>
            </w:r>
          </w:p>
          <w:p w:rsidR="006650AD" w:rsidRPr="00B87C9F" w:rsidRDefault="006650AD" w:rsidP="00B87C9F">
            <w:pPr>
              <w:pStyle w:val="TableParagraph"/>
              <w:spacing w:line="209" w:lineRule="exact"/>
              <w:rPr>
                <w:sz w:val="20"/>
              </w:rPr>
            </w:pPr>
            <w:r w:rsidRPr="00B87C9F">
              <w:rPr>
                <w:sz w:val="20"/>
              </w:rPr>
              <w:t>материальная</w:t>
            </w:r>
            <w:r w:rsidRPr="00B87C9F">
              <w:rPr>
                <w:spacing w:val="4"/>
                <w:sz w:val="20"/>
              </w:rPr>
              <w:t xml:space="preserve"> </w:t>
            </w:r>
            <w:r w:rsidRPr="00B87C9F">
              <w:rPr>
                <w:sz w:val="20"/>
              </w:rPr>
              <w:t>база</w:t>
            </w:r>
            <w:r w:rsidRPr="00B87C9F">
              <w:rPr>
                <w:spacing w:val="8"/>
                <w:sz w:val="20"/>
              </w:rPr>
              <w:t xml:space="preserve"> </w:t>
            </w:r>
            <w:r w:rsidRPr="00B87C9F">
              <w:rPr>
                <w:sz w:val="20"/>
              </w:rPr>
              <w:t>школьных</w:t>
            </w:r>
            <w:r w:rsidRPr="00B87C9F">
              <w:rPr>
                <w:spacing w:val="4"/>
                <w:sz w:val="20"/>
              </w:rPr>
              <w:t xml:space="preserve"> </w:t>
            </w:r>
            <w:r w:rsidRPr="00B87C9F">
              <w:rPr>
                <w:sz w:val="20"/>
              </w:rPr>
              <w:t>мастерских,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477"/>
                <w:tab w:val="left" w:pos="2573"/>
              </w:tabs>
              <w:spacing w:line="210" w:lineRule="exact"/>
              <w:rPr>
                <w:sz w:val="20"/>
              </w:rPr>
            </w:pPr>
            <w:r w:rsidRPr="00B87C9F">
              <w:rPr>
                <w:sz w:val="20"/>
              </w:rPr>
              <w:t>кабинета</w:t>
            </w:r>
            <w:r w:rsidRPr="00B87C9F">
              <w:rPr>
                <w:sz w:val="20"/>
              </w:rPr>
              <w:tab/>
              <w:t>основ</w:t>
            </w:r>
            <w:r w:rsidRPr="00B87C9F">
              <w:rPr>
                <w:sz w:val="20"/>
              </w:rPr>
              <w:tab/>
              <w:t>безопасности</w:t>
            </w:r>
          </w:p>
          <w:p w:rsidR="006650AD" w:rsidRPr="00B87C9F" w:rsidRDefault="006650AD" w:rsidP="00B87C9F">
            <w:pPr>
              <w:pStyle w:val="TableParagraph"/>
              <w:tabs>
                <w:tab w:val="left" w:pos="2789"/>
              </w:tabs>
              <w:spacing w:line="210" w:lineRule="exact"/>
              <w:rPr>
                <w:sz w:val="20"/>
              </w:rPr>
            </w:pPr>
            <w:r w:rsidRPr="00B87C9F">
              <w:rPr>
                <w:sz w:val="20"/>
              </w:rPr>
              <w:t>жизнедеятельности.</w:t>
            </w:r>
            <w:r w:rsidRPr="00B87C9F">
              <w:rPr>
                <w:sz w:val="20"/>
              </w:rPr>
              <w:tab/>
            </w:r>
          </w:p>
          <w:p w:rsidR="006650AD" w:rsidRPr="00B87C9F" w:rsidRDefault="006650AD" w:rsidP="00B87C9F">
            <w:pPr>
              <w:pStyle w:val="TableParagraph"/>
              <w:spacing w:line="210" w:lineRule="exact"/>
              <w:rPr>
                <w:sz w:val="20"/>
              </w:rPr>
            </w:pPr>
            <w:r w:rsidRPr="00B87C9F">
              <w:rPr>
                <w:sz w:val="20"/>
              </w:rPr>
              <w:t>Влияние</w:t>
            </w:r>
            <w:r w:rsidRPr="00B87C9F">
              <w:rPr>
                <w:spacing w:val="65"/>
                <w:sz w:val="20"/>
              </w:rPr>
              <w:t xml:space="preserve"> </w:t>
            </w:r>
            <w:r w:rsidRPr="00B87C9F">
              <w:rPr>
                <w:sz w:val="20"/>
              </w:rPr>
              <w:t xml:space="preserve">риска: школа  </w:t>
            </w:r>
            <w:r w:rsidRPr="00B87C9F">
              <w:rPr>
                <w:spacing w:val="14"/>
                <w:sz w:val="20"/>
              </w:rPr>
              <w:t xml:space="preserve"> </w:t>
            </w:r>
            <w:r w:rsidRPr="00B87C9F">
              <w:rPr>
                <w:sz w:val="20"/>
              </w:rPr>
              <w:t xml:space="preserve">с  </w:t>
            </w:r>
            <w:r w:rsidRPr="00B87C9F">
              <w:rPr>
                <w:spacing w:val="15"/>
                <w:sz w:val="20"/>
              </w:rPr>
              <w:t xml:space="preserve"> </w:t>
            </w:r>
            <w:r w:rsidRPr="00B87C9F">
              <w:rPr>
                <w:sz w:val="20"/>
              </w:rPr>
              <w:t>ресурсными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447"/>
                <w:tab w:val="left" w:pos="1934"/>
                <w:tab w:val="left" w:pos="2591"/>
              </w:tabs>
              <w:spacing w:line="210" w:lineRule="exact"/>
              <w:rPr>
                <w:sz w:val="20"/>
              </w:rPr>
            </w:pPr>
            <w:r w:rsidRPr="00B87C9F">
              <w:rPr>
                <w:sz w:val="20"/>
              </w:rPr>
              <w:t>дефицитами</w:t>
            </w:r>
            <w:r w:rsidRPr="00B87C9F">
              <w:rPr>
                <w:sz w:val="20"/>
              </w:rPr>
              <w:tab/>
              <w:t>не</w:t>
            </w:r>
            <w:r w:rsidRPr="00B87C9F">
              <w:rPr>
                <w:sz w:val="20"/>
              </w:rPr>
              <w:tab/>
              <w:t>дает</w:t>
            </w:r>
            <w:r w:rsidRPr="00B87C9F">
              <w:rPr>
                <w:sz w:val="20"/>
              </w:rPr>
              <w:tab/>
              <w:t>возможности</w:t>
            </w:r>
          </w:p>
          <w:p w:rsidR="006650AD" w:rsidRPr="00B87C9F" w:rsidRDefault="006650AD" w:rsidP="00B87C9F">
            <w:pPr>
              <w:pStyle w:val="TableParagraph"/>
              <w:tabs>
                <w:tab w:val="left" w:pos="2583"/>
              </w:tabs>
              <w:spacing w:line="210" w:lineRule="exact"/>
              <w:rPr>
                <w:sz w:val="20"/>
              </w:rPr>
            </w:pPr>
            <w:r w:rsidRPr="00B87C9F">
              <w:rPr>
                <w:sz w:val="20"/>
              </w:rPr>
              <w:t>применения</w:t>
            </w:r>
            <w:r w:rsidRPr="00B87C9F">
              <w:rPr>
                <w:sz w:val="20"/>
              </w:rPr>
              <w:tab/>
              <w:t>современных</w:t>
            </w:r>
          </w:p>
          <w:p w:rsidR="006650AD" w:rsidRPr="00B87C9F" w:rsidRDefault="006650AD" w:rsidP="00B87C9F">
            <w:pPr>
              <w:pStyle w:val="TableParagraph"/>
              <w:spacing w:line="209" w:lineRule="exact"/>
              <w:rPr>
                <w:sz w:val="20"/>
              </w:rPr>
            </w:pPr>
            <w:r w:rsidRPr="00B87C9F">
              <w:rPr>
                <w:sz w:val="20"/>
              </w:rPr>
              <w:t>образовательных</w:t>
            </w:r>
            <w:r w:rsidRPr="00B87C9F">
              <w:rPr>
                <w:spacing w:val="-4"/>
                <w:sz w:val="20"/>
              </w:rPr>
              <w:t xml:space="preserve"> </w:t>
            </w:r>
            <w:r w:rsidRPr="00B87C9F">
              <w:rPr>
                <w:sz w:val="20"/>
              </w:rPr>
              <w:t>технологий</w:t>
            </w:r>
            <w:r w:rsidRPr="00B87C9F">
              <w:rPr>
                <w:spacing w:val="-6"/>
                <w:sz w:val="20"/>
              </w:rPr>
              <w:t xml:space="preserve"> </w:t>
            </w:r>
            <w:r w:rsidRPr="00B87C9F">
              <w:rPr>
                <w:sz w:val="20"/>
              </w:rPr>
              <w:t>на</w:t>
            </w:r>
            <w:r w:rsidRPr="00B87C9F">
              <w:rPr>
                <w:spacing w:val="-2"/>
                <w:sz w:val="20"/>
              </w:rPr>
              <w:t xml:space="preserve"> </w:t>
            </w:r>
            <w:r w:rsidRPr="00B87C9F">
              <w:rPr>
                <w:sz w:val="20"/>
              </w:rPr>
              <w:t>практике,</w:t>
            </w:r>
          </w:p>
          <w:p w:rsidR="006650AD" w:rsidRPr="00B87C9F" w:rsidRDefault="006650AD" w:rsidP="00B87C9F">
            <w:pPr>
              <w:pStyle w:val="TableParagraph"/>
              <w:spacing w:line="209" w:lineRule="exact"/>
              <w:rPr>
                <w:sz w:val="20"/>
              </w:rPr>
            </w:pPr>
            <w:r w:rsidRPr="00B87C9F">
              <w:rPr>
                <w:sz w:val="20"/>
              </w:rPr>
              <w:t>влияющих</w:t>
            </w:r>
            <w:r w:rsidRPr="00B87C9F">
              <w:rPr>
                <w:spacing w:val="14"/>
                <w:sz w:val="20"/>
              </w:rPr>
              <w:t xml:space="preserve"> </w:t>
            </w:r>
            <w:r w:rsidRPr="00B87C9F">
              <w:rPr>
                <w:sz w:val="20"/>
              </w:rPr>
              <w:t>на</w:t>
            </w:r>
            <w:r w:rsidRPr="00B87C9F">
              <w:rPr>
                <w:spacing w:val="19"/>
                <w:sz w:val="20"/>
              </w:rPr>
              <w:t xml:space="preserve"> </w:t>
            </w:r>
            <w:r w:rsidRPr="00B87C9F">
              <w:rPr>
                <w:sz w:val="20"/>
              </w:rPr>
              <w:t>прогресс</w:t>
            </w:r>
            <w:r w:rsidRPr="00B87C9F">
              <w:rPr>
                <w:spacing w:val="15"/>
                <w:sz w:val="20"/>
              </w:rPr>
              <w:t xml:space="preserve"> </w:t>
            </w:r>
            <w:r w:rsidRPr="00B87C9F">
              <w:rPr>
                <w:sz w:val="20"/>
              </w:rPr>
              <w:t>развития</w:t>
            </w:r>
            <w:r w:rsidRPr="00B87C9F">
              <w:rPr>
                <w:spacing w:val="17"/>
                <w:sz w:val="20"/>
              </w:rPr>
              <w:t xml:space="preserve"> </w:t>
            </w:r>
            <w:r w:rsidRPr="00B87C9F">
              <w:rPr>
                <w:sz w:val="20"/>
              </w:rPr>
              <w:t>ребенка,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235"/>
                <w:tab w:val="left" w:pos="2396"/>
                <w:tab w:val="left" w:pos="3015"/>
              </w:tabs>
              <w:spacing w:line="210" w:lineRule="exact"/>
              <w:rPr>
                <w:sz w:val="20"/>
              </w:rPr>
            </w:pPr>
            <w:r w:rsidRPr="00B87C9F">
              <w:rPr>
                <w:sz w:val="20"/>
              </w:rPr>
              <w:t>качество</w:t>
            </w:r>
            <w:r w:rsidRPr="00B87C9F">
              <w:rPr>
                <w:sz w:val="20"/>
              </w:rPr>
              <w:tab/>
              <w:t>освоения</w:t>
            </w:r>
            <w:r w:rsidRPr="00B87C9F">
              <w:rPr>
                <w:sz w:val="20"/>
              </w:rPr>
              <w:tab/>
              <w:t>им</w:t>
            </w:r>
            <w:r w:rsidRPr="00B87C9F">
              <w:rPr>
                <w:sz w:val="20"/>
              </w:rPr>
              <w:tab/>
              <w:t>учебной</w:t>
            </w:r>
          </w:p>
          <w:p w:rsidR="006650AD" w:rsidRPr="00B87C9F" w:rsidRDefault="006650AD" w:rsidP="00B87C9F">
            <w:pPr>
              <w:pStyle w:val="TableParagraph"/>
              <w:spacing w:line="213" w:lineRule="exact"/>
              <w:rPr>
                <w:sz w:val="20"/>
              </w:rPr>
            </w:pPr>
            <w:r w:rsidRPr="00B87C9F">
              <w:rPr>
                <w:sz w:val="20"/>
              </w:rPr>
              <w:t>программы.</w:t>
            </w:r>
          </w:p>
        </w:tc>
        <w:tc>
          <w:tcPr>
            <w:tcW w:w="3935" w:type="dxa"/>
          </w:tcPr>
          <w:p w:rsidR="006650AD" w:rsidRPr="00B87C9F" w:rsidRDefault="006650AD" w:rsidP="00B87C9F">
            <w:pPr>
              <w:pStyle w:val="TableParagraph"/>
              <w:tabs>
                <w:tab w:val="left" w:pos="1084"/>
                <w:tab w:val="left" w:pos="2076"/>
                <w:tab w:val="left" w:pos="3717"/>
              </w:tabs>
              <w:spacing w:line="208" w:lineRule="exact"/>
              <w:ind w:left="105"/>
              <w:rPr>
                <w:sz w:val="20"/>
              </w:rPr>
            </w:pPr>
            <w:r w:rsidRPr="00B87C9F">
              <w:rPr>
                <w:sz w:val="20"/>
              </w:rPr>
              <w:t>Сильные</w:t>
            </w:r>
            <w:r w:rsidRPr="00B87C9F">
              <w:rPr>
                <w:sz w:val="20"/>
              </w:rPr>
              <w:tab/>
              <w:t>стороны:</w:t>
            </w:r>
            <w:r w:rsidRPr="00B87C9F">
              <w:rPr>
                <w:sz w:val="20"/>
              </w:rPr>
              <w:tab/>
              <w:t>Инфраструктура</w:t>
            </w:r>
            <w:r w:rsidRPr="00B87C9F">
              <w:rPr>
                <w:sz w:val="20"/>
              </w:rPr>
              <w:tab/>
              <w:t>и</w:t>
            </w:r>
          </w:p>
          <w:p w:rsidR="006650AD" w:rsidRPr="00B87C9F" w:rsidRDefault="006650AD" w:rsidP="00B87C9F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 w:rsidRPr="00B87C9F">
              <w:rPr>
                <w:sz w:val="20"/>
              </w:rPr>
              <w:t>организация</w:t>
            </w:r>
            <w:r w:rsidRPr="00B87C9F">
              <w:rPr>
                <w:spacing w:val="83"/>
                <w:sz w:val="20"/>
              </w:rPr>
              <w:t xml:space="preserve"> </w:t>
            </w:r>
            <w:r w:rsidRPr="00B87C9F">
              <w:rPr>
                <w:sz w:val="20"/>
              </w:rPr>
              <w:t xml:space="preserve">образовательного  </w:t>
            </w:r>
            <w:r w:rsidRPr="00B87C9F">
              <w:rPr>
                <w:spacing w:val="32"/>
                <w:sz w:val="20"/>
              </w:rPr>
              <w:t xml:space="preserve"> </w:t>
            </w:r>
            <w:r w:rsidRPr="00B87C9F">
              <w:rPr>
                <w:sz w:val="20"/>
              </w:rPr>
              <w:t>процесса</w:t>
            </w:r>
          </w:p>
          <w:p w:rsidR="006650AD" w:rsidRPr="00B87C9F" w:rsidRDefault="006650AD" w:rsidP="00B87C9F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 w:rsidRPr="00B87C9F">
              <w:rPr>
                <w:sz w:val="20"/>
              </w:rPr>
              <w:t>школы</w:t>
            </w:r>
            <w:r w:rsidRPr="00B87C9F">
              <w:rPr>
                <w:spacing w:val="5"/>
                <w:sz w:val="20"/>
              </w:rPr>
              <w:t xml:space="preserve"> </w:t>
            </w:r>
            <w:r w:rsidRPr="00B87C9F">
              <w:rPr>
                <w:sz w:val="20"/>
              </w:rPr>
              <w:t>соответствует</w:t>
            </w:r>
            <w:r w:rsidRPr="00B87C9F">
              <w:rPr>
                <w:spacing w:val="4"/>
                <w:sz w:val="20"/>
              </w:rPr>
              <w:t xml:space="preserve"> </w:t>
            </w:r>
            <w:r w:rsidRPr="00B87C9F">
              <w:rPr>
                <w:sz w:val="20"/>
              </w:rPr>
              <w:t>требованиям</w:t>
            </w:r>
            <w:r w:rsidRPr="00B87C9F">
              <w:rPr>
                <w:spacing w:val="4"/>
                <w:sz w:val="20"/>
              </w:rPr>
              <w:t xml:space="preserve"> </w:t>
            </w:r>
            <w:r w:rsidRPr="00B87C9F">
              <w:rPr>
                <w:sz w:val="20"/>
              </w:rPr>
              <w:t>ФЗ-273,</w:t>
            </w:r>
          </w:p>
          <w:p w:rsidR="006650AD" w:rsidRPr="00B87C9F" w:rsidRDefault="006650AD" w:rsidP="00B87C9F">
            <w:pPr>
              <w:pStyle w:val="TableParagraph"/>
              <w:spacing w:line="209" w:lineRule="exact"/>
              <w:ind w:left="105"/>
              <w:rPr>
                <w:sz w:val="20"/>
              </w:rPr>
            </w:pPr>
            <w:r w:rsidRPr="00B87C9F">
              <w:rPr>
                <w:sz w:val="20"/>
              </w:rPr>
              <w:t>СанПиН</w:t>
            </w:r>
            <w:r w:rsidRPr="00B87C9F">
              <w:rPr>
                <w:spacing w:val="7"/>
                <w:sz w:val="20"/>
              </w:rPr>
              <w:t xml:space="preserve"> </w:t>
            </w:r>
            <w:r w:rsidRPr="00B87C9F">
              <w:rPr>
                <w:sz w:val="20"/>
              </w:rPr>
              <w:t>и</w:t>
            </w:r>
            <w:r w:rsidRPr="00B87C9F">
              <w:rPr>
                <w:spacing w:val="6"/>
                <w:sz w:val="20"/>
              </w:rPr>
              <w:t xml:space="preserve"> </w:t>
            </w:r>
            <w:r w:rsidRPr="00B87C9F">
              <w:rPr>
                <w:sz w:val="20"/>
              </w:rPr>
              <w:t>другим</w:t>
            </w:r>
            <w:r w:rsidRPr="00B87C9F">
              <w:rPr>
                <w:spacing w:val="11"/>
                <w:sz w:val="20"/>
              </w:rPr>
              <w:t xml:space="preserve"> </w:t>
            </w:r>
            <w:r w:rsidRPr="00B87C9F">
              <w:rPr>
                <w:sz w:val="20"/>
              </w:rPr>
              <w:t>нормативным</w:t>
            </w:r>
            <w:r w:rsidRPr="00B87C9F">
              <w:rPr>
                <w:spacing w:val="8"/>
                <w:sz w:val="20"/>
              </w:rPr>
              <w:t xml:space="preserve"> </w:t>
            </w:r>
            <w:r w:rsidRPr="00B87C9F">
              <w:rPr>
                <w:sz w:val="20"/>
              </w:rPr>
              <w:t>правовым</w:t>
            </w:r>
          </w:p>
          <w:p w:rsidR="006650AD" w:rsidRPr="00B87C9F" w:rsidRDefault="006650AD" w:rsidP="00B87C9F">
            <w:pPr>
              <w:pStyle w:val="TableParagraph"/>
              <w:spacing w:line="209" w:lineRule="exact"/>
              <w:ind w:left="105"/>
              <w:rPr>
                <w:sz w:val="20"/>
              </w:rPr>
            </w:pPr>
            <w:r w:rsidRPr="00B87C9F">
              <w:rPr>
                <w:sz w:val="20"/>
              </w:rPr>
              <w:t>актам,</w:t>
            </w:r>
            <w:r w:rsidRPr="00B87C9F">
              <w:rPr>
                <w:spacing w:val="69"/>
                <w:sz w:val="20"/>
              </w:rPr>
              <w:t xml:space="preserve"> </w:t>
            </w:r>
            <w:r w:rsidRPr="00B87C9F">
              <w:rPr>
                <w:sz w:val="20"/>
              </w:rPr>
              <w:t xml:space="preserve">регламентирующим  </w:t>
            </w:r>
            <w:r w:rsidRPr="00B87C9F">
              <w:rPr>
                <w:spacing w:val="19"/>
                <w:sz w:val="20"/>
              </w:rPr>
              <w:t xml:space="preserve"> </w:t>
            </w:r>
            <w:r w:rsidRPr="00B87C9F">
              <w:rPr>
                <w:sz w:val="20"/>
              </w:rPr>
              <w:t>организацию</w:t>
            </w:r>
          </w:p>
          <w:p w:rsidR="006650AD" w:rsidRPr="00B87C9F" w:rsidRDefault="006650AD" w:rsidP="00B87C9F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 w:rsidRPr="00B87C9F">
              <w:rPr>
                <w:sz w:val="20"/>
              </w:rPr>
              <w:t>образовательного</w:t>
            </w:r>
            <w:r w:rsidRPr="00B87C9F">
              <w:rPr>
                <w:spacing w:val="18"/>
                <w:sz w:val="20"/>
              </w:rPr>
              <w:t xml:space="preserve"> </w:t>
            </w:r>
            <w:r w:rsidRPr="00B87C9F">
              <w:rPr>
                <w:sz w:val="20"/>
              </w:rPr>
              <w:t>процесса.</w:t>
            </w:r>
            <w:r w:rsidRPr="00B87C9F">
              <w:rPr>
                <w:spacing w:val="65"/>
                <w:sz w:val="20"/>
              </w:rPr>
              <w:t xml:space="preserve"> </w:t>
            </w:r>
          </w:p>
          <w:p w:rsidR="006650AD" w:rsidRPr="00B87C9F" w:rsidRDefault="006650AD" w:rsidP="00B87C9F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 w:rsidRPr="00B87C9F">
              <w:rPr>
                <w:sz w:val="20"/>
              </w:rPr>
              <w:t>Влияние</w:t>
            </w:r>
            <w:r w:rsidRPr="00B87C9F">
              <w:rPr>
                <w:spacing w:val="20"/>
                <w:sz w:val="20"/>
              </w:rPr>
              <w:t xml:space="preserve"> </w:t>
            </w:r>
            <w:r w:rsidRPr="00B87C9F">
              <w:rPr>
                <w:sz w:val="20"/>
              </w:rPr>
              <w:t>на</w:t>
            </w:r>
            <w:r w:rsidRPr="00B87C9F">
              <w:rPr>
                <w:spacing w:val="67"/>
                <w:sz w:val="20"/>
              </w:rPr>
              <w:t xml:space="preserve"> </w:t>
            </w:r>
            <w:r w:rsidRPr="00B87C9F">
              <w:rPr>
                <w:sz w:val="20"/>
              </w:rPr>
              <w:t>снижение</w:t>
            </w:r>
            <w:r w:rsidRPr="00B87C9F">
              <w:rPr>
                <w:spacing w:val="67"/>
                <w:sz w:val="20"/>
              </w:rPr>
              <w:t xml:space="preserve"> </w:t>
            </w:r>
            <w:r w:rsidRPr="00B87C9F">
              <w:rPr>
                <w:sz w:val="20"/>
              </w:rPr>
              <w:t>риска:</w:t>
            </w:r>
            <w:r w:rsidRPr="00B87C9F">
              <w:rPr>
                <w:spacing w:val="70"/>
                <w:sz w:val="20"/>
              </w:rPr>
              <w:t xml:space="preserve"> </w:t>
            </w:r>
            <w:r w:rsidRPr="00B87C9F">
              <w:rPr>
                <w:sz w:val="20"/>
              </w:rPr>
              <w:t>оснащение</w:t>
            </w:r>
          </w:p>
          <w:p w:rsidR="006650AD" w:rsidRPr="00B87C9F" w:rsidRDefault="006650AD" w:rsidP="00B87C9F">
            <w:pPr>
              <w:pStyle w:val="TableParagraph"/>
              <w:tabs>
                <w:tab w:val="left" w:pos="986"/>
                <w:tab w:val="left" w:pos="2554"/>
              </w:tabs>
              <w:spacing w:line="211" w:lineRule="exact"/>
              <w:ind w:left="105"/>
              <w:rPr>
                <w:sz w:val="20"/>
              </w:rPr>
            </w:pPr>
            <w:r w:rsidRPr="00B87C9F">
              <w:rPr>
                <w:sz w:val="20"/>
              </w:rPr>
              <w:t>школы</w:t>
            </w:r>
            <w:r w:rsidRPr="00B87C9F">
              <w:rPr>
                <w:sz w:val="20"/>
              </w:rPr>
              <w:tab/>
              <w:t>современными</w:t>
            </w:r>
            <w:r w:rsidRPr="00B87C9F">
              <w:rPr>
                <w:sz w:val="20"/>
              </w:rPr>
              <w:tab/>
              <w:t>компьютерами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390"/>
                <w:tab w:val="left" w:pos="2122"/>
                <w:tab w:val="left" w:pos="3059"/>
              </w:tabs>
              <w:spacing w:line="209" w:lineRule="exact"/>
              <w:ind w:left="105"/>
              <w:rPr>
                <w:sz w:val="20"/>
              </w:rPr>
            </w:pPr>
            <w:r w:rsidRPr="00B87C9F">
              <w:rPr>
                <w:sz w:val="20"/>
              </w:rPr>
              <w:t>позволит</w:t>
            </w:r>
            <w:r w:rsidRPr="00B87C9F">
              <w:rPr>
                <w:sz w:val="20"/>
              </w:rPr>
              <w:tab/>
              <w:t>более</w:t>
            </w:r>
            <w:r w:rsidRPr="00B87C9F">
              <w:rPr>
                <w:sz w:val="20"/>
              </w:rPr>
              <w:tab/>
              <w:t>активно</w:t>
            </w:r>
            <w:r w:rsidRPr="00B87C9F">
              <w:rPr>
                <w:sz w:val="20"/>
              </w:rPr>
              <w:tab/>
              <w:t>внедрять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815"/>
                <w:tab w:val="left" w:pos="2121"/>
              </w:tabs>
              <w:spacing w:line="209" w:lineRule="exact"/>
              <w:ind w:left="105"/>
              <w:rPr>
                <w:sz w:val="20"/>
              </w:rPr>
            </w:pPr>
            <w:r w:rsidRPr="00B87C9F">
              <w:rPr>
                <w:sz w:val="20"/>
              </w:rPr>
              <w:t>информационные</w:t>
            </w:r>
            <w:r w:rsidRPr="00B87C9F">
              <w:rPr>
                <w:sz w:val="20"/>
              </w:rPr>
              <w:tab/>
              <w:t>и</w:t>
            </w:r>
            <w:r w:rsidRPr="00B87C9F">
              <w:rPr>
                <w:sz w:val="20"/>
              </w:rPr>
              <w:tab/>
              <w:t>коммуникационные</w:t>
            </w:r>
          </w:p>
          <w:p w:rsidR="006650AD" w:rsidRPr="00B87C9F" w:rsidRDefault="006650AD" w:rsidP="00B87C9F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 w:rsidRPr="00B87C9F">
              <w:rPr>
                <w:sz w:val="20"/>
              </w:rPr>
              <w:t>технологии</w:t>
            </w:r>
            <w:r w:rsidRPr="00B87C9F">
              <w:rPr>
                <w:spacing w:val="46"/>
                <w:sz w:val="20"/>
              </w:rPr>
              <w:t xml:space="preserve"> </w:t>
            </w:r>
            <w:r w:rsidRPr="00B87C9F">
              <w:rPr>
                <w:sz w:val="20"/>
              </w:rPr>
              <w:t>в</w:t>
            </w:r>
            <w:r w:rsidRPr="00B87C9F">
              <w:rPr>
                <w:spacing w:val="93"/>
                <w:sz w:val="20"/>
              </w:rPr>
              <w:t xml:space="preserve"> </w:t>
            </w:r>
            <w:r w:rsidRPr="00B87C9F">
              <w:rPr>
                <w:sz w:val="20"/>
              </w:rPr>
              <w:t>образовательный</w:t>
            </w:r>
            <w:r w:rsidRPr="00B87C9F">
              <w:rPr>
                <w:spacing w:val="95"/>
                <w:sz w:val="20"/>
              </w:rPr>
              <w:t xml:space="preserve"> </w:t>
            </w:r>
            <w:r w:rsidRPr="00B87C9F">
              <w:rPr>
                <w:sz w:val="20"/>
              </w:rPr>
              <w:t>процесс,</w:t>
            </w:r>
          </w:p>
          <w:p w:rsidR="006650AD" w:rsidRPr="00B87C9F" w:rsidRDefault="006650AD" w:rsidP="00B87C9F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 w:rsidRPr="00B87C9F">
              <w:rPr>
                <w:sz w:val="20"/>
              </w:rPr>
              <w:t>улучшит</w:t>
            </w:r>
            <w:r w:rsidRPr="00B87C9F">
              <w:rPr>
                <w:spacing w:val="6"/>
                <w:sz w:val="20"/>
              </w:rPr>
              <w:t xml:space="preserve"> </w:t>
            </w:r>
            <w:r w:rsidRPr="00B87C9F">
              <w:rPr>
                <w:sz w:val="20"/>
              </w:rPr>
              <w:t>качество</w:t>
            </w:r>
            <w:r w:rsidRPr="00B87C9F">
              <w:rPr>
                <w:spacing w:val="7"/>
                <w:sz w:val="20"/>
              </w:rPr>
              <w:t xml:space="preserve"> </w:t>
            </w:r>
            <w:r w:rsidRPr="00B87C9F">
              <w:rPr>
                <w:sz w:val="20"/>
              </w:rPr>
              <w:t>подготовки</w:t>
            </w:r>
            <w:r w:rsidRPr="00B87C9F">
              <w:rPr>
                <w:spacing w:val="4"/>
                <w:sz w:val="20"/>
              </w:rPr>
              <w:t xml:space="preserve"> </w:t>
            </w:r>
            <w:r w:rsidRPr="00B87C9F">
              <w:rPr>
                <w:sz w:val="20"/>
              </w:rPr>
              <w:t>к</w:t>
            </w:r>
            <w:r w:rsidRPr="00B87C9F">
              <w:rPr>
                <w:spacing w:val="3"/>
                <w:sz w:val="20"/>
              </w:rPr>
              <w:t xml:space="preserve"> </w:t>
            </w:r>
            <w:r w:rsidRPr="00B87C9F">
              <w:rPr>
                <w:sz w:val="20"/>
              </w:rPr>
              <w:t>ОГЭ,</w:t>
            </w:r>
          </w:p>
          <w:p w:rsidR="006650AD" w:rsidRPr="00B87C9F" w:rsidRDefault="006650AD" w:rsidP="00B87C9F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 w:rsidRPr="00B87C9F">
              <w:rPr>
                <w:sz w:val="20"/>
              </w:rPr>
              <w:t>повысит</w:t>
            </w:r>
            <w:r w:rsidRPr="00B87C9F">
              <w:rPr>
                <w:spacing w:val="-1"/>
                <w:sz w:val="20"/>
              </w:rPr>
              <w:t xml:space="preserve"> </w:t>
            </w:r>
            <w:r w:rsidRPr="00B87C9F">
              <w:rPr>
                <w:sz w:val="20"/>
              </w:rPr>
              <w:t>интерес</w:t>
            </w:r>
            <w:r w:rsidRPr="00B87C9F">
              <w:rPr>
                <w:spacing w:val="-1"/>
                <w:sz w:val="20"/>
              </w:rPr>
              <w:t xml:space="preserve"> </w:t>
            </w:r>
            <w:r w:rsidRPr="00B87C9F">
              <w:rPr>
                <w:sz w:val="20"/>
              </w:rPr>
              <w:t>обучающихся</w:t>
            </w:r>
            <w:r w:rsidRPr="00B87C9F">
              <w:rPr>
                <w:spacing w:val="2"/>
                <w:sz w:val="20"/>
              </w:rPr>
              <w:t xml:space="preserve"> </w:t>
            </w:r>
            <w:r w:rsidRPr="00B87C9F">
              <w:rPr>
                <w:sz w:val="20"/>
              </w:rPr>
              <w:t>к изучению</w:t>
            </w:r>
          </w:p>
          <w:p w:rsidR="006650AD" w:rsidRPr="00B87C9F" w:rsidRDefault="006650AD" w:rsidP="00B87C9F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 w:rsidRPr="00B87C9F">
              <w:rPr>
                <w:sz w:val="20"/>
              </w:rPr>
              <w:t>учебных</w:t>
            </w:r>
            <w:r w:rsidRPr="00B87C9F">
              <w:rPr>
                <w:spacing w:val="-5"/>
                <w:sz w:val="20"/>
              </w:rPr>
              <w:t xml:space="preserve"> </w:t>
            </w:r>
            <w:r w:rsidRPr="00B87C9F">
              <w:rPr>
                <w:sz w:val="20"/>
              </w:rPr>
              <w:t>дисциплин.</w:t>
            </w:r>
          </w:p>
        </w:tc>
      </w:tr>
    </w:tbl>
    <w:p w:rsidR="006650AD" w:rsidRDefault="006650AD">
      <w:pPr>
        <w:pStyle w:val="BodyText"/>
        <w:spacing w:before="9"/>
        <w:ind w:left="0"/>
        <w:jc w:val="left"/>
        <w:rPr>
          <w:sz w:val="15"/>
        </w:rPr>
      </w:pPr>
    </w:p>
    <w:p w:rsidR="006650AD" w:rsidRDefault="006650AD">
      <w:pPr>
        <w:pStyle w:val="BodyText"/>
        <w:spacing w:before="9"/>
        <w:ind w:left="0"/>
        <w:jc w:val="left"/>
        <w:rPr>
          <w:sz w:val="15"/>
        </w:rPr>
      </w:pPr>
    </w:p>
    <w:p w:rsidR="006650AD" w:rsidRDefault="006650AD">
      <w:pPr>
        <w:pStyle w:val="BodyText"/>
        <w:spacing w:before="9"/>
        <w:ind w:left="0"/>
        <w:jc w:val="left"/>
        <w:rPr>
          <w:sz w:val="15"/>
        </w:rPr>
      </w:pPr>
    </w:p>
    <w:p w:rsidR="006650AD" w:rsidRDefault="006650AD">
      <w:pPr>
        <w:pStyle w:val="BodyText"/>
        <w:spacing w:before="9"/>
        <w:ind w:left="0"/>
        <w:jc w:val="left"/>
        <w:rPr>
          <w:sz w:val="15"/>
        </w:rPr>
      </w:pPr>
    </w:p>
    <w:p w:rsidR="006650AD" w:rsidRDefault="006650AD">
      <w:pPr>
        <w:pStyle w:val="BodyText"/>
        <w:spacing w:before="9"/>
        <w:ind w:left="0"/>
        <w:jc w:val="left"/>
        <w:rPr>
          <w:sz w:val="15"/>
        </w:rPr>
      </w:pPr>
    </w:p>
    <w:p w:rsidR="006650AD" w:rsidRDefault="006650AD">
      <w:pPr>
        <w:pStyle w:val="Heading2"/>
        <w:numPr>
          <w:ilvl w:val="1"/>
          <w:numId w:val="25"/>
        </w:numPr>
        <w:tabs>
          <w:tab w:val="left" w:pos="2018"/>
        </w:tabs>
        <w:spacing w:before="90"/>
        <w:ind w:left="2018" w:hanging="768"/>
      </w:pPr>
      <w:bookmarkStart w:id="7" w:name="_TOC_250009"/>
      <w:r>
        <w:t>SWOT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потенциала</w:t>
      </w:r>
      <w:r>
        <w:rPr>
          <w:spacing w:val="-2"/>
        </w:rPr>
        <w:t xml:space="preserve"> </w:t>
      </w:r>
      <w:bookmarkEnd w:id="7"/>
      <w:r>
        <w:t>развития</w:t>
      </w:r>
    </w:p>
    <w:p w:rsidR="006650AD" w:rsidRDefault="006650AD">
      <w:pPr>
        <w:pStyle w:val="BodyText"/>
        <w:spacing w:before="3"/>
        <w:ind w:left="0"/>
        <w:jc w:val="left"/>
        <w:rPr>
          <w:b/>
        </w:rPr>
      </w:pPr>
    </w:p>
    <w:tbl>
      <w:tblPr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787"/>
        <w:gridCol w:w="4787"/>
      </w:tblGrid>
      <w:tr w:rsidR="006650AD" w:rsidTr="00B87C9F">
        <w:trPr>
          <w:trHeight w:val="828"/>
        </w:trPr>
        <w:tc>
          <w:tcPr>
            <w:tcW w:w="4787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293"/>
              <w:rPr>
                <w:sz w:val="24"/>
              </w:rPr>
            </w:pPr>
            <w:r w:rsidRPr="00B87C9F">
              <w:rPr>
                <w:sz w:val="24"/>
              </w:rPr>
              <w:t>S</w:t>
            </w:r>
            <w:r w:rsidRPr="00B87C9F">
              <w:rPr>
                <w:spacing w:val="58"/>
                <w:sz w:val="24"/>
              </w:rPr>
              <w:t xml:space="preserve"> </w:t>
            </w:r>
            <w:r w:rsidRPr="00B87C9F">
              <w:rPr>
                <w:sz w:val="24"/>
              </w:rPr>
              <w:t>(сильные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стороны)</w:t>
            </w:r>
          </w:p>
        </w:tc>
        <w:tc>
          <w:tcPr>
            <w:tcW w:w="4787" w:type="dxa"/>
          </w:tcPr>
          <w:p w:rsidR="006650AD" w:rsidRPr="00B87C9F" w:rsidRDefault="006650AD" w:rsidP="00B87C9F">
            <w:pPr>
              <w:pStyle w:val="TableParagraph"/>
              <w:ind w:left="392" w:right="389" w:firstLine="1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O (благоприятные возможности 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соответствии</w:t>
            </w:r>
            <w:r w:rsidRPr="00B87C9F">
              <w:rPr>
                <w:spacing w:val="-6"/>
                <w:sz w:val="24"/>
              </w:rPr>
              <w:t xml:space="preserve"> </w:t>
            </w:r>
            <w:r w:rsidRPr="00B87C9F">
              <w:rPr>
                <w:sz w:val="24"/>
              </w:rPr>
              <w:t>с</w:t>
            </w:r>
            <w:r w:rsidRPr="00B87C9F">
              <w:rPr>
                <w:spacing w:val="-6"/>
                <w:sz w:val="24"/>
              </w:rPr>
              <w:t xml:space="preserve"> </w:t>
            </w:r>
            <w:r w:rsidRPr="00B87C9F">
              <w:rPr>
                <w:sz w:val="24"/>
              </w:rPr>
              <w:t>изменениями</w:t>
            </w:r>
            <w:r w:rsidRPr="00B87C9F">
              <w:rPr>
                <w:spacing w:val="-5"/>
                <w:sz w:val="24"/>
              </w:rPr>
              <w:t xml:space="preserve"> </w:t>
            </w:r>
            <w:r w:rsidRPr="00B87C9F">
              <w:rPr>
                <w:sz w:val="24"/>
              </w:rPr>
              <w:t>внешнего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ind w:left="342" w:right="334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окружения)</w:t>
            </w:r>
          </w:p>
        </w:tc>
      </w:tr>
      <w:tr w:rsidR="006650AD" w:rsidTr="00B87C9F">
        <w:trPr>
          <w:trHeight w:val="10212"/>
        </w:trPr>
        <w:tc>
          <w:tcPr>
            <w:tcW w:w="4787" w:type="dxa"/>
          </w:tcPr>
          <w:p w:rsidR="006650AD" w:rsidRPr="00B87C9F" w:rsidRDefault="006650AD" w:rsidP="00B87C9F">
            <w:pPr>
              <w:pStyle w:val="TableParagraph"/>
              <w:numPr>
                <w:ilvl w:val="0"/>
                <w:numId w:val="18"/>
              </w:numPr>
              <w:tabs>
                <w:tab w:val="left" w:pos="816"/>
                <w:tab w:val="left" w:pos="3336"/>
              </w:tabs>
              <w:ind w:right="96" w:firstLine="218"/>
              <w:jc w:val="both"/>
              <w:rPr>
                <w:sz w:val="24"/>
              </w:rPr>
            </w:pPr>
            <w:r w:rsidRPr="00B87C9F">
              <w:rPr>
                <w:sz w:val="24"/>
              </w:rPr>
              <w:t>Инфраструктура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организация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образовательного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процесса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школы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соответствует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требованиям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СанПиН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другим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нормативным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правовым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актам,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регламентирующим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организацию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образовательного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процесса.</w:t>
            </w:r>
          </w:p>
          <w:p w:rsidR="006650AD" w:rsidRPr="00B87C9F" w:rsidRDefault="006650AD" w:rsidP="00B87C9F">
            <w:pPr>
              <w:pStyle w:val="TableParagraph"/>
              <w:numPr>
                <w:ilvl w:val="0"/>
                <w:numId w:val="18"/>
              </w:numPr>
              <w:tabs>
                <w:tab w:val="left" w:pos="816"/>
              </w:tabs>
              <w:ind w:right="96" w:firstLine="218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Обеспечена доступность начального,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основного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общего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образования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обучающимся,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имеющим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различные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стартовые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возможности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(дети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ограниченными возможностями здоровья).</w:t>
            </w:r>
            <w:r w:rsidRPr="00B87C9F">
              <w:rPr>
                <w:spacing w:val="-57"/>
                <w:sz w:val="24"/>
              </w:rPr>
              <w:t xml:space="preserve"> </w:t>
            </w:r>
          </w:p>
          <w:p w:rsidR="006650AD" w:rsidRPr="00B87C9F" w:rsidRDefault="006650AD" w:rsidP="00B87C9F">
            <w:pPr>
              <w:pStyle w:val="TableParagraph"/>
              <w:numPr>
                <w:ilvl w:val="0"/>
                <w:numId w:val="18"/>
              </w:numPr>
              <w:tabs>
                <w:tab w:val="left" w:pos="816"/>
                <w:tab w:val="left" w:pos="2055"/>
                <w:tab w:val="left" w:pos="2313"/>
                <w:tab w:val="left" w:pos="3539"/>
              </w:tabs>
              <w:ind w:right="97" w:firstLine="218"/>
              <w:jc w:val="both"/>
              <w:rPr>
                <w:sz w:val="24"/>
              </w:rPr>
            </w:pPr>
            <w:r w:rsidRPr="00B87C9F">
              <w:rPr>
                <w:sz w:val="24"/>
              </w:rPr>
              <w:t>Стабильные результаты ОГЭ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русскому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языку и математике.</w:t>
            </w:r>
          </w:p>
          <w:p w:rsidR="006650AD" w:rsidRPr="00B87C9F" w:rsidRDefault="006650AD" w:rsidP="00B87C9F">
            <w:pPr>
              <w:pStyle w:val="TableParagraph"/>
              <w:numPr>
                <w:ilvl w:val="0"/>
                <w:numId w:val="18"/>
              </w:numPr>
              <w:tabs>
                <w:tab w:val="left" w:pos="816"/>
                <w:tab w:val="left" w:pos="2127"/>
                <w:tab w:val="left" w:pos="3614"/>
                <w:tab w:val="left" w:pos="4546"/>
              </w:tabs>
              <w:ind w:right="94" w:firstLine="218"/>
              <w:jc w:val="both"/>
              <w:rPr>
                <w:sz w:val="24"/>
              </w:rPr>
            </w:pPr>
            <w:r w:rsidRPr="00B87C9F">
              <w:rPr>
                <w:sz w:val="24"/>
              </w:rPr>
              <w:t>Инициативность</w:t>
            </w:r>
            <w:r w:rsidRPr="00B87C9F">
              <w:rPr>
                <w:sz w:val="24"/>
              </w:rPr>
              <w:tab/>
              <w:t>школьных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учителей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60"/>
                <w:sz w:val="24"/>
              </w:rPr>
              <w:t xml:space="preserve"> </w:t>
            </w:r>
            <w:r w:rsidRPr="00B87C9F">
              <w:rPr>
                <w:sz w:val="24"/>
              </w:rPr>
              <w:t>демонстрация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положительного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опыта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на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муниципальной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площадке.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 xml:space="preserve">Большая часть </w:t>
            </w:r>
            <w:r w:rsidRPr="00B87C9F">
              <w:rPr>
                <w:spacing w:val="1"/>
                <w:sz w:val="24"/>
              </w:rPr>
              <w:t xml:space="preserve">педагогов </w:t>
            </w:r>
            <w:r w:rsidRPr="00B87C9F">
              <w:rPr>
                <w:sz w:val="24"/>
              </w:rPr>
              <w:t>являются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экспертами</w:t>
            </w:r>
            <w:r w:rsidRPr="00B87C9F">
              <w:rPr>
                <w:sz w:val="24"/>
              </w:rPr>
              <w:tab/>
              <w:t>муниципального</w:t>
            </w:r>
            <w:r w:rsidRPr="00B87C9F">
              <w:rPr>
                <w:sz w:val="24"/>
              </w:rPr>
              <w:tab/>
              <w:t>уровня.</w:t>
            </w:r>
          </w:p>
          <w:p w:rsidR="006650AD" w:rsidRPr="00B87C9F" w:rsidRDefault="006650AD" w:rsidP="00B87C9F">
            <w:pPr>
              <w:pStyle w:val="TableParagraph"/>
              <w:tabs>
                <w:tab w:val="left" w:pos="816"/>
                <w:tab w:val="left" w:pos="3457"/>
                <w:tab w:val="left" w:pos="3584"/>
              </w:tabs>
              <w:ind w:left="284" w:right="96"/>
              <w:jc w:val="both"/>
              <w:rPr>
                <w:sz w:val="24"/>
              </w:rPr>
            </w:pPr>
            <w:r w:rsidRPr="00B87C9F">
              <w:rPr>
                <w:sz w:val="24"/>
              </w:rPr>
              <w:t>5.  Положительная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мотивация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руководства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школы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улучшение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образовательных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результатов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обучающихся.</w:t>
            </w:r>
          </w:p>
          <w:p w:rsidR="006650AD" w:rsidRPr="00B87C9F" w:rsidRDefault="006650AD" w:rsidP="00B87C9F">
            <w:pPr>
              <w:pStyle w:val="TableParagraph"/>
              <w:tabs>
                <w:tab w:val="left" w:pos="816"/>
                <w:tab w:val="left" w:pos="2127"/>
                <w:tab w:val="left" w:pos="3614"/>
                <w:tab w:val="left" w:pos="4546"/>
              </w:tabs>
              <w:ind w:left="-99" w:right="94"/>
              <w:jc w:val="both"/>
              <w:rPr>
                <w:sz w:val="24"/>
              </w:rPr>
            </w:pPr>
          </w:p>
          <w:p w:rsidR="006650AD" w:rsidRPr="00B87C9F" w:rsidRDefault="006650AD" w:rsidP="00B87C9F">
            <w:pPr>
              <w:pStyle w:val="TableParagraph"/>
              <w:tabs>
                <w:tab w:val="left" w:pos="816"/>
              </w:tabs>
              <w:spacing w:line="270" w:lineRule="atLeast"/>
              <w:ind w:left="249" w:right="94"/>
              <w:jc w:val="both"/>
              <w:rPr>
                <w:sz w:val="24"/>
              </w:rPr>
            </w:pPr>
          </w:p>
        </w:tc>
        <w:tc>
          <w:tcPr>
            <w:tcW w:w="4787" w:type="dxa"/>
          </w:tcPr>
          <w:p w:rsidR="006650AD" w:rsidRPr="00B87C9F" w:rsidRDefault="006650AD" w:rsidP="00B87C9F">
            <w:pPr>
              <w:pStyle w:val="TableParagraph"/>
              <w:numPr>
                <w:ilvl w:val="0"/>
                <w:numId w:val="17"/>
              </w:numPr>
              <w:tabs>
                <w:tab w:val="left" w:pos="816"/>
                <w:tab w:val="left" w:pos="1966"/>
                <w:tab w:val="left" w:pos="4547"/>
              </w:tabs>
              <w:ind w:right="98" w:firstLine="184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Оснащение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школы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современными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компьютерами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позволит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более активно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внедрять</w:t>
            </w:r>
            <w:r w:rsidRPr="00B87C9F">
              <w:rPr>
                <w:sz w:val="24"/>
              </w:rPr>
              <w:tab/>
              <w:t>информационные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4"/>
                <w:sz w:val="24"/>
              </w:rPr>
              <w:t>и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коммуникационные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технологии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образовательный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процесс,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улучшит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качество подготовки к ОГЭ, повысит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интерес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изучению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учебных дисциплин.</w:t>
            </w:r>
          </w:p>
          <w:p w:rsidR="006650AD" w:rsidRPr="00B87C9F" w:rsidRDefault="006650AD" w:rsidP="00B87C9F">
            <w:pPr>
              <w:pStyle w:val="TableParagraph"/>
              <w:numPr>
                <w:ilvl w:val="0"/>
                <w:numId w:val="17"/>
              </w:numPr>
              <w:tabs>
                <w:tab w:val="left" w:pos="816"/>
                <w:tab w:val="left" w:pos="3465"/>
              </w:tabs>
              <w:ind w:right="93" w:firstLine="184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Обеспечение</w:t>
            </w:r>
            <w:r w:rsidRPr="00B87C9F">
              <w:rPr>
                <w:sz w:val="24"/>
              </w:rPr>
              <w:tab/>
              <w:t>командного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взаимодействия педагогов, организующих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процесс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обучения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социализации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ограниченными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возможностями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здоровья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(служба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медиации, Совет профилактики</w:t>
            </w:r>
            <w:r w:rsidRPr="00B87C9F">
              <w:rPr>
                <w:spacing w:val="1"/>
                <w:sz w:val="24"/>
              </w:rPr>
              <w:t xml:space="preserve">) </w:t>
            </w:r>
            <w:r w:rsidRPr="00B87C9F">
              <w:rPr>
                <w:sz w:val="24"/>
              </w:rPr>
              <w:t>улучшит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качество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адресного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сопровождения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каждого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учащегося,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имеющего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разные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стартовые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возможности.</w:t>
            </w:r>
          </w:p>
          <w:p w:rsidR="006650AD" w:rsidRPr="00B87C9F" w:rsidRDefault="006650AD" w:rsidP="00B87C9F">
            <w:pPr>
              <w:pStyle w:val="TableParagraph"/>
              <w:numPr>
                <w:ilvl w:val="0"/>
                <w:numId w:val="17"/>
              </w:numPr>
              <w:tabs>
                <w:tab w:val="left" w:pos="816"/>
                <w:tab w:val="left" w:pos="1907"/>
                <w:tab w:val="left" w:pos="2302"/>
                <w:tab w:val="left" w:pos="4057"/>
                <w:tab w:val="left" w:pos="4127"/>
              </w:tabs>
              <w:ind w:right="95" w:firstLine="184"/>
              <w:jc w:val="both"/>
              <w:rPr>
                <w:sz w:val="24"/>
              </w:rPr>
            </w:pPr>
            <w:r w:rsidRPr="00B87C9F">
              <w:rPr>
                <w:sz w:val="24"/>
              </w:rPr>
              <w:t>Мотивированные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могут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быть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активно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вовлечены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обмен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передачу</w:t>
            </w:r>
            <w:r w:rsidRPr="00B87C9F">
              <w:rPr>
                <w:sz w:val="24"/>
              </w:rPr>
              <w:tab/>
              <w:t>эффективного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опыта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посредством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  <w:t>различных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  <w:t>форм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наставничества, что повлияет на передачу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эффективного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опыта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методическую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поддержку</w:t>
            </w:r>
            <w:r w:rsidRPr="00B87C9F">
              <w:rPr>
                <w:spacing w:val="-7"/>
                <w:sz w:val="24"/>
              </w:rPr>
              <w:t xml:space="preserve"> </w:t>
            </w:r>
            <w:r w:rsidRPr="00B87C9F">
              <w:rPr>
                <w:sz w:val="24"/>
              </w:rPr>
              <w:t>молодых</w:t>
            </w:r>
            <w:r w:rsidRPr="00B87C9F">
              <w:rPr>
                <w:spacing w:val="2"/>
                <w:sz w:val="24"/>
              </w:rPr>
              <w:t xml:space="preserve"> </w:t>
            </w:r>
            <w:r w:rsidRPr="00B87C9F">
              <w:rPr>
                <w:sz w:val="24"/>
              </w:rPr>
              <w:t>специалистов.</w:t>
            </w:r>
          </w:p>
          <w:p w:rsidR="006650AD" w:rsidRPr="00B87C9F" w:rsidRDefault="006650AD" w:rsidP="00B87C9F">
            <w:pPr>
              <w:pStyle w:val="TableParagraph"/>
              <w:tabs>
                <w:tab w:val="left" w:pos="816"/>
              </w:tabs>
              <w:spacing w:line="270" w:lineRule="atLeast"/>
              <w:ind w:left="282" w:right="98"/>
              <w:jc w:val="both"/>
              <w:rPr>
                <w:sz w:val="24"/>
              </w:rPr>
            </w:pPr>
            <w:r w:rsidRPr="00B87C9F">
              <w:rPr>
                <w:sz w:val="24"/>
              </w:rPr>
              <w:t>4.Разработка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внедрение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внеурочной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деятельности,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направленных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на</w:t>
            </w:r>
            <w:r w:rsidRPr="00B87C9F">
              <w:rPr>
                <w:spacing w:val="34"/>
                <w:sz w:val="24"/>
              </w:rPr>
              <w:t xml:space="preserve"> </w:t>
            </w:r>
            <w:r w:rsidRPr="00B87C9F">
              <w:rPr>
                <w:sz w:val="24"/>
              </w:rPr>
              <w:t>развитие</w:t>
            </w:r>
            <w:r w:rsidRPr="00B87C9F">
              <w:rPr>
                <w:spacing w:val="36"/>
                <w:sz w:val="24"/>
              </w:rPr>
              <w:t xml:space="preserve"> </w:t>
            </w:r>
            <w:r w:rsidRPr="00B87C9F">
              <w:rPr>
                <w:sz w:val="24"/>
              </w:rPr>
              <w:t>познавательной</w:t>
            </w:r>
            <w:r w:rsidRPr="00B87C9F">
              <w:rPr>
                <w:spacing w:val="36"/>
                <w:sz w:val="24"/>
              </w:rPr>
              <w:t xml:space="preserve"> </w:t>
            </w:r>
            <w:r w:rsidRPr="00B87C9F">
              <w:rPr>
                <w:sz w:val="24"/>
              </w:rPr>
              <w:t>активности учеников, активная подготовка и вовлечение детей в мероприятия познавательной направленности повысит их уровень знаний и учебную мотивацию.</w:t>
            </w:r>
          </w:p>
        </w:tc>
      </w:tr>
      <w:tr w:rsidR="006650AD" w:rsidTr="00B87C9F">
        <w:trPr>
          <w:trHeight w:val="4968"/>
        </w:trPr>
        <w:tc>
          <w:tcPr>
            <w:tcW w:w="4787" w:type="dxa"/>
          </w:tcPr>
          <w:p w:rsidR="006650AD" w:rsidRPr="00B87C9F" w:rsidRDefault="006650AD" w:rsidP="00B87C9F">
            <w:pPr>
              <w:pStyle w:val="TableParagraph"/>
              <w:tabs>
                <w:tab w:val="left" w:pos="816"/>
                <w:tab w:val="left" w:pos="3457"/>
                <w:tab w:val="left" w:pos="3584"/>
              </w:tabs>
              <w:ind w:left="0" w:right="96"/>
              <w:jc w:val="both"/>
              <w:rPr>
                <w:sz w:val="24"/>
              </w:rPr>
            </w:pPr>
          </w:p>
        </w:tc>
        <w:tc>
          <w:tcPr>
            <w:tcW w:w="4787" w:type="dxa"/>
          </w:tcPr>
          <w:p w:rsidR="006650AD" w:rsidRPr="00B87C9F" w:rsidRDefault="006650AD" w:rsidP="00B87C9F">
            <w:pPr>
              <w:pStyle w:val="TableParagraph"/>
              <w:tabs>
                <w:tab w:val="left" w:pos="876"/>
                <w:tab w:val="left" w:pos="3064"/>
                <w:tab w:val="left" w:pos="4567"/>
              </w:tabs>
              <w:ind w:right="95"/>
              <w:jc w:val="both"/>
              <w:rPr>
                <w:sz w:val="24"/>
              </w:rPr>
            </w:pPr>
            <w:r w:rsidRPr="00B87C9F">
              <w:rPr>
                <w:sz w:val="24"/>
              </w:rPr>
              <w:t xml:space="preserve">   5.</w:t>
            </w:r>
            <w:r>
              <w:rPr>
                <w:sz w:val="24"/>
              </w:rPr>
              <w:t xml:space="preserve"> </w:t>
            </w:r>
            <w:r w:rsidRPr="00B87C9F">
              <w:rPr>
                <w:sz w:val="24"/>
              </w:rPr>
              <w:t>Взаимодействие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  <w:t>с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образовательными</w:t>
            </w:r>
            <w:r w:rsidRPr="00B87C9F">
              <w:rPr>
                <w:sz w:val="24"/>
              </w:rPr>
              <w:tab/>
              <w:t>организациями,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имеющими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высокие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показатели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результативности обучения и имеющими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аналогичные характеристики социального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состава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даст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возможность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использования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эффективного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опыта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административно-управленческой</w:t>
            </w:r>
          </w:p>
          <w:p w:rsidR="006650AD" w:rsidRPr="00B87C9F" w:rsidRDefault="006650AD" w:rsidP="00B87C9F">
            <w:pPr>
              <w:pStyle w:val="TableParagraph"/>
              <w:ind w:left="282"/>
              <w:jc w:val="both"/>
              <w:rPr>
                <w:sz w:val="24"/>
              </w:rPr>
            </w:pPr>
            <w:r w:rsidRPr="00B87C9F">
              <w:rPr>
                <w:sz w:val="24"/>
              </w:rPr>
              <w:t>деятельности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школьным</w:t>
            </w:r>
            <w:r w:rsidRPr="00B87C9F">
              <w:rPr>
                <w:spacing w:val="-5"/>
                <w:sz w:val="24"/>
              </w:rPr>
              <w:t xml:space="preserve"> </w:t>
            </w:r>
            <w:r w:rsidRPr="00B87C9F">
              <w:rPr>
                <w:sz w:val="24"/>
              </w:rPr>
              <w:t>коллективом.</w:t>
            </w:r>
          </w:p>
          <w:p w:rsidR="006650AD" w:rsidRPr="00B87C9F" w:rsidRDefault="006650AD" w:rsidP="00B87C9F">
            <w:pPr>
              <w:pStyle w:val="TableParagraph"/>
              <w:spacing w:line="267" w:lineRule="exact"/>
              <w:ind w:left="282"/>
              <w:jc w:val="both"/>
              <w:rPr>
                <w:sz w:val="24"/>
              </w:rPr>
            </w:pPr>
          </w:p>
        </w:tc>
      </w:tr>
      <w:tr w:rsidR="006650AD" w:rsidTr="00B87C9F">
        <w:trPr>
          <w:trHeight w:val="553"/>
        </w:trPr>
        <w:tc>
          <w:tcPr>
            <w:tcW w:w="4787" w:type="dxa"/>
          </w:tcPr>
          <w:p w:rsidR="006650AD" w:rsidRPr="00B87C9F" w:rsidRDefault="006650AD" w:rsidP="00B87C9F">
            <w:pPr>
              <w:pStyle w:val="TableParagraph"/>
              <w:spacing w:line="265" w:lineRule="exact"/>
              <w:ind w:left="1346"/>
              <w:rPr>
                <w:sz w:val="24"/>
              </w:rPr>
            </w:pPr>
            <w:r w:rsidRPr="00B87C9F">
              <w:rPr>
                <w:sz w:val="24"/>
              </w:rPr>
              <w:t>W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(слабые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стороны)</w:t>
            </w:r>
          </w:p>
        </w:tc>
        <w:tc>
          <w:tcPr>
            <w:tcW w:w="4787" w:type="dxa"/>
          </w:tcPr>
          <w:p w:rsidR="006650AD" w:rsidRPr="00B87C9F" w:rsidRDefault="006650AD" w:rsidP="00B87C9F">
            <w:pPr>
              <w:pStyle w:val="TableParagraph"/>
              <w:spacing w:line="265" w:lineRule="exact"/>
              <w:ind w:left="342" w:right="339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T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(риски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соответствии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с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изменениями</w:t>
            </w:r>
          </w:p>
          <w:p w:rsidR="006650AD" w:rsidRPr="00B87C9F" w:rsidRDefault="006650AD" w:rsidP="00B87C9F">
            <w:pPr>
              <w:pStyle w:val="TableParagraph"/>
              <w:spacing w:line="269" w:lineRule="exact"/>
              <w:ind w:left="342" w:right="336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внешнего</w:t>
            </w:r>
            <w:r w:rsidRPr="00B87C9F">
              <w:rPr>
                <w:spacing w:val="-5"/>
                <w:sz w:val="24"/>
              </w:rPr>
              <w:t xml:space="preserve"> </w:t>
            </w:r>
            <w:r w:rsidRPr="00B87C9F">
              <w:rPr>
                <w:sz w:val="24"/>
              </w:rPr>
              <w:t>окружения)</w:t>
            </w:r>
          </w:p>
        </w:tc>
      </w:tr>
      <w:tr w:rsidR="006650AD" w:rsidTr="009E39C4">
        <w:trPr>
          <w:trHeight w:val="5705"/>
        </w:trPr>
        <w:tc>
          <w:tcPr>
            <w:tcW w:w="4787" w:type="dxa"/>
          </w:tcPr>
          <w:p w:rsidR="006650AD" w:rsidRPr="00B87C9F" w:rsidRDefault="006650AD" w:rsidP="00B87C9F">
            <w:pPr>
              <w:pStyle w:val="TableParagraph"/>
              <w:numPr>
                <w:ilvl w:val="0"/>
                <w:numId w:val="14"/>
              </w:numPr>
              <w:tabs>
                <w:tab w:val="left" w:pos="816"/>
                <w:tab w:val="left" w:pos="1847"/>
              </w:tabs>
              <w:ind w:right="97" w:firstLine="218"/>
              <w:jc w:val="both"/>
              <w:rPr>
                <w:sz w:val="24"/>
              </w:rPr>
            </w:pPr>
            <w:r w:rsidRPr="00B87C9F">
              <w:rPr>
                <w:sz w:val="24"/>
              </w:rPr>
              <w:t>Низкий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уровень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оснащенности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школы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материально-техническими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ресурсами.</w:t>
            </w:r>
          </w:p>
          <w:p w:rsidR="006650AD" w:rsidRPr="00B87C9F" w:rsidRDefault="006650AD" w:rsidP="00B87C9F">
            <w:pPr>
              <w:pStyle w:val="TableParagraph"/>
              <w:numPr>
                <w:ilvl w:val="0"/>
                <w:numId w:val="14"/>
              </w:numPr>
              <w:tabs>
                <w:tab w:val="left" w:pos="816"/>
              </w:tabs>
              <w:ind w:right="99" w:firstLine="218"/>
              <w:jc w:val="both"/>
              <w:rPr>
                <w:sz w:val="24"/>
              </w:rPr>
            </w:pPr>
            <w:r w:rsidRPr="00B87C9F">
              <w:rPr>
                <w:sz w:val="24"/>
              </w:rPr>
              <w:t>Высокая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нагрузка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педагогических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работников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(большинство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педагогов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работает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на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1,5-2 ставки).</w:t>
            </w:r>
          </w:p>
          <w:p w:rsidR="006650AD" w:rsidRPr="00B87C9F" w:rsidRDefault="006650AD" w:rsidP="00B87C9F">
            <w:pPr>
              <w:pStyle w:val="TableParagraph"/>
              <w:numPr>
                <w:ilvl w:val="0"/>
                <w:numId w:val="14"/>
              </w:numPr>
              <w:tabs>
                <w:tab w:val="left" w:pos="816"/>
              </w:tabs>
              <w:ind w:right="95" w:firstLine="218"/>
              <w:jc w:val="both"/>
              <w:rPr>
                <w:sz w:val="24"/>
              </w:rPr>
            </w:pPr>
            <w:r w:rsidRPr="00B87C9F">
              <w:rPr>
                <w:sz w:val="24"/>
              </w:rPr>
              <w:t>Высокая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доля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ограниченными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возможностями</w:t>
            </w:r>
            <w:r w:rsidRPr="00B87C9F">
              <w:rPr>
                <w:spacing w:val="60"/>
                <w:sz w:val="24"/>
              </w:rPr>
              <w:t xml:space="preserve"> </w:t>
            </w:r>
            <w:r w:rsidRPr="00B87C9F">
              <w:rPr>
                <w:sz w:val="24"/>
              </w:rPr>
              <w:t>здоровья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рисками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неуспешности,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следствии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этого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-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незначительная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доля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pacing w:val="13"/>
                <w:sz w:val="24"/>
              </w:rPr>
              <w:t xml:space="preserve"> </w:t>
            </w:r>
            <w:r w:rsidRPr="00B87C9F">
              <w:rPr>
                <w:sz w:val="24"/>
              </w:rPr>
              <w:t>5-9</w:t>
            </w:r>
            <w:r w:rsidRPr="00B87C9F">
              <w:rPr>
                <w:spacing w:val="14"/>
                <w:sz w:val="24"/>
              </w:rPr>
              <w:t xml:space="preserve"> </w:t>
            </w:r>
            <w:r w:rsidRPr="00B87C9F">
              <w:rPr>
                <w:sz w:val="24"/>
              </w:rPr>
              <w:t>классов,</w:t>
            </w:r>
            <w:r w:rsidRPr="00B87C9F">
              <w:rPr>
                <w:spacing w:val="17"/>
                <w:sz w:val="24"/>
              </w:rPr>
              <w:t xml:space="preserve"> </w:t>
            </w:r>
            <w:r w:rsidRPr="00B87C9F">
              <w:rPr>
                <w:sz w:val="24"/>
              </w:rPr>
              <w:t>успевающих</w:t>
            </w:r>
            <w:r w:rsidRPr="00B87C9F">
              <w:rPr>
                <w:spacing w:val="16"/>
                <w:sz w:val="24"/>
              </w:rPr>
              <w:t xml:space="preserve"> </w:t>
            </w:r>
            <w:r w:rsidRPr="00B87C9F">
              <w:rPr>
                <w:sz w:val="24"/>
              </w:rPr>
              <w:t>на</w:t>
            </w:r>
          </w:p>
          <w:p w:rsidR="006650AD" w:rsidRPr="00B87C9F" w:rsidRDefault="006650AD" w:rsidP="00B87C9F">
            <w:pPr>
              <w:pStyle w:val="TableParagraph"/>
              <w:ind w:left="249"/>
              <w:jc w:val="both"/>
              <w:rPr>
                <w:sz w:val="24"/>
              </w:rPr>
            </w:pPr>
            <w:r w:rsidRPr="00B87C9F">
              <w:rPr>
                <w:sz w:val="24"/>
              </w:rPr>
              <w:t>«4»</w:t>
            </w:r>
            <w:r w:rsidRPr="00B87C9F">
              <w:rPr>
                <w:spacing w:val="-9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3"/>
                <w:sz w:val="24"/>
              </w:rPr>
              <w:t xml:space="preserve"> </w:t>
            </w:r>
            <w:r w:rsidRPr="00B87C9F">
              <w:rPr>
                <w:sz w:val="24"/>
              </w:rPr>
              <w:t>«5».</w:t>
            </w:r>
          </w:p>
          <w:p w:rsidR="006650AD" w:rsidRPr="00B87C9F" w:rsidRDefault="006650AD" w:rsidP="00B87C9F">
            <w:pPr>
              <w:pStyle w:val="TableParagraph"/>
              <w:tabs>
                <w:tab w:val="left" w:pos="816"/>
                <w:tab w:val="left" w:pos="2924"/>
                <w:tab w:val="left" w:pos="3039"/>
                <w:tab w:val="left" w:pos="3435"/>
              </w:tabs>
              <w:ind w:left="467" w:right="98"/>
              <w:jc w:val="both"/>
              <w:rPr>
                <w:sz w:val="24"/>
              </w:rPr>
            </w:pPr>
          </w:p>
        </w:tc>
        <w:tc>
          <w:tcPr>
            <w:tcW w:w="4787" w:type="dxa"/>
          </w:tcPr>
          <w:p w:rsidR="006650AD" w:rsidRPr="00B87C9F" w:rsidRDefault="006650AD" w:rsidP="00B87C9F">
            <w:pPr>
              <w:pStyle w:val="TableParagraph"/>
              <w:numPr>
                <w:ilvl w:val="0"/>
                <w:numId w:val="13"/>
              </w:numPr>
              <w:tabs>
                <w:tab w:val="left" w:pos="816"/>
                <w:tab w:val="left" w:pos="1362"/>
                <w:tab w:val="left" w:pos="2882"/>
                <w:tab w:val="left" w:pos="3957"/>
              </w:tabs>
              <w:ind w:right="95" w:firstLine="184"/>
              <w:jc w:val="both"/>
              <w:rPr>
                <w:sz w:val="24"/>
              </w:rPr>
            </w:pPr>
            <w:r w:rsidRPr="00B87C9F">
              <w:rPr>
                <w:sz w:val="24"/>
              </w:rPr>
              <w:t>Недостижение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качественных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количественных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результатов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участия,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познавательных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конкурсах,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олимпиадах,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смотрах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муниципального,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регионального</w:t>
            </w:r>
            <w:r w:rsidRPr="00B87C9F">
              <w:rPr>
                <w:spacing w:val="60"/>
                <w:sz w:val="24"/>
              </w:rPr>
              <w:t xml:space="preserve"> </w:t>
            </w:r>
            <w:r w:rsidRPr="00B87C9F">
              <w:rPr>
                <w:sz w:val="24"/>
              </w:rPr>
              <w:t>уровней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  <w:t>связи</w:t>
            </w:r>
            <w:r w:rsidRPr="00B87C9F">
              <w:rPr>
                <w:sz w:val="24"/>
              </w:rPr>
              <w:tab/>
              <w:t>с</w:t>
            </w:r>
            <w:r w:rsidRPr="00B87C9F">
              <w:rPr>
                <w:sz w:val="24"/>
              </w:rPr>
              <w:tab/>
              <w:t>низкой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конкурентоспособностью.</w:t>
            </w:r>
          </w:p>
          <w:p w:rsidR="006650AD" w:rsidRPr="00B87C9F" w:rsidRDefault="006650AD" w:rsidP="00B87C9F">
            <w:pPr>
              <w:pStyle w:val="TableParagraph"/>
              <w:numPr>
                <w:ilvl w:val="0"/>
                <w:numId w:val="13"/>
              </w:numPr>
              <w:tabs>
                <w:tab w:val="left" w:pos="816"/>
                <w:tab w:val="left" w:pos="2367"/>
                <w:tab w:val="left" w:pos="3622"/>
                <w:tab w:val="left" w:pos="3761"/>
              </w:tabs>
              <w:ind w:right="98" w:firstLine="184"/>
              <w:jc w:val="both"/>
              <w:rPr>
                <w:sz w:val="24"/>
              </w:rPr>
            </w:pPr>
            <w:r w:rsidRPr="00B87C9F">
              <w:rPr>
                <w:sz w:val="24"/>
              </w:rPr>
              <w:t>Неготовность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успешных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педагогических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работников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активной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методической</w:t>
            </w:r>
            <w:r w:rsidRPr="00B87C9F">
              <w:rPr>
                <w:sz w:val="24"/>
              </w:rPr>
              <w:tab/>
              <w:t>работе,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передаче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эффективного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опыта,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участию</w:t>
            </w:r>
            <w:r w:rsidRPr="00B87C9F">
              <w:rPr>
                <w:spacing w:val="6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конкурсах профессионального мастерства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связи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большими</w:t>
            </w:r>
            <w:r w:rsidRPr="00B87C9F">
              <w:rPr>
                <w:spacing w:val="61"/>
                <w:sz w:val="24"/>
              </w:rPr>
              <w:t xml:space="preserve"> </w:t>
            </w:r>
            <w:r w:rsidRPr="00B87C9F">
              <w:rPr>
                <w:sz w:val="24"/>
              </w:rPr>
              <w:t>учебными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нагрузками.</w:t>
            </w:r>
          </w:p>
          <w:p w:rsidR="006650AD" w:rsidRPr="00B87C9F" w:rsidRDefault="006650AD" w:rsidP="00B87C9F">
            <w:pPr>
              <w:pStyle w:val="TableParagraph"/>
              <w:numPr>
                <w:ilvl w:val="0"/>
                <w:numId w:val="13"/>
              </w:numPr>
              <w:tabs>
                <w:tab w:val="left" w:pos="816"/>
                <w:tab w:val="left" w:pos="1148"/>
              </w:tabs>
              <w:ind w:right="95" w:firstLine="184"/>
              <w:jc w:val="both"/>
              <w:rPr>
                <w:sz w:val="24"/>
              </w:rPr>
            </w:pPr>
            <w:r w:rsidRPr="00B87C9F">
              <w:rPr>
                <w:sz w:val="24"/>
              </w:rPr>
              <w:t>Высокие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дополнительные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нагрузки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на</w:t>
            </w:r>
            <w:r w:rsidRPr="00B87C9F">
              <w:rPr>
                <w:sz w:val="24"/>
              </w:rPr>
              <w:tab/>
              <w:t>директора школы в связи с введением инноваций и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оформлением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отчетных материалов.</w:t>
            </w:r>
          </w:p>
        </w:tc>
      </w:tr>
    </w:tbl>
    <w:p w:rsidR="006650AD" w:rsidRDefault="006650AD">
      <w:pPr>
        <w:jc w:val="both"/>
        <w:rPr>
          <w:sz w:val="24"/>
        </w:rPr>
        <w:sectPr w:rsidR="006650AD">
          <w:type w:val="continuous"/>
          <w:pgSz w:w="11910" w:h="16840"/>
          <w:pgMar w:top="1120" w:right="440" w:bottom="1200" w:left="1160" w:header="0" w:footer="976" w:gutter="0"/>
          <w:cols w:space="720"/>
        </w:sectPr>
      </w:pPr>
    </w:p>
    <w:p w:rsidR="006650AD" w:rsidRDefault="006650AD">
      <w:pPr>
        <w:pStyle w:val="Heading1"/>
        <w:spacing w:before="73"/>
        <w:ind w:left="3446"/>
      </w:pPr>
      <w:bookmarkStart w:id="8" w:name="_TOC_250008"/>
      <w:r>
        <w:t>2.</w:t>
      </w:r>
      <w:r>
        <w:rPr>
          <w:spacing w:val="54"/>
        </w:rPr>
        <w:t xml:space="preserve"> </w:t>
      </w:r>
      <w:r>
        <w:t>КОНЦЕПТУАЛЬНЫЙ</w:t>
      </w:r>
      <w:r>
        <w:rPr>
          <w:spacing w:val="-2"/>
        </w:rPr>
        <w:t xml:space="preserve"> </w:t>
      </w:r>
      <w:bookmarkEnd w:id="8"/>
      <w:r>
        <w:t>РАЗДЕЛ</w:t>
      </w:r>
    </w:p>
    <w:p w:rsidR="006650AD" w:rsidRDefault="006650AD">
      <w:pPr>
        <w:pStyle w:val="BodyText"/>
        <w:spacing w:before="4"/>
        <w:ind w:left="0"/>
        <w:jc w:val="left"/>
        <w:rPr>
          <w:b/>
          <w:sz w:val="31"/>
        </w:rPr>
      </w:pPr>
    </w:p>
    <w:p w:rsidR="006650AD" w:rsidRDefault="006650AD">
      <w:pPr>
        <w:pStyle w:val="Heading2"/>
        <w:numPr>
          <w:ilvl w:val="1"/>
          <w:numId w:val="22"/>
        </w:numPr>
        <w:tabs>
          <w:tab w:val="left" w:pos="1958"/>
        </w:tabs>
      </w:pPr>
      <w:bookmarkStart w:id="9" w:name="_TOC_250007"/>
      <w:r>
        <w:t>Оптимальный</w:t>
      </w:r>
      <w:r>
        <w:rPr>
          <w:spacing w:val="-5"/>
        </w:rPr>
        <w:t xml:space="preserve"> </w:t>
      </w:r>
      <w:r>
        <w:t>сценарий</w:t>
      </w:r>
      <w:r>
        <w:rPr>
          <w:spacing w:val="-4"/>
        </w:rPr>
        <w:t xml:space="preserve"> </w:t>
      </w:r>
      <w:bookmarkEnd w:id="9"/>
      <w:r>
        <w:t>развития</w:t>
      </w:r>
    </w:p>
    <w:p w:rsidR="006650AD" w:rsidRDefault="006650AD">
      <w:pPr>
        <w:pStyle w:val="BodyText"/>
        <w:spacing w:before="1"/>
        <w:ind w:right="401" w:firstLine="707"/>
      </w:pPr>
      <w:r>
        <w:t>Исходя из Рискового профиля Школы и по итогам проведенного SWOT – анализа</w:t>
      </w:r>
      <w:r>
        <w:rPr>
          <w:spacing w:val="1"/>
        </w:rPr>
        <w:t xml:space="preserve"> </w:t>
      </w:r>
      <w:r>
        <w:t>для перехода школы в эффективный режим функционирования и развития необходимо</w:t>
      </w:r>
      <w:r>
        <w:rPr>
          <w:spacing w:val="1"/>
        </w:rPr>
        <w:t xml:space="preserve"> </w:t>
      </w:r>
      <w:r>
        <w:t>решить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низких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обучающихся,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именно:</w:t>
      </w:r>
    </w:p>
    <w:p w:rsidR="006650AD" w:rsidRDefault="006650AD">
      <w:pPr>
        <w:pStyle w:val="ListParagraph"/>
        <w:numPr>
          <w:ilvl w:val="0"/>
          <w:numId w:val="1"/>
        </w:numPr>
        <w:tabs>
          <w:tab w:val="left" w:pos="1675"/>
        </w:tabs>
        <w:ind w:right="406" w:firstLine="707"/>
        <w:jc w:val="both"/>
        <w:rPr>
          <w:sz w:val="24"/>
        </w:rPr>
      </w:pPr>
      <w:r>
        <w:rPr>
          <w:sz w:val="24"/>
        </w:rPr>
        <w:t>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ресурсами,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оказывающими влияние на качественные результаты образовательного процесса;</w:t>
      </w:r>
    </w:p>
    <w:p w:rsidR="006650AD" w:rsidRDefault="006650AD">
      <w:pPr>
        <w:pStyle w:val="ListParagraph"/>
        <w:numPr>
          <w:ilvl w:val="0"/>
          <w:numId w:val="1"/>
        </w:numPr>
        <w:tabs>
          <w:tab w:val="left" w:pos="1675"/>
        </w:tabs>
        <w:ind w:right="407" w:firstLine="707"/>
        <w:jc w:val="both"/>
        <w:rPr>
          <w:sz w:val="24"/>
        </w:rPr>
      </w:pPr>
      <w:r>
        <w:rPr>
          <w:sz w:val="24"/>
        </w:rPr>
        <w:t>проблемы специфики контингента обучающихся, направленные на повышение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детьми с разными стартовыми возможностями, их успешную социализацию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благоприятное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процесса: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педагогов,</w:t>
      </w:r>
      <w:r>
        <w:rPr>
          <w:spacing w:val="-2"/>
          <w:sz w:val="24"/>
        </w:rPr>
        <w:t xml:space="preserve"> </w:t>
      </w:r>
      <w:r>
        <w:rPr>
          <w:sz w:val="24"/>
        </w:rPr>
        <w:t>родителей,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партнеров;</w:t>
      </w:r>
    </w:p>
    <w:p w:rsidR="006650AD" w:rsidRDefault="006650AD">
      <w:pPr>
        <w:pStyle w:val="ListParagraph"/>
        <w:numPr>
          <w:ilvl w:val="0"/>
          <w:numId w:val="1"/>
        </w:numPr>
        <w:tabs>
          <w:tab w:val="left" w:pos="1958"/>
        </w:tabs>
        <w:spacing w:before="1"/>
        <w:ind w:right="405" w:firstLine="707"/>
        <w:jc w:val="both"/>
        <w:rPr>
          <w:sz w:val="24"/>
        </w:rPr>
      </w:pPr>
      <w:r>
        <w:rPr>
          <w:sz w:val="24"/>
        </w:rPr>
        <w:t>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обучения, направленные на внедрение форм оценивания с использованием развивающей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обратной</w:t>
      </w:r>
      <w:r>
        <w:rPr>
          <w:spacing w:val="1"/>
          <w:sz w:val="24"/>
        </w:rPr>
        <w:t xml:space="preserve"> </w:t>
      </w:r>
      <w:r>
        <w:rPr>
          <w:sz w:val="24"/>
        </w:rPr>
        <w:t>связи,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обучающихся.</w:t>
      </w:r>
    </w:p>
    <w:p w:rsidR="006650AD" w:rsidRDefault="006650AD">
      <w:pPr>
        <w:pStyle w:val="BodyText"/>
        <w:ind w:left="1261"/>
      </w:pPr>
      <w:r>
        <w:t>Оптимальный</w:t>
      </w:r>
      <w:r>
        <w:rPr>
          <w:spacing w:val="-4"/>
        </w:rPr>
        <w:t xml:space="preserve"> </w:t>
      </w:r>
      <w:r>
        <w:t>сценарий</w:t>
      </w:r>
      <w:r>
        <w:rPr>
          <w:spacing w:val="-6"/>
        </w:rPr>
        <w:t xml:space="preserve"> </w:t>
      </w:r>
      <w:r>
        <w:t>развития будет</w:t>
      </w:r>
      <w:r>
        <w:rPr>
          <w:spacing w:val="-4"/>
        </w:rPr>
        <w:t xml:space="preserve"> </w:t>
      </w:r>
      <w:r>
        <w:t>сводиться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</w:t>
      </w:r>
    </w:p>
    <w:p w:rsidR="006650AD" w:rsidRDefault="006650AD">
      <w:pPr>
        <w:ind w:left="542" w:right="405" w:firstLine="707"/>
        <w:jc w:val="both"/>
        <w:rPr>
          <w:sz w:val="24"/>
        </w:rPr>
      </w:pPr>
      <w:r>
        <w:rPr>
          <w:sz w:val="24"/>
        </w:rPr>
        <w:t>Школа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эффективный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начиная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формирования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коллектива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мотивированных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педагогических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работников,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оказывающих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влияние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качественные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результаты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образовательного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процесса,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непрерывного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наставничества, стимулирования, посредством совершенствования методической 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институциональном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уровне.</w:t>
      </w:r>
    </w:p>
    <w:p w:rsidR="006650AD" w:rsidRDefault="006650AD">
      <w:pPr>
        <w:pStyle w:val="BodyText"/>
        <w:ind w:right="402" w:firstLine="707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осуществить</w:t>
      </w:r>
      <w:r>
        <w:rPr>
          <w:spacing w:val="1"/>
        </w:rPr>
        <w:t xml:space="preserve"> </w:t>
      </w:r>
      <w:r>
        <w:t>качественное</w:t>
      </w:r>
      <w:r>
        <w:rPr>
          <w:spacing w:val="1"/>
        </w:rPr>
        <w:t xml:space="preserve"> </w:t>
      </w:r>
      <w:r>
        <w:t>обновление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кадровых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-57"/>
        </w:rPr>
        <w:t xml:space="preserve"> </w:t>
      </w:r>
      <w:r>
        <w:t>удержания</w:t>
      </w:r>
      <w:r>
        <w:rPr>
          <w:spacing w:val="1"/>
        </w:rPr>
        <w:t xml:space="preserve"> </w:t>
      </w:r>
      <w:r>
        <w:t>высококвалифицированных</w:t>
      </w:r>
      <w:r>
        <w:rPr>
          <w:spacing w:val="1"/>
        </w:rPr>
        <w:t xml:space="preserve"> </w:t>
      </w:r>
      <w:r>
        <w:t>кадров;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командную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администрации школы, направленную на повышение объективности контроля и оценки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обучающихся;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профессионального роста педагогов (в большинстве своем учителей и административно-</w:t>
      </w:r>
      <w:r>
        <w:rPr>
          <w:spacing w:val="1"/>
        </w:rPr>
        <w:t xml:space="preserve"> </w:t>
      </w:r>
      <w:r>
        <w:t>управленческого персонала школы, в том числе с использованием эффективных практик</w:t>
      </w:r>
      <w:r>
        <w:rPr>
          <w:spacing w:val="1"/>
        </w:rPr>
        <w:t xml:space="preserve"> </w:t>
      </w:r>
      <w:r>
        <w:t>наставничества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кураторства,</w:t>
      </w:r>
      <w:r>
        <w:rPr>
          <w:spacing w:val="1"/>
        </w:rPr>
        <w:t xml:space="preserve"> </w:t>
      </w:r>
      <w:r>
        <w:t>методическую</w:t>
      </w:r>
      <w:r>
        <w:rPr>
          <w:spacing w:val="1"/>
        </w:rPr>
        <w:t xml:space="preserve"> </w:t>
      </w:r>
      <w:r>
        <w:t>поддержку</w:t>
      </w:r>
      <w:r>
        <w:rPr>
          <w:spacing w:val="1"/>
        </w:rPr>
        <w:t xml:space="preserve"> </w:t>
      </w:r>
      <w:r>
        <w:t>педагогов,</w:t>
      </w:r>
      <w:r>
        <w:rPr>
          <w:spacing w:val="1"/>
        </w:rPr>
        <w:t xml:space="preserve"> </w:t>
      </w:r>
      <w:r>
        <w:t>работающих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«группы</w:t>
      </w:r>
      <w:r>
        <w:rPr>
          <w:spacing w:val="1"/>
        </w:rPr>
        <w:t xml:space="preserve"> </w:t>
      </w:r>
      <w:r>
        <w:t>риска»).</w:t>
      </w:r>
      <w:r>
        <w:rPr>
          <w:spacing w:val="1"/>
        </w:rPr>
        <w:t xml:space="preserve"> </w:t>
      </w:r>
      <w:r>
        <w:t>Усилить</w:t>
      </w:r>
      <w:r>
        <w:rPr>
          <w:spacing w:val="1"/>
        </w:rPr>
        <w:t xml:space="preserve"> </w:t>
      </w:r>
      <w:r>
        <w:t>командное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педагогов,</w:t>
      </w:r>
      <w:r>
        <w:rPr>
          <w:spacing w:val="1"/>
        </w:rPr>
        <w:t xml:space="preserve"> </w:t>
      </w:r>
      <w:r>
        <w:t>организующих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психолого-педагогического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 детей с ограниченными возможностями здоровья (через работу психолого-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консилиума,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медиации,</w:t>
      </w:r>
      <w:r>
        <w:rPr>
          <w:spacing w:val="61"/>
        </w:rPr>
        <w:t xml:space="preserve"> </w:t>
      </w:r>
      <w:r>
        <w:t>консультативно-диагностическую</w:t>
      </w:r>
      <w:r>
        <w:rPr>
          <w:spacing w:val="1"/>
        </w:rPr>
        <w:t xml:space="preserve"> </w:t>
      </w:r>
      <w:r>
        <w:t>службу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родителей).</w:t>
      </w:r>
    </w:p>
    <w:p w:rsidR="006650AD" w:rsidRDefault="006650AD" w:rsidP="009E39C4">
      <w:pPr>
        <w:pStyle w:val="BodyText"/>
        <w:ind w:left="544" w:right="402" w:firstLine="709"/>
      </w:pPr>
      <w:r>
        <w:t>Требуется</w:t>
      </w:r>
      <w:r>
        <w:rPr>
          <w:spacing w:val="1"/>
        </w:rPr>
        <w:t xml:space="preserve"> </w:t>
      </w:r>
      <w:r>
        <w:t>обратить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оснащение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современным</w:t>
      </w:r>
      <w:r>
        <w:rPr>
          <w:spacing w:val="1"/>
        </w:rPr>
        <w:t xml:space="preserve"> </w:t>
      </w:r>
      <w:r>
        <w:t>компьютерным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средствами,</w:t>
      </w:r>
      <w:r>
        <w:rPr>
          <w:spacing w:val="1"/>
        </w:rPr>
        <w:t xml:space="preserve"> </w:t>
      </w:r>
      <w:r>
        <w:t>учебно-наглядными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ФГОС,</w:t>
      </w:r>
      <w:r>
        <w:rPr>
          <w:spacing w:val="1"/>
        </w:rPr>
        <w:t xml:space="preserve"> </w:t>
      </w:r>
      <w:r>
        <w:t>мотивировать</w:t>
      </w:r>
      <w:r>
        <w:rPr>
          <w:spacing w:val="1"/>
        </w:rPr>
        <w:t xml:space="preserve"> </w:t>
      </w:r>
      <w:r>
        <w:t>педагогический</w:t>
      </w:r>
      <w:r>
        <w:rPr>
          <w:spacing w:val="61"/>
        </w:rPr>
        <w:t xml:space="preserve"> </w:t>
      </w:r>
      <w:r>
        <w:t>коллектив</w:t>
      </w:r>
      <w:r>
        <w:rPr>
          <w:spacing w:val="1"/>
        </w:rPr>
        <w:t xml:space="preserve"> </w:t>
      </w:r>
      <w:r>
        <w:t>оптимально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-2"/>
        </w:rPr>
        <w:t xml:space="preserve"> </w:t>
      </w:r>
      <w:r>
        <w:t>процессе.</w:t>
      </w:r>
    </w:p>
    <w:p w:rsidR="006650AD" w:rsidRDefault="006650AD" w:rsidP="009E39C4">
      <w:pPr>
        <w:ind w:left="544" w:right="403" w:firstLine="709"/>
        <w:jc w:val="both"/>
        <w:rPr>
          <w:sz w:val="24"/>
        </w:rPr>
      </w:pPr>
      <w:r>
        <w:rPr>
          <w:sz w:val="24"/>
        </w:rPr>
        <w:t>Переход</w:t>
      </w:r>
      <w:r>
        <w:rPr>
          <w:spacing w:val="1"/>
          <w:sz w:val="24"/>
        </w:rPr>
        <w:t xml:space="preserve"> </w:t>
      </w:r>
      <w:r>
        <w:rPr>
          <w:sz w:val="24"/>
        </w:rPr>
        <w:t>Школы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эффективный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акцент</w:t>
      </w:r>
      <w:r>
        <w:rPr>
          <w:spacing w:val="6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 w:rsidRPr="002A51E7">
        <w:rPr>
          <w:sz w:val="24"/>
        </w:rPr>
        <w:t>повышение качества преподавания предметов.</w:t>
      </w:r>
    </w:p>
    <w:p w:rsidR="006650AD" w:rsidRDefault="006650AD" w:rsidP="009E39C4">
      <w:pPr>
        <w:pStyle w:val="BodyText"/>
        <w:ind w:left="544" w:right="407" w:firstLine="709"/>
      </w:pPr>
      <w:r>
        <w:t>В связи с этим в период развития особое внимание будет уделено формированию</w:t>
      </w:r>
      <w:r>
        <w:rPr>
          <w:spacing w:val="1"/>
        </w:rPr>
        <w:t xml:space="preserve"> </w:t>
      </w:r>
      <w:r>
        <w:t>профессиональной компетентности</w:t>
      </w:r>
      <w:r>
        <w:rPr>
          <w:spacing w:val="1"/>
        </w:rPr>
        <w:t xml:space="preserve"> </w:t>
      </w:r>
      <w:r>
        <w:t>учителей, персонификации процесса повышения их квалификации, обучения методам и</w:t>
      </w:r>
      <w:r>
        <w:rPr>
          <w:spacing w:val="1"/>
        </w:rPr>
        <w:t xml:space="preserve"> </w:t>
      </w:r>
      <w:r>
        <w:t>приемам мотивации детей и подростков. Будет развиваться и укрепляться 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службой</w:t>
      </w:r>
      <w:r>
        <w:rPr>
          <w:spacing w:val="61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развитию</w:t>
      </w:r>
      <w:r>
        <w:rPr>
          <w:spacing w:val="6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учителей,</w:t>
      </w:r>
      <w:r>
        <w:rPr>
          <w:spacing w:val="-2"/>
        </w:rPr>
        <w:t xml:space="preserve"> </w:t>
      </w:r>
      <w:r>
        <w:t>изучению</w:t>
      </w:r>
      <w:r>
        <w:rPr>
          <w:spacing w:val="-1"/>
        </w:rPr>
        <w:t xml:space="preserve"> </w:t>
      </w:r>
      <w:r>
        <w:t>эффективных</w:t>
      </w:r>
      <w:r>
        <w:rPr>
          <w:spacing w:val="-2"/>
        </w:rPr>
        <w:t xml:space="preserve"> </w:t>
      </w:r>
      <w:r>
        <w:t>практик</w:t>
      </w:r>
      <w:r>
        <w:rPr>
          <w:spacing w:val="-1"/>
        </w:rPr>
        <w:t xml:space="preserve"> </w:t>
      </w:r>
      <w:r>
        <w:t>педагогов</w:t>
      </w:r>
      <w:r>
        <w:rPr>
          <w:spacing w:val="-2"/>
        </w:rPr>
        <w:t xml:space="preserve"> региона</w:t>
      </w:r>
      <w:r>
        <w:t>.</w:t>
      </w:r>
    </w:p>
    <w:p w:rsidR="006650AD" w:rsidRDefault="006650AD">
      <w:pPr>
        <w:pStyle w:val="BodyText"/>
        <w:ind w:right="399" w:firstLine="707"/>
      </w:pPr>
      <w:r>
        <w:t>Усилена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эффективных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учеников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уровней (от детей с ограниченными возможностями здоровья до обучающихся с высоким</w:t>
      </w:r>
      <w:r>
        <w:rPr>
          <w:spacing w:val="1"/>
        </w:rPr>
        <w:t xml:space="preserve"> </w:t>
      </w:r>
      <w:r>
        <w:t>интеллектуальным</w:t>
      </w:r>
      <w:r>
        <w:rPr>
          <w:spacing w:val="1"/>
        </w:rPr>
        <w:t xml:space="preserve"> </w:t>
      </w:r>
      <w:r>
        <w:t>потенциалом)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проектно-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направленности.</w:t>
      </w:r>
      <w:r>
        <w:rPr>
          <w:spacing w:val="1"/>
        </w:rPr>
        <w:t xml:space="preserve"> </w:t>
      </w:r>
      <w:r>
        <w:t>Дифференциация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стать</w:t>
      </w:r>
      <w:r>
        <w:rPr>
          <w:spacing w:val="-57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качества образования.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интеграция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планируется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ФГОС, направленных на расширение знаний, обучающихся по предметам</w:t>
      </w:r>
      <w:r>
        <w:rPr>
          <w:spacing w:val="1"/>
        </w:rPr>
        <w:t xml:space="preserve"> </w:t>
      </w:r>
      <w:r>
        <w:t>школьного цикла, адресную поддержку обучающихся с</w:t>
      </w:r>
      <w:r>
        <w:rPr>
          <w:spacing w:val="1"/>
        </w:rPr>
        <w:t xml:space="preserve"> </w:t>
      </w:r>
      <w:r>
        <w:t>низкими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результатами, поддержку и</w:t>
      </w:r>
      <w:r>
        <w:rPr>
          <w:spacing w:val="1"/>
        </w:rPr>
        <w:t xml:space="preserve"> </w:t>
      </w:r>
      <w:r>
        <w:t>подготовку одаренных</w:t>
      </w:r>
      <w:r>
        <w:rPr>
          <w:spacing w:val="1"/>
        </w:rPr>
        <w:t xml:space="preserve"> </w:t>
      </w:r>
      <w:r>
        <w:t>обучающихся к</w:t>
      </w:r>
      <w:r>
        <w:rPr>
          <w:spacing w:val="1"/>
        </w:rPr>
        <w:t xml:space="preserve"> </w:t>
      </w:r>
      <w:r>
        <w:t>олимпиадам, конкурсам, соревнованиям.</w:t>
      </w:r>
    </w:p>
    <w:p w:rsidR="006650AD" w:rsidRDefault="006650AD">
      <w:pPr>
        <w:pStyle w:val="BodyText"/>
        <w:spacing w:before="1"/>
        <w:ind w:right="402" w:firstLine="707"/>
      </w:pPr>
      <w:r>
        <w:t>В рамках перехода Школы в эффективный режим функционирования и развития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уделить</w:t>
      </w:r>
      <w:r>
        <w:rPr>
          <w:spacing w:val="1"/>
        </w:rPr>
        <w:t xml:space="preserve"> </w:t>
      </w:r>
      <w:r w:rsidRPr="002A51E7">
        <w:t>формированию</w:t>
      </w:r>
      <w:r w:rsidRPr="002A51E7">
        <w:rPr>
          <w:spacing w:val="1"/>
        </w:rPr>
        <w:t xml:space="preserve"> </w:t>
      </w:r>
      <w:r w:rsidRPr="002A51E7">
        <w:t>мотивации</w:t>
      </w:r>
      <w:r w:rsidRPr="002A51E7">
        <w:rPr>
          <w:spacing w:val="1"/>
        </w:rPr>
        <w:t xml:space="preserve"> </w:t>
      </w:r>
      <w:r w:rsidRPr="002A51E7">
        <w:t>к</w:t>
      </w:r>
      <w:r w:rsidRPr="002A51E7">
        <w:rPr>
          <w:spacing w:val="1"/>
        </w:rPr>
        <w:t xml:space="preserve"> </w:t>
      </w:r>
      <w:r w:rsidRPr="002A51E7">
        <w:t>успешному</w:t>
      </w:r>
      <w:r w:rsidRPr="002A51E7">
        <w:rPr>
          <w:spacing w:val="1"/>
        </w:rPr>
        <w:t xml:space="preserve"> </w:t>
      </w:r>
      <w:r w:rsidRPr="002A51E7">
        <w:t>обучению школьников</w:t>
      </w:r>
      <w:r>
        <w:t>. В связи с этим планируется цикл просветительских и методических</w:t>
      </w:r>
      <w:r>
        <w:rPr>
          <w:spacing w:val="-57"/>
        </w:rPr>
        <w:t xml:space="preserve"> </w:t>
      </w:r>
      <w:r>
        <w:t>практикумов с педагогами и родителями по повышению мотивации детей и подростков,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эффективных</w:t>
      </w:r>
      <w:r>
        <w:rPr>
          <w:spacing w:val="1"/>
        </w:rPr>
        <w:t xml:space="preserve"> </w:t>
      </w:r>
      <w:r>
        <w:t>форм,</w:t>
      </w:r>
      <w:r>
        <w:rPr>
          <w:spacing w:val="1"/>
        </w:rPr>
        <w:t xml:space="preserve"> </w:t>
      </w:r>
      <w:r>
        <w:t>мотивирующих</w:t>
      </w:r>
      <w:r>
        <w:rPr>
          <w:spacing w:val="1"/>
        </w:rPr>
        <w:t xml:space="preserve"> </w:t>
      </w:r>
      <w:r>
        <w:t>учеников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улучшение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результатов. Требуется выявление детей с высоким учебным потенциалом с начальной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недопущения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конкурентоспособных</w:t>
      </w:r>
      <w:r>
        <w:rPr>
          <w:spacing w:val="1"/>
        </w:rPr>
        <w:t xml:space="preserve"> </w:t>
      </w:r>
      <w:r>
        <w:t>учеников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мотивированных</w:t>
      </w:r>
      <w:r>
        <w:rPr>
          <w:spacing w:val="20"/>
        </w:rPr>
        <w:t xml:space="preserve"> </w:t>
      </w:r>
      <w:r>
        <w:t>обучающихся</w:t>
      </w:r>
      <w:r>
        <w:rPr>
          <w:spacing w:val="18"/>
        </w:rPr>
        <w:t xml:space="preserve"> </w:t>
      </w:r>
      <w:r>
        <w:t>шире</w:t>
      </w:r>
      <w:r>
        <w:rPr>
          <w:spacing w:val="18"/>
        </w:rPr>
        <w:t xml:space="preserve"> </w:t>
      </w:r>
      <w:r>
        <w:t>использовать</w:t>
      </w:r>
      <w:r>
        <w:rPr>
          <w:spacing w:val="19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только</w:t>
      </w:r>
      <w:r>
        <w:rPr>
          <w:spacing w:val="18"/>
        </w:rPr>
        <w:t xml:space="preserve"> </w:t>
      </w:r>
      <w:r>
        <w:t>школьные</w:t>
      </w:r>
      <w:r>
        <w:rPr>
          <w:spacing w:val="16"/>
        </w:rPr>
        <w:t xml:space="preserve"> </w:t>
      </w:r>
      <w:r>
        <w:t>возможности,</w:t>
      </w:r>
      <w:r>
        <w:rPr>
          <w:spacing w:val="19"/>
        </w:rPr>
        <w:t xml:space="preserve"> </w:t>
      </w:r>
      <w:r>
        <w:t>но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олимпиадам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уровня.</w:t>
      </w:r>
    </w:p>
    <w:p w:rsidR="006650AD" w:rsidRDefault="006650AD">
      <w:pPr>
        <w:pStyle w:val="BodyText"/>
        <w:ind w:right="403" w:firstLine="707"/>
      </w:pP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контингента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6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адаптированным образовательным программам и активно работать с ними в направлении</w:t>
      </w:r>
      <w:r>
        <w:rPr>
          <w:spacing w:val="1"/>
        </w:rPr>
        <w:t xml:space="preserve"> </w:t>
      </w:r>
      <w:r>
        <w:t>коррекции их недостатков и успешной социализации в обществе. Будет осуществлено</w:t>
      </w:r>
      <w:r>
        <w:rPr>
          <w:spacing w:val="1"/>
        </w:rPr>
        <w:t xml:space="preserve"> </w:t>
      </w:r>
      <w:r>
        <w:t>внедрение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адресной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учеников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низкими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учеником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 материального стимулирования данных видов работы. Расширятся связи с</w:t>
      </w:r>
      <w:r>
        <w:rPr>
          <w:spacing w:val="1"/>
        </w:rPr>
        <w:t xml:space="preserve"> </w:t>
      </w:r>
      <w:r>
        <w:t>различными организациями, обеспечивающими сопровождение детей с 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здоровья.</w:t>
      </w:r>
    </w:p>
    <w:p w:rsidR="006650AD" w:rsidRDefault="006650AD">
      <w:pPr>
        <w:pStyle w:val="BodyText"/>
        <w:spacing w:before="1"/>
        <w:ind w:right="403" w:firstLine="707"/>
      </w:pPr>
      <w:r>
        <w:t>Будет</w:t>
      </w:r>
      <w:r>
        <w:rPr>
          <w:spacing w:val="1"/>
        </w:rPr>
        <w:t xml:space="preserve"> </w:t>
      </w:r>
      <w:r>
        <w:t>обеспечено</w:t>
      </w:r>
      <w:r>
        <w:rPr>
          <w:spacing w:val="1"/>
        </w:rPr>
        <w:t xml:space="preserve"> </w:t>
      </w:r>
      <w:r>
        <w:t>сохранение,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учителей,</w:t>
      </w:r>
      <w:r>
        <w:rPr>
          <w:spacing w:val="1"/>
        </w:rPr>
        <w:t xml:space="preserve"> </w:t>
      </w:r>
      <w:r>
        <w:t>созданы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конкурсов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предметам.</w:t>
      </w:r>
      <w:r>
        <w:rPr>
          <w:spacing w:val="1"/>
        </w:rPr>
        <w:t xml:space="preserve"> </w:t>
      </w:r>
    </w:p>
    <w:p w:rsidR="006650AD" w:rsidRPr="00C1053A" w:rsidRDefault="006650AD" w:rsidP="00C1053A">
      <w:pPr>
        <w:ind w:left="542" w:right="405" w:firstLine="707"/>
        <w:jc w:val="both"/>
        <w:rPr>
          <w:sz w:val="24"/>
        </w:rPr>
      </w:pPr>
      <w:r>
        <w:rPr>
          <w:sz w:val="24"/>
        </w:rPr>
        <w:t>Школа в процессе перехода в эффективный режим функционирования и развития</w:t>
      </w:r>
      <w:r>
        <w:rPr>
          <w:spacing w:val="1"/>
          <w:sz w:val="24"/>
        </w:rPr>
        <w:t xml:space="preserve"> </w:t>
      </w:r>
      <w:r w:rsidRPr="00C1053A">
        <w:rPr>
          <w:sz w:val="24"/>
        </w:rPr>
        <w:t>сохраняет</w:t>
      </w:r>
      <w:r w:rsidRPr="00C1053A">
        <w:rPr>
          <w:spacing w:val="1"/>
          <w:sz w:val="24"/>
        </w:rPr>
        <w:t xml:space="preserve"> </w:t>
      </w:r>
      <w:r w:rsidRPr="00C1053A">
        <w:rPr>
          <w:sz w:val="24"/>
        </w:rPr>
        <w:t>все</w:t>
      </w:r>
      <w:r w:rsidRPr="00C1053A">
        <w:rPr>
          <w:spacing w:val="1"/>
          <w:sz w:val="24"/>
        </w:rPr>
        <w:t xml:space="preserve"> </w:t>
      </w:r>
      <w:r w:rsidRPr="00C1053A">
        <w:rPr>
          <w:sz w:val="24"/>
        </w:rPr>
        <w:t>положительные</w:t>
      </w:r>
      <w:r w:rsidRPr="00C1053A">
        <w:rPr>
          <w:spacing w:val="1"/>
          <w:sz w:val="24"/>
        </w:rPr>
        <w:t xml:space="preserve"> </w:t>
      </w:r>
      <w:r w:rsidRPr="00C1053A">
        <w:rPr>
          <w:sz w:val="24"/>
        </w:rPr>
        <w:t>тенденции</w:t>
      </w:r>
      <w:r w:rsidRPr="00C1053A">
        <w:rPr>
          <w:spacing w:val="1"/>
          <w:sz w:val="24"/>
        </w:rPr>
        <w:t xml:space="preserve"> </w:t>
      </w:r>
      <w:r w:rsidRPr="00C1053A">
        <w:rPr>
          <w:sz w:val="24"/>
        </w:rPr>
        <w:t>развития,</w:t>
      </w:r>
      <w:r w:rsidRPr="00C1053A">
        <w:rPr>
          <w:spacing w:val="1"/>
          <w:sz w:val="24"/>
        </w:rPr>
        <w:t xml:space="preserve"> </w:t>
      </w:r>
      <w:r w:rsidRPr="00C1053A">
        <w:rPr>
          <w:sz w:val="24"/>
        </w:rPr>
        <w:t>перспективные</w:t>
      </w:r>
      <w:r w:rsidRPr="00C1053A">
        <w:rPr>
          <w:spacing w:val="1"/>
          <w:sz w:val="24"/>
        </w:rPr>
        <w:t xml:space="preserve"> </w:t>
      </w:r>
      <w:r w:rsidRPr="00C1053A">
        <w:rPr>
          <w:sz w:val="24"/>
        </w:rPr>
        <w:t>направления,</w:t>
      </w:r>
      <w:r w:rsidRPr="00C1053A">
        <w:rPr>
          <w:spacing w:val="1"/>
          <w:sz w:val="24"/>
        </w:rPr>
        <w:t xml:space="preserve"> </w:t>
      </w:r>
      <w:r w:rsidRPr="00C1053A">
        <w:rPr>
          <w:sz w:val="24"/>
        </w:rPr>
        <w:t>имеющиеся</w:t>
      </w:r>
      <w:r w:rsidRPr="00C1053A">
        <w:rPr>
          <w:spacing w:val="2"/>
          <w:sz w:val="24"/>
        </w:rPr>
        <w:t xml:space="preserve"> </w:t>
      </w:r>
      <w:r w:rsidRPr="00C1053A">
        <w:rPr>
          <w:sz w:val="24"/>
        </w:rPr>
        <w:t>школьные</w:t>
      </w:r>
      <w:r w:rsidRPr="00C1053A">
        <w:rPr>
          <w:spacing w:val="-1"/>
          <w:sz w:val="24"/>
        </w:rPr>
        <w:t xml:space="preserve"> </w:t>
      </w:r>
      <w:r w:rsidRPr="00C1053A">
        <w:rPr>
          <w:sz w:val="24"/>
        </w:rPr>
        <w:t>традиции.</w:t>
      </w:r>
      <w:r>
        <w:t xml:space="preserve"> Школу</w:t>
      </w:r>
      <w:r>
        <w:rPr>
          <w:spacing w:val="1"/>
        </w:rPr>
        <w:t xml:space="preserve"> </w:t>
      </w:r>
      <w:r>
        <w:t>позиционируют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школу</w:t>
      </w:r>
      <w:r>
        <w:rPr>
          <w:spacing w:val="1"/>
        </w:rPr>
        <w:t xml:space="preserve"> </w:t>
      </w:r>
      <w:r>
        <w:t>толерантного,</w:t>
      </w:r>
      <w:r>
        <w:rPr>
          <w:spacing w:val="1"/>
        </w:rPr>
        <w:t xml:space="preserve"> </w:t>
      </w:r>
      <w:r>
        <w:t>поликультурного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патриотического</w:t>
      </w:r>
      <w:r>
        <w:rPr>
          <w:spacing w:val="-1"/>
        </w:rPr>
        <w:t xml:space="preserve"> </w:t>
      </w:r>
      <w:r>
        <w:t>воспитания.</w:t>
      </w:r>
    </w:p>
    <w:p w:rsidR="006650AD" w:rsidRDefault="006650AD">
      <w:pPr>
        <w:pStyle w:val="BodyText"/>
        <w:spacing w:before="1"/>
        <w:ind w:right="402" w:firstLine="707"/>
      </w:pPr>
      <w:r>
        <w:t>Школа</w:t>
      </w:r>
      <w:r>
        <w:rPr>
          <w:spacing w:val="1"/>
        </w:rPr>
        <w:t xml:space="preserve"> </w:t>
      </w:r>
      <w:r>
        <w:t>реализует</w:t>
      </w:r>
      <w:r>
        <w:rPr>
          <w:spacing w:val="1"/>
        </w:rPr>
        <w:t xml:space="preserve"> </w:t>
      </w:r>
      <w:r>
        <w:t>инклюзивную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направленную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создание специальных условий для обучения и воспитания детей, но и на обеспечение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педагогами,</w:t>
      </w:r>
      <w:r>
        <w:rPr>
          <w:spacing w:val="1"/>
        </w:rPr>
        <w:t xml:space="preserve"> </w:t>
      </w:r>
      <w:r>
        <w:t>родителями,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здоровыми</w:t>
      </w:r>
      <w:r>
        <w:rPr>
          <w:spacing w:val="1"/>
        </w:rPr>
        <w:t xml:space="preserve"> </w:t>
      </w:r>
      <w:r>
        <w:t>сверстниками.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имеющийся</w:t>
      </w:r>
      <w:r>
        <w:rPr>
          <w:spacing w:val="1"/>
        </w:rPr>
        <w:t xml:space="preserve"> </w:t>
      </w:r>
      <w:r>
        <w:t>высокий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удовлетворенности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доступностью</w:t>
      </w:r>
      <w:r>
        <w:rPr>
          <w:spacing w:val="1"/>
        </w:rPr>
        <w:t xml:space="preserve"> </w:t>
      </w:r>
      <w:r>
        <w:t>начального,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обучающимся,</w:t>
      </w:r>
      <w:r>
        <w:rPr>
          <w:spacing w:val="1"/>
        </w:rPr>
        <w:t xml:space="preserve"> </w:t>
      </w:r>
      <w:r>
        <w:t>имеющим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стартовые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(дети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 xml:space="preserve">возможностями здоровья). </w:t>
      </w:r>
    </w:p>
    <w:p w:rsidR="006650AD" w:rsidRDefault="006650AD">
      <w:pPr>
        <w:pStyle w:val="BodyText"/>
        <w:spacing w:before="1"/>
        <w:ind w:right="404" w:firstLine="707"/>
      </w:pPr>
      <w:r>
        <w:t>Школа активно участвует в профориентационных проектах,</w:t>
      </w:r>
      <w:r>
        <w:rPr>
          <w:spacing w:val="60"/>
        </w:rPr>
        <w:t xml:space="preserve"> </w:t>
      </w:r>
      <w:r>
        <w:t>реализуемых в районе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регионе,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направлении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продолжена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конкурентоспособности</w:t>
      </w:r>
      <w:r>
        <w:rPr>
          <w:spacing w:val="1"/>
        </w:rPr>
        <w:t xml:space="preserve"> </w:t>
      </w:r>
      <w:r>
        <w:t>учеников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востребованные</w:t>
      </w:r>
      <w:r>
        <w:rPr>
          <w:spacing w:val="1"/>
        </w:rPr>
        <w:t xml:space="preserve"> </w:t>
      </w:r>
      <w:r>
        <w:t>профессии, будет обеспечена</w:t>
      </w:r>
      <w:r>
        <w:rPr>
          <w:spacing w:val="1"/>
        </w:rPr>
        <w:t xml:space="preserve"> </w:t>
      </w:r>
      <w:r>
        <w:t>качественная подготовка выпускников восьмых-девятых классов к выбору дальнейшей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траектории</w:t>
      </w:r>
      <w:r>
        <w:rPr>
          <w:spacing w:val="3"/>
        </w:rPr>
        <w:t xml:space="preserve"> </w:t>
      </w:r>
      <w:r>
        <w:t>развития.</w:t>
      </w:r>
    </w:p>
    <w:p w:rsidR="006650AD" w:rsidRDefault="006650AD">
      <w:pPr>
        <w:pStyle w:val="BodyText"/>
        <w:ind w:right="404" w:firstLine="707"/>
      </w:pPr>
      <w:r>
        <w:t>В Школе отработан механизм взаимодействия с родителями, их участие в работе</w:t>
      </w:r>
      <w:r>
        <w:rPr>
          <w:spacing w:val="1"/>
        </w:rPr>
        <w:t xml:space="preserve"> </w:t>
      </w:r>
      <w:r>
        <w:t>классных и школьных коллективов. Дальнейшие действия будут связаны с усилением</w:t>
      </w:r>
      <w:r>
        <w:rPr>
          <w:spacing w:val="1"/>
        </w:rPr>
        <w:t xml:space="preserve"> </w:t>
      </w:r>
      <w:r>
        <w:t>просветительской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системным</w:t>
      </w:r>
      <w:r>
        <w:rPr>
          <w:spacing w:val="1"/>
        </w:rPr>
        <w:t xml:space="preserve"> </w:t>
      </w:r>
      <w:r>
        <w:t>информированием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о</w:t>
      </w:r>
      <w:r>
        <w:rPr>
          <w:spacing w:val="61"/>
        </w:rPr>
        <w:t xml:space="preserve"> </w:t>
      </w:r>
      <w:r>
        <w:t>показателях</w:t>
      </w:r>
      <w:r>
        <w:rPr>
          <w:spacing w:val="1"/>
        </w:rPr>
        <w:t xml:space="preserve"> </w:t>
      </w:r>
      <w:r>
        <w:t>качества обучения (прогресс ребенка с уч</w:t>
      </w:r>
      <w:r>
        <w:rPr>
          <w:rFonts w:ascii="Tahoma" w:hAnsi="Tahoma" w:cs="Tahoma"/>
        </w:rPr>
        <w:t>ѐ</w:t>
      </w:r>
      <w:r>
        <w:t>том индивидуальных возможностей и ожиданий</w:t>
      </w:r>
      <w:r>
        <w:rPr>
          <w:spacing w:val="-5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обучающихся),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работой</w:t>
      </w:r>
      <w:r>
        <w:rPr>
          <w:spacing w:val="1"/>
        </w:rPr>
        <w:t xml:space="preserve"> </w:t>
      </w:r>
      <w:r>
        <w:t>«со</w:t>
      </w:r>
      <w:r>
        <w:rPr>
          <w:spacing w:val="1"/>
        </w:rPr>
        <w:t xml:space="preserve"> </w:t>
      </w:r>
      <w:r>
        <w:t>случаем»,</w:t>
      </w:r>
      <w:r>
        <w:rPr>
          <w:spacing w:val="1"/>
        </w:rPr>
        <w:t xml:space="preserve"> </w:t>
      </w:r>
      <w:r>
        <w:t>активным</w:t>
      </w:r>
      <w:r>
        <w:rPr>
          <w:spacing w:val="1"/>
        </w:rPr>
        <w:t xml:space="preserve"> </w:t>
      </w:r>
      <w:r>
        <w:t>включением</w:t>
      </w:r>
      <w:r>
        <w:rPr>
          <w:spacing w:val="-2"/>
        </w:rPr>
        <w:t xml:space="preserve"> </w:t>
      </w:r>
      <w:r>
        <w:t>родительских</w:t>
      </w:r>
      <w:r>
        <w:rPr>
          <w:spacing w:val="1"/>
        </w:rPr>
        <w:t xml:space="preserve"> </w:t>
      </w:r>
      <w:r>
        <w:t>комитетов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поддержку</w:t>
      </w:r>
      <w:r>
        <w:rPr>
          <w:spacing w:val="-4"/>
        </w:rPr>
        <w:t xml:space="preserve"> </w:t>
      </w:r>
      <w:r>
        <w:t>имиджа</w:t>
      </w:r>
      <w:r>
        <w:rPr>
          <w:spacing w:val="-2"/>
        </w:rPr>
        <w:t xml:space="preserve"> </w:t>
      </w:r>
      <w:r>
        <w:t>школы.</w:t>
      </w:r>
    </w:p>
    <w:p w:rsidR="006650AD" w:rsidRDefault="006650AD">
      <w:pPr>
        <w:pStyle w:val="BodyText"/>
        <w:spacing w:before="1"/>
        <w:ind w:right="409" w:firstLine="707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переходу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эффективный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будут</w:t>
      </w:r>
      <w:r>
        <w:rPr>
          <w:spacing w:val="2"/>
        </w:rPr>
        <w:t xml:space="preserve"> </w:t>
      </w:r>
      <w:r>
        <w:t>способствовать:</w:t>
      </w:r>
    </w:p>
    <w:p w:rsidR="006650AD" w:rsidRDefault="006650AD">
      <w:pPr>
        <w:pStyle w:val="ListParagraph"/>
        <w:numPr>
          <w:ilvl w:val="0"/>
          <w:numId w:val="1"/>
        </w:numPr>
        <w:tabs>
          <w:tab w:val="left" w:pos="1536"/>
        </w:tabs>
        <w:ind w:right="410" w:firstLine="707"/>
        <w:jc w:val="both"/>
        <w:rPr>
          <w:sz w:val="24"/>
        </w:rPr>
      </w:pPr>
      <w:r>
        <w:rPr>
          <w:sz w:val="24"/>
        </w:rPr>
        <w:t>стабильный профессиональный педагогический коллектив, мотивированный 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результатов;</w:t>
      </w:r>
    </w:p>
    <w:p w:rsidR="006650AD" w:rsidRDefault="006650AD">
      <w:pPr>
        <w:pStyle w:val="ListParagraph"/>
        <w:numPr>
          <w:ilvl w:val="0"/>
          <w:numId w:val="1"/>
        </w:numPr>
        <w:tabs>
          <w:tab w:val="left" w:pos="1536"/>
        </w:tabs>
        <w:ind w:right="410" w:firstLine="707"/>
        <w:jc w:val="both"/>
        <w:rPr>
          <w:sz w:val="24"/>
        </w:rPr>
      </w:pPr>
      <w:r>
        <w:rPr>
          <w:sz w:val="24"/>
        </w:rPr>
        <w:t>достаточная материально-техническая оснащенность (в том числе технические и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средства),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позволяющая</w:t>
      </w:r>
      <w:r>
        <w:rPr>
          <w:spacing w:val="1"/>
          <w:sz w:val="24"/>
        </w:rPr>
        <w:t xml:space="preserve"> </w:t>
      </w: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Школе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открытую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развивающую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среду;</w:t>
      </w:r>
    </w:p>
    <w:p w:rsidR="006650AD" w:rsidRDefault="006650AD">
      <w:pPr>
        <w:pStyle w:val="ListParagraph"/>
        <w:numPr>
          <w:ilvl w:val="0"/>
          <w:numId w:val="1"/>
        </w:numPr>
        <w:tabs>
          <w:tab w:val="left" w:pos="1536"/>
        </w:tabs>
        <w:spacing w:before="66"/>
        <w:ind w:right="405" w:firstLine="707"/>
        <w:jc w:val="both"/>
        <w:rPr>
          <w:sz w:val="24"/>
        </w:rPr>
      </w:pPr>
      <w:r>
        <w:rPr>
          <w:sz w:val="24"/>
        </w:rPr>
        <w:t>действенная система оценки результатов обучения, отражающая объективность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дающая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улучшения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 результатов;</w:t>
      </w:r>
    </w:p>
    <w:p w:rsidR="006650AD" w:rsidRDefault="006650AD">
      <w:pPr>
        <w:pStyle w:val="ListParagraph"/>
        <w:numPr>
          <w:ilvl w:val="0"/>
          <w:numId w:val="1"/>
        </w:numPr>
        <w:tabs>
          <w:tab w:val="left" w:pos="1536"/>
        </w:tabs>
        <w:spacing w:before="1"/>
        <w:ind w:right="403" w:firstLine="707"/>
        <w:jc w:val="both"/>
        <w:rPr>
          <w:sz w:val="24"/>
        </w:rPr>
      </w:pPr>
      <w:r>
        <w:rPr>
          <w:sz w:val="24"/>
        </w:rPr>
        <w:t>эффективные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 к процессу</w:t>
      </w:r>
      <w:r>
        <w:rPr>
          <w:spacing w:val="-6"/>
          <w:sz w:val="24"/>
        </w:rPr>
        <w:t xml:space="preserve"> </w:t>
      </w:r>
      <w:r>
        <w:rPr>
          <w:sz w:val="24"/>
        </w:rPr>
        <w:t>и результатам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обучения;</w:t>
      </w:r>
    </w:p>
    <w:p w:rsidR="006650AD" w:rsidRDefault="006650AD">
      <w:pPr>
        <w:pStyle w:val="ListParagraph"/>
        <w:numPr>
          <w:ilvl w:val="0"/>
          <w:numId w:val="1"/>
        </w:numPr>
        <w:tabs>
          <w:tab w:val="left" w:pos="1536"/>
        </w:tabs>
        <w:ind w:right="405" w:firstLine="707"/>
        <w:jc w:val="both"/>
        <w:rPr>
          <w:sz w:val="24"/>
        </w:rPr>
      </w:pPr>
      <w:r>
        <w:rPr>
          <w:sz w:val="24"/>
        </w:rPr>
        <w:t>качественное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обеспечивающее</w:t>
      </w:r>
      <w:r>
        <w:rPr>
          <w:spacing w:val="1"/>
          <w:sz w:val="24"/>
        </w:rPr>
        <w:t xml:space="preserve"> </w:t>
      </w:r>
      <w:r>
        <w:rPr>
          <w:sz w:val="24"/>
        </w:rPr>
        <w:t>адресную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рисками</w:t>
      </w:r>
      <w:r>
        <w:rPr>
          <w:spacing w:val="-1"/>
          <w:sz w:val="24"/>
        </w:rPr>
        <w:t xml:space="preserve"> </w:t>
      </w:r>
      <w:r>
        <w:rPr>
          <w:sz w:val="24"/>
        </w:rPr>
        <w:t>низких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образовательных результатов;</w:t>
      </w:r>
    </w:p>
    <w:p w:rsidR="006650AD" w:rsidRDefault="006650AD">
      <w:pPr>
        <w:pStyle w:val="ListParagraph"/>
        <w:numPr>
          <w:ilvl w:val="0"/>
          <w:numId w:val="1"/>
        </w:numPr>
        <w:tabs>
          <w:tab w:val="left" w:pos="1536"/>
        </w:tabs>
        <w:ind w:right="410" w:firstLine="707"/>
        <w:jc w:val="both"/>
        <w:rPr>
          <w:sz w:val="24"/>
        </w:rPr>
      </w:pPr>
      <w:r>
        <w:rPr>
          <w:sz w:val="24"/>
        </w:rPr>
        <w:t>эффективные формы и методы в обучении по предметам школьного цикла, способствующие улучшению образовательных результатов;</w:t>
      </w:r>
    </w:p>
    <w:p w:rsidR="006650AD" w:rsidRDefault="006650AD">
      <w:pPr>
        <w:pStyle w:val="ListParagraph"/>
        <w:numPr>
          <w:ilvl w:val="0"/>
          <w:numId w:val="1"/>
        </w:numPr>
        <w:tabs>
          <w:tab w:val="left" w:pos="1536"/>
        </w:tabs>
        <w:ind w:right="411" w:firstLine="707"/>
        <w:jc w:val="both"/>
        <w:rPr>
          <w:sz w:val="24"/>
        </w:rPr>
      </w:pPr>
      <w:r>
        <w:rPr>
          <w:sz w:val="24"/>
        </w:rPr>
        <w:t>активное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методическими объединениями района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коллектива;</w:t>
      </w:r>
    </w:p>
    <w:p w:rsidR="006650AD" w:rsidRDefault="006650AD">
      <w:pPr>
        <w:pStyle w:val="ListParagraph"/>
        <w:numPr>
          <w:ilvl w:val="0"/>
          <w:numId w:val="1"/>
        </w:numPr>
        <w:tabs>
          <w:tab w:val="left" w:pos="1536"/>
        </w:tabs>
        <w:ind w:right="404" w:firstLine="707"/>
        <w:jc w:val="both"/>
        <w:rPr>
          <w:sz w:val="24"/>
        </w:rPr>
      </w:pPr>
      <w:r>
        <w:rPr>
          <w:sz w:val="24"/>
        </w:rPr>
        <w:t>сохраненные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лучшие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1"/>
          <w:sz w:val="24"/>
        </w:rPr>
        <w:t xml:space="preserve"> </w:t>
      </w:r>
      <w:r>
        <w:rPr>
          <w:sz w:val="24"/>
        </w:rPr>
        <w:t>Школы</w:t>
      </w:r>
      <w:r>
        <w:rPr>
          <w:spacing w:val="1"/>
          <w:sz w:val="24"/>
        </w:rPr>
        <w:t xml:space="preserve"> </w:t>
      </w:r>
      <w:r>
        <w:rPr>
          <w:sz w:val="24"/>
        </w:rPr>
        <w:t>(патриотическое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поликультурное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воспитание,</w:t>
      </w:r>
      <w:r>
        <w:rPr>
          <w:spacing w:val="1"/>
          <w:sz w:val="24"/>
        </w:rPr>
        <w:t xml:space="preserve"> </w:t>
      </w:r>
      <w:r>
        <w:rPr>
          <w:sz w:val="24"/>
        </w:rPr>
        <w:t>толерантная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стартовыми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возможностями,</w:t>
      </w:r>
      <w:r>
        <w:rPr>
          <w:spacing w:val="1"/>
          <w:sz w:val="24"/>
        </w:rPr>
        <w:t xml:space="preserve"> </w:t>
      </w:r>
      <w:r>
        <w:rPr>
          <w:sz w:val="24"/>
        </w:rPr>
        <w:t>профориентационные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социально-ориентированные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проекты)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имиджевых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 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опыта;</w:t>
      </w:r>
    </w:p>
    <w:p w:rsidR="006650AD" w:rsidRDefault="006650AD">
      <w:pPr>
        <w:pStyle w:val="ListParagraph"/>
        <w:numPr>
          <w:ilvl w:val="0"/>
          <w:numId w:val="1"/>
        </w:numPr>
        <w:tabs>
          <w:tab w:val="left" w:pos="1536"/>
        </w:tabs>
        <w:ind w:right="405" w:firstLine="707"/>
        <w:jc w:val="both"/>
        <w:rPr>
          <w:sz w:val="24"/>
        </w:rPr>
      </w:pPr>
      <w:r>
        <w:rPr>
          <w:sz w:val="24"/>
        </w:rPr>
        <w:t>активное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Школы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победы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конкурсах,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формирующее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хорошую</w:t>
      </w:r>
      <w:r>
        <w:rPr>
          <w:spacing w:val="1"/>
          <w:sz w:val="24"/>
        </w:rPr>
        <w:t xml:space="preserve"> </w:t>
      </w:r>
      <w:r>
        <w:rPr>
          <w:sz w:val="24"/>
        </w:rPr>
        <w:t>репутацию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подготовку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конкурентоспособных</w:t>
      </w:r>
      <w:r>
        <w:rPr>
          <w:spacing w:val="1"/>
          <w:sz w:val="24"/>
        </w:rPr>
        <w:t xml:space="preserve"> </w:t>
      </w:r>
      <w:r>
        <w:rPr>
          <w:sz w:val="24"/>
        </w:rPr>
        <w:t>выпускников;</w:t>
      </w:r>
    </w:p>
    <w:p w:rsidR="006650AD" w:rsidRDefault="006650AD">
      <w:pPr>
        <w:pStyle w:val="ListParagraph"/>
        <w:numPr>
          <w:ilvl w:val="0"/>
          <w:numId w:val="1"/>
        </w:numPr>
        <w:tabs>
          <w:tab w:val="left" w:pos="1536"/>
        </w:tabs>
        <w:ind w:right="406" w:firstLine="707"/>
        <w:jc w:val="both"/>
        <w:rPr>
          <w:sz w:val="24"/>
        </w:rPr>
      </w:pPr>
      <w:r>
        <w:rPr>
          <w:sz w:val="24"/>
        </w:rPr>
        <w:t>сотрудничество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общественностью,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обеспечивающее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60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детей.</w:t>
      </w:r>
    </w:p>
    <w:p w:rsidR="006650AD" w:rsidRDefault="006650AD">
      <w:pPr>
        <w:pStyle w:val="BodyText"/>
        <w:spacing w:before="5"/>
        <w:ind w:left="0"/>
        <w:jc w:val="left"/>
      </w:pPr>
    </w:p>
    <w:p w:rsidR="006650AD" w:rsidRDefault="006650AD" w:rsidP="009E39C4">
      <w:pPr>
        <w:pStyle w:val="Heading2"/>
        <w:numPr>
          <w:ilvl w:val="1"/>
          <w:numId w:val="22"/>
        </w:numPr>
        <w:tabs>
          <w:tab w:val="left" w:pos="1675"/>
        </w:tabs>
        <w:ind w:left="1674" w:hanging="425"/>
        <w:jc w:val="center"/>
      </w:pPr>
      <w:bookmarkStart w:id="10" w:name="_TOC_250006"/>
      <w:r>
        <w:t>Концепция</w:t>
      </w:r>
      <w:r>
        <w:rPr>
          <w:spacing w:val="-3"/>
        </w:rPr>
        <w:t xml:space="preserve"> </w:t>
      </w:r>
      <w:bookmarkEnd w:id="10"/>
      <w:r>
        <w:t>развития</w:t>
      </w:r>
    </w:p>
    <w:p w:rsidR="006650AD" w:rsidRDefault="006650AD">
      <w:pPr>
        <w:pStyle w:val="BodyText"/>
        <w:spacing w:before="7"/>
        <w:ind w:left="0"/>
        <w:jc w:val="left"/>
        <w:rPr>
          <w:b/>
          <w:sz w:val="23"/>
        </w:rPr>
      </w:pPr>
    </w:p>
    <w:p w:rsidR="006650AD" w:rsidRPr="00C1053A" w:rsidRDefault="006650AD">
      <w:pPr>
        <w:ind w:left="542" w:right="402" w:firstLine="707"/>
        <w:jc w:val="both"/>
        <w:rPr>
          <w:sz w:val="24"/>
        </w:rPr>
      </w:pPr>
      <w:r>
        <w:rPr>
          <w:sz w:val="24"/>
        </w:rPr>
        <w:t>С</w:t>
      </w:r>
      <w:r>
        <w:rPr>
          <w:b/>
          <w:sz w:val="24"/>
        </w:rPr>
        <w:t>оциально-педагогическая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миссия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Школы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осуществляющей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эффективный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следующем:</w:t>
      </w:r>
      <w:r>
        <w:rPr>
          <w:spacing w:val="1"/>
          <w:sz w:val="24"/>
        </w:rPr>
        <w:t xml:space="preserve"> </w:t>
      </w:r>
      <w:r w:rsidRPr="00C1053A">
        <w:rPr>
          <w:sz w:val="24"/>
        </w:rPr>
        <w:t>«От</w:t>
      </w:r>
      <w:r w:rsidRPr="00C1053A">
        <w:rPr>
          <w:spacing w:val="1"/>
          <w:sz w:val="24"/>
        </w:rPr>
        <w:t xml:space="preserve"> </w:t>
      </w:r>
      <w:r w:rsidRPr="00C1053A">
        <w:rPr>
          <w:sz w:val="24"/>
        </w:rPr>
        <w:t>разных</w:t>
      </w:r>
      <w:r w:rsidRPr="00C1053A">
        <w:rPr>
          <w:spacing w:val="1"/>
          <w:sz w:val="24"/>
        </w:rPr>
        <w:t xml:space="preserve"> </w:t>
      </w:r>
      <w:r w:rsidRPr="00C1053A">
        <w:rPr>
          <w:sz w:val="24"/>
        </w:rPr>
        <w:t>стартовых</w:t>
      </w:r>
      <w:r w:rsidRPr="00C1053A">
        <w:rPr>
          <w:spacing w:val="1"/>
          <w:sz w:val="24"/>
        </w:rPr>
        <w:t xml:space="preserve"> </w:t>
      </w:r>
      <w:r w:rsidRPr="00C1053A">
        <w:rPr>
          <w:sz w:val="24"/>
        </w:rPr>
        <w:t>возможностей</w:t>
      </w:r>
      <w:r w:rsidRPr="00C1053A">
        <w:rPr>
          <w:spacing w:val="1"/>
          <w:sz w:val="24"/>
        </w:rPr>
        <w:t xml:space="preserve"> </w:t>
      </w:r>
      <w:r w:rsidRPr="00C1053A">
        <w:rPr>
          <w:sz w:val="24"/>
        </w:rPr>
        <w:t>каждого</w:t>
      </w:r>
      <w:r w:rsidRPr="00C1053A">
        <w:rPr>
          <w:spacing w:val="1"/>
          <w:sz w:val="24"/>
        </w:rPr>
        <w:t xml:space="preserve"> </w:t>
      </w:r>
      <w:r w:rsidRPr="00C1053A">
        <w:rPr>
          <w:sz w:val="24"/>
        </w:rPr>
        <w:t>ученика</w:t>
      </w:r>
      <w:r w:rsidRPr="00C1053A">
        <w:rPr>
          <w:spacing w:val="1"/>
          <w:sz w:val="24"/>
        </w:rPr>
        <w:t xml:space="preserve"> </w:t>
      </w:r>
      <w:r w:rsidRPr="00C1053A">
        <w:rPr>
          <w:sz w:val="24"/>
        </w:rPr>
        <w:t>и</w:t>
      </w:r>
      <w:r w:rsidRPr="00C1053A">
        <w:rPr>
          <w:spacing w:val="1"/>
          <w:sz w:val="24"/>
        </w:rPr>
        <w:t xml:space="preserve"> </w:t>
      </w:r>
      <w:r w:rsidRPr="00C1053A">
        <w:rPr>
          <w:sz w:val="24"/>
        </w:rPr>
        <w:t>учителя</w:t>
      </w:r>
      <w:r w:rsidRPr="00C1053A">
        <w:rPr>
          <w:spacing w:val="1"/>
          <w:sz w:val="24"/>
        </w:rPr>
        <w:t xml:space="preserve"> </w:t>
      </w:r>
      <w:r w:rsidRPr="00C1053A">
        <w:rPr>
          <w:sz w:val="24"/>
        </w:rPr>
        <w:t>-</w:t>
      </w:r>
      <w:r w:rsidRPr="00C1053A">
        <w:rPr>
          <w:spacing w:val="1"/>
          <w:sz w:val="24"/>
        </w:rPr>
        <w:t xml:space="preserve"> </w:t>
      </w:r>
      <w:r w:rsidRPr="00C1053A">
        <w:rPr>
          <w:sz w:val="24"/>
        </w:rPr>
        <w:t>к</w:t>
      </w:r>
      <w:r w:rsidRPr="00C1053A">
        <w:rPr>
          <w:spacing w:val="1"/>
          <w:sz w:val="24"/>
        </w:rPr>
        <w:t xml:space="preserve"> </w:t>
      </w:r>
      <w:r w:rsidRPr="00C1053A">
        <w:rPr>
          <w:sz w:val="24"/>
        </w:rPr>
        <w:t>стабильным</w:t>
      </w:r>
      <w:r w:rsidRPr="00C1053A">
        <w:rPr>
          <w:spacing w:val="1"/>
          <w:sz w:val="24"/>
        </w:rPr>
        <w:t xml:space="preserve"> </w:t>
      </w:r>
      <w:r w:rsidRPr="00C1053A">
        <w:rPr>
          <w:sz w:val="24"/>
        </w:rPr>
        <w:t>образовательным</w:t>
      </w:r>
      <w:r w:rsidRPr="00C1053A">
        <w:rPr>
          <w:spacing w:val="1"/>
          <w:sz w:val="24"/>
        </w:rPr>
        <w:t xml:space="preserve"> </w:t>
      </w:r>
      <w:r w:rsidRPr="00C1053A">
        <w:rPr>
          <w:sz w:val="24"/>
        </w:rPr>
        <w:t>результатам,</w:t>
      </w:r>
      <w:r w:rsidRPr="00C1053A">
        <w:rPr>
          <w:spacing w:val="1"/>
          <w:sz w:val="24"/>
        </w:rPr>
        <w:t xml:space="preserve"> </w:t>
      </w:r>
      <w:r w:rsidRPr="00C1053A">
        <w:rPr>
          <w:sz w:val="24"/>
        </w:rPr>
        <w:t>социальным</w:t>
      </w:r>
      <w:r w:rsidRPr="00C1053A">
        <w:rPr>
          <w:spacing w:val="1"/>
          <w:sz w:val="24"/>
        </w:rPr>
        <w:t xml:space="preserve"> </w:t>
      </w:r>
      <w:r w:rsidRPr="00C1053A">
        <w:rPr>
          <w:sz w:val="24"/>
        </w:rPr>
        <w:t>достижениям,</w:t>
      </w:r>
      <w:r w:rsidRPr="00C1053A">
        <w:rPr>
          <w:spacing w:val="1"/>
          <w:sz w:val="24"/>
        </w:rPr>
        <w:t xml:space="preserve"> </w:t>
      </w:r>
      <w:r w:rsidRPr="00C1053A">
        <w:rPr>
          <w:sz w:val="24"/>
        </w:rPr>
        <w:t>профессиональному</w:t>
      </w:r>
      <w:r w:rsidRPr="00C1053A">
        <w:rPr>
          <w:spacing w:val="1"/>
          <w:sz w:val="24"/>
        </w:rPr>
        <w:t xml:space="preserve"> </w:t>
      </w:r>
      <w:r w:rsidRPr="00C1053A">
        <w:rPr>
          <w:sz w:val="24"/>
        </w:rPr>
        <w:t>мастерству</w:t>
      </w:r>
      <w:r w:rsidRPr="00C1053A">
        <w:rPr>
          <w:spacing w:val="-2"/>
          <w:sz w:val="24"/>
        </w:rPr>
        <w:t xml:space="preserve"> </w:t>
      </w:r>
      <w:r w:rsidRPr="00C1053A">
        <w:rPr>
          <w:sz w:val="24"/>
        </w:rPr>
        <w:t>на благо общества</w:t>
      </w:r>
      <w:r w:rsidRPr="00C1053A">
        <w:rPr>
          <w:spacing w:val="-1"/>
          <w:sz w:val="24"/>
        </w:rPr>
        <w:t xml:space="preserve"> </w:t>
      </w:r>
      <w:r w:rsidRPr="00C1053A">
        <w:rPr>
          <w:sz w:val="24"/>
        </w:rPr>
        <w:t>и</w:t>
      </w:r>
      <w:r w:rsidRPr="00C1053A">
        <w:rPr>
          <w:spacing w:val="1"/>
          <w:sz w:val="24"/>
        </w:rPr>
        <w:t xml:space="preserve"> </w:t>
      </w:r>
      <w:r w:rsidRPr="00C1053A">
        <w:rPr>
          <w:sz w:val="24"/>
        </w:rPr>
        <w:t>для</w:t>
      </w:r>
      <w:r w:rsidRPr="00C1053A">
        <w:rPr>
          <w:spacing w:val="-2"/>
          <w:sz w:val="24"/>
        </w:rPr>
        <w:t xml:space="preserve"> </w:t>
      </w:r>
      <w:r w:rsidRPr="00C1053A">
        <w:rPr>
          <w:sz w:val="24"/>
        </w:rPr>
        <w:t>успеха</w:t>
      </w:r>
      <w:r w:rsidRPr="00C1053A">
        <w:rPr>
          <w:spacing w:val="-1"/>
          <w:sz w:val="24"/>
        </w:rPr>
        <w:t xml:space="preserve"> </w:t>
      </w:r>
      <w:r w:rsidRPr="00C1053A">
        <w:rPr>
          <w:sz w:val="24"/>
        </w:rPr>
        <w:t>личности».</w:t>
      </w:r>
    </w:p>
    <w:p w:rsidR="006650AD" w:rsidRDefault="006650AD">
      <w:pPr>
        <w:pStyle w:val="BodyText"/>
        <w:ind w:right="407" w:firstLine="707"/>
      </w:pPr>
      <w:r>
        <w:t>Социально-педагогическая миссия Школы определена исходя из общих тенденций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системы образования в</w:t>
      </w:r>
      <w:r>
        <w:rPr>
          <w:spacing w:val="-1"/>
        </w:rPr>
        <w:t xml:space="preserve"> </w:t>
      </w:r>
      <w:r>
        <w:t>стране</w:t>
      </w:r>
      <w:r>
        <w:rPr>
          <w:spacing w:val="-2"/>
        </w:rPr>
        <w:t xml:space="preserve"> </w:t>
      </w:r>
      <w:r>
        <w:t>и регионе:</w:t>
      </w:r>
    </w:p>
    <w:p w:rsidR="006650AD" w:rsidRDefault="006650AD">
      <w:pPr>
        <w:pStyle w:val="ListParagraph"/>
        <w:numPr>
          <w:ilvl w:val="0"/>
          <w:numId w:val="1"/>
        </w:numPr>
        <w:tabs>
          <w:tab w:val="left" w:pos="1675"/>
        </w:tabs>
        <w:ind w:left="1674"/>
        <w:jc w:val="both"/>
        <w:rPr>
          <w:sz w:val="24"/>
        </w:rPr>
      </w:pPr>
      <w:r>
        <w:rPr>
          <w:sz w:val="24"/>
        </w:rPr>
        <w:t>повышение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всех уровней;</w:t>
      </w:r>
    </w:p>
    <w:p w:rsidR="006650AD" w:rsidRDefault="006650AD">
      <w:pPr>
        <w:pStyle w:val="ListParagraph"/>
        <w:numPr>
          <w:ilvl w:val="0"/>
          <w:numId w:val="1"/>
        </w:numPr>
        <w:tabs>
          <w:tab w:val="left" w:pos="1675"/>
        </w:tabs>
        <w:ind w:right="406" w:firstLine="707"/>
        <w:jc w:val="both"/>
        <w:rPr>
          <w:sz w:val="24"/>
        </w:rPr>
      </w:pP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материально-технических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стандартами;</w:t>
      </w:r>
    </w:p>
    <w:p w:rsidR="006650AD" w:rsidRDefault="006650AD">
      <w:pPr>
        <w:pStyle w:val="ListParagraph"/>
        <w:numPr>
          <w:ilvl w:val="0"/>
          <w:numId w:val="1"/>
        </w:numPr>
        <w:tabs>
          <w:tab w:val="left" w:pos="1675"/>
        </w:tabs>
        <w:spacing w:before="1"/>
        <w:ind w:right="409" w:firstLine="707"/>
        <w:jc w:val="both"/>
        <w:rPr>
          <w:sz w:val="24"/>
        </w:rPr>
      </w:pP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социокультурных,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 правил и норм поведения в интересах человека, семьи, общества и государства,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подвигам</w:t>
      </w:r>
      <w:r>
        <w:rPr>
          <w:spacing w:val="1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правопорядку,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человеку 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старшему поколению,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культурному наследию и традициям многонационального народа Российской 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и окружающей</w:t>
      </w:r>
      <w:r>
        <w:rPr>
          <w:spacing w:val="3"/>
          <w:sz w:val="24"/>
        </w:rPr>
        <w:t xml:space="preserve"> </w:t>
      </w:r>
      <w:r>
        <w:rPr>
          <w:sz w:val="24"/>
        </w:rPr>
        <w:t>среде;</w:t>
      </w:r>
    </w:p>
    <w:p w:rsidR="006650AD" w:rsidRDefault="006650AD" w:rsidP="009E39C4">
      <w:pPr>
        <w:pStyle w:val="ListParagraph"/>
        <w:numPr>
          <w:ilvl w:val="0"/>
          <w:numId w:val="1"/>
        </w:numPr>
        <w:tabs>
          <w:tab w:val="left" w:pos="1675"/>
          <w:tab w:val="left" w:pos="2782"/>
          <w:tab w:val="left" w:pos="3849"/>
          <w:tab w:val="left" w:pos="6077"/>
          <w:tab w:val="left" w:pos="6838"/>
          <w:tab w:val="left" w:pos="8653"/>
        </w:tabs>
        <w:spacing w:before="66"/>
        <w:ind w:right="412" w:firstLine="707"/>
        <w:jc w:val="both"/>
        <w:rPr>
          <w:sz w:val="24"/>
        </w:rPr>
      </w:pPr>
      <w:r>
        <w:rPr>
          <w:sz w:val="24"/>
        </w:rPr>
        <w:t>развитие</w:t>
      </w:r>
      <w:r>
        <w:rPr>
          <w:sz w:val="24"/>
        </w:rPr>
        <w:tab/>
        <w:t>системы</w:t>
      </w:r>
      <w:r>
        <w:rPr>
          <w:sz w:val="24"/>
        </w:rPr>
        <w:tab/>
        <w:t>профессионального</w:t>
      </w:r>
      <w:r>
        <w:rPr>
          <w:sz w:val="24"/>
        </w:rPr>
        <w:tab/>
        <w:t>роста</w:t>
      </w:r>
      <w:r>
        <w:rPr>
          <w:sz w:val="24"/>
        </w:rPr>
        <w:tab/>
        <w:t>педагогических</w:t>
      </w:r>
      <w:r>
        <w:rPr>
          <w:sz w:val="24"/>
        </w:rPr>
        <w:tab/>
      </w:r>
      <w:r>
        <w:rPr>
          <w:spacing w:val="-1"/>
          <w:sz w:val="24"/>
        </w:rPr>
        <w:t>работников,</w:t>
      </w:r>
      <w:r>
        <w:rPr>
          <w:spacing w:val="-57"/>
          <w:sz w:val="24"/>
        </w:rPr>
        <w:t xml:space="preserve"> </w:t>
      </w:r>
      <w:r>
        <w:rPr>
          <w:sz w:val="24"/>
        </w:rPr>
        <w:t>непрерывное</w:t>
      </w:r>
      <w:r>
        <w:rPr>
          <w:spacing w:val="-2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мастерства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педагогов;</w:t>
      </w:r>
    </w:p>
    <w:p w:rsidR="006650AD" w:rsidRDefault="006650AD" w:rsidP="009E39C4">
      <w:pPr>
        <w:pStyle w:val="ListParagraph"/>
        <w:numPr>
          <w:ilvl w:val="0"/>
          <w:numId w:val="1"/>
        </w:numPr>
        <w:tabs>
          <w:tab w:val="left" w:pos="1675"/>
          <w:tab w:val="left" w:pos="3509"/>
          <w:tab w:val="left" w:pos="5113"/>
          <w:tab w:val="left" w:pos="6432"/>
          <w:tab w:val="left" w:pos="7446"/>
          <w:tab w:val="left" w:pos="7765"/>
        </w:tabs>
        <w:ind w:right="416" w:firstLine="707"/>
        <w:jc w:val="both"/>
        <w:rPr>
          <w:sz w:val="24"/>
        </w:rPr>
      </w:pPr>
      <w:r>
        <w:rPr>
          <w:sz w:val="24"/>
        </w:rPr>
        <w:t>удовлетворение</w:t>
      </w:r>
      <w:r>
        <w:rPr>
          <w:sz w:val="24"/>
        </w:rPr>
        <w:tab/>
        <w:t>потребностей</w:t>
      </w:r>
      <w:r>
        <w:rPr>
          <w:sz w:val="24"/>
        </w:rPr>
        <w:tab/>
        <w:t>экономики</w:t>
      </w:r>
      <w:r>
        <w:rPr>
          <w:sz w:val="24"/>
        </w:rPr>
        <w:tab/>
        <w:t>региона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1"/>
          <w:sz w:val="24"/>
        </w:rPr>
        <w:t>квалифицированных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и специалистах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приоритетным</w:t>
      </w:r>
      <w:r>
        <w:rPr>
          <w:spacing w:val="-3"/>
          <w:sz w:val="24"/>
        </w:rPr>
        <w:t xml:space="preserve"> </w:t>
      </w:r>
      <w:r>
        <w:rPr>
          <w:sz w:val="24"/>
        </w:rPr>
        <w:t>отраслям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экономики;</w:t>
      </w:r>
    </w:p>
    <w:p w:rsidR="006650AD" w:rsidRDefault="006650AD" w:rsidP="009E39C4">
      <w:pPr>
        <w:pStyle w:val="ListParagraph"/>
        <w:numPr>
          <w:ilvl w:val="0"/>
          <w:numId w:val="1"/>
        </w:numPr>
        <w:tabs>
          <w:tab w:val="left" w:pos="1675"/>
        </w:tabs>
        <w:spacing w:before="1"/>
        <w:ind w:left="1674"/>
        <w:jc w:val="both"/>
        <w:rPr>
          <w:sz w:val="24"/>
        </w:rPr>
      </w:pPr>
      <w:r>
        <w:rPr>
          <w:sz w:val="24"/>
        </w:rPr>
        <w:t>общественная</w:t>
      </w:r>
      <w:r>
        <w:rPr>
          <w:spacing w:val="-4"/>
          <w:sz w:val="24"/>
        </w:rPr>
        <w:t xml:space="preserve"> </w:t>
      </w:r>
      <w:r>
        <w:rPr>
          <w:sz w:val="24"/>
        </w:rPr>
        <w:t>поддержка</w:t>
      </w:r>
      <w:r>
        <w:rPr>
          <w:spacing w:val="-5"/>
          <w:sz w:val="24"/>
        </w:rPr>
        <w:t xml:space="preserve"> </w:t>
      </w:r>
      <w:r>
        <w:rPr>
          <w:sz w:val="24"/>
        </w:rPr>
        <w:t>осуществляемых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сфере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образования.</w:t>
      </w:r>
    </w:p>
    <w:p w:rsidR="006650AD" w:rsidRDefault="006650AD" w:rsidP="009E39C4">
      <w:pPr>
        <w:pStyle w:val="BodyText"/>
        <w:ind w:left="1250" w:right="1392"/>
      </w:pPr>
      <w:r>
        <w:rPr>
          <w:b/>
        </w:rPr>
        <w:t xml:space="preserve">Идея развития школы </w:t>
      </w:r>
      <w:r>
        <w:t>связана с четырьмя приоритетами – ориентирами:</w:t>
      </w:r>
      <w:r>
        <w:rPr>
          <w:spacing w:val="-57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разных стартовых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каждого ученика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учителя:</w:t>
      </w:r>
    </w:p>
    <w:p w:rsidR="006650AD" w:rsidRDefault="006650AD" w:rsidP="009E39C4">
      <w:pPr>
        <w:pStyle w:val="ListParagraph"/>
        <w:numPr>
          <w:ilvl w:val="0"/>
          <w:numId w:val="12"/>
        </w:numPr>
        <w:tabs>
          <w:tab w:val="left" w:pos="1390"/>
        </w:tabs>
        <w:ind w:left="1389"/>
        <w:jc w:val="both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стабильным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результатам;</w:t>
      </w:r>
    </w:p>
    <w:p w:rsidR="006650AD" w:rsidRDefault="006650AD" w:rsidP="009E39C4">
      <w:pPr>
        <w:pStyle w:val="ListParagraph"/>
        <w:numPr>
          <w:ilvl w:val="0"/>
          <w:numId w:val="12"/>
        </w:numPr>
        <w:tabs>
          <w:tab w:val="left" w:pos="1390"/>
        </w:tabs>
        <w:ind w:left="1389"/>
        <w:jc w:val="both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достижениям;</w:t>
      </w:r>
    </w:p>
    <w:p w:rsidR="006650AD" w:rsidRDefault="006650AD" w:rsidP="009E39C4">
      <w:pPr>
        <w:pStyle w:val="ListParagraph"/>
        <w:numPr>
          <w:ilvl w:val="0"/>
          <w:numId w:val="12"/>
        </w:numPr>
        <w:tabs>
          <w:tab w:val="left" w:pos="1390"/>
        </w:tabs>
        <w:ind w:left="1389"/>
        <w:jc w:val="both"/>
        <w:rPr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единству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семье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благо</w:t>
      </w:r>
      <w:r>
        <w:rPr>
          <w:spacing w:val="-2"/>
          <w:sz w:val="24"/>
        </w:rPr>
        <w:t xml:space="preserve"> </w:t>
      </w:r>
      <w:r>
        <w:rPr>
          <w:sz w:val="24"/>
        </w:rPr>
        <w:t>Отечества;</w:t>
      </w:r>
    </w:p>
    <w:p w:rsidR="006650AD" w:rsidRDefault="006650AD" w:rsidP="009E39C4">
      <w:pPr>
        <w:pStyle w:val="ListParagraph"/>
        <w:numPr>
          <w:ilvl w:val="0"/>
          <w:numId w:val="12"/>
        </w:numPr>
        <w:tabs>
          <w:tab w:val="left" w:pos="1390"/>
        </w:tabs>
        <w:ind w:left="1389"/>
        <w:jc w:val="both"/>
        <w:rPr>
          <w:sz w:val="24"/>
        </w:rPr>
      </w:pPr>
      <w:r>
        <w:rPr>
          <w:sz w:val="24"/>
        </w:rPr>
        <w:t>к успешному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профессиональному</w:t>
      </w:r>
      <w:r>
        <w:rPr>
          <w:spacing w:val="-6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профессиональному</w:t>
      </w:r>
      <w:r>
        <w:rPr>
          <w:spacing w:val="-6"/>
          <w:sz w:val="24"/>
        </w:rPr>
        <w:t xml:space="preserve"> </w:t>
      </w:r>
      <w:r>
        <w:rPr>
          <w:sz w:val="24"/>
        </w:rPr>
        <w:t>мастерству.</w:t>
      </w:r>
    </w:p>
    <w:p w:rsidR="006650AD" w:rsidRDefault="006650AD">
      <w:pPr>
        <w:pStyle w:val="BodyText"/>
        <w:ind w:right="406" w:firstLine="707"/>
        <w:jc w:val="left"/>
      </w:pPr>
      <w:r>
        <w:t>В</w:t>
      </w:r>
      <w:r>
        <w:rPr>
          <w:spacing w:val="4"/>
        </w:rPr>
        <w:t xml:space="preserve"> </w:t>
      </w:r>
      <w:r>
        <w:t>нашем</w:t>
      </w:r>
      <w:r>
        <w:rPr>
          <w:spacing w:val="5"/>
        </w:rPr>
        <w:t xml:space="preserve"> </w:t>
      </w:r>
      <w:r>
        <w:t>понимании</w:t>
      </w:r>
      <w:r>
        <w:rPr>
          <w:spacing w:val="4"/>
        </w:rPr>
        <w:t xml:space="preserve"> </w:t>
      </w:r>
      <w:r>
        <w:t>ориентир</w:t>
      </w:r>
      <w:r>
        <w:rPr>
          <w:spacing w:val="10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это</w:t>
      </w:r>
      <w:r>
        <w:rPr>
          <w:spacing w:val="5"/>
        </w:rPr>
        <w:t xml:space="preserve"> </w:t>
      </w:r>
      <w:r>
        <w:t>основная</w:t>
      </w:r>
      <w:r>
        <w:rPr>
          <w:spacing w:val="5"/>
        </w:rPr>
        <w:t xml:space="preserve"> </w:t>
      </w:r>
      <w:r>
        <w:t>цель</w:t>
      </w:r>
      <w:r>
        <w:rPr>
          <w:spacing w:val="9"/>
        </w:rPr>
        <w:t xml:space="preserve"> </w:t>
      </w:r>
      <w:r>
        <w:t>(направление)</w:t>
      </w:r>
      <w:r>
        <w:rPr>
          <w:spacing w:val="5"/>
        </w:rPr>
        <w:t xml:space="preserve"> </w:t>
      </w:r>
      <w:r>
        <w:t>приложения</w:t>
      </w:r>
      <w:r>
        <w:rPr>
          <w:spacing w:val="-57"/>
        </w:rPr>
        <w:t xml:space="preserve"> </w:t>
      </w:r>
      <w:r>
        <w:t>усилий,</w:t>
      </w:r>
      <w:r>
        <w:rPr>
          <w:spacing w:val="-1"/>
        </w:rPr>
        <w:t xml:space="preserve"> </w:t>
      </w:r>
      <w:r>
        <w:t>руководящие</w:t>
      </w:r>
      <w:r>
        <w:rPr>
          <w:spacing w:val="-1"/>
        </w:rPr>
        <w:t xml:space="preserve"> </w:t>
      </w:r>
      <w:r>
        <w:t>принципы,</w:t>
      </w:r>
      <w:r>
        <w:rPr>
          <w:spacing w:val="-1"/>
        </w:rPr>
        <w:t xml:space="preserve"> </w:t>
      </w:r>
      <w:r>
        <w:t>система</w:t>
      </w:r>
      <w:r>
        <w:rPr>
          <w:spacing w:val="-1"/>
        </w:rPr>
        <w:t xml:space="preserve"> </w:t>
      </w:r>
      <w:r>
        <w:t>ценностей.</w:t>
      </w:r>
    </w:p>
    <w:p w:rsidR="006650AD" w:rsidRDefault="006650AD">
      <w:pPr>
        <w:pStyle w:val="BodyText"/>
        <w:ind w:left="1250"/>
        <w:jc w:val="left"/>
      </w:pPr>
      <w:r>
        <w:t>С учетом</w:t>
      </w:r>
      <w:r>
        <w:rPr>
          <w:spacing w:val="-2"/>
        </w:rPr>
        <w:t xml:space="preserve"> </w:t>
      </w:r>
      <w:r>
        <w:t>целевых ориентиров</w:t>
      </w:r>
      <w:r>
        <w:rPr>
          <w:spacing w:val="-2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включать</w:t>
      </w:r>
      <w:r>
        <w:rPr>
          <w:spacing w:val="-2"/>
        </w:rPr>
        <w:t xml:space="preserve"> </w:t>
      </w:r>
      <w:r>
        <w:t>четыре</w:t>
      </w:r>
      <w:r>
        <w:rPr>
          <w:spacing w:val="-4"/>
        </w:rPr>
        <w:t xml:space="preserve"> </w:t>
      </w:r>
      <w:r>
        <w:t>подпрограммы:</w:t>
      </w:r>
    </w:p>
    <w:p w:rsidR="006650AD" w:rsidRDefault="006650AD">
      <w:pPr>
        <w:pStyle w:val="ListParagraph"/>
        <w:numPr>
          <w:ilvl w:val="0"/>
          <w:numId w:val="11"/>
        </w:numPr>
        <w:tabs>
          <w:tab w:val="left" w:pos="1958"/>
        </w:tabs>
        <w:rPr>
          <w:sz w:val="24"/>
        </w:rPr>
      </w:pPr>
      <w:r>
        <w:rPr>
          <w:sz w:val="24"/>
        </w:rPr>
        <w:t>Подпрограмма</w:t>
      </w:r>
      <w:r>
        <w:rPr>
          <w:spacing w:val="-2"/>
          <w:sz w:val="24"/>
        </w:rPr>
        <w:t xml:space="preserve"> </w:t>
      </w:r>
      <w:r>
        <w:rPr>
          <w:sz w:val="24"/>
        </w:rPr>
        <w:t>«Ориентир</w:t>
      </w:r>
      <w:r>
        <w:rPr>
          <w:spacing w:val="-5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стабильным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результатам».</w:t>
      </w:r>
    </w:p>
    <w:p w:rsidR="006650AD" w:rsidRDefault="006650AD">
      <w:pPr>
        <w:pStyle w:val="ListParagraph"/>
        <w:numPr>
          <w:ilvl w:val="0"/>
          <w:numId w:val="11"/>
        </w:numPr>
        <w:tabs>
          <w:tab w:val="left" w:pos="1958"/>
        </w:tabs>
        <w:ind w:left="542" w:right="410" w:firstLine="707"/>
        <w:rPr>
          <w:sz w:val="24"/>
        </w:rPr>
      </w:pPr>
      <w:r>
        <w:rPr>
          <w:sz w:val="24"/>
        </w:rPr>
        <w:t>Подпрограмма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«Ориентир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стартовых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достижениям».</w:t>
      </w:r>
    </w:p>
    <w:p w:rsidR="006650AD" w:rsidRDefault="006650AD">
      <w:pPr>
        <w:pStyle w:val="ListParagraph"/>
        <w:numPr>
          <w:ilvl w:val="0"/>
          <w:numId w:val="11"/>
        </w:numPr>
        <w:tabs>
          <w:tab w:val="left" w:pos="1958"/>
        </w:tabs>
        <w:ind w:left="542" w:right="410" w:firstLine="707"/>
        <w:rPr>
          <w:sz w:val="24"/>
        </w:rPr>
      </w:pPr>
      <w:r>
        <w:rPr>
          <w:sz w:val="24"/>
        </w:rPr>
        <w:t>Подпрограмма</w:t>
      </w:r>
      <w:r>
        <w:rPr>
          <w:spacing w:val="59"/>
          <w:sz w:val="24"/>
        </w:rPr>
        <w:t xml:space="preserve"> </w:t>
      </w:r>
      <w:r>
        <w:rPr>
          <w:sz w:val="24"/>
        </w:rPr>
        <w:t>«Ориентир</w:t>
      </w:r>
      <w:r>
        <w:rPr>
          <w:spacing w:val="26"/>
          <w:sz w:val="24"/>
        </w:rPr>
        <w:t xml:space="preserve"> </w:t>
      </w:r>
      <w:r>
        <w:rPr>
          <w:sz w:val="24"/>
        </w:rPr>
        <w:t>3</w:t>
      </w:r>
      <w:r>
        <w:rPr>
          <w:spacing w:val="31"/>
          <w:sz w:val="24"/>
        </w:rPr>
        <w:t xml:space="preserve"> </w:t>
      </w:r>
      <w:r>
        <w:rPr>
          <w:sz w:val="24"/>
        </w:rPr>
        <w:t>-</w:t>
      </w:r>
      <w:r>
        <w:rPr>
          <w:spacing w:val="54"/>
          <w:sz w:val="24"/>
        </w:rPr>
        <w:t xml:space="preserve"> </w:t>
      </w:r>
      <w:r>
        <w:rPr>
          <w:sz w:val="24"/>
        </w:rPr>
        <w:t>к</w:t>
      </w:r>
      <w:r>
        <w:rPr>
          <w:spacing w:val="28"/>
          <w:sz w:val="24"/>
        </w:rPr>
        <w:t xml:space="preserve"> </w:t>
      </w:r>
      <w:r>
        <w:rPr>
          <w:sz w:val="24"/>
        </w:rPr>
        <w:t>согласию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единству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семье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школе</w:t>
      </w:r>
      <w:r>
        <w:rPr>
          <w:spacing w:val="26"/>
          <w:sz w:val="24"/>
        </w:rPr>
        <w:t xml:space="preserve"> </w:t>
      </w:r>
      <w:r>
        <w:rPr>
          <w:sz w:val="24"/>
        </w:rPr>
        <w:t>во</w:t>
      </w:r>
      <w:r>
        <w:rPr>
          <w:spacing w:val="-57"/>
          <w:sz w:val="24"/>
        </w:rPr>
        <w:t xml:space="preserve"> </w:t>
      </w:r>
      <w:r>
        <w:rPr>
          <w:sz w:val="24"/>
        </w:rPr>
        <w:t>благо</w:t>
      </w:r>
      <w:r>
        <w:rPr>
          <w:spacing w:val="-1"/>
          <w:sz w:val="24"/>
        </w:rPr>
        <w:t xml:space="preserve"> </w:t>
      </w:r>
      <w:r>
        <w:rPr>
          <w:sz w:val="24"/>
        </w:rPr>
        <w:t>Отечества».</w:t>
      </w:r>
    </w:p>
    <w:p w:rsidR="006650AD" w:rsidRDefault="006650AD">
      <w:pPr>
        <w:pStyle w:val="ListParagraph"/>
        <w:numPr>
          <w:ilvl w:val="0"/>
          <w:numId w:val="11"/>
        </w:numPr>
        <w:tabs>
          <w:tab w:val="left" w:pos="1958"/>
        </w:tabs>
        <w:ind w:left="542" w:right="409" w:firstLine="707"/>
        <w:rPr>
          <w:sz w:val="24"/>
        </w:rPr>
      </w:pPr>
      <w:r>
        <w:rPr>
          <w:sz w:val="24"/>
        </w:rPr>
        <w:t>Подпрограмма</w:t>
      </w:r>
      <w:r>
        <w:rPr>
          <w:spacing w:val="41"/>
          <w:sz w:val="24"/>
        </w:rPr>
        <w:t xml:space="preserve"> </w:t>
      </w:r>
      <w:r>
        <w:rPr>
          <w:sz w:val="24"/>
        </w:rPr>
        <w:t>«Ориентир</w:t>
      </w:r>
      <w:r>
        <w:rPr>
          <w:spacing w:val="38"/>
          <w:sz w:val="24"/>
        </w:rPr>
        <w:t xml:space="preserve"> </w:t>
      </w:r>
      <w:r>
        <w:rPr>
          <w:sz w:val="24"/>
        </w:rPr>
        <w:t>4</w:t>
      </w:r>
      <w:r>
        <w:rPr>
          <w:spacing w:val="41"/>
          <w:sz w:val="24"/>
        </w:rPr>
        <w:t xml:space="preserve"> </w:t>
      </w:r>
      <w:r>
        <w:rPr>
          <w:sz w:val="24"/>
        </w:rPr>
        <w:t>–</w:t>
      </w:r>
      <w:r>
        <w:rPr>
          <w:spacing w:val="38"/>
          <w:sz w:val="24"/>
        </w:rPr>
        <w:t xml:space="preserve"> </w:t>
      </w:r>
      <w:r>
        <w:rPr>
          <w:sz w:val="24"/>
        </w:rPr>
        <w:t>к</w:t>
      </w:r>
      <w:r>
        <w:rPr>
          <w:spacing w:val="41"/>
          <w:sz w:val="24"/>
        </w:rPr>
        <w:t xml:space="preserve"> </w:t>
      </w:r>
      <w:r>
        <w:rPr>
          <w:sz w:val="24"/>
        </w:rPr>
        <w:t>успешному</w:t>
      </w:r>
      <w:r>
        <w:rPr>
          <w:spacing w:val="36"/>
          <w:sz w:val="24"/>
        </w:rPr>
        <w:t xml:space="preserve"> </w:t>
      </w:r>
      <w:r>
        <w:rPr>
          <w:sz w:val="24"/>
        </w:rPr>
        <w:t>профессиональному</w:t>
      </w:r>
      <w:r>
        <w:rPr>
          <w:spacing w:val="31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профессиональному</w:t>
      </w:r>
      <w:r>
        <w:rPr>
          <w:spacing w:val="-7"/>
          <w:sz w:val="24"/>
        </w:rPr>
        <w:t xml:space="preserve"> </w:t>
      </w:r>
      <w:r>
        <w:rPr>
          <w:sz w:val="24"/>
        </w:rPr>
        <w:t>мастерству».</w:t>
      </w:r>
    </w:p>
    <w:p w:rsidR="006650AD" w:rsidRDefault="006650AD">
      <w:pPr>
        <w:pStyle w:val="BodyText"/>
        <w:spacing w:before="1"/>
        <w:ind w:right="405" w:firstLine="707"/>
      </w:pPr>
      <w:r>
        <w:t>Каждая</w:t>
      </w:r>
      <w:r>
        <w:rPr>
          <w:spacing w:val="1"/>
        </w:rPr>
        <w:t xml:space="preserve"> </w:t>
      </w:r>
      <w:r>
        <w:t>Подпрограмма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приоритетных задач.</w:t>
      </w:r>
    </w:p>
    <w:p w:rsidR="006650AD" w:rsidRDefault="006650AD">
      <w:pPr>
        <w:pStyle w:val="BodyText"/>
        <w:ind w:right="405" w:firstLine="707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(образование,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достижение,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Отечество, согласие и единство, профессиональное мастерство, профессиональный выбор)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определена</w:t>
      </w:r>
      <w:r>
        <w:rPr>
          <w:spacing w:val="-2"/>
        </w:rPr>
        <w:t xml:space="preserve"> </w:t>
      </w:r>
      <w:r>
        <w:t>Модель выпускника.</w:t>
      </w:r>
    </w:p>
    <w:p w:rsidR="006650AD" w:rsidRDefault="006650AD">
      <w:pPr>
        <w:pStyle w:val="BodyText"/>
        <w:ind w:right="404" w:firstLine="707"/>
      </w:pPr>
      <w:r>
        <w:rPr>
          <w:b/>
        </w:rPr>
        <w:t>Модель</w:t>
      </w:r>
      <w:r>
        <w:rPr>
          <w:b/>
          <w:spacing w:val="1"/>
        </w:rPr>
        <w:t xml:space="preserve"> </w:t>
      </w:r>
      <w:r>
        <w:rPr>
          <w:b/>
        </w:rPr>
        <w:t>выпускника</w:t>
      </w:r>
      <w:r>
        <w:rPr>
          <w:b/>
          <w:spacing w:val="1"/>
        </w:rPr>
        <w:t xml:space="preserve"> </w:t>
      </w:r>
      <w:r>
        <w:rPr>
          <w:b/>
        </w:rPr>
        <w:t>Школы</w:t>
      </w:r>
      <w:r>
        <w:rPr>
          <w:b/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характеристики,</w:t>
      </w:r>
      <w:r>
        <w:rPr>
          <w:spacing w:val="1"/>
        </w:rPr>
        <w:t xml:space="preserve"> </w:t>
      </w:r>
      <w:r>
        <w:t>определенные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 федеральных</w:t>
      </w:r>
      <w:r>
        <w:rPr>
          <w:spacing w:val="-1"/>
        </w:rPr>
        <w:t xml:space="preserve"> </w:t>
      </w:r>
      <w:r>
        <w:t>государственных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стандартов.</w:t>
      </w:r>
    </w:p>
    <w:p w:rsidR="006650AD" w:rsidRDefault="006650AD" w:rsidP="009E39C4">
      <w:pPr>
        <w:pStyle w:val="BodyText"/>
        <w:ind w:right="406" w:firstLine="707"/>
      </w:pPr>
      <w:r>
        <w:t>Федеральный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стандарт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ориентирован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выпускника</w:t>
      </w:r>
      <w:r>
        <w:rPr>
          <w:spacing w:val="1"/>
        </w:rPr>
        <w:t xml:space="preserve"> </w:t>
      </w:r>
      <w:r w:rsidRPr="00C1053A">
        <w:t>(«портрет выпускника начальной школы»):</w:t>
      </w:r>
    </w:p>
    <w:p w:rsidR="006650AD" w:rsidRDefault="006650AD" w:rsidP="009E39C4">
      <w:pPr>
        <w:pStyle w:val="BodyText"/>
        <w:ind w:left="1250"/>
      </w:pPr>
      <w:r>
        <w:t>любящий</w:t>
      </w:r>
      <w:r>
        <w:rPr>
          <w:spacing w:val="-3"/>
        </w:rPr>
        <w:t xml:space="preserve"> </w:t>
      </w:r>
      <w:r>
        <w:t>свой</w:t>
      </w:r>
      <w:r>
        <w:rPr>
          <w:spacing w:val="-4"/>
        </w:rPr>
        <w:t xml:space="preserve"> </w:t>
      </w:r>
      <w:r>
        <w:t>народ,</w:t>
      </w:r>
      <w:r>
        <w:rPr>
          <w:spacing w:val="-3"/>
        </w:rPr>
        <w:t xml:space="preserve"> </w:t>
      </w:r>
      <w:r>
        <w:t>свой</w:t>
      </w:r>
      <w:r>
        <w:rPr>
          <w:spacing w:val="-2"/>
        </w:rPr>
        <w:t xml:space="preserve"> </w:t>
      </w:r>
      <w:r>
        <w:t>край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Родину;</w:t>
      </w:r>
    </w:p>
    <w:p w:rsidR="006650AD" w:rsidRDefault="006650AD" w:rsidP="009E39C4">
      <w:pPr>
        <w:pStyle w:val="BodyText"/>
        <w:ind w:left="1250" w:right="2634"/>
      </w:pPr>
      <w:r>
        <w:t>уважающий и принимающий ценности семьи и общества;</w:t>
      </w:r>
      <w:r>
        <w:rPr>
          <w:spacing w:val="1"/>
        </w:rPr>
        <w:t xml:space="preserve"> </w:t>
      </w:r>
      <w:r>
        <w:t>любознательный,</w:t>
      </w:r>
      <w:r>
        <w:rPr>
          <w:spacing w:val="-5"/>
        </w:rPr>
        <w:t xml:space="preserve"> </w:t>
      </w:r>
      <w:r>
        <w:t>активно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заинтересованно</w:t>
      </w:r>
      <w:r>
        <w:rPr>
          <w:spacing w:val="-4"/>
        </w:rPr>
        <w:t xml:space="preserve"> </w:t>
      </w:r>
      <w:r>
        <w:t>познающий</w:t>
      </w:r>
      <w:r>
        <w:rPr>
          <w:spacing w:val="-4"/>
        </w:rPr>
        <w:t xml:space="preserve"> </w:t>
      </w:r>
      <w:r>
        <w:t>мир;</w:t>
      </w:r>
    </w:p>
    <w:p w:rsidR="006650AD" w:rsidRDefault="006650AD" w:rsidP="009E39C4">
      <w:pPr>
        <w:pStyle w:val="BodyText"/>
        <w:ind w:firstLine="707"/>
      </w:pPr>
      <w:r>
        <w:t>владеющий</w:t>
      </w:r>
      <w:r>
        <w:rPr>
          <w:spacing w:val="27"/>
        </w:rPr>
        <w:t xml:space="preserve"> </w:t>
      </w:r>
      <w:r>
        <w:t>основами</w:t>
      </w:r>
      <w:r>
        <w:rPr>
          <w:spacing w:val="30"/>
        </w:rPr>
        <w:t xml:space="preserve"> </w:t>
      </w:r>
      <w:r>
        <w:t>умения</w:t>
      </w:r>
      <w:r>
        <w:rPr>
          <w:spacing w:val="29"/>
        </w:rPr>
        <w:t xml:space="preserve"> </w:t>
      </w:r>
      <w:r>
        <w:t>учиться,</w:t>
      </w:r>
      <w:r>
        <w:rPr>
          <w:spacing w:val="29"/>
        </w:rPr>
        <w:t xml:space="preserve"> </w:t>
      </w:r>
      <w:r>
        <w:t>способный</w:t>
      </w:r>
      <w:r>
        <w:rPr>
          <w:spacing w:val="27"/>
        </w:rPr>
        <w:t xml:space="preserve"> </w:t>
      </w:r>
      <w:r>
        <w:t>к</w:t>
      </w:r>
      <w:r>
        <w:rPr>
          <w:spacing w:val="27"/>
        </w:rPr>
        <w:t xml:space="preserve"> </w:t>
      </w:r>
      <w:r>
        <w:t>организации</w:t>
      </w:r>
      <w:r>
        <w:rPr>
          <w:spacing w:val="27"/>
        </w:rPr>
        <w:t xml:space="preserve"> </w:t>
      </w:r>
      <w:r>
        <w:t>собственной</w:t>
      </w:r>
      <w:r>
        <w:rPr>
          <w:spacing w:val="-57"/>
        </w:rPr>
        <w:t xml:space="preserve"> </w:t>
      </w:r>
      <w:r>
        <w:t>деятельности;</w:t>
      </w:r>
    </w:p>
    <w:p w:rsidR="006650AD" w:rsidRDefault="006650AD" w:rsidP="009E39C4">
      <w:pPr>
        <w:pStyle w:val="BodyText"/>
        <w:ind w:firstLine="707"/>
      </w:pPr>
      <w:r>
        <w:t>готовый</w:t>
      </w:r>
      <w:r>
        <w:rPr>
          <w:spacing w:val="26"/>
        </w:rPr>
        <w:t xml:space="preserve"> </w:t>
      </w:r>
      <w:r>
        <w:t>самостоятельно</w:t>
      </w:r>
      <w:r>
        <w:rPr>
          <w:spacing w:val="25"/>
        </w:rPr>
        <w:t xml:space="preserve"> </w:t>
      </w:r>
      <w:r>
        <w:t>действовать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отвечать</w:t>
      </w:r>
      <w:r>
        <w:rPr>
          <w:spacing w:val="26"/>
        </w:rPr>
        <w:t xml:space="preserve"> </w:t>
      </w:r>
      <w:r>
        <w:t>за</w:t>
      </w:r>
      <w:r>
        <w:rPr>
          <w:spacing w:val="24"/>
        </w:rPr>
        <w:t xml:space="preserve"> </w:t>
      </w:r>
      <w:r>
        <w:t>свои</w:t>
      </w:r>
      <w:r>
        <w:rPr>
          <w:spacing w:val="26"/>
        </w:rPr>
        <w:t xml:space="preserve"> </w:t>
      </w:r>
      <w:r>
        <w:t>поступки</w:t>
      </w:r>
      <w:r>
        <w:rPr>
          <w:spacing w:val="26"/>
        </w:rPr>
        <w:t xml:space="preserve"> </w:t>
      </w:r>
      <w:r>
        <w:t>перед</w:t>
      </w:r>
      <w:r>
        <w:rPr>
          <w:spacing w:val="25"/>
        </w:rPr>
        <w:t xml:space="preserve"> </w:t>
      </w:r>
      <w:r>
        <w:t>семьей</w:t>
      </w:r>
      <w:r>
        <w:rPr>
          <w:spacing w:val="2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обществом;</w:t>
      </w:r>
    </w:p>
    <w:p w:rsidR="006650AD" w:rsidRDefault="006650AD" w:rsidP="009E39C4">
      <w:pPr>
        <w:pStyle w:val="BodyText"/>
        <w:ind w:firstLine="707"/>
      </w:pPr>
      <w:r>
        <w:t>доброжелательный,</w:t>
      </w:r>
      <w:r>
        <w:rPr>
          <w:spacing w:val="5"/>
        </w:rPr>
        <w:t xml:space="preserve"> </w:t>
      </w:r>
      <w:r>
        <w:t>умеющий</w:t>
      </w:r>
      <w:r>
        <w:rPr>
          <w:spacing w:val="4"/>
        </w:rPr>
        <w:t xml:space="preserve"> </w:t>
      </w:r>
      <w:r>
        <w:t>слушать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слышать</w:t>
      </w:r>
      <w:r>
        <w:rPr>
          <w:spacing w:val="4"/>
        </w:rPr>
        <w:t xml:space="preserve"> </w:t>
      </w:r>
      <w:r>
        <w:t>собеседника,</w:t>
      </w:r>
      <w:r>
        <w:rPr>
          <w:spacing w:val="2"/>
        </w:rPr>
        <w:t xml:space="preserve"> </w:t>
      </w:r>
      <w:r>
        <w:t>обосновывать</w:t>
      </w:r>
      <w:r>
        <w:rPr>
          <w:spacing w:val="4"/>
        </w:rPr>
        <w:t xml:space="preserve"> </w:t>
      </w:r>
      <w:r>
        <w:t>свою</w:t>
      </w:r>
      <w:r>
        <w:rPr>
          <w:spacing w:val="-57"/>
        </w:rPr>
        <w:t xml:space="preserve"> </w:t>
      </w:r>
      <w:r>
        <w:t>позицию,</w:t>
      </w:r>
      <w:r>
        <w:rPr>
          <w:spacing w:val="-1"/>
        </w:rPr>
        <w:t xml:space="preserve"> </w:t>
      </w:r>
      <w:r>
        <w:t>высказывать свое</w:t>
      </w:r>
      <w:r>
        <w:rPr>
          <w:spacing w:val="-2"/>
        </w:rPr>
        <w:t xml:space="preserve"> </w:t>
      </w:r>
      <w:r>
        <w:t>мнение;</w:t>
      </w:r>
    </w:p>
    <w:p w:rsidR="006650AD" w:rsidRDefault="006650AD" w:rsidP="009E39C4">
      <w:pPr>
        <w:pStyle w:val="BodyText"/>
        <w:spacing w:before="1"/>
        <w:ind w:left="1250"/>
      </w:pPr>
      <w:r>
        <w:t>выполняющий</w:t>
      </w:r>
      <w:r>
        <w:rPr>
          <w:spacing w:val="44"/>
        </w:rPr>
        <w:t xml:space="preserve"> </w:t>
      </w:r>
      <w:r>
        <w:t>правила</w:t>
      </w:r>
      <w:r>
        <w:rPr>
          <w:spacing w:val="41"/>
        </w:rPr>
        <w:t xml:space="preserve"> </w:t>
      </w:r>
      <w:r>
        <w:t>здорового</w:t>
      </w:r>
      <w:r>
        <w:rPr>
          <w:spacing w:val="44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безопасного</w:t>
      </w:r>
      <w:r>
        <w:rPr>
          <w:spacing w:val="43"/>
        </w:rPr>
        <w:t xml:space="preserve"> </w:t>
      </w:r>
      <w:r>
        <w:t>для</w:t>
      </w:r>
      <w:r>
        <w:rPr>
          <w:spacing w:val="44"/>
        </w:rPr>
        <w:t xml:space="preserve"> </w:t>
      </w:r>
      <w:r>
        <w:t>себя</w:t>
      </w:r>
      <w:r>
        <w:rPr>
          <w:spacing w:val="44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окружающих</w:t>
      </w:r>
      <w:r>
        <w:rPr>
          <w:spacing w:val="45"/>
        </w:rPr>
        <w:t xml:space="preserve"> </w:t>
      </w:r>
      <w:r>
        <w:t>образа</w:t>
      </w:r>
    </w:p>
    <w:p w:rsidR="006650AD" w:rsidRDefault="006650AD" w:rsidP="009E39C4">
      <w:pPr>
        <w:pStyle w:val="BodyText"/>
      </w:pPr>
      <w:r>
        <w:t>жизни.</w:t>
      </w:r>
    </w:p>
    <w:p w:rsidR="006650AD" w:rsidRDefault="006650AD" w:rsidP="009E39C4">
      <w:pPr>
        <w:pStyle w:val="BodyText"/>
        <w:tabs>
          <w:tab w:val="left" w:pos="2849"/>
          <w:tab w:val="left" w:pos="4822"/>
          <w:tab w:val="left" w:pos="6787"/>
          <w:tab w:val="left" w:pos="7894"/>
          <w:tab w:val="left" w:pos="9149"/>
        </w:tabs>
        <w:ind w:left="1250"/>
      </w:pPr>
      <w:r>
        <w:t>Федеральный</w:t>
      </w:r>
      <w:r>
        <w:tab/>
        <w:t>государственный</w:t>
      </w:r>
      <w:r>
        <w:tab/>
        <w:t>образовательный</w:t>
      </w:r>
      <w:r>
        <w:tab/>
        <w:t>стандарт</w:t>
      </w:r>
      <w:r>
        <w:tab/>
        <w:t>основного</w:t>
      </w:r>
      <w:r>
        <w:tab/>
        <w:t>общего</w:t>
      </w:r>
    </w:p>
    <w:p w:rsidR="006650AD" w:rsidRDefault="006650AD" w:rsidP="009E39C4">
      <w:pPr>
        <w:tabs>
          <w:tab w:val="left" w:pos="2160"/>
        </w:tabs>
        <w:ind w:left="542" w:right="406"/>
        <w:jc w:val="both"/>
        <w:rPr>
          <w:sz w:val="24"/>
        </w:rPr>
      </w:pPr>
      <w:r>
        <w:rPr>
          <w:sz w:val="24"/>
        </w:rPr>
        <w:t>образования</w:t>
      </w:r>
      <w:r>
        <w:rPr>
          <w:sz w:val="24"/>
        </w:rPr>
        <w:tab/>
        <w:t>ориентирован</w:t>
      </w:r>
      <w:r>
        <w:rPr>
          <w:spacing w:val="49"/>
          <w:sz w:val="24"/>
        </w:rPr>
        <w:t xml:space="preserve"> </w:t>
      </w:r>
      <w:r>
        <w:rPr>
          <w:sz w:val="24"/>
        </w:rPr>
        <w:t>на</w:t>
      </w:r>
      <w:r>
        <w:rPr>
          <w:spacing w:val="47"/>
          <w:sz w:val="24"/>
        </w:rPr>
        <w:t xml:space="preserve"> </w:t>
      </w:r>
      <w:r>
        <w:rPr>
          <w:sz w:val="24"/>
        </w:rPr>
        <w:t>становление</w:t>
      </w:r>
      <w:r>
        <w:rPr>
          <w:spacing w:val="47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48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47"/>
          <w:sz w:val="24"/>
        </w:rPr>
        <w:t xml:space="preserve"> </w:t>
      </w:r>
      <w:r>
        <w:rPr>
          <w:sz w:val="24"/>
        </w:rPr>
        <w:t>выпускника</w:t>
      </w:r>
      <w:r>
        <w:rPr>
          <w:spacing w:val="-57"/>
          <w:sz w:val="24"/>
        </w:rPr>
        <w:t xml:space="preserve"> </w:t>
      </w:r>
      <w:r w:rsidRPr="00D65ACE">
        <w:rPr>
          <w:sz w:val="24"/>
        </w:rPr>
        <w:t>(«портрет выпускника основной школы»):</w:t>
      </w:r>
    </w:p>
    <w:p w:rsidR="006650AD" w:rsidRDefault="006650AD" w:rsidP="009E39C4">
      <w:pPr>
        <w:pStyle w:val="BodyText"/>
        <w:ind w:right="1393" w:firstLine="707"/>
      </w:pPr>
      <w:r>
        <w:t>любящий</w:t>
      </w:r>
      <w:r>
        <w:rPr>
          <w:spacing w:val="3"/>
        </w:rPr>
        <w:t xml:space="preserve"> </w:t>
      </w:r>
      <w:r>
        <w:t>свой</w:t>
      </w:r>
      <w:r>
        <w:rPr>
          <w:spacing w:val="3"/>
        </w:rPr>
        <w:t xml:space="preserve"> </w:t>
      </w:r>
      <w:r>
        <w:t>край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свое</w:t>
      </w:r>
      <w:r>
        <w:rPr>
          <w:spacing w:val="3"/>
        </w:rPr>
        <w:t xml:space="preserve"> </w:t>
      </w:r>
      <w:r>
        <w:t>Отечество,</w:t>
      </w:r>
      <w:r>
        <w:rPr>
          <w:spacing w:val="9"/>
        </w:rPr>
        <w:t xml:space="preserve"> </w:t>
      </w:r>
      <w:r>
        <w:t>знающий</w:t>
      </w:r>
      <w:r>
        <w:rPr>
          <w:spacing w:val="3"/>
        </w:rPr>
        <w:t xml:space="preserve"> </w:t>
      </w:r>
      <w:r>
        <w:t>русский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родной</w:t>
      </w:r>
      <w:r>
        <w:rPr>
          <w:spacing w:val="3"/>
        </w:rPr>
        <w:t xml:space="preserve"> </w:t>
      </w:r>
      <w:r>
        <w:t>язык,</w:t>
      </w:r>
      <w:r>
        <w:rPr>
          <w:spacing w:val="-57"/>
        </w:rPr>
        <w:t xml:space="preserve"> </w:t>
      </w:r>
      <w:r>
        <w:t>уважающий</w:t>
      </w:r>
      <w:r>
        <w:rPr>
          <w:spacing w:val="-1"/>
        </w:rPr>
        <w:t xml:space="preserve"> </w:t>
      </w:r>
      <w:r>
        <w:t>свой народ, его</w:t>
      </w:r>
      <w:r>
        <w:rPr>
          <w:spacing w:val="-2"/>
        </w:rPr>
        <w:t xml:space="preserve"> </w:t>
      </w:r>
      <w:r>
        <w:t>культуру</w:t>
      </w:r>
      <w:r>
        <w:rPr>
          <w:spacing w:val="-5"/>
        </w:rPr>
        <w:t xml:space="preserve"> </w:t>
      </w:r>
      <w:r>
        <w:t>и духовные</w:t>
      </w:r>
      <w:r>
        <w:rPr>
          <w:spacing w:val="-2"/>
        </w:rPr>
        <w:t xml:space="preserve"> </w:t>
      </w:r>
      <w:r>
        <w:t>традиции;</w:t>
      </w:r>
    </w:p>
    <w:p w:rsidR="006650AD" w:rsidRDefault="006650AD">
      <w:pPr>
        <w:pStyle w:val="BodyText"/>
        <w:ind w:firstLine="707"/>
        <w:jc w:val="left"/>
      </w:pPr>
      <w:r>
        <w:t>осознающий</w:t>
      </w:r>
      <w:r>
        <w:rPr>
          <w:spacing w:val="18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принимающий</w:t>
      </w:r>
      <w:r>
        <w:rPr>
          <w:spacing w:val="20"/>
        </w:rPr>
        <w:t xml:space="preserve"> </w:t>
      </w:r>
      <w:r>
        <w:t>ценности</w:t>
      </w:r>
      <w:r>
        <w:rPr>
          <w:spacing w:val="20"/>
        </w:rPr>
        <w:t xml:space="preserve"> </w:t>
      </w:r>
      <w:r>
        <w:t>человеческой</w:t>
      </w:r>
      <w:r>
        <w:rPr>
          <w:spacing w:val="21"/>
        </w:rPr>
        <w:t xml:space="preserve"> </w:t>
      </w:r>
      <w:r>
        <w:t>жизни,</w:t>
      </w:r>
      <w:r>
        <w:rPr>
          <w:spacing w:val="19"/>
        </w:rPr>
        <w:t xml:space="preserve"> </w:t>
      </w:r>
      <w:r>
        <w:t>семьи,</w:t>
      </w:r>
      <w:r>
        <w:rPr>
          <w:spacing w:val="19"/>
        </w:rPr>
        <w:t xml:space="preserve"> </w:t>
      </w:r>
      <w:r>
        <w:t>гражданского</w:t>
      </w:r>
      <w:r>
        <w:rPr>
          <w:spacing w:val="-57"/>
        </w:rPr>
        <w:t xml:space="preserve"> </w:t>
      </w:r>
      <w:r>
        <w:t>общества,</w:t>
      </w:r>
      <w:r>
        <w:rPr>
          <w:spacing w:val="-1"/>
        </w:rPr>
        <w:t xml:space="preserve"> </w:t>
      </w:r>
      <w:r>
        <w:t>многонационального</w:t>
      </w:r>
      <w:r>
        <w:rPr>
          <w:spacing w:val="-1"/>
        </w:rPr>
        <w:t xml:space="preserve"> </w:t>
      </w:r>
      <w:r>
        <w:t>российского народа,</w:t>
      </w:r>
      <w:r>
        <w:rPr>
          <w:spacing w:val="-1"/>
        </w:rPr>
        <w:t xml:space="preserve"> </w:t>
      </w:r>
      <w:r>
        <w:t>человечества;</w:t>
      </w:r>
    </w:p>
    <w:p w:rsidR="006650AD" w:rsidRDefault="006650AD">
      <w:pPr>
        <w:pStyle w:val="BodyText"/>
        <w:ind w:firstLine="707"/>
        <w:jc w:val="left"/>
      </w:pPr>
      <w:r>
        <w:t>активно</w:t>
      </w:r>
      <w:r>
        <w:rPr>
          <w:spacing w:val="15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заинтересованно</w:t>
      </w:r>
      <w:r>
        <w:rPr>
          <w:spacing w:val="15"/>
        </w:rPr>
        <w:t xml:space="preserve"> </w:t>
      </w:r>
      <w:r>
        <w:t>познающий</w:t>
      </w:r>
      <w:r>
        <w:rPr>
          <w:spacing w:val="17"/>
        </w:rPr>
        <w:t xml:space="preserve"> </w:t>
      </w:r>
      <w:r>
        <w:t>мир,</w:t>
      </w:r>
      <w:r>
        <w:rPr>
          <w:spacing w:val="18"/>
        </w:rPr>
        <w:t xml:space="preserve"> </w:t>
      </w:r>
      <w:r>
        <w:t>осознающий</w:t>
      </w:r>
      <w:r>
        <w:rPr>
          <w:spacing w:val="17"/>
        </w:rPr>
        <w:t xml:space="preserve"> </w:t>
      </w:r>
      <w:r>
        <w:t>ценность</w:t>
      </w:r>
      <w:r>
        <w:rPr>
          <w:spacing w:val="16"/>
        </w:rPr>
        <w:t xml:space="preserve"> </w:t>
      </w:r>
      <w:r>
        <w:t>труда,</w:t>
      </w:r>
      <w:r>
        <w:rPr>
          <w:spacing w:val="18"/>
        </w:rPr>
        <w:t xml:space="preserve"> </w:t>
      </w:r>
      <w:r>
        <w:t>науки</w:t>
      </w:r>
      <w:r>
        <w:rPr>
          <w:spacing w:val="1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творчества;</w:t>
      </w:r>
    </w:p>
    <w:p w:rsidR="006650AD" w:rsidRDefault="006650AD">
      <w:pPr>
        <w:pStyle w:val="BodyText"/>
        <w:spacing w:before="66"/>
        <w:ind w:right="412" w:firstLine="707"/>
      </w:pPr>
      <w:r>
        <w:t>умеющий</w:t>
      </w:r>
      <w:r>
        <w:rPr>
          <w:spacing w:val="1"/>
        </w:rPr>
        <w:t xml:space="preserve"> </w:t>
      </w:r>
      <w:r>
        <w:t>учиться,</w:t>
      </w:r>
      <w:r>
        <w:rPr>
          <w:spacing w:val="1"/>
        </w:rPr>
        <w:t xml:space="preserve"> </w:t>
      </w:r>
      <w:r>
        <w:t>осознающий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способный</w:t>
      </w:r>
      <w:r>
        <w:rPr>
          <w:spacing w:val="-1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полученные</w:t>
      </w:r>
      <w:r>
        <w:rPr>
          <w:spacing w:val="-3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практике;</w:t>
      </w:r>
    </w:p>
    <w:p w:rsidR="006650AD" w:rsidRDefault="006650AD">
      <w:pPr>
        <w:pStyle w:val="BodyText"/>
        <w:ind w:right="405" w:firstLine="707"/>
      </w:pPr>
      <w:r>
        <w:t>социально</w:t>
      </w:r>
      <w:r>
        <w:rPr>
          <w:spacing w:val="1"/>
        </w:rPr>
        <w:t xml:space="preserve"> </w:t>
      </w:r>
      <w:r>
        <w:t>активный,</w:t>
      </w:r>
      <w:r>
        <w:rPr>
          <w:spacing w:val="1"/>
        </w:rPr>
        <w:t xml:space="preserve"> </w:t>
      </w:r>
      <w:r>
        <w:t>уважающий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правопорядок,</w:t>
      </w:r>
      <w:r>
        <w:rPr>
          <w:spacing w:val="1"/>
        </w:rPr>
        <w:t xml:space="preserve"> </w:t>
      </w:r>
      <w:r>
        <w:t>соизмеряющий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осознающий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семьей,</w:t>
      </w:r>
      <w:r>
        <w:rPr>
          <w:spacing w:val="1"/>
        </w:rPr>
        <w:t xml:space="preserve"> </w:t>
      </w:r>
      <w:r>
        <w:t>обществом,</w:t>
      </w:r>
      <w:r>
        <w:rPr>
          <w:spacing w:val="-1"/>
        </w:rPr>
        <w:t xml:space="preserve"> </w:t>
      </w:r>
      <w:r>
        <w:t>Отечеством;</w:t>
      </w:r>
    </w:p>
    <w:p w:rsidR="006650AD" w:rsidRDefault="006650AD">
      <w:pPr>
        <w:pStyle w:val="BodyText"/>
        <w:spacing w:before="1"/>
        <w:ind w:right="416" w:firstLine="707"/>
      </w:pPr>
      <w:r>
        <w:t>уважающий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умеющий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конструктивный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взаимопонимания,</w:t>
      </w:r>
      <w:r>
        <w:rPr>
          <w:spacing w:val="-1"/>
        </w:rPr>
        <w:t xml:space="preserve"> </w:t>
      </w:r>
      <w:r>
        <w:t>сотрудничать</w:t>
      </w:r>
      <w:r>
        <w:rPr>
          <w:spacing w:val="-1"/>
        </w:rPr>
        <w:t xml:space="preserve"> </w:t>
      </w:r>
      <w:r>
        <w:t>для достижения</w:t>
      </w:r>
      <w:r>
        <w:rPr>
          <w:spacing w:val="-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результатов;</w:t>
      </w:r>
    </w:p>
    <w:p w:rsidR="006650AD" w:rsidRDefault="006650AD">
      <w:pPr>
        <w:pStyle w:val="BodyText"/>
        <w:ind w:right="411" w:firstLine="707"/>
      </w:pPr>
      <w:r>
        <w:t>осознанно</w:t>
      </w:r>
      <w:r>
        <w:rPr>
          <w:spacing w:val="1"/>
        </w:rPr>
        <w:t xml:space="preserve"> </w:t>
      </w:r>
      <w:r>
        <w:t>выполняющий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</w:t>
      </w:r>
      <w:r>
        <w:rPr>
          <w:spacing w:val="1"/>
        </w:rPr>
        <w:t xml:space="preserve"> </w:t>
      </w:r>
      <w:r>
        <w:t>целесообразного</w:t>
      </w:r>
      <w:r>
        <w:rPr>
          <w:spacing w:val="1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жизни, безопасного</w:t>
      </w:r>
      <w:r>
        <w:rPr>
          <w:spacing w:val="-1"/>
        </w:rPr>
        <w:t xml:space="preserve"> </w:t>
      </w:r>
      <w:r>
        <w:t>для человека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окружающей его</w:t>
      </w:r>
      <w:r>
        <w:rPr>
          <w:spacing w:val="-2"/>
        </w:rPr>
        <w:t xml:space="preserve"> </w:t>
      </w:r>
      <w:r>
        <w:t>среды;</w:t>
      </w:r>
    </w:p>
    <w:p w:rsidR="006650AD" w:rsidRDefault="006650AD">
      <w:pPr>
        <w:pStyle w:val="BodyText"/>
        <w:ind w:right="416" w:firstLine="707"/>
      </w:pPr>
      <w:r>
        <w:t>ориентирующийся в мире профессий, понимающий значение 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интересах</w:t>
      </w:r>
      <w:r>
        <w:rPr>
          <w:spacing w:val="3"/>
        </w:rPr>
        <w:t xml:space="preserve"> </w:t>
      </w:r>
      <w:r>
        <w:t>устойчивого</w:t>
      </w:r>
      <w:r>
        <w:rPr>
          <w:spacing w:val="-2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общества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природы.</w:t>
      </w:r>
    </w:p>
    <w:p w:rsidR="006650AD" w:rsidRDefault="006650AD">
      <w:pPr>
        <w:pStyle w:val="BodyText"/>
        <w:ind w:left="1250"/>
      </w:pPr>
    </w:p>
    <w:p w:rsidR="006650AD" w:rsidRDefault="006650AD">
      <w:pPr>
        <w:spacing w:before="7" w:line="237" w:lineRule="auto"/>
        <w:ind w:left="542" w:right="405" w:firstLine="707"/>
        <w:jc w:val="both"/>
        <w:rPr>
          <w:sz w:val="24"/>
        </w:rPr>
      </w:pPr>
      <w:r>
        <w:rPr>
          <w:b/>
          <w:sz w:val="24"/>
        </w:rPr>
        <w:t>Основными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индикаторами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качества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процесса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соответствии </w:t>
      </w:r>
      <w:r>
        <w:rPr>
          <w:sz w:val="24"/>
        </w:rPr>
        <w:t>с оптимальным сценарием развития и концепцией развития Школы будут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выступать:</w:t>
      </w:r>
    </w:p>
    <w:p w:rsidR="006650AD" w:rsidRDefault="006650AD">
      <w:pPr>
        <w:pStyle w:val="ListParagraph"/>
        <w:numPr>
          <w:ilvl w:val="0"/>
          <w:numId w:val="10"/>
        </w:numPr>
        <w:tabs>
          <w:tab w:val="left" w:pos="1610"/>
        </w:tabs>
        <w:spacing w:before="2"/>
        <w:rPr>
          <w:sz w:val="24"/>
        </w:rPr>
      </w:pPr>
      <w:r>
        <w:rPr>
          <w:sz w:val="24"/>
        </w:rPr>
        <w:t>Критерии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условий:</w:t>
      </w:r>
    </w:p>
    <w:p w:rsidR="006650AD" w:rsidRDefault="006650AD">
      <w:pPr>
        <w:pStyle w:val="ListParagraph"/>
        <w:numPr>
          <w:ilvl w:val="0"/>
          <w:numId w:val="1"/>
        </w:numPr>
        <w:tabs>
          <w:tab w:val="left" w:pos="1675"/>
        </w:tabs>
        <w:ind w:right="402" w:firstLine="707"/>
        <w:rPr>
          <w:sz w:val="24"/>
        </w:rPr>
      </w:pPr>
      <w:r>
        <w:rPr>
          <w:sz w:val="24"/>
        </w:rPr>
        <w:t>Профессиональное</w:t>
      </w:r>
      <w:r>
        <w:rPr>
          <w:spacing w:val="4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49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49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административно-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управленческого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персонала.</w:t>
      </w:r>
    </w:p>
    <w:p w:rsidR="006650AD" w:rsidRDefault="006650AD">
      <w:pPr>
        <w:pStyle w:val="ListParagraph"/>
        <w:numPr>
          <w:ilvl w:val="0"/>
          <w:numId w:val="1"/>
        </w:numPr>
        <w:tabs>
          <w:tab w:val="left" w:pos="1675"/>
        </w:tabs>
        <w:ind w:left="1674"/>
        <w:rPr>
          <w:sz w:val="24"/>
        </w:rPr>
      </w:pPr>
      <w:r>
        <w:rPr>
          <w:sz w:val="24"/>
        </w:rPr>
        <w:t>Расширение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информационно-образовательной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среды.</w:t>
      </w:r>
    </w:p>
    <w:p w:rsidR="006650AD" w:rsidRDefault="006650AD">
      <w:pPr>
        <w:pStyle w:val="ListParagraph"/>
        <w:numPr>
          <w:ilvl w:val="0"/>
          <w:numId w:val="1"/>
        </w:numPr>
        <w:tabs>
          <w:tab w:val="left" w:pos="1675"/>
        </w:tabs>
        <w:ind w:left="1674"/>
        <w:rPr>
          <w:sz w:val="24"/>
        </w:rPr>
      </w:pPr>
      <w:r>
        <w:rPr>
          <w:sz w:val="24"/>
        </w:rPr>
        <w:t>Создание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особыми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потребностями.</w:t>
      </w:r>
    </w:p>
    <w:p w:rsidR="006650AD" w:rsidRDefault="006650AD">
      <w:pPr>
        <w:pStyle w:val="ListParagraph"/>
        <w:numPr>
          <w:ilvl w:val="0"/>
          <w:numId w:val="10"/>
        </w:numPr>
        <w:tabs>
          <w:tab w:val="left" w:pos="1670"/>
        </w:tabs>
        <w:ind w:left="1670" w:hanging="420"/>
        <w:rPr>
          <w:sz w:val="24"/>
        </w:rPr>
      </w:pPr>
      <w:r>
        <w:rPr>
          <w:sz w:val="24"/>
        </w:rPr>
        <w:t>Критерии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процесса:</w:t>
      </w:r>
    </w:p>
    <w:p w:rsidR="006650AD" w:rsidRDefault="006650AD">
      <w:pPr>
        <w:pStyle w:val="ListParagraph"/>
        <w:numPr>
          <w:ilvl w:val="0"/>
          <w:numId w:val="1"/>
        </w:numPr>
        <w:tabs>
          <w:tab w:val="left" w:pos="1675"/>
          <w:tab w:val="left" w:pos="3513"/>
          <w:tab w:val="left" w:pos="4723"/>
          <w:tab w:val="left" w:pos="6699"/>
          <w:tab w:val="left" w:pos="8138"/>
          <w:tab w:val="left" w:pos="9781"/>
        </w:tabs>
        <w:ind w:right="409" w:firstLine="707"/>
        <w:rPr>
          <w:sz w:val="24"/>
        </w:rPr>
      </w:pPr>
      <w:r>
        <w:rPr>
          <w:sz w:val="24"/>
        </w:rPr>
        <w:t>Положительная</w:t>
      </w:r>
      <w:r>
        <w:rPr>
          <w:sz w:val="24"/>
        </w:rPr>
        <w:tab/>
        <w:t>динамика</w:t>
      </w:r>
      <w:r>
        <w:rPr>
          <w:sz w:val="24"/>
        </w:rPr>
        <w:tab/>
        <w:t>образовательных</w:t>
      </w:r>
      <w:r>
        <w:rPr>
          <w:sz w:val="24"/>
        </w:rPr>
        <w:tab/>
        <w:t>результатов,</w:t>
      </w:r>
      <w:r>
        <w:rPr>
          <w:sz w:val="24"/>
        </w:rPr>
        <w:tab/>
        <w:t>обучающихся</w:t>
      </w:r>
      <w:r>
        <w:rPr>
          <w:sz w:val="24"/>
        </w:rPr>
        <w:tab/>
      </w:r>
      <w:r>
        <w:rPr>
          <w:spacing w:val="-2"/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сравнении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3"/>
          <w:sz w:val="24"/>
        </w:rPr>
        <w:t xml:space="preserve"> </w:t>
      </w:r>
      <w:r>
        <w:rPr>
          <w:sz w:val="24"/>
        </w:rPr>
        <w:t>началу</w:t>
      </w:r>
      <w:r>
        <w:rPr>
          <w:spacing w:val="-6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развития.</w:t>
      </w:r>
    </w:p>
    <w:p w:rsidR="006650AD" w:rsidRDefault="006650AD">
      <w:pPr>
        <w:pStyle w:val="ListParagraph"/>
        <w:numPr>
          <w:ilvl w:val="0"/>
          <w:numId w:val="1"/>
        </w:numPr>
        <w:tabs>
          <w:tab w:val="left" w:pos="1675"/>
        </w:tabs>
        <w:ind w:left="1674"/>
        <w:rPr>
          <w:sz w:val="24"/>
        </w:rPr>
      </w:pPr>
      <w:r>
        <w:rPr>
          <w:sz w:val="24"/>
        </w:rPr>
        <w:t>Конкурентоспособность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выпускников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школы.</w:t>
      </w:r>
    </w:p>
    <w:p w:rsidR="006650AD" w:rsidRDefault="006650AD">
      <w:pPr>
        <w:pStyle w:val="ListParagraph"/>
        <w:numPr>
          <w:ilvl w:val="0"/>
          <w:numId w:val="1"/>
        </w:numPr>
        <w:tabs>
          <w:tab w:val="left" w:pos="1675"/>
        </w:tabs>
        <w:ind w:right="415" w:firstLine="707"/>
        <w:rPr>
          <w:sz w:val="24"/>
        </w:rPr>
      </w:pP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обучающихся.</w:t>
      </w:r>
    </w:p>
    <w:p w:rsidR="006650AD" w:rsidRDefault="006650AD">
      <w:pPr>
        <w:pStyle w:val="ListParagraph"/>
        <w:numPr>
          <w:ilvl w:val="0"/>
          <w:numId w:val="1"/>
        </w:numPr>
        <w:tabs>
          <w:tab w:val="left" w:pos="1675"/>
        </w:tabs>
        <w:ind w:left="1674"/>
        <w:rPr>
          <w:sz w:val="24"/>
        </w:rPr>
      </w:pPr>
      <w:r>
        <w:rPr>
          <w:sz w:val="24"/>
        </w:rPr>
        <w:t>Социально</w:t>
      </w:r>
      <w:r>
        <w:rPr>
          <w:spacing w:val="-5"/>
          <w:sz w:val="24"/>
        </w:rPr>
        <w:t xml:space="preserve"> </w:t>
      </w:r>
      <w:r>
        <w:rPr>
          <w:sz w:val="24"/>
        </w:rPr>
        <w:t>значимая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обучающихся.</w:t>
      </w:r>
    </w:p>
    <w:p w:rsidR="006650AD" w:rsidRDefault="006650AD">
      <w:pPr>
        <w:pStyle w:val="ListParagraph"/>
        <w:numPr>
          <w:ilvl w:val="0"/>
          <w:numId w:val="1"/>
        </w:numPr>
        <w:tabs>
          <w:tab w:val="left" w:pos="1675"/>
        </w:tabs>
        <w:ind w:right="410" w:firstLine="707"/>
        <w:rPr>
          <w:sz w:val="24"/>
        </w:rPr>
      </w:pPr>
      <w:r>
        <w:rPr>
          <w:sz w:val="24"/>
        </w:rPr>
        <w:t>Удовлетворенность</w:t>
      </w:r>
      <w:r>
        <w:rPr>
          <w:spacing w:val="2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2"/>
          <w:sz w:val="24"/>
        </w:rPr>
        <w:t xml:space="preserve"> </w:t>
      </w:r>
      <w:r>
        <w:rPr>
          <w:sz w:val="24"/>
        </w:rPr>
        <w:t>качеством</w:t>
      </w:r>
      <w:r>
        <w:rPr>
          <w:spacing w:val="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услуг.</w:t>
      </w:r>
    </w:p>
    <w:p w:rsidR="006650AD" w:rsidRDefault="006650AD">
      <w:pPr>
        <w:pStyle w:val="ListParagraph"/>
        <w:numPr>
          <w:ilvl w:val="0"/>
          <w:numId w:val="10"/>
        </w:numPr>
        <w:tabs>
          <w:tab w:val="left" w:pos="1610"/>
        </w:tabs>
        <w:spacing w:before="66"/>
        <w:rPr>
          <w:sz w:val="24"/>
        </w:rPr>
      </w:pPr>
      <w:r>
        <w:rPr>
          <w:sz w:val="24"/>
        </w:rPr>
        <w:t>Критерии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интеграции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Школы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местное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сообщество:</w:t>
      </w:r>
    </w:p>
    <w:p w:rsidR="006650AD" w:rsidRDefault="006650AD">
      <w:pPr>
        <w:pStyle w:val="ListParagraph"/>
        <w:numPr>
          <w:ilvl w:val="0"/>
          <w:numId w:val="1"/>
        </w:numPr>
        <w:tabs>
          <w:tab w:val="left" w:pos="1735"/>
          <w:tab w:val="left" w:pos="3195"/>
          <w:tab w:val="left" w:pos="4612"/>
          <w:tab w:val="left" w:pos="5768"/>
          <w:tab w:val="left" w:pos="6540"/>
          <w:tab w:val="left" w:pos="6885"/>
          <w:tab w:val="left" w:pos="8399"/>
        </w:tabs>
        <w:ind w:right="411" w:firstLine="707"/>
        <w:rPr>
          <w:sz w:val="24"/>
        </w:rPr>
      </w:pPr>
      <w:r>
        <w:rPr>
          <w:sz w:val="24"/>
        </w:rPr>
        <w:t>Открытость</w:t>
      </w:r>
      <w:r>
        <w:rPr>
          <w:sz w:val="24"/>
        </w:rPr>
        <w:tab/>
        <w:t>населению:</w:t>
      </w:r>
      <w:r>
        <w:rPr>
          <w:sz w:val="24"/>
        </w:rPr>
        <w:tab/>
        <w:t>обратная</w:t>
      </w:r>
      <w:r>
        <w:rPr>
          <w:sz w:val="24"/>
        </w:rPr>
        <w:tab/>
        <w:t>связь</w:t>
      </w:r>
      <w:r>
        <w:rPr>
          <w:sz w:val="24"/>
        </w:rPr>
        <w:tab/>
        <w:t>с</w:t>
      </w:r>
      <w:r>
        <w:rPr>
          <w:sz w:val="24"/>
        </w:rPr>
        <w:tab/>
        <w:t>родителями,</w:t>
      </w:r>
      <w:r>
        <w:rPr>
          <w:sz w:val="24"/>
        </w:rPr>
        <w:tab/>
      </w:r>
      <w:r>
        <w:rPr>
          <w:spacing w:val="-1"/>
          <w:sz w:val="24"/>
        </w:rPr>
        <w:t>вовлеченность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(работодателей),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государственно-общественное</w:t>
      </w:r>
      <w:r>
        <w:rPr>
          <w:spacing w:val="2"/>
          <w:sz w:val="24"/>
        </w:rPr>
        <w:t xml:space="preserve"> </w:t>
      </w:r>
      <w:r>
        <w:rPr>
          <w:sz w:val="24"/>
        </w:rPr>
        <w:t>управление.</w:t>
      </w:r>
    </w:p>
    <w:p w:rsidR="006650AD" w:rsidRDefault="006650AD">
      <w:pPr>
        <w:pStyle w:val="ListParagraph"/>
        <w:numPr>
          <w:ilvl w:val="0"/>
          <w:numId w:val="1"/>
        </w:numPr>
        <w:tabs>
          <w:tab w:val="left" w:pos="1675"/>
        </w:tabs>
        <w:spacing w:before="1"/>
        <w:ind w:left="1674"/>
        <w:rPr>
          <w:sz w:val="24"/>
        </w:rPr>
      </w:pPr>
      <w:r>
        <w:rPr>
          <w:sz w:val="24"/>
        </w:rPr>
        <w:t>Доступность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вариативность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услуг.</w:t>
      </w:r>
    </w:p>
    <w:p w:rsidR="006650AD" w:rsidRDefault="006650AD">
      <w:pPr>
        <w:pStyle w:val="ListParagraph"/>
        <w:numPr>
          <w:ilvl w:val="0"/>
          <w:numId w:val="1"/>
        </w:numPr>
        <w:tabs>
          <w:tab w:val="left" w:pos="1675"/>
        </w:tabs>
        <w:ind w:left="1674"/>
        <w:rPr>
          <w:sz w:val="24"/>
        </w:rPr>
      </w:pPr>
      <w:r>
        <w:rPr>
          <w:sz w:val="24"/>
        </w:rPr>
        <w:t>Взаимодействие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Школы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внешним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сообществом.</w:t>
      </w:r>
    </w:p>
    <w:p w:rsidR="006650AD" w:rsidRDefault="006650AD">
      <w:pPr>
        <w:pStyle w:val="BodyText"/>
        <w:spacing w:before="7"/>
        <w:ind w:left="0"/>
        <w:jc w:val="left"/>
      </w:pPr>
    </w:p>
    <w:p w:rsidR="006650AD" w:rsidRDefault="006650AD">
      <w:pPr>
        <w:pStyle w:val="Heading2"/>
        <w:numPr>
          <w:ilvl w:val="1"/>
          <w:numId w:val="22"/>
        </w:numPr>
        <w:tabs>
          <w:tab w:val="left" w:pos="1958"/>
        </w:tabs>
      </w:pPr>
      <w:bookmarkStart w:id="11" w:name="_TOC_250005"/>
      <w:r>
        <w:t>Цель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 реализации</w:t>
      </w:r>
      <w:r>
        <w:rPr>
          <w:spacing w:val="-1"/>
        </w:rPr>
        <w:t xml:space="preserve"> </w:t>
      </w:r>
      <w:bookmarkEnd w:id="11"/>
      <w:r>
        <w:t>Программы</w:t>
      </w:r>
    </w:p>
    <w:p w:rsidR="006650AD" w:rsidRDefault="006650AD">
      <w:pPr>
        <w:pStyle w:val="BodyText"/>
        <w:spacing w:before="5"/>
        <w:ind w:left="0"/>
        <w:jc w:val="left"/>
        <w:rPr>
          <w:b/>
          <w:sz w:val="20"/>
        </w:rPr>
      </w:pPr>
    </w:p>
    <w:p w:rsidR="006650AD" w:rsidRDefault="006650AD">
      <w:pPr>
        <w:pStyle w:val="BodyText"/>
        <w:ind w:right="402" w:firstLine="707"/>
      </w:pPr>
      <w:r>
        <w:rPr>
          <w:b/>
        </w:rPr>
        <w:t xml:space="preserve">Цель Программы: </w:t>
      </w:r>
      <w:r>
        <w:t>Обеспечение доступности и равных возможностей получения</w:t>
      </w:r>
      <w:r>
        <w:rPr>
          <w:spacing w:val="1"/>
        </w:rPr>
        <w:t xml:space="preserve"> </w:t>
      </w:r>
      <w:r>
        <w:t>обучающимися качественного начального общего, основного общего, 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ответственной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федеральными</w:t>
      </w:r>
      <w:r>
        <w:rPr>
          <w:spacing w:val="-2"/>
        </w:rPr>
        <w:t xml:space="preserve"> </w:t>
      </w:r>
      <w:r>
        <w:t>государственными</w:t>
      </w:r>
      <w:r>
        <w:rPr>
          <w:spacing w:val="-1"/>
        </w:rPr>
        <w:t xml:space="preserve"> </w:t>
      </w:r>
      <w:r>
        <w:t>образовательными</w:t>
      </w:r>
      <w:r>
        <w:rPr>
          <w:spacing w:val="-2"/>
        </w:rPr>
        <w:t xml:space="preserve"> </w:t>
      </w:r>
      <w:r>
        <w:t>стандартами.</w:t>
      </w:r>
    </w:p>
    <w:p w:rsidR="006650AD" w:rsidRDefault="006650AD">
      <w:pPr>
        <w:ind w:left="1250"/>
        <w:jc w:val="both"/>
        <w:rPr>
          <w:b/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необходимо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решение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следующих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задач:</w:t>
      </w:r>
    </w:p>
    <w:p w:rsidR="006650AD" w:rsidRDefault="006650AD">
      <w:pPr>
        <w:pStyle w:val="ListParagraph"/>
        <w:numPr>
          <w:ilvl w:val="0"/>
          <w:numId w:val="9"/>
        </w:numPr>
        <w:tabs>
          <w:tab w:val="left" w:pos="1675"/>
        </w:tabs>
        <w:jc w:val="both"/>
        <w:rPr>
          <w:sz w:val="24"/>
        </w:rPr>
      </w:pPr>
      <w:r>
        <w:rPr>
          <w:sz w:val="24"/>
        </w:rPr>
        <w:t>обеспечить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 для:</w:t>
      </w:r>
    </w:p>
    <w:p w:rsidR="006650AD" w:rsidRDefault="006650AD">
      <w:pPr>
        <w:pStyle w:val="ListParagraph"/>
        <w:numPr>
          <w:ilvl w:val="0"/>
          <w:numId w:val="12"/>
        </w:numPr>
        <w:tabs>
          <w:tab w:val="left" w:pos="1457"/>
        </w:tabs>
        <w:ind w:right="411" w:firstLine="707"/>
        <w:jc w:val="both"/>
        <w:rPr>
          <w:sz w:val="24"/>
        </w:rPr>
      </w:pP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57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внедрение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технологий;</w:t>
      </w:r>
    </w:p>
    <w:p w:rsidR="006650AD" w:rsidRDefault="006650AD">
      <w:pPr>
        <w:pStyle w:val="ListParagraph"/>
        <w:numPr>
          <w:ilvl w:val="0"/>
          <w:numId w:val="12"/>
        </w:numPr>
        <w:tabs>
          <w:tab w:val="left" w:pos="1469"/>
        </w:tabs>
        <w:spacing w:before="1"/>
        <w:ind w:right="404" w:firstLine="707"/>
        <w:jc w:val="both"/>
        <w:rPr>
          <w:sz w:val="24"/>
        </w:rPr>
      </w:pP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стартовыми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психолого-педагогического,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кадрового,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сопровождения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1"/>
          <w:sz w:val="24"/>
        </w:rPr>
        <w:t xml:space="preserve"> </w:t>
      </w:r>
      <w:r>
        <w:rPr>
          <w:sz w:val="24"/>
        </w:rPr>
        <w:t>инклюзивного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школе;</w:t>
      </w:r>
    </w:p>
    <w:p w:rsidR="006650AD" w:rsidRDefault="006650AD">
      <w:pPr>
        <w:pStyle w:val="ListParagraph"/>
        <w:numPr>
          <w:ilvl w:val="0"/>
          <w:numId w:val="12"/>
        </w:numPr>
        <w:tabs>
          <w:tab w:val="left" w:pos="1404"/>
        </w:tabs>
        <w:ind w:right="406" w:firstLine="707"/>
        <w:jc w:val="both"/>
        <w:rPr>
          <w:sz w:val="24"/>
        </w:rPr>
      </w:pPr>
      <w:r>
        <w:rPr>
          <w:sz w:val="24"/>
        </w:rPr>
        <w:t>духовно-нравственного развития и воспитания ребенка как будущего 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семьей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социумом,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наставничества,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добровольчества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(волонтерства);</w:t>
      </w:r>
    </w:p>
    <w:p w:rsidR="006650AD" w:rsidRDefault="006650AD">
      <w:pPr>
        <w:pStyle w:val="ListParagraph"/>
        <w:numPr>
          <w:ilvl w:val="0"/>
          <w:numId w:val="9"/>
        </w:numPr>
        <w:tabs>
          <w:tab w:val="left" w:pos="1675"/>
        </w:tabs>
        <w:ind w:left="542" w:right="405" w:firstLine="707"/>
        <w:jc w:val="both"/>
        <w:rPr>
          <w:sz w:val="24"/>
        </w:rPr>
      </w:pPr>
      <w:r>
        <w:rPr>
          <w:sz w:val="24"/>
        </w:rPr>
        <w:t>содействовать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6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непрерывного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наставничество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61"/>
          <w:sz w:val="24"/>
        </w:rPr>
        <w:t xml:space="preserve"> </w:t>
      </w:r>
      <w:r>
        <w:rPr>
          <w:sz w:val="24"/>
        </w:rPr>
        <w:t>институциональном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уровне;</w:t>
      </w:r>
    </w:p>
    <w:p w:rsidR="006650AD" w:rsidRDefault="006650AD">
      <w:pPr>
        <w:pStyle w:val="ListParagraph"/>
        <w:numPr>
          <w:ilvl w:val="0"/>
          <w:numId w:val="9"/>
        </w:numPr>
        <w:tabs>
          <w:tab w:val="left" w:pos="1735"/>
        </w:tabs>
        <w:spacing w:before="1"/>
        <w:ind w:left="542" w:right="409" w:firstLine="707"/>
        <w:jc w:val="both"/>
        <w:rPr>
          <w:sz w:val="24"/>
        </w:rPr>
      </w:pPr>
      <w:r>
        <w:rPr>
          <w:sz w:val="24"/>
        </w:rPr>
        <w:t>совершенствовать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учащихся;</w:t>
      </w:r>
    </w:p>
    <w:p w:rsidR="006650AD" w:rsidRDefault="006650AD">
      <w:pPr>
        <w:pStyle w:val="ListParagraph"/>
        <w:numPr>
          <w:ilvl w:val="0"/>
          <w:numId w:val="9"/>
        </w:numPr>
        <w:tabs>
          <w:tab w:val="left" w:pos="1675"/>
        </w:tabs>
        <w:ind w:left="542" w:right="409" w:firstLine="707"/>
        <w:jc w:val="both"/>
        <w:rPr>
          <w:sz w:val="24"/>
        </w:rPr>
      </w:pPr>
      <w:r>
        <w:rPr>
          <w:sz w:val="24"/>
        </w:rPr>
        <w:t>организовать сотрудничество с родительской общественностью для реализации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Программы.</w:t>
      </w:r>
    </w:p>
    <w:p w:rsidR="006650AD" w:rsidRDefault="006650AD">
      <w:pPr>
        <w:pStyle w:val="BodyText"/>
        <w:ind w:right="404" w:firstLine="707"/>
      </w:pPr>
      <w:r>
        <w:t>Решение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проходить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синхронном</w:t>
      </w:r>
      <w:r>
        <w:rPr>
          <w:spacing w:val="1"/>
        </w:rPr>
        <w:t xml:space="preserve"> </w:t>
      </w:r>
      <w:r>
        <w:t>аспекте,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взаимосвязаны и дополняют друг друга, только тогда возможно достичь поставленной</w:t>
      </w:r>
      <w:r>
        <w:rPr>
          <w:spacing w:val="1"/>
        </w:rPr>
        <w:t xml:space="preserve"> </w:t>
      </w:r>
      <w:r>
        <w:t>цели.</w:t>
      </w:r>
    </w:p>
    <w:p w:rsidR="006650AD" w:rsidRDefault="006650AD">
      <w:pPr>
        <w:pStyle w:val="BodyText"/>
        <w:ind w:right="404" w:firstLine="707"/>
      </w:pPr>
      <w:r>
        <w:t>Поставленные цели и задачи предусматривают решение ключевых проблем школы</w:t>
      </w:r>
      <w:r>
        <w:rPr>
          <w:spacing w:val="1"/>
        </w:rPr>
        <w:t xml:space="preserve"> </w:t>
      </w:r>
      <w:r>
        <w:t>и имеют ориентир на стабильные образовательные результаты и социальные достижения с</w:t>
      </w:r>
      <w:r>
        <w:rPr>
          <w:spacing w:val="-57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стартовых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-1"/>
        </w:rPr>
        <w:t xml:space="preserve"> </w:t>
      </w:r>
      <w:r>
        <w:t>мастерство</w:t>
      </w:r>
      <w:r>
        <w:rPr>
          <w:spacing w:val="-1"/>
        </w:rPr>
        <w:t xml:space="preserve"> </w:t>
      </w:r>
      <w:r>
        <w:t>педагогов.</w:t>
      </w:r>
    </w:p>
    <w:p w:rsidR="006650AD" w:rsidRDefault="006650AD">
      <w:pPr>
        <w:pStyle w:val="BodyText"/>
        <w:ind w:right="410" w:firstLine="707"/>
      </w:pPr>
      <w:r>
        <w:t>Предполагаемые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обозначены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ключевому</w:t>
      </w:r>
      <w:r>
        <w:rPr>
          <w:spacing w:val="-6"/>
        </w:rPr>
        <w:t xml:space="preserve"> </w:t>
      </w:r>
      <w:r>
        <w:t>ориентиру.</w:t>
      </w:r>
    </w:p>
    <w:p w:rsidR="006650AD" w:rsidRDefault="006650AD">
      <w:pPr>
        <w:sectPr w:rsidR="006650AD">
          <w:pgSz w:w="11910" w:h="16840"/>
          <w:pgMar w:top="1040" w:right="440" w:bottom="1200" w:left="1160" w:header="0" w:footer="976" w:gutter="0"/>
          <w:cols w:space="720"/>
        </w:sectPr>
      </w:pPr>
    </w:p>
    <w:p w:rsidR="006650AD" w:rsidRDefault="006650AD">
      <w:pPr>
        <w:pStyle w:val="Heading1"/>
        <w:spacing w:before="73"/>
        <w:ind w:left="3458"/>
      </w:pPr>
      <w:bookmarkStart w:id="12" w:name="_TOC_250004"/>
      <w:r>
        <w:t>3.</w:t>
      </w:r>
      <w:r>
        <w:rPr>
          <w:spacing w:val="52"/>
        </w:rPr>
        <w:t xml:space="preserve"> </w:t>
      </w:r>
      <w:r>
        <w:t>СОДЕРЖАТЕЛЬНЫЙ</w:t>
      </w:r>
      <w:r>
        <w:rPr>
          <w:spacing w:val="-3"/>
        </w:rPr>
        <w:t xml:space="preserve"> </w:t>
      </w:r>
      <w:bookmarkEnd w:id="12"/>
      <w:r>
        <w:t>РАЗДЕЛ</w:t>
      </w:r>
    </w:p>
    <w:p w:rsidR="006650AD" w:rsidRDefault="006650AD">
      <w:pPr>
        <w:ind w:left="3096"/>
        <w:rPr>
          <w:b/>
          <w:sz w:val="24"/>
        </w:rPr>
      </w:pPr>
    </w:p>
    <w:p w:rsidR="006650AD" w:rsidRDefault="006650AD">
      <w:pPr>
        <w:ind w:left="3096"/>
        <w:rPr>
          <w:b/>
          <w:sz w:val="24"/>
        </w:rPr>
      </w:pPr>
      <w:r>
        <w:rPr>
          <w:b/>
          <w:sz w:val="24"/>
        </w:rPr>
        <w:t>МЕХАНИЗМ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</w:p>
    <w:p w:rsidR="006650AD" w:rsidRDefault="006650AD">
      <w:pPr>
        <w:pStyle w:val="BodyText"/>
        <w:spacing w:before="6"/>
        <w:ind w:left="0"/>
        <w:jc w:val="left"/>
        <w:rPr>
          <w:b/>
          <w:sz w:val="23"/>
        </w:rPr>
      </w:pPr>
    </w:p>
    <w:p w:rsidR="006650AD" w:rsidRDefault="006650AD">
      <w:pPr>
        <w:pStyle w:val="BodyText"/>
        <w:spacing w:before="1"/>
        <w:ind w:firstLine="707"/>
        <w:jc w:val="left"/>
      </w:pPr>
      <w:r>
        <w:t>С</w:t>
      </w:r>
      <w:r>
        <w:rPr>
          <w:spacing w:val="17"/>
        </w:rPr>
        <w:t xml:space="preserve"> </w:t>
      </w:r>
      <w:r>
        <w:t>учетом</w:t>
      </w:r>
      <w:r>
        <w:rPr>
          <w:spacing w:val="14"/>
        </w:rPr>
        <w:t xml:space="preserve"> </w:t>
      </w:r>
      <w:r>
        <w:t>проблемно-ориентированного</w:t>
      </w:r>
      <w:r>
        <w:rPr>
          <w:spacing w:val="15"/>
        </w:rPr>
        <w:t xml:space="preserve"> </w:t>
      </w:r>
      <w:r>
        <w:t>анализа</w:t>
      </w:r>
      <w:r>
        <w:rPr>
          <w:spacing w:val="14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целевых</w:t>
      </w:r>
      <w:r>
        <w:rPr>
          <w:spacing w:val="18"/>
        </w:rPr>
        <w:t xml:space="preserve"> </w:t>
      </w:r>
      <w:r>
        <w:t>ориентиров</w:t>
      </w:r>
      <w:r>
        <w:rPr>
          <w:spacing w:val="14"/>
        </w:rPr>
        <w:t xml:space="preserve"> </w:t>
      </w:r>
      <w:r>
        <w:t>Программа</w:t>
      </w:r>
      <w:r>
        <w:rPr>
          <w:spacing w:val="-57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основана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четырех</w:t>
      </w:r>
      <w:r>
        <w:rPr>
          <w:spacing w:val="1"/>
        </w:rPr>
        <w:t xml:space="preserve"> </w:t>
      </w:r>
      <w:r>
        <w:t>приоритетах</w:t>
      </w:r>
      <w:r>
        <w:rPr>
          <w:spacing w:val="6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ориентирах:</w:t>
      </w:r>
    </w:p>
    <w:p w:rsidR="006650AD" w:rsidRDefault="006650AD">
      <w:pPr>
        <w:pStyle w:val="ListParagraph"/>
        <w:numPr>
          <w:ilvl w:val="0"/>
          <w:numId w:val="8"/>
        </w:numPr>
        <w:tabs>
          <w:tab w:val="left" w:pos="1958"/>
        </w:tabs>
        <w:rPr>
          <w:sz w:val="24"/>
        </w:rPr>
      </w:pPr>
      <w:r>
        <w:rPr>
          <w:sz w:val="24"/>
        </w:rPr>
        <w:t>Подпрограмма</w:t>
      </w:r>
      <w:r>
        <w:rPr>
          <w:spacing w:val="-2"/>
          <w:sz w:val="24"/>
        </w:rPr>
        <w:t xml:space="preserve"> </w:t>
      </w:r>
      <w:r>
        <w:rPr>
          <w:sz w:val="24"/>
        </w:rPr>
        <w:t>«Ориентир</w:t>
      </w:r>
      <w:r>
        <w:rPr>
          <w:spacing w:val="-5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стабильным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результатам».</w:t>
      </w:r>
    </w:p>
    <w:p w:rsidR="006650AD" w:rsidRDefault="006650AD">
      <w:pPr>
        <w:pStyle w:val="ListParagraph"/>
        <w:numPr>
          <w:ilvl w:val="0"/>
          <w:numId w:val="8"/>
        </w:numPr>
        <w:tabs>
          <w:tab w:val="left" w:pos="1958"/>
        </w:tabs>
        <w:ind w:left="542" w:right="410" w:firstLine="707"/>
        <w:rPr>
          <w:sz w:val="24"/>
        </w:rPr>
      </w:pPr>
      <w:r>
        <w:rPr>
          <w:sz w:val="24"/>
        </w:rPr>
        <w:t>Подпрограмма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«Ориентир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стартовых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достижениям».</w:t>
      </w:r>
    </w:p>
    <w:p w:rsidR="006650AD" w:rsidRDefault="006650AD">
      <w:pPr>
        <w:pStyle w:val="ListParagraph"/>
        <w:numPr>
          <w:ilvl w:val="0"/>
          <w:numId w:val="8"/>
        </w:numPr>
        <w:tabs>
          <w:tab w:val="left" w:pos="1958"/>
        </w:tabs>
        <w:ind w:left="542" w:right="408" w:firstLine="707"/>
        <w:rPr>
          <w:sz w:val="24"/>
        </w:rPr>
      </w:pPr>
      <w:r>
        <w:rPr>
          <w:sz w:val="24"/>
        </w:rPr>
        <w:t>Подпрограмма</w:t>
      </w:r>
      <w:r>
        <w:rPr>
          <w:spacing w:val="59"/>
          <w:sz w:val="24"/>
        </w:rPr>
        <w:t xml:space="preserve"> </w:t>
      </w:r>
      <w:r>
        <w:rPr>
          <w:sz w:val="24"/>
        </w:rPr>
        <w:t>«Ориентир</w:t>
      </w:r>
      <w:r>
        <w:rPr>
          <w:spacing w:val="26"/>
          <w:sz w:val="24"/>
        </w:rPr>
        <w:t xml:space="preserve"> </w:t>
      </w:r>
      <w:r>
        <w:rPr>
          <w:sz w:val="24"/>
        </w:rPr>
        <w:t>3</w:t>
      </w:r>
      <w:r>
        <w:rPr>
          <w:spacing w:val="31"/>
          <w:sz w:val="24"/>
        </w:rPr>
        <w:t xml:space="preserve"> </w:t>
      </w:r>
      <w:r>
        <w:rPr>
          <w:sz w:val="24"/>
        </w:rPr>
        <w:t>-</w:t>
      </w:r>
      <w:r>
        <w:rPr>
          <w:spacing w:val="54"/>
          <w:sz w:val="24"/>
        </w:rPr>
        <w:t xml:space="preserve"> </w:t>
      </w:r>
      <w:r>
        <w:rPr>
          <w:sz w:val="24"/>
        </w:rPr>
        <w:t>к</w:t>
      </w:r>
      <w:r>
        <w:rPr>
          <w:spacing w:val="28"/>
          <w:sz w:val="24"/>
        </w:rPr>
        <w:t xml:space="preserve"> </w:t>
      </w:r>
      <w:r>
        <w:rPr>
          <w:sz w:val="24"/>
        </w:rPr>
        <w:t>согласию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единству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семье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школе</w:t>
      </w:r>
      <w:r>
        <w:rPr>
          <w:spacing w:val="26"/>
          <w:sz w:val="24"/>
        </w:rPr>
        <w:t xml:space="preserve"> </w:t>
      </w:r>
      <w:r>
        <w:rPr>
          <w:sz w:val="24"/>
        </w:rPr>
        <w:t>во</w:t>
      </w:r>
      <w:r>
        <w:rPr>
          <w:spacing w:val="-57"/>
          <w:sz w:val="24"/>
        </w:rPr>
        <w:t xml:space="preserve"> </w:t>
      </w:r>
      <w:r>
        <w:rPr>
          <w:sz w:val="24"/>
        </w:rPr>
        <w:t>благо</w:t>
      </w:r>
      <w:r>
        <w:rPr>
          <w:spacing w:val="-1"/>
          <w:sz w:val="24"/>
        </w:rPr>
        <w:t xml:space="preserve"> </w:t>
      </w:r>
      <w:r>
        <w:rPr>
          <w:sz w:val="24"/>
        </w:rPr>
        <w:t>Отечества».</w:t>
      </w:r>
    </w:p>
    <w:p w:rsidR="006650AD" w:rsidRDefault="006650AD">
      <w:pPr>
        <w:pStyle w:val="ListParagraph"/>
        <w:numPr>
          <w:ilvl w:val="0"/>
          <w:numId w:val="8"/>
        </w:numPr>
        <w:tabs>
          <w:tab w:val="left" w:pos="1958"/>
        </w:tabs>
        <w:ind w:left="542" w:right="409" w:firstLine="707"/>
        <w:rPr>
          <w:sz w:val="24"/>
        </w:rPr>
      </w:pPr>
      <w:r>
        <w:rPr>
          <w:sz w:val="24"/>
        </w:rPr>
        <w:t>Подпрограмма</w:t>
      </w:r>
      <w:r>
        <w:rPr>
          <w:spacing w:val="41"/>
          <w:sz w:val="24"/>
        </w:rPr>
        <w:t xml:space="preserve"> </w:t>
      </w:r>
      <w:r>
        <w:rPr>
          <w:sz w:val="24"/>
        </w:rPr>
        <w:t>«Ориентир</w:t>
      </w:r>
      <w:r>
        <w:rPr>
          <w:spacing w:val="38"/>
          <w:sz w:val="24"/>
        </w:rPr>
        <w:t xml:space="preserve"> </w:t>
      </w:r>
      <w:r>
        <w:rPr>
          <w:sz w:val="24"/>
        </w:rPr>
        <w:t>4</w:t>
      </w:r>
      <w:r>
        <w:rPr>
          <w:spacing w:val="41"/>
          <w:sz w:val="24"/>
        </w:rPr>
        <w:t xml:space="preserve"> </w:t>
      </w:r>
      <w:r>
        <w:rPr>
          <w:sz w:val="24"/>
        </w:rPr>
        <w:t>–</w:t>
      </w:r>
      <w:r>
        <w:rPr>
          <w:spacing w:val="38"/>
          <w:sz w:val="24"/>
        </w:rPr>
        <w:t xml:space="preserve"> </w:t>
      </w:r>
      <w:r>
        <w:rPr>
          <w:sz w:val="24"/>
        </w:rPr>
        <w:t>к</w:t>
      </w:r>
      <w:r>
        <w:rPr>
          <w:spacing w:val="41"/>
          <w:sz w:val="24"/>
        </w:rPr>
        <w:t xml:space="preserve"> </w:t>
      </w:r>
      <w:r>
        <w:rPr>
          <w:sz w:val="24"/>
        </w:rPr>
        <w:t>успешному</w:t>
      </w:r>
      <w:r>
        <w:rPr>
          <w:spacing w:val="36"/>
          <w:sz w:val="24"/>
        </w:rPr>
        <w:t xml:space="preserve"> </w:t>
      </w:r>
      <w:r>
        <w:rPr>
          <w:sz w:val="24"/>
        </w:rPr>
        <w:t>профессиональному</w:t>
      </w:r>
      <w:r>
        <w:rPr>
          <w:spacing w:val="31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профессиональному</w:t>
      </w:r>
      <w:r>
        <w:rPr>
          <w:spacing w:val="-7"/>
          <w:sz w:val="24"/>
        </w:rPr>
        <w:t xml:space="preserve"> </w:t>
      </w:r>
      <w:r>
        <w:rPr>
          <w:sz w:val="24"/>
        </w:rPr>
        <w:t>мастерству».</w:t>
      </w:r>
    </w:p>
    <w:p w:rsidR="006650AD" w:rsidRDefault="006650AD">
      <w:pPr>
        <w:pStyle w:val="BodyText"/>
        <w:ind w:right="407" w:firstLine="707"/>
      </w:pPr>
      <w:r>
        <w:t>Каждая Подпрограмма включает ключевые проблемы, на разрешение которых она</w:t>
      </w:r>
      <w:r>
        <w:rPr>
          <w:spacing w:val="1"/>
        </w:rPr>
        <w:t xml:space="preserve"> </w:t>
      </w:r>
      <w:r>
        <w:t>направлена, ведущую идею, цель, ожидаемые результаты, целевые показатели реализации</w:t>
      </w:r>
      <w:r>
        <w:rPr>
          <w:spacing w:val="1"/>
        </w:rPr>
        <w:t xml:space="preserve"> </w:t>
      </w:r>
      <w:r>
        <w:t>Подпрограммы,</w:t>
      </w:r>
      <w:r>
        <w:rPr>
          <w:spacing w:val="-2"/>
        </w:rPr>
        <w:t xml:space="preserve"> </w:t>
      </w:r>
      <w:r>
        <w:t>план мероприятий,</w:t>
      </w:r>
      <w:r>
        <w:rPr>
          <w:spacing w:val="-1"/>
        </w:rPr>
        <w:t xml:space="preserve"> </w:t>
      </w:r>
      <w:r>
        <w:t>направленных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приоритетных</w:t>
      </w:r>
      <w:r>
        <w:rPr>
          <w:spacing w:val="-3"/>
        </w:rPr>
        <w:t xml:space="preserve"> </w:t>
      </w:r>
      <w:r>
        <w:t>задач.</w:t>
      </w:r>
    </w:p>
    <w:p w:rsidR="006650AD" w:rsidRDefault="006650AD">
      <w:pPr>
        <w:pStyle w:val="BodyText"/>
        <w:spacing w:before="5"/>
        <w:ind w:left="0"/>
        <w:jc w:val="left"/>
      </w:pPr>
    </w:p>
    <w:p w:rsidR="006650AD" w:rsidRDefault="006650AD">
      <w:pPr>
        <w:pStyle w:val="Heading2"/>
        <w:numPr>
          <w:ilvl w:val="1"/>
          <w:numId w:val="7"/>
        </w:numPr>
        <w:tabs>
          <w:tab w:val="left" w:pos="1406"/>
        </w:tabs>
      </w:pPr>
      <w:r>
        <w:t>Подпрограмма</w:t>
      </w:r>
      <w:r>
        <w:rPr>
          <w:spacing w:val="-3"/>
        </w:rPr>
        <w:t xml:space="preserve"> </w:t>
      </w:r>
      <w:r>
        <w:t>«Ориентир</w:t>
      </w:r>
      <w:r>
        <w:rPr>
          <w:spacing w:val="-2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стабильным</w:t>
      </w:r>
      <w:r>
        <w:rPr>
          <w:spacing w:val="-3"/>
        </w:rPr>
        <w:t xml:space="preserve"> </w:t>
      </w:r>
      <w:r>
        <w:t>образовательным</w:t>
      </w:r>
      <w:r>
        <w:rPr>
          <w:spacing w:val="-3"/>
        </w:rPr>
        <w:t xml:space="preserve"> </w:t>
      </w:r>
      <w:r>
        <w:t>результатам»</w:t>
      </w:r>
    </w:p>
    <w:p w:rsidR="006650AD" w:rsidRDefault="006650AD">
      <w:pPr>
        <w:pStyle w:val="BodyText"/>
        <w:spacing w:before="7"/>
        <w:ind w:left="0"/>
        <w:jc w:val="left"/>
        <w:rPr>
          <w:b/>
          <w:sz w:val="23"/>
        </w:rPr>
      </w:pPr>
    </w:p>
    <w:p w:rsidR="006650AD" w:rsidRDefault="006650AD">
      <w:pPr>
        <w:pStyle w:val="BodyText"/>
        <w:ind w:left="1250"/>
        <w:jc w:val="left"/>
      </w:pPr>
      <w:r>
        <w:t>Ключевые</w:t>
      </w:r>
      <w:r>
        <w:rPr>
          <w:spacing w:val="-4"/>
        </w:rPr>
        <w:t xml:space="preserve"> </w:t>
      </w:r>
      <w:r>
        <w:t>проблемы,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разрешении</w:t>
      </w:r>
      <w:r>
        <w:rPr>
          <w:spacing w:val="-3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направлена Подпрограмма:</w:t>
      </w:r>
    </w:p>
    <w:p w:rsidR="006650AD" w:rsidRDefault="006650AD">
      <w:pPr>
        <w:pStyle w:val="ListParagraph"/>
        <w:numPr>
          <w:ilvl w:val="2"/>
          <w:numId w:val="7"/>
        </w:numPr>
        <w:tabs>
          <w:tab w:val="left" w:pos="1536"/>
        </w:tabs>
        <w:ind w:left="1535"/>
        <w:rPr>
          <w:sz w:val="24"/>
        </w:rPr>
      </w:pPr>
      <w:r>
        <w:rPr>
          <w:sz w:val="24"/>
        </w:rPr>
        <w:t>высокая</w:t>
      </w:r>
      <w:r>
        <w:rPr>
          <w:spacing w:val="-3"/>
          <w:sz w:val="24"/>
        </w:rPr>
        <w:t xml:space="preserve"> </w:t>
      </w:r>
      <w:r>
        <w:rPr>
          <w:sz w:val="24"/>
        </w:rPr>
        <w:t>доля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рисками 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неуспешности;</w:t>
      </w:r>
    </w:p>
    <w:p w:rsidR="006650AD" w:rsidRDefault="006650AD">
      <w:pPr>
        <w:pStyle w:val="ListParagraph"/>
        <w:numPr>
          <w:ilvl w:val="2"/>
          <w:numId w:val="7"/>
        </w:numPr>
        <w:tabs>
          <w:tab w:val="left" w:pos="1536"/>
        </w:tabs>
        <w:ind w:left="1535"/>
        <w:rPr>
          <w:sz w:val="24"/>
        </w:rPr>
      </w:pPr>
      <w:r>
        <w:rPr>
          <w:sz w:val="24"/>
        </w:rPr>
        <w:t>низкая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учебная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мотивация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обучающихся;</w:t>
      </w:r>
    </w:p>
    <w:p w:rsidR="006650AD" w:rsidRDefault="006650AD">
      <w:pPr>
        <w:pStyle w:val="ListParagraph"/>
        <w:numPr>
          <w:ilvl w:val="2"/>
          <w:numId w:val="7"/>
        </w:numPr>
        <w:tabs>
          <w:tab w:val="left" w:pos="1536"/>
        </w:tabs>
        <w:ind w:right="403" w:firstLine="707"/>
        <w:jc w:val="both"/>
        <w:rPr>
          <w:sz w:val="24"/>
        </w:rPr>
      </w:pPr>
      <w:r>
        <w:rPr>
          <w:sz w:val="24"/>
        </w:rPr>
        <w:t>низкие образовательные результаты обучающихся;</w:t>
      </w:r>
    </w:p>
    <w:p w:rsidR="006650AD" w:rsidRDefault="006650AD">
      <w:pPr>
        <w:pStyle w:val="ListParagraph"/>
        <w:numPr>
          <w:ilvl w:val="2"/>
          <w:numId w:val="7"/>
        </w:numPr>
        <w:tabs>
          <w:tab w:val="left" w:pos="1536"/>
        </w:tabs>
        <w:ind w:right="413" w:firstLine="707"/>
        <w:jc w:val="both"/>
        <w:rPr>
          <w:sz w:val="24"/>
        </w:rPr>
      </w:pPr>
      <w:r>
        <w:rPr>
          <w:sz w:val="24"/>
        </w:rPr>
        <w:t>недостаточная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обучения;</w:t>
      </w:r>
    </w:p>
    <w:p w:rsidR="006650AD" w:rsidRDefault="006650AD">
      <w:pPr>
        <w:pStyle w:val="BodyText"/>
        <w:ind w:right="412" w:firstLine="707"/>
      </w:pPr>
      <w:r>
        <w:t>Ведущая</w:t>
      </w:r>
      <w:r>
        <w:rPr>
          <w:spacing w:val="1"/>
        </w:rPr>
        <w:t xml:space="preserve"> </w:t>
      </w:r>
      <w:r>
        <w:t>идея: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эффективный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развития.</w:t>
      </w:r>
      <w:r>
        <w:rPr>
          <w:spacing w:val="-1"/>
        </w:rPr>
        <w:t xml:space="preserve"> </w:t>
      </w:r>
      <w:r>
        <w:t>Повышение</w:t>
      </w:r>
      <w:r>
        <w:rPr>
          <w:spacing w:val="-1"/>
        </w:rPr>
        <w:t xml:space="preserve"> </w:t>
      </w:r>
      <w:r>
        <w:t>образовательных результатов обучающихся.</w:t>
      </w:r>
    </w:p>
    <w:p w:rsidR="006650AD" w:rsidRDefault="006650AD">
      <w:pPr>
        <w:pStyle w:val="BodyText"/>
        <w:ind w:left="0"/>
        <w:jc w:val="left"/>
      </w:pPr>
    </w:p>
    <w:p w:rsidR="006650AD" w:rsidRDefault="006650AD">
      <w:pPr>
        <w:pStyle w:val="BodyText"/>
        <w:ind w:right="404" w:firstLine="707"/>
      </w:pPr>
      <w:r>
        <w:t>Цель</w:t>
      </w:r>
      <w:r>
        <w:rPr>
          <w:spacing w:val="1"/>
        </w:rPr>
        <w:t xml:space="preserve"> </w:t>
      </w:r>
      <w:r>
        <w:t>Подпрограммы: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внедрение</w:t>
      </w:r>
      <w:r>
        <w:rPr>
          <w:spacing w:val="1"/>
        </w:rPr>
        <w:t xml:space="preserve"> </w:t>
      </w:r>
      <w:r>
        <w:t>эффективных</w:t>
      </w:r>
      <w:r>
        <w:rPr>
          <w:spacing w:val="1"/>
        </w:rPr>
        <w:t xml:space="preserve"> </w:t>
      </w:r>
      <w:r>
        <w:t>методов</w:t>
      </w:r>
      <w:r>
        <w:rPr>
          <w:spacing w:val="-57"/>
        </w:rPr>
        <w:t xml:space="preserve"> </w:t>
      </w:r>
      <w:r>
        <w:t>обучения и воспитания, и современных образовательных технологий, совершенствование</w:t>
      </w:r>
      <w:r>
        <w:rPr>
          <w:spacing w:val="1"/>
        </w:rPr>
        <w:t xml:space="preserve"> </w:t>
      </w:r>
      <w:r>
        <w:t>системы управления качеством образования, содействие повышению профессиональной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2"/>
        </w:rPr>
        <w:t xml:space="preserve"> </w:t>
      </w:r>
      <w:r>
        <w:t>учителя.</w:t>
      </w:r>
    </w:p>
    <w:p w:rsidR="006650AD" w:rsidRDefault="006650AD">
      <w:pPr>
        <w:pStyle w:val="BodyText"/>
        <w:ind w:left="0"/>
        <w:jc w:val="left"/>
      </w:pPr>
    </w:p>
    <w:p w:rsidR="006650AD" w:rsidRDefault="006650AD">
      <w:pPr>
        <w:pStyle w:val="BodyText"/>
        <w:ind w:left="1250"/>
      </w:pPr>
      <w:r>
        <w:t>Ожидаемые</w:t>
      </w:r>
      <w:r>
        <w:rPr>
          <w:spacing w:val="-4"/>
        </w:rPr>
        <w:t xml:space="preserve"> </w:t>
      </w:r>
      <w:r>
        <w:t>результаты:</w:t>
      </w:r>
    </w:p>
    <w:p w:rsidR="006650AD" w:rsidRDefault="006650AD">
      <w:pPr>
        <w:pStyle w:val="BodyText"/>
        <w:spacing w:before="1"/>
        <w:ind w:right="408" w:firstLine="707"/>
      </w:pP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100%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 с требованиями федеральных государственных образовательных 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-1"/>
        </w:rPr>
        <w:t xml:space="preserve"> </w:t>
      </w:r>
      <w:r>
        <w:t>общего, 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образования;</w:t>
      </w:r>
    </w:p>
    <w:p w:rsidR="006650AD" w:rsidRDefault="006650AD">
      <w:pPr>
        <w:pStyle w:val="BodyText"/>
        <w:ind w:right="406" w:firstLine="707"/>
      </w:pPr>
      <w:r>
        <w:t>повышение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обученности: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численности</w:t>
      </w:r>
      <w:r>
        <w:rPr>
          <w:spacing w:val="-5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образования, успевающих на «хорошо» и «отлично», до 65 %;</w:t>
      </w:r>
      <w:r>
        <w:rPr>
          <w:spacing w:val="1"/>
        </w:rPr>
        <w:t xml:space="preserve"> </w:t>
      </w:r>
      <w:r>
        <w:t>увеличение доли 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 xml:space="preserve">общего образования, успевающих на «хорошо» и «отлично», до 40 %; </w:t>
      </w:r>
    </w:p>
    <w:p w:rsidR="006650AD" w:rsidRDefault="006650AD" w:rsidP="00D65ACE">
      <w:pPr>
        <w:pStyle w:val="BodyText"/>
        <w:spacing w:before="1"/>
        <w:ind w:right="407" w:firstLine="720"/>
      </w:pPr>
      <w:r>
        <w:t>повышение доли обучающихся, участвующих в предметных олимпиадах (в том</w:t>
      </w:r>
      <w:r>
        <w:rPr>
          <w:spacing w:val="1"/>
        </w:rPr>
        <w:t xml:space="preserve"> </w:t>
      </w:r>
      <w:r>
        <w:t>числе на школьном, муниципальном и региональном этапах Всероссийской олимпиады</w:t>
      </w:r>
      <w:r>
        <w:rPr>
          <w:spacing w:val="1"/>
        </w:rPr>
        <w:t xml:space="preserve"> </w:t>
      </w:r>
      <w:r>
        <w:t>школьников),</w:t>
      </w:r>
      <w:r>
        <w:rPr>
          <w:spacing w:val="-2"/>
        </w:rPr>
        <w:t xml:space="preserve"> </w:t>
      </w:r>
      <w:r>
        <w:t>конкурсах,</w:t>
      </w:r>
      <w:r>
        <w:rPr>
          <w:spacing w:val="-2"/>
        </w:rPr>
        <w:t xml:space="preserve"> </w:t>
      </w:r>
      <w:r>
        <w:t>соревнованиях</w:t>
      </w:r>
      <w:r>
        <w:rPr>
          <w:spacing w:val="1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100</w:t>
      </w:r>
      <w:r>
        <w:rPr>
          <w:spacing w:val="-5"/>
        </w:rPr>
        <w:t xml:space="preserve"> </w:t>
      </w:r>
      <w:r>
        <w:t>%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общей</w:t>
      </w:r>
      <w:r>
        <w:rPr>
          <w:spacing w:val="-1"/>
        </w:rPr>
        <w:t xml:space="preserve"> </w:t>
      </w:r>
      <w:r>
        <w:t>численности</w:t>
      </w:r>
      <w:r>
        <w:rPr>
          <w:spacing w:val="-2"/>
        </w:rPr>
        <w:t xml:space="preserve"> </w:t>
      </w:r>
      <w:r>
        <w:t>обучающихся;</w:t>
      </w:r>
    </w:p>
    <w:p w:rsidR="006650AD" w:rsidRDefault="006650AD">
      <w:pPr>
        <w:pStyle w:val="BodyText"/>
        <w:ind w:right="404" w:firstLine="707"/>
      </w:pPr>
      <w:r>
        <w:t>внедрение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технологий:100% педагогических работников владеют современными цифровыми технологиями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используют их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работе;</w:t>
      </w:r>
    </w:p>
    <w:p w:rsidR="006650AD" w:rsidRDefault="006650AD">
      <w:pPr>
        <w:pStyle w:val="BodyText"/>
        <w:ind w:right="404" w:firstLine="707"/>
      </w:pPr>
      <w:r>
        <w:t>обеспечение</w:t>
      </w:r>
      <w:r>
        <w:rPr>
          <w:spacing w:val="1"/>
        </w:rPr>
        <w:t xml:space="preserve"> </w:t>
      </w:r>
      <w:r>
        <w:t>100%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педагогов,</w:t>
      </w:r>
      <w:r>
        <w:rPr>
          <w:spacing w:val="1"/>
        </w:rPr>
        <w:t xml:space="preserve"> </w:t>
      </w:r>
      <w:r>
        <w:t>использующих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проектировании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метапредметный</w:t>
      </w:r>
      <w:r>
        <w:rPr>
          <w:spacing w:val="1"/>
        </w:rPr>
        <w:t xml:space="preserve"> </w:t>
      </w:r>
      <w:r>
        <w:t>подход,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продуктивного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практикоориентированного обучения для активизации познавательной и самостоятельной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обучающихся;</w:t>
      </w:r>
    </w:p>
    <w:p w:rsidR="006650AD" w:rsidRDefault="006650AD">
      <w:pPr>
        <w:pStyle w:val="BodyText"/>
        <w:ind w:right="404" w:firstLine="707"/>
      </w:pPr>
      <w:r>
        <w:t>внедрение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платформ,</w:t>
      </w:r>
      <w:r>
        <w:rPr>
          <w:spacing w:val="1"/>
        </w:rPr>
        <w:t xml:space="preserve"> </w:t>
      </w:r>
      <w:r>
        <w:t>дистанционных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том</w:t>
      </w:r>
      <w:r>
        <w:rPr>
          <w:spacing w:val="60"/>
        </w:rPr>
        <w:t xml:space="preserve"> </w:t>
      </w:r>
      <w:r>
        <w:t>числе</w:t>
      </w:r>
      <w:r>
        <w:rPr>
          <w:spacing w:val="-5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потребностями,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мотивирующей</w:t>
      </w:r>
      <w:r>
        <w:rPr>
          <w:spacing w:val="-1"/>
        </w:rPr>
        <w:t xml:space="preserve"> </w:t>
      </w:r>
      <w:r>
        <w:t>образовательной среды;</w:t>
      </w:r>
    </w:p>
    <w:p w:rsidR="006650AD" w:rsidRDefault="006650AD">
      <w:pPr>
        <w:pStyle w:val="BodyText"/>
        <w:ind w:right="408" w:firstLine="707"/>
      </w:pPr>
      <w:r>
        <w:t xml:space="preserve">создание    </w:t>
      </w:r>
      <w:r>
        <w:rPr>
          <w:spacing w:val="1"/>
        </w:rPr>
        <w:t xml:space="preserve"> </w:t>
      </w:r>
      <w:r>
        <w:t xml:space="preserve">действенной    </w:t>
      </w:r>
      <w:r>
        <w:rPr>
          <w:spacing w:val="1"/>
        </w:rPr>
        <w:t xml:space="preserve"> </w:t>
      </w:r>
      <w:r>
        <w:t xml:space="preserve">системы    </w:t>
      </w:r>
      <w:r>
        <w:rPr>
          <w:spacing w:val="1"/>
        </w:rPr>
        <w:t xml:space="preserve"> </w:t>
      </w:r>
      <w:r>
        <w:t xml:space="preserve">внутреннего    </w:t>
      </w:r>
      <w:r>
        <w:rPr>
          <w:spacing w:val="1"/>
        </w:rPr>
        <w:t xml:space="preserve"> </w:t>
      </w:r>
      <w:r>
        <w:t xml:space="preserve">аудита    </w:t>
      </w:r>
      <w:r>
        <w:rPr>
          <w:spacing w:val="1"/>
        </w:rPr>
        <w:t xml:space="preserve"> </w:t>
      </w:r>
      <w:r>
        <w:t>качества</w:t>
      </w:r>
      <w:r>
        <w:rPr>
          <w:spacing w:val="-5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(разработан</w:t>
      </w:r>
      <w:r>
        <w:rPr>
          <w:spacing w:val="1"/>
        </w:rPr>
        <w:t xml:space="preserve"> </w:t>
      </w:r>
      <w:r>
        <w:t>инструментарий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образования, эффективный</w:t>
      </w:r>
      <w:r>
        <w:rPr>
          <w:spacing w:val="-1"/>
        </w:rPr>
        <w:t xml:space="preserve"> </w:t>
      </w:r>
      <w:r>
        <w:t>механизм</w:t>
      </w:r>
      <w:r>
        <w:rPr>
          <w:spacing w:val="-4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использования).</w:t>
      </w:r>
    </w:p>
    <w:p w:rsidR="006650AD" w:rsidRDefault="006650AD">
      <w:pPr>
        <w:pStyle w:val="BodyText"/>
        <w:ind w:left="0"/>
        <w:jc w:val="left"/>
      </w:pPr>
    </w:p>
    <w:p w:rsidR="006650AD" w:rsidRDefault="006650AD">
      <w:pPr>
        <w:pStyle w:val="BodyText"/>
        <w:spacing w:before="1"/>
        <w:ind w:left="1250"/>
        <w:jc w:val="left"/>
      </w:pPr>
      <w:r>
        <w:t>Целевые</w:t>
      </w:r>
      <w:r>
        <w:rPr>
          <w:spacing w:val="-5"/>
        </w:rPr>
        <w:t xml:space="preserve"> </w:t>
      </w:r>
      <w:r>
        <w:t>показатели</w:t>
      </w:r>
      <w:r>
        <w:rPr>
          <w:spacing w:val="-2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Подпрограммы</w:t>
      </w:r>
    </w:p>
    <w:p w:rsidR="006650AD" w:rsidRDefault="006650AD">
      <w:pPr>
        <w:pStyle w:val="BodyText"/>
        <w:spacing w:before="8"/>
        <w:ind w:left="0"/>
        <w:jc w:val="left"/>
      </w:pPr>
    </w:p>
    <w:tbl>
      <w:tblPr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0"/>
        <w:gridCol w:w="5240"/>
        <w:gridCol w:w="992"/>
        <w:gridCol w:w="991"/>
        <w:gridCol w:w="994"/>
        <w:gridCol w:w="991"/>
      </w:tblGrid>
      <w:tr w:rsidR="006650AD" w:rsidTr="00B87C9F">
        <w:trPr>
          <w:trHeight w:val="552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55"/>
              <w:rPr>
                <w:sz w:val="24"/>
              </w:rPr>
            </w:pPr>
            <w:r w:rsidRPr="00B87C9F">
              <w:rPr>
                <w:sz w:val="24"/>
              </w:rPr>
              <w:t>№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rPr>
                <w:sz w:val="24"/>
              </w:rPr>
            </w:pPr>
            <w:r w:rsidRPr="00B87C9F">
              <w:rPr>
                <w:sz w:val="24"/>
              </w:rPr>
              <w:t>п/п</w:t>
            </w:r>
          </w:p>
        </w:tc>
        <w:tc>
          <w:tcPr>
            <w:tcW w:w="5240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626"/>
              <w:rPr>
                <w:sz w:val="24"/>
              </w:rPr>
            </w:pPr>
            <w:r w:rsidRPr="00B87C9F">
              <w:rPr>
                <w:sz w:val="24"/>
              </w:rPr>
              <w:t>Наименование</w:t>
            </w:r>
            <w:r w:rsidRPr="00B87C9F">
              <w:rPr>
                <w:spacing w:val="-7"/>
                <w:sz w:val="24"/>
              </w:rPr>
              <w:t xml:space="preserve"> </w:t>
            </w:r>
            <w:r w:rsidRPr="00B87C9F">
              <w:rPr>
                <w:sz w:val="24"/>
              </w:rPr>
              <w:t>показателя</w:t>
            </w:r>
            <w:r w:rsidRPr="00B87C9F">
              <w:rPr>
                <w:spacing w:val="-6"/>
                <w:sz w:val="24"/>
              </w:rPr>
              <w:t xml:space="preserve"> </w:t>
            </w:r>
            <w:r w:rsidRPr="00B87C9F">
              <w:rPr>
                <w:sz w:val="24"/>
              </w:rPr>
              <w:t>(результата)</w:t>
            </w:r>
          </w:p>
        </w:tc>
        <w:tc>
          <w:tcPr>
            <w:tcW w:w="992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0" w:right="248"/>
              <w:jc w:val="right"/>
              <w:rPr>
                <w:sz w:val="24"/>
              </w:rPr>
            </w:pPr>
            <w:r w:rsidRPr="00B87C9F">
              <w:rPr>
                <w:sz w:val="24"/>
              </w:rPr>
              <w:t>2021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0" w:right="244"/>
              <w:jc w:val="right"/>
              <w:rPr>
                <w:sz w:val="24"/>
              </w:rPr>
            </w:pPr>
            <w:r w:rsidRPr="00B87C9F">
              <w:rPr>
                <w:sz w:val="24"/>
              </w:rPr>
              <w:t>2022</w:t>
            </w:r>
          </w:p>
        </w:tc>
        <w:tc>
          <w:tcPr>
            <w:tcW w:w="994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0" w:right="247"/>
              <w:jc w:val="right"/>
              <w:rPr>
                <w:sz w:val="24"/>
              </w:rPr>
            </w:pPr>
            <w:r w:rsidRPr="00B87C9F">
              <w:rPr>
                <w:sz w:val="24"/>
              </w:rPr>
              <w:t>2023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0" w:right="244"/>
              <w:jc w:val="right"/>
              <w:rPr>
                <w:sz w:val="24"/>
              </w:rPr>
            </w:pPr>
            <w:r w:rsidRPr="00B87C9F">
              <w:rPr>
                <w:sz w:val="24"/>
              </w:rPr>
              <w:t>2024</w:t>
            </w:r>
          </w:p>
        </w:tc>
      </w:tr>
      <w:tr w:rsidR="006650AD" w:rsidTr="00B87C9F">
        <w:trPr>
          <w:trHeight w:val="1382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rPr>
                <w:sz w:val="24"/>
              </w:rPr>
            </w:pPr>
            <w:r w:rsidRPr="00B87C9F">
              <w:rPr>
                <w:sz w:val="24"/>
              </w:rPr>
              <w:t>1.</w:t>
            </w:r>
          </w:p>
        </w:tc>
        <w:tc>
          <w:tcPr>
            <w:tcW w:w="5240" w:type="dxa"/>
          </w:tcPr>
          <w:p w:rsidR="006650AD" w:rsidRPr="00B87C9F" w:rsidRDefault="006650AD" w:rsidP="00B87C9F">
            <w:pPr>
              <w:pStyle w:val="TableParagraph"/>
              <w:tabs>
                <w:tab w:val="left" w:pos="2484"/>
                <w:tab w:val="left" w:pos="3214"/>
                <w:tab w:val="left" w:pos="3609"/>
              </w:tabs>
              <w:ind w:right="100"/>
              <w:jc w:val="both"/>
              <w:rPr>
                <w:sz w:val="24"/>
              </w:rPr>
            </w:pPr>
            <w:r w:rsidRPr="00B87C9F">
              <w:rPr>
                <w:sz w:val="24"/>
              </w:rPr>
              <w:t>Удельный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вес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численности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соответствии</w:t>
            </w:r>
            <w:r w:rsidRPr="00B87C9F">
              <w:rPr>
                <w:sz w:val="24"/>
              </w:rPr>
              <w:tab/>
              <w:t>с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федеральными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государственными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образовательными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стандартами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общей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численности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rPr>
                <w:sz w:val="24"/>
              </w:rPr>
            </w:pPr>
            <w:r w:rsidRPr="00B87C9F">
              <w:rPr>
                <w:sz w:val="24"/>
              </w:rPr>
              <w:t>ОО</w:t>
            </w:r>
          </w:p>
        </w:tc>
        <w:tc>
          <w:tcPr>
            <w:tcW w:w="992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0" w:right="254"/>
              <w:jc w:val="right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0" w:right="251"/>
              <w:jc w:val="right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  <w:tc>
          <w:tcPr>
            <w:tcW w:w="994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0" w:right="254"/>
              <w:jc w:val="right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</w:tr>
      <w:tr w:rsidR="006650AD" w:rsidTr="00B87C9F">
        <w:trPr>
          <w:trHeight w:val="1931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2.</w:t>
            </w:r>
          </w:p>
        </w:tc>
        <w:tc>
          <w:tcPr>
            <w:tcW w:w="5240" w:type="dxa"/>
          </w:tcPr>
          <w:p w:rsidR="006650AD" w:rsidRPr="00B87C9F" w:rsidRDefault="006650AD" w:rsidP="00B87C9F">
            <w:pPr>
              <w:pStyle w:val="TableParagraph"/>
              <w:tabs>
                <w:tab w:val="left" w:pos="2720"/>
                <w:tab w:val="left" w:pos="2834"/>
                <w:tab w:val="left" w:pos="4164"/>
              </w:tabs>
              <w:ind w:right="95"/>
              <w:jc w:val="both"/>
              <w:rPr>
                <w:sz w:val="24"/>
              </w:rPr>
            </w:pPr>
            <w:r w:rsidRPr="00B87C9F">
              <w:rPr>
                <w:sz w:val="24"/>
              </w:rPr>
              <w:t>Доля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основной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общеобразовательной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начального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общего образования,</w:t>
            </w:r>
            <w:r w:rsidRPr="00B87C9F">
              <w:rPr>
                <w:spacing w:val="60"/>
                <w:sz w:val="24"/>
              </w:rPr>
              <w:t xml:space="preserve"> </w:t>
            </w:r>
            <w:r w:rsidRPr="00B87C9F">
              <w:rPr>
                <w:sz w:val="24"/>
              </w:rPr>
              <w:t>успевающих на «хорошо»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 xml:space="preserve">и   «отлично»,    </w:t>
            </w:r>
            <w:r w:rsidRPr="00B87C9F">
              <w:rPr>
                <w:spacing w:val="3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  <w:t>общей</w:t>
            </w:r>
            <w:r w:rsidRPr="00B87C9F">
              <w:rPr>
                <w:spacing w:val="30"/>
                <w:sz w:val="24"/>
              </w:rPr>
              <w:t xml:space="preserve"> </w:t>
            </w:r>
            <w:r w:rsidRPr="00B87C9F">
              <w:rPr>
                <w:sz w:val="24"/>
              </w:rPr>
              <w:t>численности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z w:val="24"/>
              </w:rPr>
              <w:tab/>
              <w:t>по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основной</w:t>
            </w:r>
          </w:p>
          <w:p w:rsidR="006650AD" w:rsidRPr="00B87C9F" w:rsidRDefault="006650AD" w:rsidP="00B87C9F">
            <w:pPr>
              <w:pStyle w:val="TableParagraph"/>
              <w:spacing w:line="270" w:lineRule="atLeast"/>
              <w:ind w:right="102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общеобразовательной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начального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общего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образования</w:t>
            </w:r>
          </w:p>
        </w:tc>
        <w:tc>
          <w:tcPr>
            <w:tcW w:w="992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0" w:right="237"/>
              <w:jc w:val="right"/>
              <w:rPr>
                <w:sz w:val="24"/>
              </w:rPr>
            </w:pPr>
            <w:r w:rsidRPr="00B87C9F">
              <w:rPr>
                <w:sz w:val="24"/>
              </w:rPr>
              <w:t>65 %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0" w:right="234"/>
              <w:jc w:val="right"/>
              <w:rPr>
                <w:sz w:val="24"/>
              </w:rPr>
            </w:pPr>
            <w:r w:rsidRPr="00B87C9F">
              <w:rPr>
                <w:sz w:val="24"/>
              </w:rPr>
              <w:t>65 %</w:t>
            </w:r>
          </w:p>
        </w:tc>
        <w:tc>
          <w:tcPr>
            <w:tcW w:w="994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0" w:right="237"/>
              <w:jc w:val="right"/>
              <w:rPr>
                <w:sz w:val="24"/>
              </w:rPr>
            </w:pPr>
            <w:r w:rsidRPr="00B87C9F">
              <w:rPr>
                <w:sz w:val="24"/>
              </w:rPr>
              <w:t>65 %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0" w:right="234"/>
              <w:jc w:val="right"/>
              <w:rPr>
                <w:sz w:val="24"/>
              </w:rPr>
            </w:pPr>
            <w:r w:rsidRPr="00B87C9F">
              <w:rPr>
                <w:sz w:val="24"/>
              </w:rPr>
              <w:t>65 %</w:t>
            </w:r>
          </w:p>
        </w:tc>
      </w:tr>
      <w:tr w:rsidR="006650AD" w:rsidTr="00B87C9F">
        <w:trPr>
          <w:trHeight w:val="1932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3.</w:t>
            </w:r>
          </w:p>
        </w:tc>
        <w:tc>
          <w:tcPr>
            <w:tcW w:w="5240" w:type="dxa"/>
          </w:tcPr>
          <w:p w:rsidR="006650AD" w:rsidRPr="00B87C9F" w:rsidRDefault="006650AD" w:rsidP="00B87C9F">
            <w:pPr>
              <w:pStyle w:val="TableParagraph"/>
              <w:tabs>
                <w:tab w:val="left" w:pos="2720"/>
                <w:tab w:val="left" w:pos="2831"/>
                <w:tab w:val="left" w:pos="4164"/>
              </w:tabs>
              <w:ind w:right="96"/>
              <w:jc w:val="both"/>
              <w:rPr>
                <w:sz w:val="24"/>
              </w:rPr>
            </w:pPr>
            <w:r w:rsidRPr="00B87C9F">
              <w:rPr>
                <w:sz w:val="24"/>
              </w:rPr>
              <w:t>Доля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основной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общеобразовательной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основного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общего образования,</w:t>
            </w:r>
            <w:r w:rsidRPr="00B87C9F">
              <w:rPr>
                <w:spacing w:val="60"/>
                <w:sz w:val="24"/>
              </w:rPr>
              <w:t xml:space="preserve"> </w:t>
            </w:r>
            <w:r w:rsidRPr="00B87C9F">
              <w:rPr>
                <w:sz w:val="24"/>
              </w:rPr>
              <w:t>успевающих на «хорошо»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 xml:space="preserve">и   </w:t>
            </w:r>
            <w:r w:rsidRPr="00B87C9F">
              <w:rPr>
                <w:spacing w:val="33"/>
                <w:sz w:val="24"/>
              </w:rPr>
              <w:t xml:space="preserve"> </w:t>
            </w:r>
            <w:r w:rsidRPr="00B87C9F">
              <w:rPr>
                <w:sz w:val="24"/>
              </w:rPr>
              <w:t xml:space="preserve">«отлично»,    </w:t>
            </w:r>
            <w:r w:rsidRPr="00B87C9F">
              <w:rPr>
                <w:spacing w:val="30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  <w:t>общей</w:t>
            </w:r>
            <w:r w:rsidRPr="00B87C9F">
              <w:rPr>
                <w:spacing w:val="29"/>
                <w:sz w:val="24"/>
              </w:rPr>
              <w:t xml:space="preserve"> </w:t>
            </w:r>
            <w:r w:rsidRPr="00B87C9F">
              <w:rPr>
                <w:sz w:val="24"/>
              </w:rPr>
              <w:t>численности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z w:val="24"/>
              </w:rPr>
              <w:tab/>
              <w:t>по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основной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общеобразовательной</w:t>
            </w:r>
            <w:r w:rsidRPr="00B87C9F">
              <w:rPr>
                <w:spacing w:val="59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программе</w:t>
            </w:r>
            <w:r w:rsidRPr="00B87C9F">
              <w:rPr>
                <w:spacing w:val="59"/>
                <w:sz w:val="24"/>
              </w:rPr>
              <w:t xml:space="preserve"> </w:t>
            </w:r>
            <w:r w:rsidRPr="00B87C9F">
              <w:rPr>
                <w:sz w:val="24"/>
              </w:rPr>
              <w:t>основного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общего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образования</w:t>
            </w:r>
          </w:p>
        </w:tc>
        <w:tc>
          <w:tcPr>
            <w:tcW w:w="992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0" w:right="237"/>
              <w:jc w:val="right"/>
              <w:rPr>
                <w:sz w:val="24"/>
              </w:rPr>
            </w:pPr>
            <w:r w:rsidRPr="00B87C9F">
              <w:rPr>
                <w:sz w:val="24"/>
              </w:rPr>
              <w:t>40 %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0" w:right="234"/>
              <w:jc w:val="right"/>
              <w:rPr>
                <w:sz w:val="24"/>
              </w:rPr>
            </w:pPr>
            <w:r w:rsidRPr="00B87C9F">
              <w:rPr>
                <w:sz w:val="24"/>
              </w:rPr>
              <w:t>40 %</w:t>
            </w:r>
          </w:p>
        </w:tc>
        <w:tc>
          <w:tcPr>
            <w:tcW w:w="994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0" w:right="237"/>
              <w:jc w:val="right"/>
              <w:rPr>
                <w:sz w:val="24"/>
              </w:rPr>
            </w:pPr>
            <w:r w:rsidRPr="00B87C9F">
              <w:rPr>
                <w:sz w:val="24"/>
              </w:rPr>
              <w:t>40 %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0" w:right="234"/>
              <w:jc w:val="right"/>
              <w:rPr>
                <w:sz w:val="24"/>
              </w:rPr>
            </w:pPr>
            <w:r w:rsidRPr="00B87C9F">
              <w:rPr>
                <w:sz w:val="24"/>
              </w:rPr>
              <w:t>40 %</w:t>
            </w:r>
          </w:p>
        </w:tc>
      </w:tr>
      <w:tr w:rsidR="006650AD" w:rsidTr="00B87C9F">
        <w:trPr>
          <w:trHeight w:val="1655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rPr>
                <w:sz w:val="24"/>
              </w:rPr>
            </w:pPr>
            <w:r w:rsidRPr="00B87C9F">
              <w:rPr>
                <w:sz w:val="24"/>
              </w:rPr>
              <w:t>4.</w:t>
            </w:r>
          </w:p>
        </w:tc>
        <w:tc>
          <w:tcPr>
            <w:tcW w:w="5240" w:type="dxa"/>
          </w:tcPr>
          <w:p w:rsidR="006650AD" w:rsidRPr="00B87C9F" w:rsidRDefault="006650AD" w:rsidP="00B87C9F">
            <w:pPr>
              <w:pStyle w:val="TableParagraph"/>
              <w:ind w:right="97"/>
              <w:jc w:val="both"/>
              <w:rPr>
                <w:sz w:val="24"/>
              </w:rPr>
            </w:pPr>
            <w:r w:rsidRPr="00B87C9F">
              <w:rPr>
                <w:sz w:val="24"/>
              </w:rPr>
              <w:t>Доля обучающихся, участвующих в предметных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олимпиадах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(в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том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числе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школьном,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муниципальном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региональном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этапах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Всероссийской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олимпиады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школьников),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конкурсах,</w:t>
            </w:r>
            <w:r w:rsidRPr="00B87C9F">
              <w:rPr>
                <w:spacing w:val="56"/>
                <w:sz w:val="24"/>
              </w:rPr>
              <w:t xml:space="preserve"> </w:t>
            </w:r>
            <w:r w:rsidRPr="00B87C9F">
              <w:rPr>
                <w:sz w:val="24"/>
              </w:rPr>
              <w:t>соревнованиях,</w:t>
            </w:r>
            <w:r w:rsidRPr="00B87C9F">
              <w:rPr>
                <w:spacing w:val="58"/>
                <w:sz w:val="24"/>
              </w:rPr>
              <w:t xml:space="preserve"> </w:t>
            </w:r>
            <w:r w:rsidRPr="00B87C9F">
              <w:rPr>
                <w:sz w:val="24"/>
              </w:rPr>
              <w:t>от</w:t>
            </w:r>
            <w:r w:rsidRPr="00B87C9F">
              <w:rPr>
                <w:spacing w:val="57"/>
                <w:sz w:val="24"/>
              </w:rPr>
              <w:t xml:space="preserve"> </w:t>
            </w:r>
            <w:r w:rsidRPr="00B87C9F">
              <w:rPr>
                <w:sz w:val="24"/>
              </w:rPr>
              <w:t>общей</w:t>
            </w:r>
          </w:p>
          <w:p w:rsidR="006650AD" w:rsidRPr="00B87C9F" w:rsidRDefault="006650AD" w:rsidP="00B87C9F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 w:rsidRPr="00B87C9F">
              <w:rPr>
                <w:sz w:val="24"/>
              </w:rPr>
              <w:t>численности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 ОО</w:t>
            </w:r>
          </w:p>
        </w:tc>
        <w:tc>
          <w:tcPr>
            <w:tcW w:w="992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ind w:left="162" w:right="160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ind w:left="155" w:right="14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  <w:tc>
          <w:tcPr>
            <w:tcW w:w="994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ind w:left="164" w:right="159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ind w:left="155" w:right="14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</w:tr>
      <w:tr w:rsidR="006650AD" w:rsidTr="00B87C9F">
        <w:trPr>
          <w:trHeight w:val="1380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3" w:lineRule="exact"/>
              <w:rPr>
                <w:sz w:val="24"/>
              </w:rPr>
            </w:pPr>
            <w:r w:rsidRPr="00B87C9F">
              <w:rPr>
                <w:sz w:val="24"/>
              </w:rPr>
              <w:t>5.</w:t>
            </w:r>
          </w:p>
        </w:tc>
        <w:tc>
          <w:tcPr>
            <w:tcW w:w="5240" w:type="dxa"/>
          </w:tcPr>
          <w:p w:rsidR="006650AD" w:rsidRPr="00B87C9F" w:rsidRDefault="006650AD" w:rsidP="00B87C9F">
            <w:pPr>
              <w:pStyle w:val="TableParagraph"/>
              <w:tabs>
                <w:tab w:val="left" w:pos="1573"/>
                <w:tab w:val="left" w:pos="3338"/>
                <w:tab w:val="left" w:pos="3875"/>
              </w:tabs>
              <w:ind w:right="98"/>
              <w:rPr>
                <w:sz w:val="24"/>
              </w:rPr>
            </w:pPr>
            <w:r w:rsidRPr="00B87C9F">
              <w:rPr>
                <w:sz w:val="24"/>
              </w:rPr>
              <w:t>Доля</w:t>
            </w:r>
            <w:r w:rsidRPr="00B87C9F">
              <w:rPr>
                <w:spacing w:val="23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педагогических</w:t>
            </w:r>
            <w:r w:rsidRPr="00B87C9F">
              <w:rPr>
                <w:spacing w:val="25"/>
                <w:sz w:val="24"/>
              </w:rPr>
              <w:t xml:space="preserve"> </w:t>
            </w:r>
            <w:r w:rsidRPr="00B87C9F">
              <w:rPr>
                <w:sz w:val="24"/>
              </w:rPr>
              <w:t>работников,</w:t>
            </w:r>
            <w:r w:rsidRPr="00B87C9F">
              <w:rPr>
                <w:spacing w:val="21"/>
                <w:sz w:val="24"/>
              </w:rPr>
              <w:t xml:space="preserve"> </w:t>
            </w:r>
            <w:r w:rsidRPr="00B87C9F">
              <w:rPr>
                <w:sz w:val="24"/>
              </w:rPr>
              <w:t>прошедших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повышение</w:t>
            </w:r>
            <w:r w:rsidRPr="00B87C9F">
              <w:rPr>
                <w:sz w:val="24"/>
              </w:rPr>
              <w:tab/>
              <w:t>квалификации</w:t>
            </w:r>
            <w:r w:rsidRPr="00B87C9F">
              <w:rPr>
                <w:sz w:val="24"/>
              </w:rPr>
              <w:tab/>
              <w:t>по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программам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974"/>
                <w:tab w:val="left" w:pos="4387"/>
              </w:tabs>
              <w:rPr>
                <w:sz w:val="24"/>
              </w:rPr>
            </w:pPr>
            <w:r w:rsidRPr="00B87C9F">
              <w:rPr>
                <w:sz w:val="24"/>
              </w:rPr>
              <w:t>«Цифровая</w:t>
            </w:r>
            <w:r w:rsidRPr="00B87C9F">
              <w:rPr>
                <w:sz w:val="24"/>
              </w:rPr>
              <w:tab/>
              <w:t>образовательная</w:t>
            </w:r>
            <w:r w:rsidRPr="00B87C9F">
              <w:rPr>
                <w:sz w:val="24"/>
              </w:rPr>
              <w:tab/>
              <w:t>среда»,</w:t>
            </w:r>
          </w:p>
          <w:p w:rsidR="006650AD" w:rsidRPr="00B87C9F" w:rsidRDefault="006650AD" w:rsidP="00B87C9F">
            <w:pPr>
              <w:pStyle w:val="TableParagraph"/>
              <w:spacing w:line="270" w:lineRule="atLeast"/>
              <w:ind w:right="91"/>
              <w:rPr>
                <w:sz w:val="24"/>
              </w:rPr>
            </w:pPr>
            <w:r w:rsidRPr="00B87C9F">
              <w:rPr>
                <w:sz w:val="24"/>
              </w:rPr>
              <w:t>«Современные</w:t>
            </w:r>
            <w:r w:rsidRPr="00B87C9F">
              <w:rPr>
                <w:spacing w:val="27"/>
                <w:sz w:val="24"/>
              </w:rPr>
              <w:t xml:space="preserve"> </w:t>
            </w:r>
            <w:r w:rsidRPr="00B87C9F">
              <w:rPr>
                <w:sz w:val="24"/>
              </w:rPr>
              <w:t>цифровые</w:t>
            </w:r>
            <w:r w:rsidRPr="00B87C9F">
              <w:rPr>
                <w:spacing w:val="28"/>
                <w:sz w:val="24"/>
              </w:rPr>
              <w:t xml:space="preserve"> </w:t>
            </w:r>
            <w:r w:rsidRPr="00B87C9F">
              <w:rPr>
                <w:sz w:val="24"/>
              </w:rPr>
              <w:t>технологии»</w:t>
            </w:r>
            <w:r w:rsidRPr="00B87C9F">
              <w:rPr>
                <w:spacing w:val="22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30"/>
                <w:sz w:val="24"/>
              </w:rPr>
              <w:t xml:space="preserve"> </w:t>
            </w:r>
            <w:r w:rsidRPr="00B87C9F">
              <w:rPr>
                <w:sz w:val="24"/>
              </w:rPr>
              <w:t>пр.,</w:t>
            </w:r>
            <w:r w:rsidRPr="00B87C9F">
              <w:rPr>
                <w:spacing w:val="31"/>
                <w:sz w:val="24"/>
              </w:rPr>
              <w:t xml:space="preserve"> </w:t>
            </w:r>
            <w:r w:rsidRPr="00B87C9F">
              <w:rPr>
                <w:sz w:val="24"/>
              </w:rPr>
              <w:t>от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общего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числа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педагогических работников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ОО</w:t>
            </w:r>
          </w:p>
        </w:tc>
        <w:tc>
          <w:tcPr>
            <w:tcW w:w="992" w:type="dxa"/>
          </w:tcPr>
          <w:p w:rsidR="006650AD" w:rsidRPr="00B87C9F" w:rsidRDefault="006650AD" w:rsidP="00B87C9F">
            <w:pPr>
              <w:pStyle w:val="TableParagraph"/>
              <w:spacing w:line="263" w:lineRule="exact"/>
              <w:ind w:left="162" w:right="160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3" w:lineRule="exact"/>
              <w:ind w:left="155" w:right="14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  <w:tc>
          <w:tcPr>
            <w:tcW w:w="994" w:type="dxa"/>
          </w:tcPr>
          <w:p w:rsidR="006650AD" w:rsidRPr="00B87C9F" w:rsidRDefault="006650AD" w:rsidP="00B87C9F">
            <w:pPr>
              <w:pStyle w:val="TableParagraph"/>
              <w:spacing w:line="263" w:lineRule="exact"/>
              <w:ind w:left="164" w:right="159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3" w:lineRule="exact"/>
              <w:ind w:left="155" w:right="14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</w:tr>
      <w:tr w:rsidR="006650AD" w:rsidTr="00B87C9F">
        <w:trPr>
          <w:trHeight w:val="2207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rPr>
                <w:sz w:val="24"/>
              </w:rPr>
            </w:pPr>
            <w:r w:rsidRPr="00B87C9F">
              <w:rPr>
                <w:sz w:val="24"/>
              </w:rPr>
              <w:t>6.</w:t>
            </w:r>
          </w:p>
        </w:tc>
        <w:tc>
          <w:tcPr>
            <w:tcW w:w="5240" w:type="dxa"/>
          </w:tcPr>
          <w:p w:rsidR="006650AD" w:rsidRPr="00B87C9F" w:rsidRDefault="006650AD" w:rsidP="00B87C9F">
            <w:pPr>
              <w:pStyle w:val="TableParagraph"/>
              <w:tabs>
                <w:tab w:val="left" w:pos="1451"/>
                <w:tab w:val="left" w:pos="2373"/>
                <w:tab w:val="left" w:pos="3890"/>
                <w:tab w:val="left" w:pos="5001"/>
              </w:tabs>
              <w:ind w:right="96"/>
              <w:jc w:val="both"/>
              <w:rPr>
                <w:sz w:val="24"/>
              </w:rPr>
            </w:pPr>
            <w:r w:rsidRPr="00B87C9F">
              <w:rPr>
                <w:sz w:val="24"/>
              </w:rPr>
              <w:t>Доля</w:t>
            </w:r>
            <w:r w:rsidRPr="00B87C9F">
              <w:rPr>
                <w:sz w:val="24"/>
              </w:rPr>
              <w:tab/>
              <w:t>педагогических</w:t>
            </w:r>
            <w:r w:rsidRPr="00B87C9F">
              <w:rPr>
                <w:sz w:val="24"/>
              </w:rPr>
              <w:tab/>
              <w:t>работников,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использующих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проектировании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уроков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метапредметный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подход,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метод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проектов,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технологии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  <w:t>продуктивного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3"/>
                <w:sz w:val="24"/>
              </w:rPr>
              <w:t>и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практикоориентированного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обучения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для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активизации познавательной и самостоятельной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деятельности,</w:t>
            </w:r>
            <w:r w:rsidRPr="00B87C9F">
              <w:rPr>
                <w:spacing w:val="42"/>
                <w:sz w:val="24"/>
              </w:rPr>
              <w:t xml:space="preserve"> </w:t>
            </w:r>
            <w:r w:rsidRPr="00B87C9F">
              <w:rPr>
                <w:sz w:val="24"/>
              </w:rPr>
              <w:t>от</w:t>
            </w:r>
            <w:r w:rsidRPr="00B87C9F">
              <w:rPr>
                <w:spacing w:val="43"/>
                <w:sz w:val="24"/>
              </w:rPr>
              <w:t xml:space="preserve"> </w:t>
            </w:r>
            <w:r w:rsidRPr="00B87C9F">
              <w:rPr>
                <w:sz w:val="24"/>
              </w:rPr>
              <w:t>общего</w:t>
            </w:r>
            <w:r w:rsidRPr="00B87C9F">
              <w:rPr>
                <w:spacing w:val="43"/>
                <w:sz w:val="24"/>
              </w:rPr>
              <w:t xml:space="preserve"> </w:t>
            </w:r>
            <w:r w:rsidRPr="00B87C9F">
              <w:rPr>
                <w:sz w:val="24"/>
              </w:rPr>
              <w:t>числа</w:t>
            </w:r>
            <w:r w:rsidRPr="00B87C9F">
              <w:rPr>
                <w:spacing w:val="42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педагогических</w:t>
            </w:r>
          </w:p>
          <w:p w:rsidR="006650AD" w:rsidRPr="00B87C9F" w:rsidRDefault="006650AD" w:rsidP="00B87C9F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 w:rsidRPr="00B87C9F">
              <w:rPr>
                <w:sz w:val="24"/>
              </w:rPr>
              <w:t>работников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ОО</w:t>
            </w:r>
          </w:p>
        </w:tc>
        <w:tc>
          <w:tcPr>
            <w:tcW w:w="992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ind w:left="162" w:right="160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ind w:left="155" w:right="14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100%</w:t>
            </w:r>
          </w:p>
        </w:tc>
        <w:tc>
          <w:tcPr>
            <w:tcW w:w="994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ind w:left="164" w:right="159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ind w:left="155" w:right="14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</w:tr>
      <w:tr w:rsidR="006650AD" w:rsidTr="00B87C9F">
        <w:trPr>
          <w:trHeight w:val="827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3" w:lineRule="exact"/>
              <w:rPr>
                <w:sz w:val="24"/>
              </w:rPr>
            </w:pPr>
            <w:r w:rsidRPr="00B87C9F">
              <w:rPr>
                <w:sz w:val="24"/>
              </w:rPr>
              <w:t>7.</w:t>
            </w:r>
          </w:p>
        </w:tc>
        <w:tc>
          <w:tcPr>
            <w:tcW w:w="5240" w:type="dxa"/>
          </w:tcPr>
          <w:p w:rsidR="006650AD" w:rsidRPr="00B87C9F" w:rsidRDefault="006650AD" w:rsidP="00B87C9F">
            <w:pPr>
              <w:pStyle w:val="TableParagraph"/>
              <w:tabs>
                <w:tab w:val="left" w:pos="2406"/>
                <w:tab w:val="left" w:pos="4399"/>
              </w:tabs>
              <w:ind w:right="99"/>
              <w:rPr>
                <w:sz w:val="24"/>
              </w:rPr>
            </w:pPr>
            <w:r w:rsidRPr="00B87C9F">
              <w:rPr>
                <w:sz w:val="24"/>
              </w:rPr>
              <w:t>Наличие</w:t>
            </w:r>
            <w:r w:rsidRPr="00B87C9F">
              <w:rPr>
                <w:spacing w:val="28"/>
                <w:sz w:val="24"/>
              </w:rPr>
              <w:t xml:space="preserve"> </w:t>
            </w:r>
            <w:r w:rsidRPr="00B87C9F">
              <w:rPr>
                <w:sz w:val="24"/>
              </w:rPr>
              <w:t>нормативной</w:t>
            </w:r>
            <w:r w:rsidRPr="00B87C9F">
              <w:rPr>
                <w:spacing w:val="27"/>
                <w:sz w:val="24"/>
              </w:rPr>
              <w:t xml:space="preserve"> </w:t>
            </w:r>
            <w:r w:rsidRPr="00B87C9F">
              <w:rPr>
                <w:sz w:val="24"/>
              </w:rPr>
              <w:t>правовой</w:t>
            </w:r>
            <w:r w:rsidRPr="00B87C9F">
              <w:rPr>
                <w:spacing w:val="29"/>
                <w:sz w:val="24"/>
              </w:rPr>
              <w:t xml:space="preserve"> </w:t>
            </w:r>
            <w:r w:rsidRPr="00B87C9F">
              <w:rPr>
                <w:sz w:val="24"/>
              </w:rPr>
              <w:t>базы</w:t>
            </w:r>
            <w:r w:rsidRPr="00B87C9F">
              <w:rPr>
                <w:spacing w:val="28"/>
                <w:sz w:val="24"/>
              </w:rPr>
              <w:t xml:space="preserve"> </w:t>
            </w:r>
            <w:r w:rsidRPr="00B87C9F">
              <w:rPr>
                <w:sz w:val="24"/>
              </w:rPr>
              <w:t>ОО</w:t>
            </w:r>
            <w:r w:rsidRPr="00B87C9F">
              <w:rPr>
                <w:spacing w:val="30"/>
                <w:sz w:val="24"/>
              </w:rPr>
              <w:t xml:space="preserve"> </w:t>
            </w:r>
            <w:r w:rsidRPr="00B87C9F">
              <w:rPr>
                <w:sz w:val="24"/>
              </w:rPr>
              <w:t>по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функционированию</w:t>
            </w:r>
            <w:r w:rsidRPr="00B87C9F">
              <w:rPr>
                <w:sz w:val="24"/>
              </w:rPr>
              <w:tab/>
              <w:t>внутришкольной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оценки</w:t>
            </w:r>
          </w:p>
          <w:p w:rsidR="006650AD" w:rsidRPr="00B87C9F" w:rsidRDefault="006650AD" w:rsidP="00B87C9F">
            <w:pPr>
              <w:pStyle w:val="TableParagraph"/>
              <w:spacing w:line="269" w:lineRule="exact"/>
              <w:rPr>
                <w:sz w:val="24"/>
              </w:rPr>
            </w:pPr>
            <w:r w:rsidRPr="00B87C9F">
              <w:rPr>
                <w:sz w:val="24"/>
              </w:rPr>
              <w:t>качества</w:t>
            </w:r>
            <w:r w:rsidRPr="00B87C9F">
              <w:rPr>
                <w:spacing w:val="-5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образования</w:t>
            </w:r>
          </w:p>
        </w:tc>
        <w:tc>
          <w:tcPr>
            <w:tcW w:w="992" w:type="dxa"/>
          </w:tcPr>
          <w:p w:rsidR="006650AD" w:rsidRPr="00B87C9F" w:rsidRDefault="006650AD" w:rsidP="00B87C9F">
            <w:pPr>
              <w:pStyle w:val="TableParagraph"/>
              <w:spacing w:line="263" w:lineRule="exact"/>
              <w:ind w:left="162" w:right="156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да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3" w:lineRule="exact"/>
              <w:ind w:left="155" w:right="145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да</w:t>
            </w:r>
          </w:p>
        </w:tc>
        <w:tc>
          <w:tcPr>
            <w:tcW w:w="994" w:type="dxa"/>
          </w:tcPr>
          <w:p w:rsidR="006650AD" w:rsidRPr="00B87C9F" w:rsidRDefault="006650AD" w:rsidP="00B87C9F">
            <w:pPr>
              <w:pStyle w:val="TableParagraph"/>
              <w:spacing w:line="263" w:lineRule="exact"/>
              <w:ind w:left="164" w:right="156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да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3" w:lineRule="exact"/>
              <w:ind w:left="155" w:right="149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да</w:t>
            </w:r>
          </w:p>
        </w:tc>
      </w:tr>
    </w:tbl>
    <w:p w:rsidR="006650AD" w:rsidRDefault="006650AD">
      <w:pPr>
        <w:pStyle w:val="BodyText"/>
        <w:spacing w:before="4"/>
        <w:ind w:left="0"/>
        <w:jc w:val="left"/>
        <w:rPr>
          <w:sz w:val="15"/>
        </w:rPr>
      </w:pPr>
    </w:p>
    <w:p w:rsidR="006650AD" w:rsidRDefault="006650AD">
      <w:pPr>
        <w:pStyle w:val="BodyText"/>
        <w:spacing w:before="90"/>
        <w:ind w:left="1250"/>
        <w:jc w:val="left"/>
      </w:pPr>
      <w:r>
        <w:t>План</w:t>
      </w:r>
      <w:r>
        <w:rPr>
          <w:spacing w:val="-5"/>
        </w:rPr>
        <w:t xml:space="preserve"> </w:t>
      </w:r>
      <w:r>
        <w:t>мероприятий</w:t>
      </w:r>
      <w:r>
        <w:rPr>
          <w:spacing w:val="-4"/>
        </w:rPr>
        <w:t xml:space="preserve"> </w:t>
      </w:r>
      <w:r>
        <w:t>(«дорожная</w:t>
      </w:r>
      <w:r>
        <w:rPr>
          <w:spacing w:val="-4"/>
        </w:rPr>
        <w:t xml:space="preserve"> </w:t>
      </w:r>
      <w:r>
        <w:t>карта»)</w:t>
      </w:r>
      <w:r>
        <w:rPr>
          <w:spacing w:val="-4"/>
        </w:rPr>
        <w:t xml:space="preserve"> </w:t>
      </w:r>
      <w:r>
        <w:t>Подпрограммы</w:t>
      </w:r>
    </w:p>
    <w:p w:rsidR="006650AD" w:rsidRDefault="006650AD">
      <w:pPr>
        <w:pStyle w:val="BodyText"/>
        <w:spacing w:before="7" w:after="1"/>
        <w:ind w:left="0"/>
        <w:jc w:val="left"/>
      </w:pPr>
    </w:p>
    <w:tbl>
      <w:tblPr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0"/>
        <w:gridCol w:w="4057"/>
        <w:gridCol w:w="1440"/>
        <w:gridCol w:w="1441"/>
        <w:gridCol w:w="2096"/>
      </w:tblGrid>
      <w:tr w:rsidR="006650AD" w:rsidTr="00B87C9F">
        <w:trPr>
          <w:trHeight w:val="278"/>
        </w:trPr>
        <w:tc>
          <w:tcPr>
            <w:tcW w:w="540" w:type="dxa"/>
            <w:vMerge w:val="restart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155"/>
              <w:rPr>
                <w:sz w:val="24"/>
              </w:rPr>
            </w:pPr>
            <w:r w:rsidRPr="00B87C9F">
              <w:rPr>
                <w:sz w:val="24"/>
              </w:rPr>
              <w:t>№</w:t>
            </w:r>
          </w:p>
          <w:p w:rsidR="006650AD" w:rsidRPr="00B87C9F" w:rsidRDefault="006650AD" w:rsidP="00B87C9F">
            <w:pPr>
              <w:pStyle w:val="TableParagraph"/>
              <w:spacing w:line="273" w:lineRule="exact"/>
              <w:rPr>
                <w:sz w:val="24"/>
              </w:rPr>
            </w:pPr>
            <w:r w:rsidRPr="00B87C9F">
              <w:rPr>
                <w:sz w:val="24"/>
              </w:rPr>
              <w:t>п/п</w:t>
            </w:r>
          </w:p>
        </w:tc>
        <w:tc>
          <w:tcPr>
            <w:tcW w:w="4057" w:type="dxa"/>
            <w:vMerge w:val="restart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582"/>
              <w:rPr>
                <w:sz w:val="24"/>
              </w:rPr>
            </w:pPr>
            <w:r w:rsidRPr="00B87C9F">
              <w:rPr>
                <w:sz w:val="24"/>
              </w:rPr>
              <w:t>Наименование</w:t>
            </w:r>
            <w:r w:rsidRPr="00B87C9F">
              <w:rPr>
                <w:spacing w:val="-5"/>
                <w:sz w:val="24"/>
              </w:rPr>
              <w:t xml:space="preserve"> </w:t>
            </w:r>
            <w:r w:rsidRPr="00B87C9F">
              <w:rPr>
                <w:sz w:val="24"/>
              </w:rPr>
              <w:t>мероприятия</w:t>
            </w:r>
          </w:p>
        </w:tc>
        <w:tc>
          <w:tcPr>
            <w:tcW w:w="2881" w:type="dxa"/>
            <w:gridSpan w:val="2"/>
          </w:tcPr>
          <w:p w:rsidR="006650AD" w:rsidRPr="00B87C9F" w:rsidRDefault="006650AD" w:rsidP="00B87C9F">
            <w:pPr>
              <w:pStyle w:val="TableParagraph"/>
              <w:spacing w:line="258" w:lineRule="exact"/>
              <w:ind w:left="503"/>
              <w:rPr>
                <w:sz w:val="24"/>
              </w:rPr>
            </w:pPr>
            <w:r w:rsidRPr="00B87C9F">
              <w:rPr>
                <w:sz w:val="24"/>
              </w:rPr>
              <w:t>Сроки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реализации</w:t>
            </w:r>
          </w:p>
        </w:tc>
        <w:tc>
          <w:tcPr>
            <w:tcW w:w="2096" w:type="dxa"/>
            <w:vMerge w:val="restart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235" w:right="229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Ответственный</w:t>
            </w:r>
          </w:p>
          <w:p w:rsidR="006650AD" w:rsidRPr="00B87C9F" w:rsidRDefault="006650AD" w:rsidP="00B87C9F">
            <w:pPr>
              <w:pStyle w:val="TableParagraph"/>
              <w:spacing w:line="273" w:lineRule="exact"/>
              <w:ind w:left="234" w:right="229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исполнитель</w:t>
            </w:r>
          </w:p>
        </w:tc>
      </w:tr>
      <w:tr w:rsidR="006650AD" w:rsidTr="00B87C9F">
        <w:trPr>
          <w:trHeight w:val="275"/>
        </w:trPr>
        <w:tc>
          <w:tcPr>
            <w:tcW w:w="540" w:type="dxa"/>
            <w:vMerge/>
            <w:tcBorders>
              <w:top w:val="nil"/>
            </w:tcBorders>
          </w:tcPr>
          <w:p w:rsidR="006650AD" w:rsidRPr="00B87C9F" w:rsidRDefault="006650AD">
            <w:pPr>
              <w:rPr>
                <w:sz w:val="2"/>
                <w:szCs w:val="2"/>
              </w:rPr>
            </w:pPr>
          </w:p>
        </w:tc>
        <w:tc>
          <w:tcPr>
            <w:tcW w:w="4057" w:type="dxa"/>
            <w:vMerge/>
            <w:tcBorders>
              <w:top w:val="nil"/>
            </w:tcBorders>
          </w:tcPr>
          <w:p w:rsidR="006650AD" w:rsidRPr="00B87C9F" w:rsidRDefault="006650AD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:rsidR="006650AD" w:rsidRPr="00B87C9F" w:rsidRDefault="006650AD" w:rsidP="00B87C9F">
            <w:pPr>
              <w:pStyle w:val="TableParagraph"/>
              <w:spacing w:line="256" w:lineRule="exact"/>
              <w:ind w:left="395"/>
              <w:rPr>
                <w:sz w:val="24"/>
              </w:rPr>
            </w:pPr>
            <w:r w:rsidRPr="00B87C9F">
              <w:rPr>
                <w:sz w:val="24"/>
              </w:rPr>
              <w:t>c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2021</w:t>
            </w:r>
          </w:p>
        </w:tc>
        <w:tc>
          <w:tcPr>
            <w:tcW w:w="1441" w:type="dxa"/>
          </w:tcPr>
          <w:p w:rsidR="006650AD" w:rsidRPr="00B87C9F" w:rsidRDefault="006650AD" w:rsidP="00B87C9F">
            <w:pPr>
              <w:pStyle w:val="TableParagraph"/>
              <w:spacing w:line="256" w:lineRule="exact"/>
              <w:ind w:left="324"/>
              <w:rPr>
                <w:sz w:val="24"/>
              </w:rPr>
            </w:pPr>
            <w:r w:rsidRPr="00B87C9F">
              <w:rPr>
                <w:sz w:val="24"/>
              </w:rPr>
              <w:t>по 2024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6650AD" w:rsidRPr="00B87C9F" w:rsidRDefault="006650AD">
            <w:pPr>
              <w:rPr>
                <w:sz w:val="2"/>
                <w:szCs w:val="2"/>
              </w:rPr>
            </w:pPr>
          </w:p>
        </w:tc>
      </w:tr>
      <w:tr w:rsidR="006650AD" w:rsidTr="00B87C9F">
        <w:trPr>
          <w:trHeight w:val="1932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1.</w:t>
            </w:r>
          </w:p>
        </w:tc>
        <w:tc>
          <w:tcPr>
            <w:tcW w:w="4057" w:type="dxa"/>
          </w:tcPr>
          <w:p w:rsidR="006650AD" w:rsidRPr="00B87C9F" w:rsidRDefault="006650AD" w:rsidP="00B87C9F">
            <w:pPr>
              <w:pStyle w:val="TableParagraph"/>
              <w:ind w:right="97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Обеспечение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актуализации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соответствии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действующим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законодательством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утверждение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основных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общеобразовательных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(в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том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числе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адаптированных)</w:t>
            </w:r>
            <w:r w:rsidRPr="00B87C9F">
              <w:rPr>
                <w:spacing w:val="47"/>
                <w:sz w:val="24"/>
              </w:rPr>
              <w:t xml:space="preserve"> </w:t>
            </w:r>
            <w:r w:rsidRPr="00B87C9F">
              <w:rPr>
                <w:sz w:val="24"/>
              </w:rPr>
              <w:t>на</w:t>
            </w:r>
            <w:r w:rsidRPr="00B87C9F">
              <w:rPr>
                <w:spacing w:val="45"/>
                <w:sz w:val="24"/>
              </w:rPr>
              <w:t xml:space="preserve"> </w:t>
            </w:r>
            <w:r w:rsidRPr="00B87C9F">
              <w:rPr>
                <w:sz w:val="24"/>
              </w:rPr>
              <w:t>текущий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B87C9F">
              <w:rPr>
                <w:sz w:val="24"/>
              </w:rPr>
              <w:t>учебный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год</w:t>
            </w:r>
          </w:p>
        </w:tc>
        <w:tc>
          <w:tcPr>
            <w:tcW w:w="1440" w:type="dxa"/>
          </w:tcPr>
          <w:p w:rsidR="006650AD" w:rsidRPr="00B87C9F" w:rsidRDefault="006650AD" w:rsidP="00B87C9F">
            <w:pPr>
              <w:pStyle w:val="TableParagraph"/>
              <w:ind w:right="343"/>
              <w:rPr>
                <w:sz w:val="24"/>
              </w:rPr>
            </w:pPr>
            <w:r w:rsidRPr="00B87C9F">
              <w:rPr>
                <w:sz w:val="24"/>
              </w:rPr>
              <w:t>Август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pacing w:val="-1"/>
                <w:sz w:val="24"/>
              </w:rPr>
              <w:t>ежегодно</w:t>
            </w:r>
          </w:p>
        </w:tc>
        <w:tc>
          <w:tcPr>
            <w:tcW w:w="1441" w:type="dxa"/>
          </w:tcPr>
          <w:p w:rsidR="006650AD" w:rsidRPr="00B87C9F" w:rsidRDefault="006650AD" w:rsidP="00B87C9F">
            <w:pPr>
              <w:pStyle w:val="TableParagraph"/>
              <w:ind w:left="108" w:right="343"/>
              <w:rPr>
                <w:sz w:val="24"/>
              </w:rPr>
            </w:pPr>
            <w:r w:rsidRPr="00B87C9F">
              <w:rPr>
                <w:sz w:val="24"/>
              </w:rPr>
              <w:t>Август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pacing w:val="-1"/>
                <w:sz w:val="24"/>
              </w:rPr>
              <w:t>ежегодно</w:t>
            </w:r>
          </w:p>
        </w:tc>
        <w:tc>
          <w:tcPr>
            <w:tcW w:w="2096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Директор</w:t>
            </w:r>
          </w:p>
          <w:p w:rsidR="006650AD" w:rsidRPr="00B87C9F" w:rsidRDefault="006650AD" w:rsidP="00B87C9F">
            <w:pPr>
              <w:pStyle w:val="TableParagraph"/>
              <w:ind w:right="96"/>
              <w:rPr>
                <w:sz w:val="24"/>
              </w:rPr>
            </w:pPr>
          </w:p>
        </w:tc>
      </w:tr>
      <w:tr w:rsidR="006650AD" w:rsidTr="00B87C9F">
        <w:trPr>
          <w:trHeight w:val="2483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2.</w:t>
            </w:r>
          </w:p>
        </w:tc>
        <w:tc>
          <w:tcPr>
            <w:tcW w:w="4057" w:type="dxa"/>
          </w:tcPr>
          <w:p w:rsidR="006650AD" w:rsidRPr="00B87C9F" w:rsidRDefault="006650AD" w:rsidP="00B87C9F">
            <w:pPr>
              <w:pStyle w:val="TableParagraph"/>
              <w:tabs>
                <w:tab w:val="left" w:pos="1898"/>
                <w:tab w:val="left" w:pos="2557"/>
              </w:tabs>
              <w:ind w:right="97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Обеспечение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актуализации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нормативной правовой базы школы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функционированию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внутришкольной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оценки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качества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образования</w:t>
            </w:r>
          </w:p>
          <w:p w:rsidR="006650AD" w:rsidRPr="00B87C9F" w:rsidRDefault="006650AD" w:rsidP="00B87C9F">
            <w:pPr>
              <w:pStyle w:val="TableParagraph"/>
              <w:tabs>
                <w:tab w:val="left" w:pos="2228"/>
              </w:tabs>
              <w:ind w:right="97"/>
              <w:jc w:val="both"/>
              <w:rPr>
                <w:sz w:val="24"/>
              </w:rPr>
            </w:pPr>
            <w:r w:rsidRPr="00B87C9F">
              <w:rPr>
                <w:sz w:val="24"/>
              </w:rPr>
              <w:t>Реализация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плана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внутришкольного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контроля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образовательной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деятельности</w:t>
            </w:r>
          </w:p>
          <w:p w:rsidR="006650AD" w:rsidRPr="00B87C9F" w:rsidRDefault="006650AD" w:rsidP="00B87C9F">
            <w:pPr>
              <w:pStyle w:val="TableParagraph"/>
              <w:ind w:right="98"/>
              <w:jc w:val="both"/>
              <w:rPr>
                <w:sz w:val="24"/>
              </w:rPr>
            </w:pPr>
            <w:r w:rsidRPr="00B87C9F">
              <w:rPr>
                <w:sz w:val="24"/>
              </w:rPr>
              <w:t xml:space="preserve">Обеспечение     </w:t>
            </w:r>
            <w:r w:rsidRPr="00B87C9F">
              <w:rPr>
                <w:spacing w:val="58"/>
                <w:sz w:val="24"/>
              </w:rPr>
              <w:t xml:space="preserve"> </w:t>
            </w:r>
            <w:r w:rsidRPr="00B87C9F">
              <w:rPr>
                <w:sz w:val="24"/>
              </w:rPr>
              <w:t>административного контроля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за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преподаванием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предметов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низким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рейтингом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результатам</w:t>
            </w:r>
            <w:r w:rsidRPr="00B87C9F">
              <w:rPr>
                <w:spacing w:val="19"/>
                <w:sz w:val="24"/>
              </w:rPr>
              <w:t xml:space="preserve"> </w:t>
            </w:r>
            <w:r w:rsidRPr="00B87C9F">
              <w:rPr>
                <w:sz w:val="24"/>
              </w:rPr>
              <w:t>мониторинга</w:t>
            </w:r>
            <w:r w:rsidRPr="00B87C9F">
              <w:rPr>
                <w:spacing w:val="19"/>
                <w:sz w:val="24"/>
              </w:rPr>
              <w:t xml:space="preserve"> </w:t>
            </w:r>
            <w:r w:rsidRPr="00B87C9F">
              <w:rPr>
                <w:sz w:val="24"/>
              </w:rPr>
              <w:t>оценки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B87C9F">
              <w:rPr>
                <w:sz w:val="24"/>
              </w:rPr>
              <w:t>качества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образования</w:t>
            </w:r>
          </w:p>
        </w:tc>
        <w:tc>
          <w:tcPr>
            <w:tcW w:w="1440" w:type="dxa"/>
          </w:tcPr>
          <w:p w:rsidR="006650AD" w:rsidRPr="00B87C9F" w:rsidRDefault="006650AD" w:rsidP="00F1325C">
            <w:pPr>
              <w:pStyle w:val="TableParagraph"/>
              <w:tabs>
                <w:tab w:val="left" w:pos="1214"/>
              </w:tabs>
              <w:ind w:left="0" w:right="93"/>
              <w:rPr>
                <w:sz w:val="24"/>
              </w:rPr>
            </w:pPr>
            <w:r w:rsidRPr="00B87C9F">
              <w:rPr>
                <w:sz w:val="24"/>
              </w:rPr>
              <w:t>Январь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4"/>
                <w:sz w:val="24"/>
              </w:rPr>
              <w:t>–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февраль</w:t>
            </w:r>
          </w:p>
          <w:p w:rsidR="006650AD" w:rsidRPr="00B87C9F" w:rsidRDefault="006650AD" w:rsidP="00B87C9F">
            <w:pPr>
              <w:pStyle w:val="TableParagraph"/>
              <w:tabs>
                <w:tab w:val="left" w:pos="527"/>
              </w:tabs>
              <w:spacing w:before="222"/>
              <w:ind w:left="0"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  <w:p w:rsidR="006650AD" w:rsidRPr="00B87C9F" w:rsidRDefault="006650AD" w:rsidP="00B87C9F">
            <w:pPr>
              <w:pStyle w:val="TableParagraph"/>
              <w:spacing w:before="11"/>
              <w:ind w:left="0"/>
              <w:rPr>
                <w:sz w:val="23"/>
              </w:rPr>
            </w:pPr>
          </w:p>
          <w:p w:rsidR="006650AD" w:rsidRPr="00B87C9F" w:rsidRDefault="006650AD" w:rsidP="00F1325C">
            <w:pPr>
              <w:pStyle w:val="TableParagraph"/>
              <w:tabs>
                <w:tab w:val="left" w:pos="527"/>
              </w:tabs>
              <w:spacing w:line="264" w:lineRule="exact"/>
              <w:ind w:left="0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Pr="00B87C9F">
              <w:rPr>
                <w:sz w:val="24"/>
              </w:rPr>
              <w:t>течение года</w:t>
            </w:r>
          </w:p>
        </w:tc>
        <w:tc>
          <w:tcPr>
            <w:tcW w:w="1441" w:type="dxa"/>
          </w:tcPr>
          <w:p w:rsidR="006650AD" w:rsidRPr="00B87C9F" w:rsidRDefault="006650AD" w:rsidP="00B87C9F">
            <w:pPr>
              <w:pStyle w:val="TableParagraph"/>
              <w:tabs>
                <w:tab w:val="left" w:pos="527"/>
              </w:tabs>
              <w:spacing w:before="176"/>
              <w:ind w:left="0"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  <w:p w:rsidR="006650AD" w:rsidRPr="00B87C9F" w:rsidRDefault="006650AD" w:rsidP="00B87C9F">
            <w:pPr>
              <w:pStyle w:val="TableParagraph"/>
              <w:spacing w:before="11"/>
              <w:ind w:left="0"/>
              <w:rPr>
                <w:sz w:val="23"/>
              </w:rPr>
            </w:pPr>
          </w:p>
          <w:p w:rsidR="006650AD" w:rsidRPr="00B87C9F" w:rsidRDefault="006650AD" w:rsidP="00F1325C">
            <w:pPr>
              <w:pStyle w:val="TableParagraph"/>
              <w:tabs>
                <w:tab w:val="left" w:pos="527"/>
              </w:tabs>
              <w:spacing w:line="264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r w:rsidRPr="00B87C9F">
              <w:rPr>
                <w:sz w:val="24"/>
              </w:rPr>
              <w:t>течение года</w:t>
            </w:r>
          </w:p>
        </w:tc>
        <w:tc>
          <w:tcPr>
            <w:tcW w:w="2096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Директор</w:t>
            </w:r>
          </w:p>
          <w:p w:rsidR="006650AD" w:rsidRPr="00B87C9F" w:rsidRDefault="006650AD" w:rsidP="00B87C9F">
            <w:pPr>
              <w:pStyle w:val="TableParagraph"/>
              <w:ind w:right="96"/>
              <w:rPr>
                <w:sz w:val="24"/>
              </w:rPr>
            </w:pPr>
          </w:p>
        </w:tc>
      </w:tr>
    </w:tbl>
    <w:p w:rsidR="006650AD" w:rsidRDefault="006650AD">
      <w:pPr>
        <w:rPr>
          <w:sz w:val="24"/>
        </w:rPr>
        <w:sectPr w:rsidR="006650AD">
          <w:type w:val="continuous"/>
          <w:pgSz w:w="11910" w:h="16840"/>
          <w:pgMar w:top="1120" w:right="440" w:bottom="1200" w:left="1160" w:header="0" w:footer="976" w:gutter="0"/>
          <w:cols w:space="720"/>
        </w:sectPr>
      </w:pPr>
    </w:p>
    <w:tbl>
      <w:tblPr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0"/>
        <w:gridCol w:w="4057"/>
        <w:gridCol w:w="1440"/>
        <w:gridCol w:w="1441"/>
        <w:gridCol w:w="2096"/>
      </w:tblGrid>
      <w:tr w:rsidR="006650AD" w:rsidTr="00B87C9F">
        <w:trPr>
          <w:trHeight w:val="1931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rPr>
                <w:sz w:val="24"/>
              </w:rPr>
            </w:pPr>
            <w:r w:rsidRPr="00B87C9F">
              <w:rPr>
                <w:sz w:val="24"/>
              </w:rPr>
              <w:t>3.</w:t>
            </w:r>
          </w:p>
        </w:tc>
        <w:tc>
          <w:tcPr>
            <w:tcW w:w="4057" w:type="dxa"/>
          </w:tcPr>
          <w:p w:rsidR="006650AD" w:rsidRPr="00B87C9F" w:rsidRDefault="006650AD" w:rsidP="00B87C9F">
            <w:pPr>
              <w:pStyle w:val="TableParagraph"/>
              <w:ind w:right="97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Обеспечение проведения Школьного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этапа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Всероссийской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олимпиады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школьников.</w:t>
            </w:r>
          </w:p>
          <w:p w:rsidR="006650AD" w:rsidRPr="00B87C9F" w:rsidRDefault="006650AD" w:rsidP="00B87C9F">
            <w:pPr>
              <w:pStyle w:val="TableParagraph"/>
              <w:tabs>
                <w:tab w:val="left" w:pos="3157"/>
              </w:tabs>
              <w:spacing w:line="270" w:lineRule="atLeast"/>
              <w:ind w:right="95"/>
              <w:jc w:val="both"/>
              <w:rPr>
                <w:sz w:val="24"/>
              </w:rPr>
            </w:pPr>
            <w:r w:rsidRPr="00B87C9F">
              <w:rPr>
                <w:sz w:val="24"/>
              </w:rPr>
              <w:t>Проведение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анализа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результативности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участия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Школьном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этапе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Всероссийской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олимпиады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школьников.</w:t>
            </w:r>
          </w:p>
        </w:tc>
        <w:tc>
          <w:tcPr>
            <w:tcW w:w="1440" w:type="dxa"/>
          </w:tcPr>
          <w:p w:rsidR="006650AD" w:rsidRPr="00B87C9F" w:rsidRDefault="006650AD" w:rsidP="00B87C9F">
            <w:pPr>
              <w:pStyle w:val="TableParagraph"/>
              <w:ind w:right="261"/>
              <w:rPr>
                <w:sz w:val="24"/>
              </w:rPr>
            </w:pPr>
            <w:r w:rsidRPr="00B87C9F">
              <w:rPr>
                <w:sz w:val="24"/>
              </w:rPr>
              <w:t>Октябрь ежегодно</w:t>
            </w:r>
          </w:p>
        </w:tc>
        <w:tc>
          <w:tcPr>
            <w:tcW w:w="1441" w:type="dxa"/>
          </w:tcPr>
          <w:p w:rsidR="006650AD" w:rsidRPr="00B87C9F" w:rsidRDefault="006650AD" w:rsidP="00B87C9F">
            <w:pPr>
              <w:pStyle w:val="TableParagraph"/>
              <w:ind w:left="108" w:right="261"/>
              <w:rPr>
                <w:sz w:val="24"/>
              </w:rPr>
            </w:pPr>
            <w:r w:rsidRPr="00B87C9F">
              <w:rPr>
                <w:sz w:val="24"/>
              </w:rPr>
              <w:t xml:space="preserve">Октябрь 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ежегодно</w:t>
            </w:r>
          </w:p>
        </w:tc>
        <w:tc>
          <w:tcPr>
            <w:tcW w:w="2096" w:type="dxa"/>
          </w:tcPr>
          <w:p w:rsidR="006650AD" w:rsidRPr="00B87C9F" w:rsidRDefault="006650AD" w:rsidP="00B87C9F">
            <w:pPr>
              <w:pStyle w:val="TableParagraph"/>
              <w:ind w:right="96"/>
              <w:rPr>
                <w:sz w:val="24"/>
              </w:rPr>
            </w:pPr>
            <w:r w:rsidRPr="00B87C9F">
              <w:rPr>
                <w:sz w:val="24"/>
              </w:rPr>
              <w:t>Ответственный</w:t>
            </w:r>
            <w:r w:rsidRPr="00B87C9F">
              <w:rPr>
                <w:spacing w:val="28"/>
                <w:sz w:val="24"/>
              </w:rPr>
              <w:t xml:space="preserve"> </w:t>
            </w:r>
            <w:r w:rsidRPr="00B87C9F">
              <w:rPr>
                <w:sz w:val="24"/>
              </w:rPr>
              <w:t>за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проведение</w:t>
            </w:r>
          </w:p>
          <w:p w:rsidR="006650AD" w:rsidRPr="00B87C9F" w:rsidRDefault="006650AD" w:rsidP="00B87C9F">
            <w:pPr>
              <w:pStyle w:val="TableParagraph"/>
              <w:spacing w:line="269" w:lineRule="exact"/>
              <w:rPr>
                <w:sz w:val="24"/>
              </w:rPr>
            </w:pPr>
            <w:r w:rsidRPr="00B87C9F">
              <w:rPr>
                <w:sz w:val="24"/>
              </w:rPr>
              <w:t>ВсОШ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ОО</w:t>
            </w:r>
          </w:p>
          <w:p w:rsidR="006650AD" w:rsidRPr="00B87C9F" w:rsidRDefault="006650AD" w:rsidP="00B87C9F">
            <w:pPr>
              <w:pStyle w:val="TableParagraph"/>
              <w:spacing w:line="269" w:lineRule="exact"/>
              <w:rPr>
                <w:sz w:val="24"/>
              </w:rPr>
            </w:pPr>
            <w:r w:rsidRPr="00B87C9F">
              <w:rPr>
                <w:sz w:val="24"/>
              </w:rPr>
              <w:t xml:space="preserve">Директор </w:t>
            </w:r>
          </w:p>
        </w:tc>
      </w:tr>
      <w:tr w:rsidR="006650AD" w:rsidTr="00B87C9F">
        <w:trPr>
          <w:trHeight w:val="2484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rPr>
                <w:sz w:val="24"/>
              </w:rPr>
            </w:pPr>
            <w:r w:rsidRPr="00B87C9F">
              <w:rPr>
                <w:sz w:val="24"/>
              </w:rPr>
              <w:t>4.</w:t>
            </w:r>
          </w:p>
        </w:tc>
        <w:tc>
          <w:tcPr>
            <w:tcW w:w="4057" w:type="dxa"/>
          </w:tcPr>
          <w:p w:rsidR="006650AD" w:rsidRPr="00B87C9F" w:rsidRDefault="006650AD" w:rsidP="00B87C9F">
            <w:pPr>
              <w:pStyle w:val="TableParagraph"/>
              <w:tabs>
                <w:tab w:val="left" w:pos="2240"/>
                <w:tab w:val="left" w:pos="3399"/>
                <w:tab w:val="left" w:pos="3832"/>
              </w:tabs>
              <w:ind w:right="95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Обеспечение</w:t>
            </w:r>
            <w:r w:rsidRPr="00B87C9F">
              <w:rPr>
                <w:sz w:val="24"/>
              </w:rPr>
              <w:tab/>
              <w:t>участия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  <w:t>в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Муниципальном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этапе</w:t>
            </w:r>
          </w:p>
          <w:p w:rsidR="006650AD" w:rsidRPr="00B87C9F" w:rsidRDefault="006650AD" w:rsidP="00B87C9F">
            <w:pPr>
              <w:pStyle w:val="TableParagraph"/>
              <w:tabs>
                <w:tab w:val="left" w:pos="2780"/>
              </w:tabs>
              <w:ind w:right="96"/>
              <w:jc w:val="both"/>
              <w:rPr>
                <w:sz w:val="24"/>
              </w:rPr>
            </w:pPr>
            <w:r w:rsidRPr="00B87C9F">
              <w:rPr>
                <w:sz w:val="24"/>
              </w:rPr>
              <w:t>Всероссийской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олимпиады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школьников.</w:t>
            </w:r>
          </w:p>
          <w:p w:rsidR="006650AD" w:rsidRPr="00B87C9F" w:rsidRDefault="006650AD" w:rsidP="00B87C9F">
            <w:pPr>
              <w:pStyle w:val="TableParagraph"/>
              <w:tabs>
                <w:tab w:val="left" w:pos="3157"/>
                <w:tab w:val="left" w:pos="3399"/>
              </w:tabs>
              <w:ind w:right="95"/>
              <w:jc w:val="both"/>
              <w:rPr>
                <w:sz w:val="24"/>
              </w:rPr>
            </w:pPr>
            <w:r w:rsidRPr="00B87C9F">
              <w:rPr>
                <w:sz w:val="24"/>
              </w:rPr>
              <w:t>Проведение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анализа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результативности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участия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Муниципальном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этапе</w:t>
            </w:r>
          </w:p>
          <w:p w:rsidR="006650AD" w:rsidRPr="00B87C9F" w:rsidRDefault="006650AD" w:rsidP="00B87C9F">
            <w:pPr>
              <w:pStyle w:val="TableParagraph"/>
              <w:tabs>
                <w:tab w:val="left" w:pos="2780"/>
              </w:tabs>
              <w:spacing w:line="270" w:lineRule="atLeast"/>
              <w:ind w:right="96"/>
              <w:jc w:val="both"/>
              <w:rPr>
                <w:sz w:val="24"/>
              </w:rPr>
            </w:pPr>
            <w:r w:rsidRPr="00B87C9F">
              <w:rPr>
                <w:sz w:val="24"/>
              </w:rPr>
              <w:t>Всероссийской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олимпиады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школьников.</w:t>
            </w:r>
          </w:p>
        </w:tc>
        <w:tc>
          <w:tcPr>
            <w:tcW w:w="1440" w:type="dxa"/>
          </w:tcPr>
          <w:p w:rsidR="006650AD" w:rsidRPr="00B87C9F" w:rsidRDefault="006650AD" w:rsidP="00B87C9F">
            <w:pPr>
              <w:pStyle w:val="TableParagraph"/>
              <w:ind w:right="343"/>
              <w:rPr>
                <w:sz w:val="24"/>
              </w:rPr>
            </w:pPr>
            <w:r w:rsidRPr="00B87C9F">
              <w:rPr>
                <w:sz w:val="24"/>
              </w:rPr>
              <w:t>Ноябрь-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январь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pacing w:val="-1"/>
                <w:sz w:val="24"/>
              </w:rPr>
              <w:t>ежегодно</w:t>
            </w:r>
          </w:p>
        </w:tc>
        <w:tc>
          <w:tcPr>
            <w:tcW w:w="1441" w:type="dxa"/>
          </w:tcPr>
          <w:p w:rsidR="006650AD" w:rsidRPr="00B87C9F" w:rsidRDefault="006650AD" w:rsidP="00B87C9F">
            <w:pPr>
              <w:pStyle w:val="TableParagraph"/>
              <w:ind w:left="108" w:right="343"/>
              <w:rPr>
                <w:sz w:val="24"/>
              </w:rPr>
            </w:pPr>
            <w:r w:rsidRPr="00B87C9F">
              <w:rPr>
                <w:sz w:val="24"/>
              </w:rPr>
              <w:t>Ноябрь-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январь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pacing w:val="-1"/>
                <w:sz w:val="24"/>
              </w:rPr>
              <w:t>ежегодно</w:t>
            </w:r>
          </w:p>
        </w:tc>
        <w:tc>
          <w:tcPr>
            <w:tcW w:w="2096" w:type="dxa"/>
          </w:tcPr>
          <w:p w:rsidR="006650AD" w:rsidRPr="00B87C9F" w:rsidRDefault="006650AD" w:rsidP="00B87C9F">
            <w:pPr>
              <w:pStyle w:val="TableParagraph"/>
              <w:ind w:right="96"/>
              <w:rPr>
                <w:sz w:val="24"/>
              </w:rPr>
            </w:pPr>
            <w:r w:rsidRPr="00B87C9F">
              <w:rPr>
                <w:sz w:val="24"/>
              </w:rPr>
              <w:t>Директор</w:t>
            </w:r>
          </w:p>
        </w:tc>
      </w:tr>
      <w:tr w:rsidR="006650AD" w:rsidTr="00B87C9F">
        <w:trPr>
          <w:trHeight w:val="4415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rPr>
                <w:sz w:val="24"/>
              </w:rPr>
            </w:pPr>
            <w:r w:rsidRPr="00B87C9F">
              <w:rPr>
                <w:sz w:val="24"/>
              </w:rPr>
              <w:t>5.</w:t>
            </w:r>
          </w:p>
        </w:tc>
        <w:tc>
          <w:tcPr>
            <w:tcW w:w="4057" w:type="dxa"/>
          </w:tcPr>
          <w:p w:rsidR="006650AD" w:rsidRPr="00B87C9F" w:rsidRDefault="006650AD" w:rsidP="00B87C9F">
            <w:pPr>
              <w:pStyle w:val="TableParagraph"/>
              <w:tabs>
                <w:tab w:val="left" w:pos="1920"/>
                <w:tab w:val="left" w:pos="2139"/>
                <w:tab w:val="left" w:pos="2695"/>
                <w:tab w:val="left" w:pos="3012"/>
              </w:tabs>
              <w:ind w:right="93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Организация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мероприятий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подготовке</w:t>
            </w:r>
            <w:r w:rsidRPr="00B87C9F">
              <w:rPr>
                <w:sz w:val="24"/>
              </w:rPr>
              <w:tab/>
              <w:t>к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проведению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Государственной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  <w:t>итоговой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аттестации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9</w:t>
            </w:r>
            <w:r w:rsidRPr="00B87C9F">
              <w:rPr>
                <w:spacing w:val="1"/>
                <w:sz w:val="24"/>
              </w:rPr>
              <w:t xml:space="preserve">  </w:t>
            </w:r>
            <w:r w:rsidRPr="00B87C9F">
              <w:rPr>
                <w:sz w:val="24"/>
              </w:rPr>
              <w:t>класса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(родительские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собрания,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информационные часы и стендовые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материалы,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  <w:t>организационные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собрания).</w:t>
            </w:r>
          </w:p>
          <w:p w:rsidR="006650AD" w:rsidRPr="00B87C9F" w:rsidRDefault="006650AD" w:rsidP="00B87C9F">
            <w:pPr>
              <w:pStyle w:val="TableParagraph"/>
              <w:ind w:right="95"/>
              <w:jc w:val="both"/>
              <w:rPr>
                <w:sz w:val="24"/>
              </w:rPr>
            </w:pPr>
            <w:r w:rsidRPr="00B87C9F">
              <w:rPr>
                <w:sz w:val="24"/>
              </w:rPr>
              <w:t>Проведение школьных пробных ОГЭ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9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классе,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участие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муниципальных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пробных</w:t>
            </w:r>
            <w:r w:rsidRPr="00B87C9F">
              <w:rPr>
                <w:spacing w:val="61"/>
                <w:sz w:val="24"/>
              </w:rPr>
              <w:t xml:space="preserve"> </w:t>
            </w:r>
            <w:r w:rsidRPr="00B87C9F">
              <w:rPr>
                <w:sz w:val="24"/>
              </w:rPr>
              <w:t>ОГЭ.</w:t>
            </w:r>
          </w:p>
          <w:p w:rsidR="006650AD" w:rsidRPr="00B87C9F" w:rsidRDefault="006650AD" w:rsidP="00B87C9F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 w:rsidRPr="00B87C9F">
              <w:rPr>
                <w:sz w:val="24"/>
              </w:rPr>
              <w:t>Разработка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реализация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медиа-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плана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информированию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родителей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проведении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ГИА.</w:t>
            </w:r>
          </w:p>
        </w:tc>
        <w:tc>
          <w:tcPr>
            <w:tcW w:w="1440" w:type="dxa"/>
          </w:tcPr>
          <w:p w:rsidR="006650AD" w:rsidRPr="00B87C9F" w:rsidRDefault="006650AD" w:rsidP="00B87C9F">
            <w:pPr>
              <w:pStyle w:val="TableParagraph"/>
              <w:ind w:right="161"/>
              <w:rPr>
                <w:sz w:val="24"/>
              </w:rPr>
            </w:pPr>
            <w:r w:rsidRPr="00B87C9F">
              <w:rPr>
                <w:sz w:val="24"/>
              </w:rPr>
              <w:t>Сентябрь –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май</w:t>
            </w:r>
          </w:p>
          <w:p w:rsidR="006650AD" w:rsidRPr="00B87C9F" w:rsidRDefault="006650AD">
            <w:pPr>
              <w:pStyle w:val="TableParagraph"/>
              <w:rPr>
                <w:sz w:val="24"/>
              </w:rPr>
            </w:pPr>
            <w:r w:rsidRPr="00B87C9F">
              <w:rPr>
                <w:sz w:val="24"/>
              </w:rPr>
              <w:t>ежегодно</w:t>
            </w:r>
          </w:p>
        </w:tc>
        <w:tc>
          <w:tcPr>
            <w:tcW w:w="1441" w:type="dxa"/>
          </w:tcPr>
          <w:p w:rsidR="006650AD" w:rsidRPr="00B87C9F" w:rsidRDefault="006650AD" w:rsidP="00B87C9F">
            <w:pPr>
              <w:pStyle w:val="TableParagraph"/>
              <w:ind w:left="108" w:right="161"/>
              <w:rPr>
                <w:sz w:val="24"/>
              </w:rPr>
            </w:pPr>
            <w:r w:rsidRPr="00B87C9F">
              <w:rPr>
                <w:sz w:val="24"/>
              </w:rPr>
              <w:t>Сентябрь –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май</w:t>
            </w:r>
          </w:p>
          <w:p w:rsidR="006650AD" w:rsidRPr="00B87C9F" w:rsidRDefault="006650AD" w:rsidP="00B87C9F">
            <w:pPr>
              <w:pStyle w:val="TableParagraph"/>
              <w:ind w:left="108"/>
              <w:rPr>
                <w:sz w:val="24"/>
              </w:rPr>
            </w:pPr>
            <w:r w:rsidRPr="00B87C9F">
              <w:rPr>
                <w:sz w:val="24"/>
              </w:rPr>
              <w:t>ежегодно</w:t>
            </w:r>
          </w:p>
        </w:tc>
        <w:tc>
          <w:tcPr>
            <w:tcW w:w="2096" w:type="dxa"/>
          </w:tcPr>
          <w:p w:rsidR="006650AD" w:rsidRPr="00B87C9F" w:rsidRDefault="006650AD" w:rsidP="00B87C9F">
            <w:pPr>
              <w:pStyle w:val="TableParagraph"/>
              <w:ind w:right="95"/>
              <w:rPr>
                <w:sz w:val="24"/>
              </w:rPr>
            </w:pPr>
            <w:r w:rsidRPr="00B87C9F">
              <w:rPr>
                <w:sz w:val="24"/>
              </w:rPr>
              <w:t>Классный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руководитель</w:t>
            </w:r>
            <w:r w:rsidRPr="00B87C9F">
              <w:rPr>
                <w:spacing w:val="37"/>
                <w:sz w:val="24"/>
              </w:rPr>
              <w:t xml:space="preserve"> </w:t>
            </w:r>
            <w:r w:rsidRPr="00B87C9F">
              <w:rPr>
                <w:sz w:val="24"/>
              </w:rPr>
              <w:t>9</w:t>
            </w:r>
            <w:r w:rsidRPr="00B87C9F">
              <w:rPr>
                <w:spacing w:val="38"/>
                <w:sz w:val="24"/>
              </w:rPr>
              <w:t xml:space="preserve"> </w:t>
            </w:r>
          </w:p>
          <w:p w:rsidR="006650AD" w:rsidRPr="00B87C9F" w:rsidRDefault="006650AD">
            <w:pPr>
              <w:pStyle w:val="TableParagraph"/>
              <w:rPr>
                <w:sz w:val="24"/>
              </w:rPr>
            </w:pP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класса.</w:t>
            </w:r>
          </w:p>
          <w:p w:rsidR="006650AD" w:rsidRPr="00B87C9F" w:rsidRDefault="006650AD" w:rsidP="00B87C9F">
            <w:pPr>
              <w:pStyle w:val="TableParagraph"/>
              <w:ind w:right="94"/>
              <w:rPr>
                <w:sz w:val="24"/>
              </w:rPr>
            </w:pPr>
            <w:r w:rsidRPr="00B87C9F">
              <w:rPr>
                <w:sz w:val="24"/>
              </w:rPr>
              <w:t>Директор</w:t>
            </w:r>
          </w:p>
        </w:tc>
      </w:tr>
      <w:tr w:rsidR="006650AD" w:rsidTr="00B87C9F">
        <w:trPr>
          <w:trHeight w:val="3036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rPr>
                <w:sz w:val="24"/>
              </w:rPr>
            </w:pPr>
            <w:r w:rsidRPr="00B87C9F">
              <w:rPr>
                <w:sz w:val="24"/>
              </w:rPr>
              <w:t>6.</w:t>
            </w:r>
          </w:p>
        </w:tc>
        <w:tc>
          <w:tcPr>
            <w:tcW w:w="4057" w:type="dxa"/>
          </w:tcPr>
          <w:p w:rsidR="006650AD" w:rsidRPr="00B87C9F" w:rsidRDefault="006650AD" w:rsidP="00B87C9F">
            <w:pPr>
              <w:pStyle w:val="TableParagraph"/>
              <w:ind w:right="95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Обеспечение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участия</w:t>
            </w:r>
            <w:r w:rsidRPr="00B87C9F">
              <w:rPr>
                <w:spacing w:val="60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муниципальных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региональных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мероприятиях,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конкурсах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учебно-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познавательной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направленности.</w:t>
            </w:r>
          </w:p>
          <w:p w:rsidR="006650AD" w:rsidRPr="00B87C9F" w:rsidRDefault="006650AD" w:rsidP="00B87C9F">
            <w:pPr>
              <w:pStyle w:val="TableParagraph"/>
              <w:tabs>
                <w:tab w:val="left" w:pos="3157"/>
              </w:tabs>
              <w:rPr>
                <w:sz w:val="24"/>
              </w:rPr>
            </w:pPr>
            <w:r w:rsidRPr="00B87C9F">
              <w:rPr>
                <w:sz w:val="24"/>
              </w:rPr>
              <w:t>Проведение</w:t>
            </w:r>
            <w:r w:rsidRPr="00B87C9F">
              <w:rPr>
                <w:sz w:val="24"/>
              </w:rPr>
              <w:tab/>
              <w:t>анализа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476"/>
                <w:tab w:val="left" w:pos="2436"/>
                <w:tab w:val="left" w:pos="3151"/>
              </w:tabs>
              <w:spacing w:line="270" w:lineRule="atLeast"/>
              <w:ind w:right="95"/>
              <w:rPr>
                <w:sz w:val="24"/>
              </w:rPr>
            </w:pPr>
            <w:r w:rsidRPr="00B87C9F">
              <w:rPr>
                <w:sz w:val="24"/>
              </w:rPr>
              <w:t>результативности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участия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pacing w:val="48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48"/>
                <w:sz w:val="24"/>
              </w:rPr>
              <w:t xml:space="preserve"> </w:t>
            </w:r>
            <w:r w:rsidRPr="00B87C9F">
              <w:rPr>
                <w:sz w:val="24"/>
              </w:rPr>
              <w:t>муниципальных</w:t>
            </w:r>
            <w:r w:rsidRPr="00B87C9F">
              <w:rPr>
                <w:spacing w:val="50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региональных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мероприятиях,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конкурсах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учебно-познавательной,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научно-исследовательской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направленности.</w:t>
            </w:r>
          </w:p>
        </w:tc>
        <w:tc>
          <w:tcPr>
            <w:tcW w:w="1440" w:type="dxa"/>
          </w:tcPr>
          <w:p w:rsidR="006650AD" w:rsidRPr="00B87C9F" w:rsidRDefault="006650AD" w:rsidP="00B87C9F">
            <w:pPr>
              <w:pStyle w:val="TableParagraph"/>
              <w:tabs>
                <w:tab w:val="left" w:pos="527"/>
              </w:tabs>
              <w:ind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441" w:type="dxa"/>
          </w:tcPr>
          <w:p w:rsidR="006650AD" w:rsidRPr="00B87C9F" w:rsidRDefault="006650AD" w:rsidP="00B87C9F">
            <w:pPr>
              <w:pStyle w:val="TableParagraph"/>
              <w:tabs>
                <w:tab w:val="left" w:pos="527"/>
              </w:tabs>
              <w:ind w:left="108"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2096" w:type="dxa"/>
          </w:tcPr>
          <w:p w:rsidR="006650AD" w:rsidRPr="00B87C9F" w:rsidRDefault="006650AD" w:rsidP="00B87C9F">
            <w:pPr>
              <w:pStyle w:val="TableParagraph"/>
              <w:tabs>
                <w:tab w:val="left" w:pos="973"/>
              </w:tabs>
              <w:ind w:right="98"/>
              <w:rPr>
                <w:sz w:val="24"/>
              </w:rPr>
            </w:pPr>
            <w:r w:rsidRPr="00B87C9F">
              <w:rPr>
                <w:spacing w:val="-1"/>
                <w:sz w:val="24"/>
              </w:rPr>
              <w:t xml:space="preserve">Учителя 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предметники, классные руководители</w:t>
            </w:r>
          </w:p>
        </w:tc>
      </w:tr>
      <w:tr w:rsidR="006650AD" w:rsidTr="00B87C9F">
        <w:trPr>
          <w:trHeight w:val="1379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rPr>
                <w:sz w:val="24"/>
              </w:rPr>
            </w:pPr>
            <w:r w:rsidRPr="00B87C9F">
              <w:rPr>
                <w:sz w:val="24"/>
              </w:rPr>
              <w:t>7.</w:t>
            </w:r>
          </w:p>
        </w:tc>
        <w:tc>
          <w:tcPr>
            <w:tcW w:w="4057" w:type="dxa"/>
          </w:tcPr>
          <w:p w:rsidR="006650AD" w:rsidRPr="00B87C9F" w:rsidRDefault="006650AD" w:rsidP="00B87C9F">
            <w:pPr>
              <w:pStyle w:val="TableParagraph"/>
              <w:tabs>
                <w:tab w:val="left" w:pos="1940"/>
                <w:tab w:val="left" w:pos="3817"/>
              </w:tabs>
              <w:ind w:right="96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Организация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61"/>
                <w:sz w:val="24"/>
              </w:rPr>
              <w:t xml:space="preserve"> </w:t>
            </w:r>
            <w:r w:rsidRPr="00B87C9F">
              <w:rPr>
                <w:sz w:val="24"/>
              </w:rPr>
              <w:t>проведение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школьных</w:t>
            </w:r>
            <w:r w:rsidRPr="00B87C9F">
              <w:rPr>
                <w:sz w:val="24"/>
              </w:rPr>
              <w:tab/>
              <w:t>проектных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2"/>
                <w:sz w:val="24"/>
              </w:rPr>
              <w:t>и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исследовательских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конференций,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 xml:space="preserve">конкурсов,    </w:t>
            </w:r>
            <w:r w:rsidRPr="00B87C9F">
              <w:rPr>
                <w:spacing w:val="23"/>
                <w:sz w:val="24"/>
              </w:rPr>
              <w:t xml:space="preserve"> </w:t>
            </w:r>
            <w:r w:rsidRPr="00B87C9F">
              <w:rPr>
                <w:sz w:val="24"/>
              </w:rPr>
              <w:t xml:space="preserve">направленных       </w:t>
            </w:r>
            <w:r w:rsidRPr="00B87C9F">
              <w:rPr>
                <w:spacing w:val="24"/>
                <w:sz w:val="24"/>
              </w:rPr>
              <w:t xml:space="preserve"> </w:t>
            </w:r>
            <w:r w:rsidRPr="00B87C9F">
              <w:rPr>
                <w:sz w:val="24"/>
              </w:rPr>
              <w:t>на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365"/>
                <w:tab w:val="left" w:pos="1742"/>
                <w:tab w:val="left" w:pos="1783"/>
                <w:tab w:val="left" w:pos="2555"/>
                <w:tab w:val="left" w:pos="2874"/>
                <w:tab w:val="left" w:pos="3508"/>
                <w:tab w:val="left" w:pos="3696"/>
              </w:tabs>
              <w:ind w:right="93"/>
              <w:rPr>
                <w:sz w:val="24"/>
              </w:rPr>
            </w:pPr>
            <w:r w:rsidRPr="00B87C9F">
              <w:rPr>
                <w:sz w:val="24"/>
              </w:rPr>
              <w:t>развитие</w:t>
            </w:r>
            <w:r w:rsidRPr="00B87C9F">
              <w:rPr>
                <w:spacing w:val="11"/>
                <w:sz w:val="24"/>
              </w:rPr>
              <w:t xml:space="preserve"> </w:t>
            </w:r>
            <w:r w:rsidRPr="00B87C9F">
              <w:rPr>
                <w:sz w:val="24"/>
              </w:rPr>
              <w:t>познавательной</w:t>
            </w:r>
            <w:r w:rsidRPr="00B87C9F">
              <w:rPr>
                <w:spacing w:val="14"/>
                <w:sz w:val="24"/>
              </w:rPr>
              <w:t xml:space="preserve"> </w:t>
            </w:r>
            <w:r w:rsidRPr="00B87C9F">
              <w:rPr>
                <w:sz w:val="24"/>
              </w:rPr>
              <w:t>активности обучающихся,</w:t>
            </w:r>
            <w:r w:rsidRPr="00B87C9F">
              <w:rPr>
                <w:spacing w:val="7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7"/>
                <w:sz w:val="24"/>
              </w:rPr>
              <w:t xml:space="preserve"> </w:t>
            </w:r>
            <w:r w:rsidRPr="00B87C9F">
              <w:rPr>
                <w:sz w:val="24"/>
              </w:rPr>
              <w:t>том</w:t>
            </w:r>
            <w:r w:rsidRPr="00B87C9F">
              <w:rPr>
                <w:spacing w:val="8"/>
                <w:sz w:val="24"/>
              </w:rPr>
              <w:t xml:space="preserve"> </w:t>
            </w:r>
            <w:r w:rsidRPr="00B87C9F">
              <w:rPr>
                <w:sz w:val="24"/>
              </w:rPr>
              <w:t>числе: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школьной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научно-практической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конференции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  <w:t xml:space="preserve">обучающихся </w:t>
            </w:r>
            <w:r w:rsidRPr="00B87C9F">
              <w:rPr>
                <w:spacing w:val="-1"/>
                <w:sz w:val="24"/>
              </w:rPr>
              <w:t>9</w:t>
            </w:r>
            <w:r w:rsidRPr="00B87C9F">
              <w:rPr>
                <w:sz w:val="24"/>
              </w:rPr>
              <w:t>классов</w:t>
            </w:r>
            <w:r w:rsidRPr="00B87C9F">
              <w:rPr>
                <w:sz w:val="24"/>
              </w:rPr>
              <w:tab/>
              <w:t>«Первые шаги в науку» по</w:t>
            </w:r>
            <w:r w:rsidRPr="00B87C9F">
              <w:rPr>
                <w:spacing w:val="-57"/>
                <w:sz w:val="24"/>
              </w:rPr>
              <w:t xml:space="preserve">                          </w:t>
            </w:r>
            <w:r w:rsidRPr="00B87C9F">
              <w:rPr>
                <w:sz w:val="24"/>
              </w:rPr>
              <w:t>результатам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  <w:t>проектной деятельности;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773"/>
              </w:tabs>
              <w:ind w:right="97"/>
              <w:jc w:val="both"/>
              <w:rPr>
                <w:sz w:val="24"/>
              </w:rPr>
            </w:pPr>
            <w:r w:rsidRPr="00B87C9F">
              <w:rPr>
                <w:sz w:val="24"/>
              </w:rPr>
              <w:t>школьной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научно-практическая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конференция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1-4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классов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«Я познаю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мир»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результатам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проектной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деятельности.</w:t>
            </w:r>
          </w:p>
          <w:p w:rsidR="006650AD" w:rsidRPr="00B87C9F" w:rsidRDefault="006650AD" w:rsidP="00B87C9F">
            <w:pPr>
              <w:pStyle w:val="TableParagraph"/>
              <w:ind w:right="95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Организация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проведение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тематических предметных недель, направленных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на развитие мышления и интереса к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поисковой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деятельности.</w:t>
            </w:r>
          </w:p>
        </w:tc>
        <w:tc>
          <w:tcPr>
            <w:tcW w:w="1440" w:type="dxa"/>
          </w:tcPr>
          <w:p w:rsidR="006650AD" w:rsidRPr="00B87C9F" w:rsidRDefault="006650AD" w:rsidP="00B87C9F">
            <w:pPr>
              <w:pStyle w:val="TableParagraph"/>
              <w:tabs>
                <w:tab w:val="left" w:pos="527"/>
              </w:tabs>
              <w:ind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  <w:p w:rsidR="006650AD" w:rsidRPr="00B87C9F" w:rsidRDefault="006650AD">
            <w:pPr>
              <w:pStyle w:val="TableParagraph"/>
              <w:rPr>
                <w:sz w:val="24"/>
              </w:rPr>
            </w:pPr>
            <w:r w:rsidRPr="00B87C9F">
              <w:rPr>
                <w:sz w:val="24"/>
              </w:rPr>
              <w:t>ежемесячно</w:t>
            </w:r>
          </w:p>
        </w:tc>
        <w:tc>
          <w:tcPr>
            <w:tcW w:w="1441" w:type="dxa"/>
          </w:tcPr>
          <w:p w:rsidR="006650AD" w:rsidRPr="00B87C9F" w:rsidRDefault="006650AD" w:rsidP="00B87C9F">
            <w:pPr>
              <w:pStyle w:val="TableParagraph"/>
              <w:tabs>
                <w:tab w:val="left" w:pos="527"/>
              </w:tabs>
              <w:ind w:left="108"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  <w:p w:rsidR="006650AD" w:rsidRPr="00B87C9F" w:rsidRDefault="006650AD" w:rsidP="00B87C9F">
            <w:pPr>
              <w:pStyle w:val="TableParagraph"/>
              <w:ind w:left="108"/>
              <w:rPr>
                <w:sz w:val="24"/>
              </w:rPr>
            </w:pPr>
            <w:r w:rsidRPr="00B87C9F">
              <w:rPr>
                <w:sz w:val="24"/>
              </w:rPr>
              <w:t>ежемесячно</w:t>
            </w:r>
          </w:p>
        </w:tc>
        <w:tc>
          <w:tcPr>
            <w:tcW w:w="2096" w:type="dxa"/>
          </w:tcPr>
          <w:p w:rsidR="006650AD" w:rsidRPr="00B87C9F" w:rsidRDefault="006650AD" w:rsidP="00B87C9F">
            <w:pPr>
              <w:pStyle w:val="TableParagraph"/>
              <w:tabs>
                <w:tab w:val="left" w:pos="973"/>
              </w:tabs>
              <w:spacing w:line="269" w:lineRule="exact"/>
              <w:rPr>
                <w:sz w:val="24"/>
              </w:rPr>
            </w:pPr>
            <w:r w:rsidRPr="00B87C9F">
              <w:rPr>
                <w:spacing w:val="-1"/>
                <w:sz w:val="24"/>
              </w:rPr>
              <w:t xml:space="preserve">Учителя 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предметники, классные руководители</w:t>
            </w:r>
          </w:p>
        </w:tc>
      </w:tr>
    </w:tbl>
    <w:p w:rsidR="006650AD" w:rsidRDefault="006650AD">
      <w:pPr>
        <w:spacing w:line="269" w:lineRule="exact"/>
        <w:rPr>
          <w:sz w:val="24"/>
        </w:rPr>
        <w:sectPr w:rsidR="006650AD">
          <w:type w:val="continuous"/>
          <w:pgSz w:w="11910" w:h="16840"/>
          <w:pgMar w:top="1120" w:right="440" w:bottom="1200" w:left="1160" w:header="0" w:footer="976" w:gutter="0"/>
          <w:cols w:space="720"/>
        </w:sectPr>
      </w:pPr>
    </w:p>
    <w:tbl>
      <w:tblPr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0"/>
        <w:gridCol w:w="4057"/>
        <w:gridCol w:w="1440"/>
        <w:gridCol w:w="1441"/>
        <w:gridCol w:w="2096"/>
      </w:tblGrid>
      <w:tr w:rsidR="006650AD" w:rsidTr="00B87C9F">
        <w:trPr>
          <w:trHeight w:val="2208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rPr>
                <w:sz w:val="24"/>
              </w:rPr>
            </w:pPr>
            <w:r w:rsidRPr="00B87C9F">
              <w:rPr>
                <w:sz w:val="24"/>
              </w:rPr>
              <w:t>8.</w:t>
            </w:r>
          </w:p>
        </w:tc>
        <w:tc>
          <w:tcPr>
            <w:tcW w:w="4057" w:type="dxa"/>
          </w:tcPr>
          <w:p w:rsidR="006650AD" w:rsidRPr="00B87C9F" w:rsidRDefault="006650AD" w:rsidP="00B87C9F">
            <w:pPr>
              <w:pStyle w:val="TableParagraph"/>
              <w:tabs>
                <w:tab w:val="left" w:pos="2151"/>
              </w:tabs>
              <w:ind w:right="96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Организация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проведение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тематических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уроков,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посвященных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историческим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литературным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событиям,</w:t>
            </w:r>
            <w:r w:rsidRPr="00B87C9F">
              <w:rPr>
                <w:sz w:val="24"/>
              </w:rPr>
              <w:tab/>
              <w:t>государственным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праздникам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юбилейным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датам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Российской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Федерации</w:t>
            </w:r>
          </w:p>
        </w:tc>
        <w:tc>
          <w:tcPr>
            <w:tcW w:w="1440" w:type="dxa"/>
          </w:tcPr>
          <w:p w:rsidR="006650AD" w:rsidRPr="00B87C9F" w:rsidRDefault="006650AD" w:rsidP="00B87C9F">
            <w:pPr>
              <w:pStyle w:val="TableParagraph"/>
              <w:tabs>
                <w:tab w:val="left" w:pos="527"/>
              </w:tabs>
              <w:ind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  <w:p w:rsidR="006650AD" w:rsidRPr="00B87C9F" w:rsidRDefault="006650AD">
            <w:pPr>
              <w:pStyle w:val="TableParagraph"/>
              <w:rPr>
                <w:sz w:val="24"/>
              </w:rPr>
            </w:pPr>
            <w:r w:rsidRPr="00B87C9F">
              <w:rPr>
                <w:sz w:val="24"/>
              </w:rPr>
              <w:t>ежемесячно</w:t>
            </w:r>
          </w:p>
        </w:tc>
        <w:tc>
          <w:tcPr>
            <w:tcW w:w="1441" w:type="dxa"/>
          </w:tcPr>
          <w:p w:rsidR="006650AD" w:rsidRPr="00B87C9F" w:rsidRDefault="006650AD" w:rsidP="00B87C9F">
            <w:pPr>
              <w:pStyle w:val="TableParagraph"/>
              <w:tabs>
                <w:tab w:val="left" w:pos="527"/>
              </w:tabs>
              <w:ind w:left="108"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  <w:p w:rsidR="006650AD" w:rsidRPr="00B87C9F" w:rsidRDefault="006650AD" w:rsidP="00B87C9F">
            <w:pPr>
              <w:pStyle w:val="TableParagraph"/>
              <w:ind w:left="108"/>
              <w:rPr>
                <w:sz w:val="24"/>
              </w:rPr>
            </w:pPr>
            <w:r w:rsidRPr="00B87C9F">
              <w:rPr>
                <w:sz w:val="24"/>
              </w:rPr>
              <w:t>ежемесячно</w:t>
            </w:r>
          </w:p>
        </w:tc>
        <w:tc>
          <w:tcPr>
            <w:tcW w:w="2096" w:type="dxa"/>
          </w:tcPr>
          <w:p w:rsidR="006650AD" w:rsidRPr="00B87C9F" w:rsidRDefault="006650AD" w:rsidP="00B87C9F">
            <w:pPr>
              <w:pStyle w:val="TableParagraph"/>
              <w:tabs>
                <w:tab w:val="left" w:pos="1052"/>
              </w:tabs>
              <w:spacing w:line="270" w:lineRule="atLeast"/>
              <w:ind w:right="101"/>
              <w:rPr>
                <w:sz w:val="24"/>
              </w:rPr>
            </w:pPr>
            <w:r w:rsidRPr="00B87C9F">
              <w:rPr>
                <w:spacing w:val="-1"/>
                <w:sz w:val="24"/>
              </w:rPr>
              <w:t xml:space="preserve">Учителя 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предметники, классные руководители</w:t>
            </w:r>
          </w:p>
        </w:tc>
      </w:tr>
      <w:tr w:rsidR="006650AD" w:rsidTr="00B87C9F">
        <w:trPr>
          <w:trHeight w:val="1379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rPr>
                <w:sz w:val="24"/>
              </w:rPr>
            </w:pPr>
            <w:r w:rsidRPr="00B87C9F">
              <w:rPr>
                <w:sz w:val="24"/>
              </w:rPr>
              <w:t>9.</w:t>
            </w:r>
          </w:p>
        </w:tc>
        <w:tc>
          <w:tcPr>
            <w:tcW w:w="4057" w:type="dxa"/>
          </w:tcPr>
          <w:p w:rsidR="006650AD" w:rsidRPr="00B87C9F" w:rsidRDefault="006650AD" w:rsidP="00B87C9F">
            <w:pPr>
              <w:pStyle w:val="TableParagraph"/>
              <w:ind w:right="96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Организация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проведение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тематических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уроков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рамках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математики,</w:t>
            </w:r>
            <w:r w:rsidRPr="00B87C9F">
              <w:rPr>
                <w:spacing w:val="58"/>
                <w:sz w:val="24"/>
              </w:rPr>
              <w:t xml:space="preserve"> </w:t>
            </w:r>
            <w:r w:rsidRPr="00B87C9F">
              <w:rPr>
                <w:sz w:val="24"/>
              </w:rPr>
              <w:t>информатики,</w:t>
            </w:r>
            <w:r w:rsidRPr="00B87C9F">
              <w:rPr>
                <w:spacing w:val="58"/>
                <w:sz w:val="24"/>
              </w:rPr>
              <w:t xml:space="preserve"> </w:t>
            </w:r>
            <w:r w:rsidRPr="00B87C9F">
              <w:rPr>
                <w:sz w:val="24"/>
              </w:rPr>
              <w:t>физики</w:t>
            </w:r>
          </w:p>
          <w:p w:rsidR="006650AD" w:rsidRPr="00B87C9F" w:rsidRDefault="006650AD" w:rsidP="00B87C9F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 w:rsidRPr="00B87C9F">
              <w:rPr>
                <w:sz w:val="24"/>
              </w:rPr>
              <w:t>«Урок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цифры»,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«Урок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финансовой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грамотности»,</w:t>
            </w:r>
            <w:r w:rsidRPr="00B87C9F">
              <w:rPr>
                <w:spacing w:val="2"/>
                <w:sz w:val="24"/>
              </w:rPr>
              <w:t xml:space="preserve"> </w:t>
            </w:r>
            <w:r w:rsidRPr="00B87C9F">
              <w:rPr>
                <w:sz w:val="24"/>
              </w:rPr>
              <w:t>«Проектория»</w:t>
            </w:r>
            <w:r w:rsidRPr="00B87C9F">
              <w:rPr>
                <w:spacing w:val="-9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пр.</w:t>
            </w:r>
          </w:p>
        </w:tc>
        <w:tc>
          <w:tcPr>
            <w:tcW w:w="1440" w:type="dxa"/>
          </w:tcPr>
          <w:p w:rsidR="006650AD" w:rsidRPr="00B87C9F" w:rsidRDefault="006650AD" w:rsidP="00B87C9F">
            <w:pPr>
              <w:pStyle w:val="TableParagraph"/>
              <w:tabs>
                <w:tab w:val="left" w:pos="527"/>
              </w:tabs>
              <w:ind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  <w:p w:rsidR="006650AD" w:rsidRPr="00B87C9F" w:rsidRDefault="006650AD">
            <w:pPr>
              <w:pStyle w:val="TableParagraph"/>
              <w:rPr>
                <w:sz w:val="24"/>
              </w:rPr>
            </w:pPr>
            <w:r w:rsidRPr="00B87C9F">
              <w:rPr>
                <w:sz w:val="24"/>
              </w:rPr>
              <w:t>ежемесячно</w:t>
            </w:r>
          </w:p>
        </w:tc>
        <w:tc>
          <w:tcPr>
            <w:tcW w:w="1441" w:type="dxa"/>
          </w:tcPr>
          <w:p w:rsidR="006650AD" w:rsidRPr="00B87C9F" w:rsidRDefault="006650AD" w:rsidP="00B87C9F">
            <w:pPr>
              <w:pStyle w:val="TableParagraph"/>
              <w:tabs>
                <w:tab w:val="left" w:pos="527"/>
              </w:tabs>
              <w:ind w:left="108"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  <w:p w:rsidR="006650AD" w:rsidRPr="00B87C9F" w:rsidRDefault="006650AD" w:rsidP="00B87C9F">
            <w:pPr>
              <w:pStyle w:val="TableParagraph"/>
              <w:ind w:left="108"/>
              <w:rPr>
                <w:sz w:val="24"/>
              </w:rPr>
            </w:pPr>
            <w:r w:rsidRPr="00B87C9F">
              <w:rPr>
                <w:sz w:val="24"/>
              </w:rPr>
              <w:t>ежемесячно</w:t>
            </w:r>
          </w:p>
        </w:tc>
        <w:tc>
          <w:tcPr>
            <w:tcW w:w="2096" w:type="dxa"/>
          </w:tcPr>
          <w:p w:rsidR="006650AD" w:rsidRPr="00B87C9F" w:rsidRDefault="006650AD" w:rsidP="00B87C9F">
            <w:pPr>
              <w:pStyle w:val="TableParagraph"/>
              <w:tabs>
                <w:tab w:val="left" w:pos="1052"/>
              </w:tabs>
              <w:ind w:right="101"/>
              <w:rPr>
                <w:sz w:val="24"/>
              </w:rPr>
            </w:pPr>
            <w:r w:rsidRPr="00B87C9F">
              <w:rPr>
                <w:spacing w:val="-1"/>
                <w:sz w:val="24"/>
              </w:rPr>
              <w:t xml:space="preserve">Учителя 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предметники, классные руководители</w:t>
            </w:r>
          </w:p>
        </w:tc>
      </w:tr>
      <w:tr w:rsidR="006650AD" w:rsidTr="00B87C9F">
        <w:trPr>
          <w:trHeight w:val="1655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rPr>
                <w:sz w:val="24"/>
              </w:rPr>
            </w:pPr>
            <w:r w:rsidRPr="00B87C9F">
              <w:rPr>
                <w:sz w:val="24"/>
              </w:rPr>
              <w:t>10.</w:t>
            </w:r>
          </w:p>
        </w:tc>
        <w:tc>
          <w:tcPr>
            <w:tcW w:w="4057" w:type="dxa"/>
          </w:tcPr>
          <w:p w:rsidR="006650AD" w:rsidRPr="00B87C9F" w:rsidRDefault="006650AD" w:rsidP="00B87C9F">
            <w:pPr>
              <w:pStyle w:val="TableParagraph"/>
              <w:tabs>
                <w:tab w:val="left" w:pos="954"/>
                <w:tab w:val="left" w:pos="2832"/>
              </w:tabs>
              <w:ind w:left="0" w:right="95"/>
              <w:jc w:val="both"/>
              <w:rPr>
                <w:sz w:val="24"/>
              </w:rPr>
            </w:pPr>
            <w:r w:rsidRPr="00B87C9F">
              <w:rPr>
                <w:sz w:val="24"/>
              </w:rPr>
              <w:t>Разработка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реализация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рабочих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внеурочной</w:t>
            </w:r>
            <w:r w:rsidRPr="00B87C9F">
              <w:rPr>
                <w:spacing w:val="60"/>
                <w:sz w:val="24"/>
              </w:rPr>
              <w:t xml:space="preserve"> </w:t>
            </w:r>
            <w:r w:rsidRPr="00B87C9F">
              <w:rPr>
                <w:sz w:val="24"/>
              </w:rPr>
              <w:t>деятельности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соответствии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ФГОС,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направленных на расширение знаний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 xml:space="preserve">обучающихся       </w:t>
            </w:r>
            <w:r w:rsidRPr="00B87C9F">
              <w:rPr>
                <w:spacing w:val="54"/>
                <w:sz w:val="24"/>
              </w:rPr>
              <w:t xml:space="preserve"> </w:t>
            </w:r>
            <w:r w:rsidRPr="00B87C9F">
              <w:rPr>
                <w:sz w:val="24"/>
              </w:rPr>
              <w:t xml:space="preserve">по       </w:t>
            </w:r>
            <w:r w:rsidRPr="00B87C9F">
              <w:rPr>
                <w:spacing w:val="51"/>
                <w:sz w:val="24"/>
              </w:rPr>
              <w:t xml:space="preserve"> </w:t>
            </w:r>
            <w:r w:rsidRPr="00B87C9F">
              <w:rPr>
                <w:sz w:val="24"/>
              </w:rPr>
              <w:t>предметам, адресную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поддержку обучающихся с низкими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учебными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результатами,</w:t>
            </w:r>
            <w:r w:rsidRPr="00B87C9F">
              <w:rPr>
                <w:spacing w:val="60"/>
                <w:sz w:val="24"/>
              </w:rPr>
              <w:t xml:space="preserve"> </w:t>
            </w:r>
            <w:r w:rsidRPr="00B87C9F">
              <w:rPr>
                <w:sz w:val="24"/>
              </w:rPr>
              <w:t>поддержку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z w:val="24"/>
              </w:rPr>
              <w:tab/>
              <w:t>подготовку</w:t>
            </w:r>
            <w:r w:rsidRPr="00B87C9F">
              <w:rPr>
                <w:sz w:val="24"/>
              </w:rPr>
              <w:tab/>
              <w:t>одаренных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олимпиадам,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конкурсам,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соревнованиям</w:t>
            </w:r>
            <w:r w:rsidRPr="00B87C9F">
              <w:rPr>
                <w:spacing w:val="1"/>
                <w:sz w:val="24"/>
              </w:rPr>
              <w:t>.</w:t>
            </w:r>
          </w:p>
        </w:tc>
        <w:tc>
          <w:tcPr>
            <w:tcW w:w="1440" w:type="dxa"/>
          </w:tcPr>
          <w:p w:rsidR="006650AD" w:rsidRPr="00B87C9F" w:rsidRDefault="006650AD" w:rsidP="00B87C9F">
            <w:pPr>
              <w:pStyle w:val="TableParagraph"/>
              <w:tabs>
                <w:tab w:val="left" w:pos="527"/>
              </w:tabs>
              <w:ind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441" w:type="dxa"/>
          </w:tcPr>
          <w:p w:rsidR="006650AD" w:rsidRPr="00B87C9F" w:rsidRDefault="006650AD" w:rsidP="00B87C9F">
            <w:pPr>
              <w:pStyle w:val="TableParagraph"/>
              <w:tabs>
                <w:tab w:val="left" w:pos="527"/>
              </w:tabs>
              <w:ind w:left="108"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2096" w:type="dxa"/>
          </w:tcPr>
          <w:p w:rsidR="006650AD" w:rsidRPr="00B87C9F" w:rsidRDefault="006650AD" w:rsidP="00B87C9F">
            <w:pPr>
              <w:pStyle w:val="TableParagraph"/>
              <w:tabs>
                <w:tab w:val="left" w:pos="1052"/>
              </w:tabs>
              <w:ind w:right="101"/>
              <w:rPr>
                <w:sz w:val="24"/>
              </w:rPr>
            </w:pPr>
            <w:r w:rsidRPr="00B87C9F">
              <w:rPr>
                <w:spacing w:val="-1"/>
                <w:sz w:val="24"/>
              </w:rPr>
              <w:t xml:space="preserve">Учителя 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предметники, классные руководители</w:t>
            </w:r>
          </w:p>
        </w:tc>
      </w:tr>
    </w:tbl>
    <w:p w:rsidR="006650AD" w:rsidRDefault="006650AD">
      <w:pPr>
        <w:rPr>
          <w:sz w:val="24"/>
        </w:rPr>
        <w:sectPr w:rsidR="006650AD">
          <w:type w:val="continuous"/>
          <w:pgSz w:w="11910" w:h="16840"/>
          <w:pgMar w:top="1120" w:right="440" w:bottom="1200" w:left="1160" w:header="0" w:footer="976" w:gutter="0"/>
          <w:cols w:space="720"/>
        </w:sectPr>
      </w:pPr>
    </w:p>
    <w:tbl>
      <w:tblPr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0"/>
        <w:gridCol w:w="4057"/>
        <w:gridCol w:w="1440"/>
        <w:gridCol w:w="1441"/>
        <w:gridCol w:w="2096"/>
      </w:tblGrid>
      <w:tr w:rsidR="006650AD" w:rsidTr="00B87C9F">
        <w:trPr>
          <w:trHeight w:val="1379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rPr>
                <w:sz w:val="24"/>
              </w:rPr>
            </w:pPr>
            <w:r w:rsidRPr="00B87C9F">
              <w:rPr>
                <w:sz w:val="24"/>
              </w:rPr>
              <w:t>11.</w:t>
            </w:r>
          </w:p>
        </w:tc>
        <w:tc>
          <w:tcPr>
            <w:tcW w:w="4057" w:type="dxa"/>
          </w:tcPr>
          <w:p w:rsidR="006650AD" w:rsidRPr="00B87C9F" w:rsidRDefault="006650AD" w:rsidP="00B87C9F">
            <w:pPr>
              <w:pStyle w:val="TableParagraph"/>
              <w:tabs>
                <w:tab w:val="left" w:pos="1954"/>
                <w:tab w:val="left" w:pos="2796"/>
              </w:tabs>
              <w:ind w:right="95"/>
              <w:jc w:val="both"/>
              <w:rPr>
                <w:sz w:val="24"/>
              </w:rPr>
            </w:pPr>
            <w:r w:rsidRPr="00B87C9F">
              <w:rPr>
                <w:sz w:val="24"/>
              </w:rPr>
              <w:t>Разработка</w:t>
            </w:r>
            <w:r w:rsidRPr="00B87C9F">
              <w:rPr>
                <w:sz w:val="24"/>
              </w:rPr>
              <w:tab/>
              <w:t>и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реализация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индивидуальных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планов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работы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неуспевающими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обучающимися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обучающимися</w:t>
            </w:r>
            <w:r w:rsidRPr="00B87C9F">
              <w:rPr>
                <w:spacing w:val="4"/>
                <w:sz w:val="24"/>
              </w:rPr>
              <w:t xml:space="preserve"> </w:t>
            </w:r>
            <w:r w:rsidRPr="00B87C9F">
              <w:rPr>
                <w:sz w:val="24"/>
              </w:rPr>
              <w:t>с</w:t>
            </w:r>
            <w:r w:rsidRPr="00B87C9F">
              <w:rPr>
                <w:spacing w:val="3"/>
                <w:sz w:val="24"/>
              </w:rPr>
              <w:t xml:space="preserve"> </w:t>
            </w:r>
            <w:r w:rsidRPr="00B87C9F">
              <w:rPr>
                <w:sz w:val="24"/>
              </w:rPr>
              <w:t>академической</w:t>
            </w:r>
          </w:p>
          <w:p w:rsidR="006650AD" w:rsidRPr="00B87C9F" w:rsidRDefault="006650AD" w:rsidP="00B87C9F">
            <w:pPr>
              <w:pStyle w:val="TableParagraph"/>
              <w:spacing w:line="269" w:lineRule="exact"/>
              <w:rPr>
                <w:sz w:val="24"/>
              </w:rPr>
            </w:pPr>
            <w:r w:rsidRPr="00B87C9F">
              <w:rPr>
                <w:sz w:val="24"/>
              </w:rPr>
              <w:t>задолженность</w:t>
            </w:r>
          </w:p>
        </w:tc>
        <w:tc>
          <w:tcPr>
            <w:tcW w:w="1440" w:type="dxa"/>
          </w:tcPr>
          <w:p w:rsidR="006650AD" w:rsidRPr="00B87C9F" w:rsidRDefault="006650AD" w:rsidP="00B87C9F">
            <w:pPr>
              <w:pStyle w:val="TableParagraph"/>
              <w:tabs>
                <w:tab w:val="left" w:pos="527"/>
              </w:tabs>
              <w:ind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441" w:type="dxa"/>
          </w:tcPr>
          <w:p w:rsidR="006650AD" w:rsidRPr="00B87C9F" w:rsidRDefault="006650AD" w:rsidP="00B87C9F">
            <w:pPr>
              <w:pStyle w:val="TableParagraph"/>
              <w:tabs>
                <w:tab w:val="left" w:pos="527"/>
              </w:tabs>
              <w:ind w:left="108"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2096" w:type="dxa"/>
          </w:tcPr>
          <w:p w:rsidR="006650AD" w:rsidRPr="00B87C9F" w:rsidRDefault="006650AD" w:rsidP="00B87C9F">
            <w:pPr>
              <w:pStyle w:val="TableParagraph"/>
              <w:ind w:right="96"/>
              <w:rPr>
                <w:sz w:val="24"/>
              </w:rPr>
            </w:pPr>
            <w:r w:rsidRPr="00B87C9F">
              <w:rPr>
                <w:spacing w:val="-1"/>
                <w:sz w:val="24"/>
              </w:rPr>
              <w:t xml:space="preserve">Учителя 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предметники, классные руководители</w:t>
            </w:r>
          </w:p>
        </w:tc>
      </w:tr>
      <w:tr w:rsidR="006650AD" w:rsidTr="00B87C9F">
        <w:trPr>
          <w:trHeight w:val="2760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rPr>
                <w:sz w:val="24"/>
              </w:rPr>
            </w:pPr>
            <w:r w:rsidRPr="00B87C9F">
              <w:rPr>
                <w:sz w:val="24"/>
              </w:rPr>
              <w:t>12.</w:t>
            </w:r>
          </w:p>
        </w:tc>
        <w:tc>
          <w:tcPr>
            <w:tcW w:w="4057" w:type="dxa"/>
          </w:tcPr>
          <w:p w:rsidR="006650AD" w:rsidRPr="00B87C9F" w:rsidRDefault="006650AD" w:rsidP="00B87C9F">
            <w:pPr>
              <w:pStyle w:val="TableParagraph"/>
              <w:tabs>
                <w:tab w:val="left" w:pos="2016"/>
              </w:tabs>
              <w:ind w:right="96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Организация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мероприятий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повышению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профессиональной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компетентности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педагогических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работников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использованию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компьютерных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технических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средств для внедрения современных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образовательных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технологий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образовательный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процесс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(в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том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числе</w:t>
            </w:r>
            <w:r w:rsidRPr="00B87C9F">
              <w:rPr>
                <w:spacing w:val="59"/>
                <w:sz w:val="24"/>
              </w:rPr>
              <w:t xml:space="preserve"> </w:t>
            </w:r>
            <w:r w:rsidRPr="00B87C9F">
              <w:rPr>
                <w:sz w:val="24"/>
              </w:rPr>
              <w:t>через</w:t>
            </w:r>
            <w:r w:rsidRPr="00B87C9F">
              <w:rPr>
                <w:spacing w:val="2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программы</w:t>
            </w:r>
            <w:r w:rsidRPr="00B87C9F">
              <w:rPr>
                <w:spacing w:val="59"/>
                <w:sz w:val="24"/>
              </w:rPr>
              <w:t xml:space="preserve"> </w:t>
            </w:r>
            <w:r w:rsidRPr="00B87C9F">
              <w:rPr>
                <w:sz w:val="24"/>
              </w:rPr>
              <w:t>повышения</w:t>
            </w:r>
          </w:p>
          <w:p w:rsidR="006650AD" w:rsidRPr="00B87C9F" w:rsidRDefault="006650AD" w:rsidP="00B87C9F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 w:rsidRPr="00B87C9F">
              <w:rPr>
                <w:sz w:val="24"/>
              </w:rPr>
              <w:t>квалификации,</w:t>
            </w:r>
            <w:r w:rsidRPr="00B87C9F">
              <w:rPr>
                <w:spacing w:val="-8"/>
                <w:sz w:val="24"/>
              </w:rPr>
              <w:t xml:space="preserve"> </w:t>
            </w:r>
            <w:r w:rsidRPr="00B87C9F">
              <w:rPr>
                <w:sz w:val="24"/>
              </w:rPr>
              <w:t>наставничество)</w:t>
            </w:r>
          </w:p>
        </w:tc>
        <w:tc>
          <w:tcPr>
            <w:tcW w:w="1440" w:type="dxa"/>
          </w:tcPr>
          <w:p w:rsidR="006650AD" w:rsidRPr="00B87C9F" w:rsidRDefault="006650AD" w:rsidP="00B87C9F">
            <w:pPr>
              <w:pStyle w:val="TableParagraph"/>
              <w:tabs>
                <w:tab w:val="left" w:pos="527"/>
              </w:tabs>
              <w:ind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441" w:type="dxa"/>
          </w:tcPr>
          <w:p w:rsidR="006650AD" w:rsidRPr="00B87C9F" w:rsidRDefault="006650AD" w:rsidP="00B87C9F">
            <w:pPr>
              <w:pStyle w:val="TableParagraph"/>
              <w:tabs>
                <w:tab w:val="left" w:pos="527"/>
              </w:tabs>
              <w:ind w:left="108"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2096" w:type="dxa"/>
          </w:tcPr>
          <w:p w:rsidR="006650AD" w:rsidRPr="00B87C9F" w:rsidRDefault="006650AD">
            <w:pPr>
              <w:pStyle w:val="TableParagraph"/>
              <w:rPr>
                <w:sz w:val="24"/>
              </w:rPr>
            </w:pPr>
            <w:r w:rsidRPr="00B87C9F">
              <w:rPr>
                <w:sz w:val="24"/>
              </w:rPr>
              <w:t>Директор</w:t>
            </w:r>
          </w:p>
        </w:tc>
      </w:tr>
      <w:tr w:rsidR="006650AD" w:rsidTr="00B87C9F">
        <w:trPr>
          <w:trHeight w:val="1655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rPr>
                <w:sz w:val="24"/>
              </w:rPr>
            </w:pPr>
            <w:r w:rsidRPr="00B87C9F">
              <w:rPr>
                <w:sz w:val="24"/>
              </w:rPr>
              <w:t>13.</w:t>
            </w:r>
          </w:p>
        </w:tc>
        <w:tc>
          <w:tcPr>
            <w:tcW w:w="4057" w:type="dxa"/>
          </w:tcPr>
          <w:p w:rsidR="006650AD" w:rsidRPr="00B87C9F" w:rsidRDefault="006650AD" w:rsidP="00B87C9F">
            <w:pPr>
              <w:pStyle w:val="TableParagraph"/>
              <w:tabs>
                <w:tab w:val="left" w:pos="1916"/>
                <w:tab w:val="left" w:pos="2137"/>
                <w:tab w:val="left" w:pos="3596"/>
              </w:tabs>
              <w:ind w:right="97"/>
              <w:jc w:val="both"/>
              <w:rPr>
                <w:sz w:val="24"/>
              </w:rPr>
            </w:pPr>
            <w:r w:rsidRPr="00B87C9F">
              <w:rPr>
                <w:sz w:val="24"/>
              </w:rPr>
              <w:t>Внедрение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практик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сетевого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взаимодействия с образовательными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организациями, имеющими высокие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результаты</w:t>
            </w:r>
            <w:r w:rsidRPr="00B87C9F">
              <w:rPr>
                <w:sz w:val="24"/>
              </w:rPr>
              <w:tab/>
              <w:t>обучения,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2"/>
                <w:sz w:val="24"/>
              </w:rPr>
              <w:t>для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повышения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образовательного</w:t>
            </w:r>
          </w:p>
          <w:p w:rsidR="006650AD" w:rsidRPr="00B87C9F" w:rsidRDefault="006650AD" w:rsidP="00B87C9F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 w:rsidRPr="00B87C9F">
              <w:rPr>
                <w:sz w:val="24"/>
              </w:rPr>
              <w:t>потенциала</w:t>
            </w:r>
            <w:r w:rsidRPr="00B87C9F">
              <w:rPr>
                <w:spacing w:val="-6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педагогов</w:t>
            </w:r>
          </w:p>
        </w:tc>
        <w:tc>
          <w:tcPr>
            <w:tcW w:w="1440" w:type="dxa"/>
          </w:tcPr>
          <w:p w:rsidR="006650AD" w:rsidRPr="00B87C9F" w:rsidRDefault="006650AD" w:rsidP="00B87C9F">
            <w:pPr>
              <w:pStyle w:val="TableParagraph"/>
              <w:tabs>
                <w:tab w:val="left" w:pos="527"/>
              </w:tabs>
              <w:ind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441" w:type="dxa"/>
          </w:tcPr>
          <w:p w:rsidR="006650AD" w:rsidRPr="00B87C9F" w:rsidRDefault="006650AD" w:rsidP="00B87C9F">
            <w:pPr>
              <w:pStyle w:val="TableParagraph"/>
              <w:tabs>
                <w:tab w:val="left" w:pos="527"/>
              </w:tabs>
              <w:ind w:left="108"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2096" w:type="dxa"/>
          </w:tcPr>
          <w:p w:rsidR="006650AD" w:rsidRPr="00B87C9F" w:rsidRDefault="006650AD" w:rsidP="00B87C9F">
            <w:pPr>
              <w:pStyle w:val="TableParagraph"/>
              <w:ind w:right="96"/>
              <w:rPr>
                <w:sz w:val="24"/>
              </w:rPr>
            </w:pPr>
            <w:r w:rsidRPr="00B87C9F">
              <w:rPr>
                <w:sz w:val="24"/>
              </w:rPr>
              <w:t xml:space="preserve">Директор </w:t>
            </w:r>
          </w:p>
        </w:tc>
      </w:tr>
      <w:tr w:rsidR="006650AD" w:rsidTr="00B87C9F">
        <w:trPr>
          <w:trHeight w:val="1655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057" w:type="dxa"/>
          </w:tcPr>
          <w:p w:rsidR="006650AD" w:rsidRPr="00B87C9F" w:rsidRDefault="006650AD" w:rsidP="00F1325C">
            <w:pPr>
              <w:pStyle w:val="TableParagraph"/>
              <w:tabs>
                <w:tab w:val="left" w:pos="2203"/>
              </w:tabs>
              <w:ind w:right="93"/>
              <w:jc w:val="both"/>
              <w:rPr>
                <w:sz w:val="24"/>
              </w:rPr>
            </w:pPr>
            <w:r w:rsidRPr="00B87C9F">
              <w:rPr>
                <w:sz w:val="24"/>
              </w:rPr>
              <w:t>Проведение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информационно-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просветительских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занятий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родителями</w:t>
            </w:r>
            <w:r w:rsidRPr="00B87C9F">
              <w:rPr>
                <w:spacing w:val="26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pacing w:val="28"/>
                <w:sz w:val="24"/>
              </w:rPr>
              <w:t xml:space="preserve"> </w:t>
            </w:r>
            <w:r w:rsidRPr="00B87C9F">
              <w:rPr>
                <w:sz w:val="24"/>
              </w:rPr>
              <w:t>на</w:t>
            </w:r>
            <w:r w:rsidRPr="00B87C9F">
              <w:rPr>
                <w:spacing w:val="24"/>
                <w:sz w:val="24"/>
              </w:rPr>
              <w:t xml:space="preserve"> </w:t>
            </w:r>
            <w:r w:rsidRPr="00B87C9F">
              <w:rPr>
                <w:sz w:val="24"/>
              </w:rPr>
              <w:t>темы</w:t>
            </w:r>
          </w:p>
          <w:p w:rsidR="006650AD" w:rsidRPr="00B87C9F" w:rsidRDefault="006650AD" w:rsidP="00F1325C">
            <w:pPr>
              <w:pStyle w:val="TableParagraph"/>
              <w:tabs>
                <w:tab w:val="left" w:pos="1916"/>
                <w:tab w:val="left" w:pos="2137"/>
                <w:tab w:val="left" w:pos="3596"/>
              </w:tabs>
              <w:ind w:right="97"/>
              <w:jc w:val="both"/>
              <w:rPr>
                <w:sz w:val="24"/>
              </w:rPr>
            </w:pPr>
            <w:r w:rsidRPr="00B87C9F">
              <w:rPr>
                <w:sz w:val="24"/>
              </w:rPr>
              <w:t>«Как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мотивировать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ребенка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учебным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достижениям</w:t>
            </w:r>
          </w:p>
        </w:tc>
        <w:tc>
          <w:tcPr>
            <w:tcW w:w="1440" w:type="dxa"/>
          </w:tcPr>
          <w:p w:rsidR="006650AD" w:rsidRPr="00B87C9F" w:rsidRDefault="006650AD" w:rsidP="00B87C9F">
            <w:pPr>
              <w:pStyle w:val="TableParagraph"/>
              <w:tabs>
                <w:tab w:val="left" w:pos="527"/>
              </w:tabs>
              <w:ind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441" w:type="dxa"/>
          </w:tcPr>
          <w:p w:rsidR="006650AD" w:rsidRPr="00B87C9F" w:rsidRDefault="006650AD" w:rsidP="00B87C9F">
            <w:pPr>
              <w:pStyle w:val="TableParagraph"/>
              <w:tabs>
                <w:tab w:val="left" w:pos="527"/>
              </w:tabs>
              <w:ind w:left="108"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2096" w:type="dxa"/>
          </w:tcPr>
          <w:p w:rsidR="006650AD" w:rsidRPr="00B87C9F" w:rsidRDefault="006650AD" w:rsidP="00B87C9F">
            <w:pPr>
              <w:pStyle w:val="TableParagraph"/>
              <w:ind w:right="96"/>
              <w:rPr>
                <w:sz w:val="24"/>
              </w:rPr>
            </w:pPr>
            <w:r w:rsidRPr="00B87C9F">
              <w:rPr>
                <w:sz w:val="24"/>
              </w:rPr>
              <w:t>Классные руководители</w:t>
            </w:r>
          </w:p>
        </w:tc>
      </w:tr>
      <w:tr w:rsidR="006650AD" w:rsidTr="00B87C9F">
        <w:trPr>
          <w:trHeight w:val="1655"/>
        </w:trPr>
        <w:tc>
          <w:tcPr>
            <w:tcW w:w="540" w:type="dxa"/>
          </w:tcPr>
          <w:p w:rsidR="006650AD" w:rsidRDefault="006650AD" w:rsidP="00B87C9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057" w:type="dxa"/>
          </w:tcPr>
          <w:p w:rsidR="006650AD" w:rsidRPr="00B87C9F" w:rsidRDefault="006650AD" w:rsidP="00F1325C">
            <w:pPr>
              <w:pStyle w:val="TableParagraph"/>
              <w:tabs>
                <w:tab w:val="left" w:pos="2376"/>
              </w:tabs>
              <w:ind w:right="98"/>
              <w:jc w:val="both"/>
              <w:rPr>
                <w:sz w:val="24"/>
              </w:rPr>
            </w:pPr>
            <w:r w:rsidRPr="00B87C9F">
              <w:rPr>
                <w:sz w:val="24"/>
              </w:rPr>
              <w:t>Разработка и внедрение в практику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работы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системы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стимулирования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педагогических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работников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за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улучшение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показателей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качества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образования обучающихся (внесение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изменений в Коллективный договор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показателей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эффективности</w:t>
            </w:r>
          </w:p>
          <w:p w:rsidR="006650AD" w:rsidRPr="00B87C9F" w:rsidRDefault="006650AD" w:rsidP="00F1325C">
            <w:pPr>
              <w:pStyle w:val="TableParagraph"/>
              <w:tabs>
                <w:tab w:val="left" w:pos="1304"/>
                <w:tab w:val="left" w:pos="2189"/>
                <w:tab w:val="left" w:pos="2249"/>
              </w:tabs>
              <w:ind w:right="98"/>
              <w:jc w:val="both"/>
              <w:rPr>
                <w:sz w:val="24"/>
              </w:rPr>
            </w:pPr>
            <w:r w:rsidRPr="00B87C9F">
              <w:rPr>
                <w:sz w:val="24"/>
              </w:rPr>
              <w:t>деятельности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педагогического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работника,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актуализация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локальных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актов</w:t>
            </w:r>
            <w:r w:rsidRPr="00B87C9F">
              <w:rPr>
                <w:sz w:val="24"/>
              </w:rPr>
              <w:tab/>
              <w:t>по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стимулированию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педагогических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работников)</w:t>
            </w:r>
          </w:p>
          <w:p w:rsidR="006650AD" w:rsidRPr="00B87C9F" w:rsidRDefault="006650AD" w:rsidP="00F1325C">
            <w:pPr>
              <w:pStyle w:val="TableParagraph"/>
              <w:tabs>
                <w:tab w:val="left" w:pos="2203"/>
              </w:tabs>
              <w:ind w:right="93"/>
              <w:jc w:val="both"/>
              <w:rPr>
                <w:sz w:val="24"/>
              </w:rPr>
            </w:pPr>
            <w:r w:rsidRPr="00B87C9F">
              <w:rPr>
                <w:sz w:val="24"/>
              </w:rPr>
              <w:t>Анализ</w:t>
            </w:r>
            <w:r w:rsidRPr="00B87C9F">
              <w:rPr>
                <w:sz w:val="24"/>
              </w:rPr>
              <w:tab/>
              <w:t>действия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системы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стимулирование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ее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влияние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на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улучшение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  <w:t>результативности образовательного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процесса</w:t>
            </w:r>
          </w:p>
        </w:tc>
        <w:tc>
          <w:tcPr>
            <w:tcW w:w="1440" w:type="dxa"/>
          </w:tcPr>
          <w:p w:rsidR="006650AD" w:rsidRPr="00B87C9F" w:rsidRDefault="006650AD" w:rsidP="00B87C9F">
            <w:pPr>
              <w:pStyle w:val="TableParagraph"/>
              <w:tabs>
                <w:tab w:val="left" w:pos="527"/>
              </w:tabs>
              <w:ind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441" w:type="dxa"/>
          </w:tcPr>
          <w:p w:rsidR="006650AD" w:rsidRPr="00B87C9F" w:rsidRDefault="006650AD" w:rsidP="00B87C9F">
            <w:pPr>
              <w:pStyle w:val="TableParagraph"/>
              <w:tabs>
                <w:tab w:val="left" w:pos="527"/>
              </w:tabs>
              <w:ind w:left="108"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2096" w:type="dxa"/>
          </w:tcPr>
          <w:p w:rsidR="006650AD" w:rsidRPr="00B87C9F" w:rsidRDefault="006650AD" w:rsidP="00B87C9F">
            <w:pPr>
              <w:pStyle w:val="TableParagraph"/>
              <w:ind w:right="96"/>
              <w:rPr>
                <w:sz w:val="24"/>
              </w:rPr>
            </w:pPr>
            <w:r w:rsidRPr="00B87C9F">
              <w:rPr>
                <w:sz w:val="24"/>
              </w:rPr>
              <w:t>Директор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Председатель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профсоюзного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комитета</w:t>
            </w:r>
          </w:p>
        </w:tc>
      </w:tr>
      <w:tr w:rsidR="006650AD" w:rsidTr="00B87C9F">
        <w:trPr>
          <w:trHeight w:val="1655"/>
        </w:trPr>
        <w:tc>
          <w:tcPr>
            <w:tcW w:w="540" w:type="dxa"/>
          </w:tcPr>
          <w:p w:rsidR="006650AD" w:rsidRDefault="006650AD" w:rsidP="00B87C9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057" w:type="dxa"/>
          </w:tcPr>
          <w:p w:rsidR="006650AD" w:rsidRPr="00B87C9F" w:rsidRDefault="006650AD" w:rsidP="00F1325C">
            <w:pPr>
              <w:pStyle w:val="TableParagraph"/>
              <w:tabs>
                <w:tab w:val="left" w:pos="2376"/>
              </w:tabs>
              <w:ind w:right="98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Обеспечение</w:t>
            </w:r>
            <w:r w:rsidRPr="00B87C9F">
              <w:rPr>
                <w:spacing w:val="37"/>
                <w:sz w:val="24"/>
              </w:rPr>
              <w:t xml:space="preserve"> </w:t>
            </w:r>
            <w:r w:rsidRPr="00B87C9F">
              <w:rPr>
                <w:sz w:val="24"/>
              </w:rPr>
              <w:t>качественного</w:t>
            </w:r>
            <w:r w:rsidRPr="00B87C9F">
              <w:rPr>
                <w:spacing w:val="39"/>
                <w:sz w:val="24"/>
              </w:rPr>
              <w:t xml:space="preserve"> </w:t>
            </w:r>
            <w:r w:rsidRPr="00B87C9F">
              <w:rPr>
                <w:sz w:val="24"/>
              </w:rPr>
              <w:t>ведения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Электронного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журнала</w:t>
            </w:r>
          </w:p>
        </w:tc>
        <w:tc>
          <w:tcPr>
            <w:tcW w:w="1440" w:type="dxa"/>
          </w:tcPr>
          <w:p w:rsidR="006650AD" w:rsidRPr="00B87C9F" w:rsidRDefault="006650AD" w:rsidP="00B87C9F">
            <w:pPr>
              <w:pStyle w:val="TableParagraph"/>
              <w:tabs>
                <w:tab w:val="left" w:pos="527"/>
              </w:tabs>
              <w:ind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441" w:type="dxa"/>
          </w:tcPr>
          <w:p w:rsidR="006650AD" w:rsidRPr="00B87C9F" w:rsidRDefault="006650AD" w:rsidP="00B87C9F">
            <w:pPr>
              <w:pStyle w:val="TableParagraph"/>
              <w:tabs>
                <w:tab w:val="left" w:pos="527"/>
              </w:tabs>
              <w:ind w:left="108"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2096" w:type="dxa"/>
          </w:tcPr>
          <w:p w:rsidR="006650AD" w:rsidRPr="00B87C9F" w:rsidRDefault="006650AD" w:rsidP="00B87C9F">
            <w:pPr>
              <w:pStyle w:val="TableParagraph"/>
              <w:ind w:right="96"/>
              <w:rPr>
                <w:sz w:val="24"/>
              </w:rPr>
            </w:pPr>
            <w:r w:rsidRPr="00B87C9F">
              <w:rPr>
                <w:sz w:val="24"/>
              </w:rPr>
              <w:t>Директор</w:t>
            </w:r>
          </w:p>
        </w:tc>
      </w:tr>
      <w:tr w:rsidR="006650AD" w:rsidTr="00B87C9F">
        <w:trPr>
          <w:trHeight w:val="1655"/>
        </w:trPr>
        <w:tc>
          <w:tcPr>
            <w:tcW w:w="540" w:type="dxa"/>
          </w:tcPr>
          <w:p w:rsidR="006650AD" w:rsidRDefault="006650AD" w:rsidP="00B87C9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057" w:type="dxa"/>
          </w:tcPr>
          <w:p w:rsidR="006650AD" w:rsidRPr="00B87C9F" w:rsidRDefault="006650AD" w:rsidP="00F1325C">
            <w:pPr>
              <w:pStyle w:val="TableParagraph"/>
              <w:tabs>
                <w:tab w:val="left" w:pos="2064"/>
              </w:tabs>
              <w:ind w:right="93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Обеспечение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своевременного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системного</w:t>
            </w:r>
            <w:r w:rsidRPr="00B87C9F">
              <w:rPr>
                <w:sz w:val="24"/>
              </w:rPr>
              <w:tab/>
              <w:t>информационного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сопровождения учебных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достижений</w:t>
            </w:r>
          </w:p>
          <w:p w:rsidR="006650AD" w:rsidRPr="00B87C9F" w:rsidRDefault="006650AD" w:rsidP="00F1325C">
            <w:pPr>
              <w:pStyle w:val="TableParagraph"/>
              <w:tabs>
                <w:tab w:val="left" w:pos="2376"/>
              </w:tabs>
              <w:ind w:right="98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обучающихся</w:t>
            </w:r>
          </w:p>
        </w:tc>
        <w:tc>
          <w:tcPr>
            <w:tcW w:w="1440" w:type="dxa"/>
          </w:tcPr>
          <w:p w:rsidR="006650AD" w:rsidRPr="00B87C9F" w:rsidRDefault="006650AD" w:rsidP="00B87C9F">
            <w:pPr>
              <w:pStyle w:val="TableParagraph"/>
              <w:tabs>
                <w:tab w:val="left" w:pos="527"/>
              </w:tabs>
              <w:ind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441" w:type="dxa"/>
          </w:tcPr>
          <w:p w:rsidR="006650AD" w:rsidRPr="00B87C9F" w:rsidRDefault="006650AD" w:rsidP="00B87C9F">
            <w:pPr>
              <w:pStyle w:val="TableParagraph"/>
              <w:tabs>
                <w:tab w:val="left" w:pos="527"/>
              </w:tabs>
              <w:ind w:left="108"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2096" w:type="dxa"/>
          </w:tcPr>
          <w:p w:rsidR="006650AD" w:rsidRPr="00B87C9F" w:rsidRDefault="006650AD" w:rsidP="00B87C9F">
            <w:pPr>
              <w:pStyle w:val="TableParagraph"/>
              <w:ind w:right="96"/>
              <w:rPr>
                <w:sz w:val="24"/>
              </w:rPr>
            </w:pPr>
            <w:r w:rsidRPr="00B87C9F">
              <w:rPr>
                <w:sz w:val="24"/>
              </w:rPr>
              <w:t>Классные руководители</w:t>
            </w:r>
          </w:p>
        </w:tc>
      </w:tr>
      <w:tr w:rsidR="006650AD" w:rsidTr="00B87C9F">
        <w:trPr>
          <w:trHeight w:val="1655"/>
        </w:trPr>
        <w:tc>
          <w:tcPr>
            <w:tcW w:w="540" w:type="dxa"/>
          </w:tcPr>
          <w:p w:rsidR="006650AD" w:rsidRDefault="006650AD" w:rsidP="00B87C9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057" w:type="dxa"/>
          </w:tcPr>
          <w:p w:rsidR="006650AD" w:rsidRPr="00B87C9F" w:rsidRDefault="006650AD" w:rsidP="00667E41">
            <w:pPr>
              <w:pStyle w:val="TableParagraph"/>
              <w:ind w:right="97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Обновление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технических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средств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обучения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компьютерного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оборудования</w:t>
            </w:r>
          </w:p>
          <w:p w:rsidR="006650AD" w:rsidRPr="00B87C9F" w:rsidRDefault="006650AD" w:rsidP="00667E41">
            <w:pPr>
              <w:pStyle w:val="TableParagraph"/>
              <w:tabs>
                <w:tab w:val="left" w:pos="2064"/>
              </w:tabs>
              <w:ind w:right="93"/>
              <w:jc w:val="both"/>
              <w:rPr>
                <w:sz w:val="24"/>
              </w:rPr>
            </w:pPr>
            <w:r w:rsidRPr="00B87C9F">
              <w:rPr>
                <w:sz w:val="24"/>
              </w:rPr>
              <w:t>(в том числе в рамках федерального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проекта «Цифровая образовательная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среда»)</w:t>
            </w:r>
          </w:p>
        </w:tc>
        <w:tc>
          <w:tcPr>
            <w:tcW w:w="1440" w:type="dxa"/>
          </w:tcPr>
          <w:p w:rsidR="006650AD" w:rsidRPr="00B87C9F" w:rsidRDefault="006650AD" w:rsidP="00B87C9F">
            <w:pPr>
              <w:pStyle w:val="TableParagraph"/>
              <w:tabs>
                <w:tab w:val="left" w:pos="527"/>
              </w:tabs>
              <w:ind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441" w:type="dxa"/>
          </w:tcPr>
          <w:p w:rsidR="006650AD" w:rsidRPr="00B87C9F" w:rsidRDefault="006650AD" w:rsidP="00B87C9F">
            <w:pPr>
              <w:pStyle w:val="TableParagraph"/>
              <w:tabs>
                <w:tab w:val="left" w:pos="527"/>
              </w:tabs>
              <w:ind w:left="108"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2096" w:type="dxa"/>
          </w:tcPr>
          <w:p w:rsidR="006650AD" w:rsidRPr="00B87C9F" w:rsidRDefault="006650AD" w:rsidP="00B87C9F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Директор</w:t>
            </w:r>
          </w:p>
        </w:tc>
      </w:tr>
      <w:tr w:rsidR="006650AD" w:rsidTr="00B87C9F">
        <w:trPr>
          <w:trHeight w:val="1655"/>
        </w:trPr>
        <w:tc>
          <w:tcPr>
            <w:tcW w:w="540" w:type="dxa"/>
          </w:tcPr>
          <w:p w:rsidR="006650AD" w:rsidRDefault="006650AD" w:rsidP="00B87C9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057" w:type="dxa"/>
          </w:tcPr>
          <w:p w:rsidR="006650AD" w:rsidRPr="00B87C9F" w:rsidRDefault="006650AD" w:rsidP="00667E41">
            <w:pPr>
              <w:pStyle w:val="TableParagraph"/>
              <w:tabs>
                <w:tab w:val="left" w:pos="2497"/>
                <w:tab w:val="left" w:pos="2564"/>
              </w:tabs>
              <w:ind w:right="95"/>
              <w:jc w:val="both"/>
              <w:rPr>
                <w:sz w:val="24"/>
              </w:rPr>
            </w:pPr>
            <w:r w:rsidRPr="00B87C9F">
              <w:rPr>
                <w:sz w:val="24"/>
              </w:rPr>
              <w:t>Укрепление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материально-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технической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базы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кабинетов</w:t>
            </w:r>
            <w:r w:rsidRPr="00B87C9F">
              <w:rPr>
                <w:spacing w:val="1"/>
                <w:sz w:val="24"/>
              </w:rPr>
              <w:t xml:space="preserve"> </w:t>
            </w:r>
          </w:p>
          <w:p w:rsidR="006650AD" w:rsidRPr="00B87C9F" w:rsidRDefault="006650AD" w:rsidP="00667E41">
            <w:pPr>
              <w:pStyle w:val="TableParagraph"/>
              <w:ind w:right="97"/>
              <w:jc w:val="both"/>
              <w:rPr>
                <w:sz w:val="24"/>
              </w:rPr>
            </w:pPr>
          </w:p>
        </w:tc>
        <w:tc>
          <w:tcPr>
            <w:tcW w:w="1440" w:type="dxa"/>
          </w:tcPr>
          <w:p w:rsidR="006650AD" w:rsidRPr="00B87C9F" w:rsidRDefault="006650AD" w:rsidP="00B87C9F">
            <w:pPr>
              <w:pStyle w:val="TableParagraph"/>
              <w:tabs>
                <w:tab w:val="left" w:pos="527"/>
              </w:tabs>
              <w:ind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441" w:type="dxa"/>
          </w:tcPr>
          <w:p w:rsidR="006650AD" w:rsidRPr="00B87C9F" w:rsidRDefault="006650AD" w:rsidP="00FE5DB4">
            <w:pPr>
              <w:pStyle w:val="TableParagraph"/>
              <w:tabs>
                <w:tab w:val="left" w:pos="527"/>
              </w:tabs>
              <w:ind w:left="108"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2096" w:type="dxa"/>
          </w:tcPr>
          <w:p w:rsidR="006650AD" w:rsidRDefault="006650AD" w:rsidP="00B87C9F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Директор</w:t>
            </w:r>
          </w:p>
        </w:tc>
      </w:tr>
    </w:tbl>
    <w:p w:rsidR="006650AD" w:rsidRDefault="006650AD">
      <w:pPr>
        <w:rPr>
          <w:sz w:val="24"/>
        </w:rPr>
      </w:pPr>
    </w:p>
    <w:p w:rsidR="006650AD" w:rsidRDefault="006650AD" w:rsidP="00667E41">
      <w:pPr>
        <w:tabs>
          <w:tab w:val="left" w:pos="4545"/>
        </w:tabs>
        <w:rPr>
          <w:sz w:val="19"/>
        </w:rPr>
      </w:pPr>
      <w:r>
        <w:tab/>
      </w:r>
    </w:p>
    <w:p w:rsidR="006650AD" w:rsidRDefault="006650AD">
      <w:pPr>
        <w:pStyle w:val="Heading2"/>
        <w:numPr>
          <w:ilvl w:val="1"/>
          <w:numId w:val="7"/>
        </w:numPr>
        <w:tabs>
          <w:tab w:val="left" w:pos="1901"/>
        </w:tabs>
        <w:spacing w:before="90"/>
        <w:ind w:left="1900" w:hanging="421"/>
      </w:pPr>
      <w:r>
        <w:t>Подпрограмма</w:t>
      </w:r>
      <w:r>
        <w:rPr>
          <w:spacing w:val="-3"/>
        </w:rPr>
        <w:t xml:space="preserve"> </w:t>
      </w:r>
      <w:r>
        <w:t>«Ориентир</w:t>
      </w:r>
      <w:r>
        <w:rPr>
          <w:spacing w:val="-3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стартовых</w:t>
      </w:r>
      <w:r>
        <w:rPr>
          <w:spacing w:val="-3"/>
        </w:rPr>
        <w:t xml:space="preserve"> </w:t>
      </w:r>
      <w:r>
        <w:t>возможностей</w:t>
      </w:r>
      <w:r>
        <w:rPr>
          <w:spacing w:val="-2"/>
        </w:rPr>
        <w:t xml:space="preserve"> </w:t>
      </w:r>
      <w:r>
        <w:t>к</w:t>
      </w:r>
    </w:p>
    <w:p w:rsidR="006650AD" w:rsidRDefault="006650AD">
      <w:pPr>
        <w:ind w:left="4075"/>
        <w:rPr>
          <w:b/>
          <w:sz w:val="24"/>
        </w:rPr>
      </w:pPr>
      <w:r>
        <w:rPr>
          <w:b/>
          <w:sz w:val="24"/>
        </w:rPr>
        <w:t>социальным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достижениям»</w:t>
      </w:r>
    </w:p>
    <w:p w:rsidR="006650AD" w:rsidRDefault="006650AD">
      <w:pPr>
        <w:pStyle w:val="BodyText"/>
        <w:spacing w:before="6"/>
        <w:ind w:left="0"/>
        <w:jc w:val="left"/>
        <w:rPr>
          <w:b/>
          <w:sz w:val="23"/>
        </w:rPr>
      </w:pPr>
    </w:p>
    <w:p w:rsidR="006650AD" w:rsidRDefault="006650AD">
      <w:pPr>
        <w:pStyle w:val="BodyText"/>
        <w:ind w:left="1261"/>
        <w:jc w:val="left"/>
      </w:pPr>
      <w:r>
        <w:t>Ключевые</w:t>
      </w:r>
      <w:r>
        <w:rPr>
          <w:spacing w:val="-5"/>
        </w:rPr>
        <w:t xml:space="preserve"> </w:t>
      </w:r>
      <w:r>
        <w:t>проблемы,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разрешении</w:t>
      </w:r>
      <w:r>
        <w:rPr>
          <w:spacing w:val="-3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Подпрограмма:</w:t>
      </w:r>
    </w:p>
    <w:p w:rsidR="006650AD" w:rsidRDefault="006650AD">
      <w:pPr>
        <w:pStyle w:val="ListParagraph"/>
        <w:numPr>
          <w:ilvl w:val="0"/>
          <w:numId w:val="6"/>
        </w:numPr>
        <w:tabs>
          <w:tab w:val="left" w:pos="1536"/>
        </w:tabs>
        <w:ind w:left="1535"/>
        <w:rPr>
          <w:sz w:val="24"/>
        </w:rPr>
      </w:pPr>
      <w:r>
        <w:rPr>
          <w:sz w:val="24"/>
        </w:rPr>
        <w:t>высокая</w:t>
      </w:r>
      <w:r>
        <w:rPr>
          <w:spacing w:val="-3"/>
          <w:sz w:val="24"/>
        </w:rPr>
        <w:t xml:space="preserve"> </w:t>
      </w:r>
      <w:r>
        <w:rPr>
          <w:sz w:val="24"/>
        </w:rPr>
        <w:t>доля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здоровья;</w:t>
      </w:r>
    </w:p>
    <w:p w:rsidR="006650AD" w:rsidRDefault="006650AD">
      <w:pPr>
        <w:pStyle w:val="ListParagraph"/>
        <w:numPr>
          <w:ilvl w:val="0"/>
          <w:numId w:val="6"/>
        </w:numPr>
        <w:tabs>
          <w:tab w:val="left" w:pos="1536"/>
        </w:tabs>
        <w:spacing w:before="66"/>
        <w:ind w:right="403" w:firstLine="707"/>
        <w:jc w:val="both"/>
        <w:rPr>
          <w:sz w:val="24"/>
        </w:rPr>
      </w:pPr>
      <w:r>
        <w:rPr>
          <w:sz w:val="24"/>
        </w:rPr>
        <w:t>недостаточная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командная</w:t>
      </w:r>
      <w:r>
        <w:rPr>
          <w:spacing w:val="6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психолого-педагогическое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 с</w:t>
      </w:r>
      <w:r>
        <w:rPr>
          <w:spacing w:val="-2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4"/>
          <w:sz w:val="24"/>
        </w:rPr>
        <w:t xml:space="preserve"> </w:t>
      </w:r>
      <w:r>
        <w:rPr>
          <w:sz w:val="24"/>
        </w:rPr>
        <w:t>возможностями здоровья.</w:t>
      </w:r>
    </w:p>
    <w:p w:rsidR="006650AD" w:rsidRDefault="006650AD">
      <w:pPr>
        <w:pStyle w:val="BodyText"/>
        <w:spacing w:before="1"/>
        <w:ind w:right="404" w:firstLine="719"/>
      </w:pPr>
      <w:r>
        <w:t>Ведущая</w:t>
      </w:r>
      <w:r>
        <w:rPr>
          <w:spacing w:val="1"/>
        </w:rPr>
        <w:t xml:space="preserve"> </w:t>
      </w:r>
      <w:r>
        <w:t>идея: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обучающимся,</w:t>
      </w:r>
      <w:r>
        <w:rPr>
          <w:spacing w:val="1"/>
        </w:rPr>
        <w:t xml:space="preserve"> </w:t>
      </w:r>
      <w:r>
        <w:t>имеющим</w:t>
      </w:r>
      <w:r>
        <w:rPr>
          <w:spacing w:val="-57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стартовые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детям-инвалидам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нозологических</w:t>
      </w:r>
      <w:r>
        <w:rPr>
          <w:spacing w:val="1"/>
        </w:rPr>
        <w:t xml:space="preserve"> </w:t>
      </w:r>
      <w:r>
        <w:t>групп).</w:t>
      </w:r>
    </w:p>
    <w:p w:rsidR="006650AD" w:rsidRDefault="006650AD">
      <w:pPr>
        <w:pStyle w:val="BodyText"/>
        <w:ind w:right="409" w:firstLine="707"/>
      </w:pPr>
      <w:r>
        <w:t>Цель</w:t>
      </w:r>
      <w:r>
        <w:rPr>
          <w:spacing w:val="1"/>
        </w:rPr>
        <w:t xml:space="preserve"> </w:t>
      </w:r>
      <w:r>
        <w:t>Подпрограммы: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стартовыми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психолого-педагогического,</w:t>
      </w:r>
      <w:r>
        <w:rPr>
          <w:spacing w:val="1"/>
        </w:rPr>
        <w:t xml:space="preserve"> </w:t>
      </w:r>
      <w:r>
        <w:t>кадрового,</w:t>
      </w:r>
      <w:r>
        <w:rPr>
          <w:spacing w:val="1"/>
        </w:rPr>
        <w:t xml:space="preserve"> </w:t>
      </w:r>
      <w:r>
        <w:t>научно-методического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процесса</w:t>
      </w:r>
      <w:r>
        <w:rPr>
          <w:spacing w:val="-57"/>
        </w:rPr>
        <w:t xml:space="preserve"> </w:t>
      </w:r>
      <w:r>
        <w:t>инклюзивного</w:t>
      </w:r>
      <w:r>
        <w:rPr>
          <w:spacing w:val="-1"/>
        </w:rPr>
        <w:t xml:space="preserve"> </w:t>
      </w:r>
      <w:r>
        <w:t>образования в</w:t>
      </w:r>
      <w:r>
        <w:rPr>
          <w:spacing w:val="-1"/>
        </w:rPr>
        <w:t xml:space="preserve"> </w:t>
      </w:r>
      <w:r>
        <w:t>школе.</w:t>
      </w:r>
    </w:p>
    <w:p w:rsidR="006650AD" w:rsidRDefault="006650AD">
      <w:pPr>
        <w:pStyle w:val="BodyText"/>
        <w:ind w:left="1261"/>
      </w:pPr>
      <w:r>
        <w:t>Ожидаемые</w:t>
      </w:r>
      <w:r>
        <w:rPr>
          <w:spacing w:val="-4"/>
        </w:rPr>
        <w:t xml:space="preserve"> </w:t>
      </w:r>
      <w:r>
        <w:t>результаты:</w:t>
      </w:r>
    </w:p>
    <w:p w:rsidR="006650AD" w:rsidRDefault="006650AD">
      <w:pPr>
        <w:pStyle w:val="BodyText"/>
        <w:spacing w:before="1"/>
        <w:ind w:right="408" w:firstLine="707"/>
      </w:pPr>
      <w:r>
        <w:t>обеспечение</w:t>
      </w:r>
      <w:r>
        <w:rPr>
          <w:spacing w:val="1"/>
        </w:rPr>
        <w:t xml:space="preserve"> </w:t>
      </w:r>
      <w:r>
        <w:t>100%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адаптированным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общеобразовательным программам, а также обучающихся, испытывающих трудности в</w:t>
      </w:r>
      <w:r>
        <w:rPr>
          <w:spacing w:val="1"/>
        </w:rPr>
        <w:t xml:space="preserve"> </w:t>
      </w:r>
      <w:r>
        <w:t>освоении основных общеобразовательных программ, развитии и социальной адаптации,</w:t>
      </w:r>
      <w:r>
        <w:rPr>
          <w:spacing w:val="1"/>
        </w:rPr>
        <w:t xml:space="preserve"> </w:t>
      </w:r>
      <w:r>
        <w:t>своевременной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качественной</w:t>
      </w:r>
      <w:r>
        <w:rPr>
          <w:spacing w:val="-2"/>
        </w:rPr>
        <w:t xml:space="preserve"> </w:t>
      </w:r>
      <w:r>
        <w:t>педагогической</w:t>
      </w:r>
      <w:r>
        <w:rPr>
          <w:spacing w:val="-1"/>
        </w:rPr>
        <w:t xml:space="preserve"> </w:t>
      </w:r>
      <w:r>
        <w:t>помощью;</w:t>
      </w:r>
    </w:p>
    <w:p w:rsidR="006650AD" w:rsidRDefault="006650AD">
      <w:pPr>
        <w:pStyle w:val="BodyText"/>
        <w:ind w:right="413" w:firstLine="707"/>
      </w:pPr>
      <w:r>
        <w:t>участие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60</w:t>
      </w:r>
      <w:r>
        <w:rPr>
          <w:spacing w:val="1"/>
        </w:rPr>
        <w:t xml:space="preserve"> </w:t>
      </w:r>
      <w:r>
        <w:t>%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конкурсах,</w:t>
      </w:r>
      <w:r>
        <w:rPr>
          <w:spacing w:val="1"/>
        </w:rPr>
        <w:t xml:space="preserve"> </w:t>
      </w:r>
      <w:r>
        <w:t>олимпиадах,</w:t>
      </w:r>
      <w:r>
        <w:rPr>
          <w:spacing w:val="1"/>
        </w:rPr>
        <w:t xml:space="preserve"> </w:t>
      </w:r>
      <w:r>
        <w:t>соревнованиях,</w:t>
      </w:r>
      <w:r>
        <w:rPr>
          <w:spacing w:val="1"/>
        </w:rPr>
        <w:t xml:space="preserve"> </w:t>
      </w:r>
      <w:r>
        <w:t>выставках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(муниципального,</w:t>
      </w:r>
      <w:r>
        <w:rPr>
          <w:spacing w:val="-1"/>
        </w:rPr>
        <w:t xml:space="preserve"> </w:t>
      </w:r>
      <w:r>
        <w:t>регионального, федерального);</w:t>
      </w:r>
    </w:p>
    <w:p w:rsidR="006650AD" w:rsidRDefault="006650AD">
      <w:pPr>
        <w:pStyle w:val="BodyText"/>
        <w:ind w:right="407" w:firstLine="707"/>
      </w:pPr>
      <w:r>
        <w:t>повышение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100%</w:t>
      </w:r>
      <w:r>
        <w:rPr>
          <w:spacing w:val="1"/>
        </w:rPr>
        <w:t xml:space="preserve"> </w:t>
      </w:r>
      <w:r>
        <w:t>педагогов,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адаптированные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общеобразовательным</w:t>
      </w:r>
      <w:r>
        <w:rPr>
          <w:spacing w:val="1"/>
        </w:rPr>
        <w:t xml:space="preserve"> </w:t>
      </w:r>
      <w:r>
        <w:t>программам,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-1"/>
        </w:rPr>
        <w:t xml:space="preserve"> </w:t>
      </w:r>
      <w:r>
        <w:t>возможностями здоровья;</w:t>
      </w:r>
    </w:p>
    <w:p w:rsidR="006650AD" w:rsidRDefault="006650AD">
      <w:pPr>
        <w:pStyle w:val="BodyText"/>
        <w:ind w:right="407" w:firstLine="707"/>
      </w:pPr>
      <w:r>
        <w:t>сохранение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адаптированным основным общеобразовательным программам, положительно оценивших</w:t>
      </w:r>
      <w:r>
        <w:rPr>
          <w:spacing w:val="-57"/>
        </w:rPr>
        <w:t xml:space="preserve"> </w:t>
      </w:r>
      <w:r>
        <w:t>качество услуг психолого-педагогической и консультативной помощи, от общего числа</w:t>
      </w:r>
      <w:r>
        <w:rPr>
          <w:spacing w:val="1"/>
        </w:rPr>
        <w:t xml:space="preserve"> </w:t>
      </w:r>
      <w:r>
        <w:t>обратившихся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получением</w:t>
      </w:r>
      <w:r>
        <w:rPr>
          <w:spacing w:val="1"/>
        </w:rPr>
        <w:t xml:space="preserve"> </w:t>
      </w:r>
      <w:r>
        <w:t>услуги</w:t>
      </w:r>
      <w:r>
        <w:rPr>
          <w:spacing w:val="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85 %.</w:t>
      </w:r>
    </w:p>
    <w:p w:rsidR="006650AD" w:rsidRDefault="006650AD">
      <w:pPr>
        <w:pStyle w:val="BodyText"/>
        <w:ind w:left="0"/>
        <w:jc w:val="left"/>
      </w:pPr>
    </w:p>
    <w:p w:rsidR="006650AD" w:rsidRDefault="006650AD">
      <w:pPr>
        <w:pStyle w:val="BodyText"/>
        <w:spacing w:before="1"/>
        <w:ind w:left="1250"/>
      </w:pPr>
      <w:r>
        <w:t>Целевые</w:t>
      </w:r>
      <w:r>
        <w:rPr>
          <w:spacing w:val="-5"/>
        </w:rPr>
        <w:t xml:space="preserve"> </w:t>
      </w:r>
      <w:r>
        <w:t>показатели</w:t>
      </w:r>
      <w:r>
        <w:rPr>
          <w:spacing w:val="-3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Подпрограммы</w:t>
      </w:r>
    </w:p>
    <w:p w:rsidR="006650AD" w:rsidRDefault="006650AD">
      <w:pPr>
        <w:pStyle w:val="BodyText"/>
        <w:spacing w:before="8"/>
        <w:ind w:left="0"/>
        <w:jc w:val="left"/>
      </w:pPr>
    </w:p>
    <w:tbl>
      <w:tblPr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0"/>
        <w:gridCol w:w="5240"/>
        <w:gridCol w:w="992"/>
        <w:gridCol w:w="991"/>
        <w:gridCol w:w="994"/>
        <w:gridCol w:w="991"/>
      </w:tblGrid>
      <w:tr w:rsidR="006650AD" w:rsidTr="00B87C9F">
        <w:trPr>
          <w:trHeight w:val="551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55"/>
              <w:rPr>
                <w:sz w:val="24"/>
              </w:rPr>
            </w:pPr>
            <w:r w:rsidRPr="00B87C9F">
              <w:rPr>
                <w:sz w:val="24"/>
              </w:rPr>
              <w:t>№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rPr>
                <w:sz w:val="24"/>
              </w:rPr>
            </w:pPr>
            <w:r w:rsidRPr="00B87C9F">
              <w:rPr>
                <w:sz w:val="24"/>
              </w:rPr>
              <w:t>п/п</w:t>
            </w:r>
          </w:p>
        </w:tc>
        <w:tc>
          <w:tcPr>
            <w:tcW w:w="5240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626"/>
              <w:rPr>
                <w:sz w:val="24"/>
              </w:rPr>
            </w:pPr>
            <w:r w:rsidRPr="00B87C9F">
              <w:rPr>
                <w:sz w:val="24"/>
              </w:rPr>
              <w:t>Наименование</w:t>
            </w:r>
            <w:r w:rsidRPr="00B87C9F">
              <w:rPr>
                <w:spacing w:val="-6"/>
                <w:sz w:val="24"/>
              </w:rPr>
              <w:t xml:space="preserve"> </w:t>
            </w:r>
            <w:r w:rsidRPr="00B87C9F">
              <w:rPr>
                <w:sz w:val="24"/>
              </w:rPr>
              <w:t>показателя</w:t>
            </w:r>
            <w:r w:rsidRPr="00B87C9F">
              <w:rPr>
                <w:spacing w:val="-6"/>
                <w:sz w:val="24"/>
              </w:rPr>
              <w:t xml:space="preserve"> </w:t>
            </w:r>
            <w:r w:rsidRPr="00B87C9F">
              <w:rPr>
                <w:sz w:val="24"/>
              </w:rPr>
              <w:t>(результата)</w:t>
            </w:r>
          </w:p>
        </w:tc>
        <w:tc>
          <w:tcPr>
            <w:tcW w:w="992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61" w:right="160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2021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55" w:right="14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2022</w:t>
            </w:r>
          </w:p>
        </w:tc>
        <w:tc>
          <w:tcPr>
            <w:tcW w:w="994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63" w:right="159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2023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55" w:right="14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2024</w:t>
            </w:r>
          </w:p>
        </w:tc>
      </w:tr>
      <w:tr w:rsidR="006650AD" w:rsidTr="00B87C9F">
        <w:trPr>
          <w:trHeight w:val="1932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179"/>
              <w:rPr>
                <w:sz w:val="24"/>
              </w:rPr>
            </w:pPr>
            <w:r w:rsidRPr="00B87C9F">
              <w:rPr>
                <w:sz w:val="24"/>
              </w:rPr>
              <w:t>1.</w:t>
            </w:r>
          </w:p>
        </w:tc>
        <w:tc>
          <w:tcPr>
            <w:tcW w:w="5240" w:type="dxa"/>
          </w:tcPr>
          <w:p w:rsidR="006650AD" w:rsidRPr="00B87C9F" w:rsidRDefault="006650AD" w:rsidP="00B87C9F">
            <w:pPr>
              <w:pStyle w:val="TableParagraph"/>
              <w:ind w:right="101"/>
              <w:jc w:val="both"/>
              <w:rPr>
                <w:sz w:val="24"/>
              </w:rPr>
            </w:pPr>
            <w:r w:rsidRPr="00B87C9F">
              <w:rPr>
                <w:sz w:val="24"/>
              </w:rPr>
              <w:t>Доля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АООП,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также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испытывающих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трудности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освоении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основных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общеобразовательных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развитии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социальной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адаптации,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охваченных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своевременной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качественной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педагогической</w:t>
            </w:r>
            <w:r w:rsidRPr="00B87C9F">
              <w:rPr>
                <w:spacing w:val="12"/>
                <w:sz w:val="24"/>
              </w:rPr>
              <w:t xml:space="preserve"> </w:t>
            </w:r>
            <w:r w:rsidRPr="00B87C9F">
              <w:rPr>
                <w:sz w:val="24"/>
              </w:rPr>
              <w:t>помощью,</w:t>
            </w:r>
            <w:r w:rsidRPr="00B87C9F">
              <w:rPr>
                <w:spacing w:val="15"/>
                <w:sz w:val="24"/>
              </w:rPr>
              <w:t xml:space="preserve"> </w:t>
            </w:r>
            <w:r w:rsidRPr="00B87C9F">
              <w:rPr>
                <w:sz w:val="24"/>
              </w:rPr>
              <w:t>от</w:t>
            </w:r>
            <w:r w:rsidRPr="00B87C9F">
              <w:rPr>
                <w:spacing w:val="15"/>
                <w:sz w:val="24"/>
              </w:rPr>
              <w:t xml:space="preserve"> </w:t>
            </w:r>
            <w:r w:rsidRPr="00B87C9F">
              <w:rPr>
                <w:sz w:val="24"/>
              </w:rPr>
              <w:t>общего</w:t>
            </w:r>
          </w:p>
          <w:p w:rsidR="006650AD" w:rsidRPr="00B87C9F" w:rsidRDefault="006650AD" w:rsidP="00B87C9F">
            <w:pPr>
              <w:pStyle w:val="TableParagraph"/>
              <w:spacing w:line="262" w:lineRule="exact"/>
              <w:jc w:val="both"/>
              <w:rPr>
                <w:sz w:val="24"/>
              </w:rPr>
            </w:pPr>
            <w:r w:rsidRPr="00B87C9F">
              <w:rPr>
                <w:sz w:val="24"/>
              </w:rPr>
              <w:t>числа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по</w:t>
            </w:r>
            <w:r w:rsidRPr="00B87C9F">
              <w:rPr>
                <w:spacing w:val="-5"/>
                <w:sz w:val="24"/>
              </w:rPr>
              <w:t xml:space="preserve"> </w:t>
            </w:r>
            <w:r w:rsidRPr="00B87C9F">
              <w:rPr>
                <w:sz w:val="24"/>
              </w:rPr>
              <w:t>АООП</w:t>
            </w:r>
          </w:p>
        </w:tc>
        <w:tc>
          <w:tcPr>
            <w:tcW w:w="992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162" w:right="160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155" w:right="14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  <w:tc>
          <w:tcPr>
            <w:tcW w:w="994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164" w:right="159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155" w:right="14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</w:tr>
      <w:tr w:rsidR="006650AD" w:rsidTr="00B87C9F">
        <w:trPr>
          <w:trHeight w:val="1382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179"/>
              <w:rPr>
                <w:sz w:val="24"/>
              </w:rPr>
            </w:pPr>
            <w:r w:rsidRPr="00B87C9F">
              <w:rPr>
                <w:sz w:val="24"/>
              </w:rPr>
              <w:t>2.</w:t>
            </w:r>
          </w:p>
        </w:tc>
        <w:tc>
          <w:tcPr>
            <w:tcW w:w="5240" w:type="dxa"/>
          </w:tcPr>
          <w:p w:rsidR="006650AD" w:rsidRPr="00B87C9F" w:rsidRDefault="006650AD" w:rsidP="00B87C9F">
            <w:pPr>
              <w:pStyle w:val="TableParagraph"/>
              <w:ind w:right="97"/>
              <w:jc w:val="both"/>
              <w:rPr>
                <w:sz w:val="24"/>
              </w:rPr>
            </w:pPr>
            <w:r w:rsidRPr="00B87C9F">
              <w:rPr>
                <w:sz w:val="24"/>
              </w:rPr>
              <w:t>Доля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ОВЗ,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участвующих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конкурсах,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олимпиадах,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соревнованиях,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выставках</w:t>
            </w:r>
            <w:r w:rsidRPr="00B87C9F">
              <w:rPr>
                <w:spacing w:val="16"/>
                <w:sz w:val="24"/>
              </w:rPr>
              <w:t xml:space="preserve"> </w:t>
            </w:r>
            <w:r w:rsidRPr="00B87C9F">
              <w:rPr>
                <w:sz w:val="24"/>
              </w:rPr>
              <w:t>различного</w:t>
            </w:r>
            <w:r w:rsidRPr="00B87C9F">
              <w:rPr>
                <w:spacing w:val="14"/>
                <w:sz w:val="24"/>
              </w:rPr>
              <w:t xml:space="preserve"> </w:t>
            </w:r>
            <w:r w:rsidRPr="00B87C9F">
              <w:rPr>
                <w:sz w:val="24"/>
              </w:rPr>
              <w:t>уровня</w:t>
            </w:r>
            <w:r w:rsidRPr="00B87C9F">
              <w:rPr>
                <w:spacing w:val="15"/>
                <w:sz w:val="24"/>
              </w:rPr>
              <w:t xml:space="preserve"> </w:t>
            </w:r>
            <w:r w:rsidRPr="00B87C9F">
              <w:rPr>
                <w:sz w:val="24"/>
              </w:rPr>
              <w:t>(муниципального,</w:t>
            </w:r>
          </w:p>
          <w:p w:rsidR="006650AD" w:rsidRPr="00B87C9F" w:rsidRDefault="006650AD" w:rsidP="00B87C9F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 w:rsidRPr="00B87C9F">
              <w:rPr>
                <w:sz w:val="24"/>
              </w:rPr>
              <w:t>регионального, федерального), от общего числа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по АООП</w:t>
            </w:r>
          </w:p>
        </w:tc>
        <w:tc>
          <w:tcPr>
            <w:tcW w:w="992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162" w:right="160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60 %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155" w:right="14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60%</w:t>
            </w:r>
          </w:p>
        </w:tc>
        <w:tc>
          <w:tcPr>
            <w:tcW w:w="994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164" w:right="159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60 %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155" w:right="14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60 %</w:t>
            </w:r>
          </w:p>
        </w:tc>
      </w:tr>
      <w:tr w:rsidR="006650AD" w:rsidTr="00B87C9F">
        <w:trPr>
          <w:trHeight w:val="1655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 w:rsidRPr="00B87C9F">
              <w:rPr>
                <w:sz w:val="24"/>
              </w:rPr>
              <w:t>3.</w:t>
            </w:r>
          </w:p>
        </w:tc>
        <w:tc>
          <w:tcPr>
            <w:tcW w:w="5240" w:type="dxa"/>
          </w:tcPr>
          <w:p w:rsidR="006650AD" w:rsidRPr="00B87C9F" w:rsidRDefault="006650AD" w:rsidP="00B87C9F">
            <w:pPr>
              <w:pStyle w:val="TableParagraph"/>
              <w:tabs>
                <w:tab w:val="left" w:pos="4145"/>
              </w:tabs>
              <w:ind w:right="95"/>
              <w:jc w:val="both"/>
              <w:rPr>
                <w:sz w:val="24"/>
              </w:rPr>
            </w:pPr>
            <w:r w:rsidRPr="00B87C9F">
              <w:rPr>
                <w:sz w:val="24"/>
              </w:rPr>
              <w:t>Доля педагогических работников (в том числе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специалистов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школьной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службы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психолого-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педагогического сопровождения), реализующих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адаптированные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основные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 xml:space="preserve">общеобразовательные   </w:t>
            </w:r>
            <w:r w:rsidRPr="00B87C9F">
              <w:rPr>
                <w:spacing w:val="31"/>
                <w:sz w:val="24"/>
              </w:rPr>
              <w:t xml:space="preserve"> </w:t>
            </w:r>
            <w:r w:rsidRPr="00B87C9F">
              <w:rPr>
                <w:sz w:val="24"/>
              </w:rPr>
              <w:t xml:space="preserve">программы   </w:t>
            </w:r>
            <w:r w:rsidRPr="00B87C9F">
              <w:rPr>
                <w:spacing w:val="32"/>
                <w:sz w:val="24"/>
              </w:rPr>
              <w:t xml:space="preserve"> </w:t>
            </w:r>
            <w:r w:rsidRPr="00B87C9F">
              <w:rPr>
                <w:sz w:val="24"/>
              </w:rPr>
              <w:t xml:space="preserve">(далее   </w:t>
            </w:r>
            <w:r w:rsidRPr="00B87C9F">
              <w:rPr>
                <w:spacing w:val="37"/>
                <w:sz w:val="24"/>
              </w:rPr>
              <w:t xml:space="preserve"> </w:t>
            </w:r>
            <w:r w:rsidRPr="00B87C9F">
              <w:rPr>
                <w:sz w:val="24"/>
              </w:rPr>
              <w:t>–</w:t>
            </w:r>
          </w:p>
          <w:p w:rsidR="006650AD" w:rsidRPr="00B87C9F" w:rsidRDefault="006650AD" w:rsidP="00B87C9F">
            <w:pPr>
              <w:pStyle w:val="TableParagraph"/>
              <w:tabs>
                <w:tab w:val="left" w:pos="2465"/>
                <w:tab w:val="left" w:pos="4176"/>
              </w:tabs>
              <w:ind w:right="98"/>
              <w:jc w:val="both"/>
              <w:rPr>
                <w:sz w:val="24"/>
              </w:rPr>
            </w:pPr>
            <w:r w:rsidRPr="00B87C9F">
              <w:rPr>
                <w:sz w:val="24"/>
              </w:rPr>
              <w:t>АООП),</w:t>
            </w:r>
            <w:r w:rsidRPr="00B87C9F">
              <w:rPr>
                <w:spacing w:val="40"/>
                <w:sz w:val="24"/>
              </w:rPr>
              <w:t xml:space="preserve"> </w:t>
            </w:r>
            <w:r w:rsidRPr="00B87C9F">
              <w:rPr>
                <w:sz w:val="24"/>
              </w:rPr>
              <w:t>прошедших</w:t>
            </w:r>
            <w:r w:rsidRPr="00B87C9F">
              <w:rPr>
                <w:spacing w:val="44"/>
                <w:sz w:val="24"/>
              </w:rPr>
              <w:t xml:space="preserve"> </w:t>
            </w:r>
            <w:r w:rsidRPr="00B87C9F">
              <w:rPr>
                <w:sz w:val="24"/>
              </w:rPr>
              <w:t>повышение</w:t>
            </w:r>
            <w:r w:rsidRPr="00B87C9F">
              <w:rPr>
                <w:spacing w:val="41"/>
                <w:sz w:val="24"/>
              </w:rPr>
              <w:t xml:space="preserve"> </w:t>
            </w:r>
            <w:r w:rsidRPr="00B87C9F">
              <w:rPr>
                <w:sz w:val="24"/>
              </w:rPr>
              <w:t>квалификации по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программам,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направленным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совершенствование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психолого-педагогического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сопровождение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детей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ограниченными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возможностями</w:t>
            </w:r>
            <w:r w:rsidRPr="00B87C9F">
              <w:rPr>
                <w:sz w:val="24"/>
              </w:rPr>
              <w:tab/>
              <w:t>здоровья,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обучение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технологиям работы с детьми с ОВЗ, от общего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числа</w:t>
            </w:r>
            <w:r w:rsidRPr="00B87C9F">
              <w:rPr>
                <w:spacing w:val="50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педагогических</w:t>
            </w:r>
            <w:r w:rsidRPr="00B87C9F">
              <w:rPr>
                <w:spacing w:val="53"/>
                <w:sz w:val="24"/>
              </w:rPr>
              <w:t xml:space="preserve"> </w:t>
            </w:r>
            <w:r w:rsidRPr="00B87C9F">
              <w:rPr>
                <w:sz w:val="24"/>
              </w:rPr>
              <w:t>работников</w:t>
            </w:r>
            <w:r w:rsidRPr="00B87C9F">
              <w:rPr>
                <w:spacing w:val="50"/>
                <w:sz w:val="24"/>
              </w:rPr>
              <w:t xml:space="preserve"> </w:t>
            </w:r>
            <w:r w:rsidRPr="00B87C9F">
              <w:rPr>
                <w:sz w:val="24"/>
              </w:rPr>
              <w:t>ОО,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B87C9F">
              <w:rPr>
                <w:sz w:val="24"/>
              </w:rPr>
              <w:t>реализующих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АООП</w:t>
            </w:r>
          </w:p>
        </w:tc>
        <w:tc>
          <w:tcPr>
            <w:tcW w:w="992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62" w:right="160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55" w:right="14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  <w:tc>
          <w:tcPr>
            <w:tcW w:w="994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64" w:right="159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55" w:right="14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</w:tr>
    </w:tbl>
    <w:p w:rsidR="006650AD" w:rsidRDefault="006650AD">
      <w:pPr>
        <w:spacing w:line="268" w:lineRule="exact"/>
        <w:jc w:val="center"/>
        <w:rPr>
          <w:sz w:val="24"/>
        </w:rPr>
        <w:sectPr w:rsidR="006650AD">
          <w:pgSz w:w="11910" w:h="16840"/>
          <w:pgMar w:top="1040" w:right="440" w:bottom="1200" w:left="1160" w:header="0" w:footer="976" w:gutter="0"/>
          <w:cols w:space="720"/>
        </w:sectPr>
      </w:pPr>
    </w:p>
    <w:tbl>
      <w:tblPr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0"/>
        <w:gridCol w:w="5240"/>
        <w:gridCol w:w="992"/>
        <w:gridCol w:w="991"/>
        <w:gridCol w:w="994"/>
        <w:gridCol w:w="991"/>
      </w:tblGrid>
      <w:tr w:rsidR="006650AD" w:rsidTr="00B87C9F">
        <w:trPr>
          <w:trHeight w:val="1655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ind w:left="179"/>
              <w:rPr>
                <w:sz w:val="24"/>
              </w:rPr>
            </w:pPr>
            <w:r w:rsidRPr="00B87C9F">
              <w:rPr>
                <w:sz w:val="24"/>
              </w:rPr>
              <w:t>4.</w:t>
            </w:r>
          </w:p>
        </w:tc>
        <w:tc>
          <w:tcPr>
            <w:tcW w:w="5240" w:type="dxa"/>
          </w:tcPr>
          <w:p w:rsidR="006650AD" w:rsidRPr="00B87C9F" w:rsidRDefault="006650AD" w:rsidP="00B87C9F">
            <w:pPr>
              <w:pStyle w:val="TableParagraph"/>
              <w:ind w:right="94"/>
              <w:jc w:val="both"/>
              <w:rPr>
                <w:sz w:val="24"/>
              </w:rPr>
            </w:pPr>
            <w:r w:rsidRPr="00B87C9F">
              <w:rPr>
                <w:sz w:val="24"/>
              </w:rPr>
              <w:t>Доля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родителей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(законных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представителей)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АООП,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положительно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оценивших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качество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услуг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психолого-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педагогической</w:t>
            </w:r>
            <w:r w:rsidRPr="00B87C9F">
              <w:rPr>
                <w:spacing w:val="38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39"/>
                <w:sz w:val="24"/>
              </w:rPr>
              <w:t xml:space="preserve"> </w:t>
            </w:r>
            <w:r w:rsidRPr="00B87C9F">
              <w:rPr>
                <w:sz w:val="24"/>
              </w:rPr>
              <w:t>консультативной</w:t>
            </w:r>
            <w:r w:rsidRPr="00B87C9F">
              <w:rPr>
                <w:spacing w:val="39"/>
                <w:sz w:val="24"/>
              </w:rPr>
              <w:t xml:space="preserve"> </w:t>
            </w:r>
            <w:r w:rsidRPr="00B87C9F">
              <w:rPr>
                <w:sz w:val="24"/>
              </w:rPr>
              <w:t>помощи,</w:t>
            </w:r>
            <w:r w:rsidRPr="00B87C9F">
              <w:rPr>
                <w:spacing w:val="37"/>
                <w:sz w:val="24"/>
              </w:rPr>
              <w:t xml:space="preserve"> </w:t>
            </w:r>
            <w:r w:rsidRPr="00B87C9F">
              <w:rPr>
                <w:sz w:val="24"/>
              </w:rPr>
              <w:t>от</w:t>
            </w:r>
          </w:p>
          <w:p w:rsidR="006650AD" w:rsidRPr="00B87C9F" w:rsidRDefault="006650AD" w:rsidP="00B87C9F">
            <w:pPr>
              <w:pStyle w:val="TableParagraph"/>
              <w:spacing w:line="270" w:lineRule="atLeast"/>
              <w:ind w:right="102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общего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числа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обратившихся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за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получением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услуги</w:t>
            </w:r>
          </w:p>
        </w:tc>
        <w:tc>
          <w:tcPr>
            <w:tcW w:w="992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ind w:left="242"/>
              <w:rPr>
                <w:sz w:val="24"/>
              </w:rPr>
            </w:pPr>
            <w:r w:rsidRPr="00B87C9F">
              <w:rPr>
                <w:sz w:val="24"/>
              </w:rPr>
              <w:t>85 %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ind w:left="244"/>
              <w:rPr>
                <w:sz w:val="24"/>
              </w:rPr>
            </w:pPr>
            <w:r w:rsidRPr="00B87C9F">
              <w:rPr>
                <w:sz w:val="24"/>
              </w:rPr>
              <w:t>85 %</w:t>
            </w:r>
          </w:p>
        </w:tc>
        <w:tc>
          <w:tcPr>
            <w:tcW w:w="994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ind w:left="244"/>
              <w:rPr>
                <w:sz w:val="24"/>
              </w:rPr>
            </w:pPr>
            <w:r w:rsidRPr="00B87C9F">
              <w:rPr>
                <w:sz w:val="24"/>
              </w:rPr>
              <w:t>85 %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ind w:left="244"/>
              <w:rPr>
                <w:sz w:val="24"/>
              </w:rPr>
            </w:pPr>
            <w:r w:rsidRPr="00B87C9F">
              <w:rPr>
                <w:sz w:val="24"/>
              </w:rPr>
              <w:t>85 %</w:t>
            </w:r>
          </w:p>
        </w:tc>
      </w:tr>
    </w:tbl>
    <w:p w:rsidR="006650AD" w:rsidRDefault="006650AD">
      <w:pPr>
        <w:pStyle w:val="BodyText"/>
        <w:ind w:left="0"/>
        <w:jc w:val="left"/>
        <w:rPr>
          <w:sz w:val="15"/>
        </w:rPr>
      </w:pPr>
    </w:p>
    <w:p w:rsidR="006650AD" w:rsidRDefault="006650AD">
      <w:pPr>
        <w:pStyle w:val="BodyText"/>
        <w:spacing w:before="90"/>
        <w:ind w:left="1261"/>
        <w:jc w:val="left"/>
      </w:pPr>
      <w:r>
        <w:t>План</w:t>
      </w:r>
      <w:r>
        <w:rPr>
          <w:spacing w:val="-5"/>
        </w:rPr>
        <w:t xml:space="preserve"> </w:t>
      </w:r>
      <w:r>
        <w:t>мероприятий</w:t>
      </w:r>
      <w:r>
        <w:rPr>
          <w:spacing w:val="-4"/>
        </w:rPr>
        <w:t xml:space="preserve"> </w:t>
      </w:r>
      <w:r>
        <w:t>(«дорожная</w:t>
      </w:r>
      <w:r>
        <w:rPr>
          <w:spacing w:val="-4"/>
        </w:rPr>
        <w:t xml:space="preserve"> </w:t>
      </w:r>
      <w:r>
        <w:t>карта»)</w:t>
      </w:r>
      <w:r>
        <w:rPr>
          <w:spacing w:val="-4"/>
        </w:rPr>
        <w:t xml:space="preserve"> </w:t>
      </w:r>
      <w:r>
        <w:t>Подпрограммы</w:t>
      </w:r>
    </w:p>
    <w:p w:rsidR="006650AD" w:rsidRDefault="006650AD">
      <w:pPr>
        <w:pStyle w:val="BodyText"/>
        <w:spacing w:before="9"/>
        <w:ind w:left="0"/>
        <w:jc w:val="left"/>
      </w:pPr>
    </w:p>
    <w:tbl>
      <w:tblPr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0"/>
        <w:gridCol w:w="4424"/>
        <w:gridCol w:w="1268"/>
        <w:gridCol w:w="1246"/>
        <w:gridCol w:w="2096"/>
      </w:tblGrid>
      <w:tr w:rsidR="006650AD" w:rsidTr="00B87C9F">
        <w:trPr>
          <w:trHeight w:val="275"/>
        </w:trPr>
        <w:tc>
          <w:tcPr>
            <w:tcW w:w="540" w:type="dxa"/>
            <w:vMerge w:val="restart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55"/>
              <w:rPr>
                <w:sz w:val="24"/>
              </w:rPr>
            </w:pPr>
            <w:r w:rsidRPr="00B87C9F">
              <w:rPr>
                <w:sz w:val="24"/>
              </w:rPr>
              <w:t>№</w:t>
            </w:r>
          </w:p>
          <w:p w:rsidR="006650AD" w:rsidRPr="00B87C9F" w:rsidRDefault="006650AD" w:rsidP="00B87C9F">
            <w:pPr>
              <w:pStyle w:val="TableParagraph"/>
              <w:spacing w:line="273" w:lineRule="exact"/>
              <w:rPr>
                <w:sz w:val="24"/>
              </w:rPr>
            </w:pPr>
            <w:r w:rsidRPr="00B87C9F">
              <w:rPr>
                <w:sz w:val="24"/>
              </w:rPr>
              <w:t>п/п</w:t>
            </w:r>
          </w:p>
        </w:tc>
        <w:tc>
          <w:tcPr>
            <w:tcW w:w="4424" w:type="dxa"/>
            <w:vMerge w:val="restart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520"/>
              <w:rPr>
                <w:sz w:val="24"/>
              </w:rPr>
            </w:pPr>
            <w:r w:rsidRPr="00B87C9F">
              <w:rPr>
                <w:sz w:val="24"/>
              </w:rPr>
              <w:t>Наименование</w:t>
            </w:r>
            <w:r w:rsidRPr="00B87C9F">
              <w:rPr>
                <w:spacing w:val="-5"/>
                <w:sz w:val="24"/>
              </w:rPr>
              <w:t xml:space="preserve"> </w:t>
            </w:r>
            <w:r w:rsidRPr="00B87C9F">
              <w:rPr>
                <w:sz w:val="24"/>
              </w:rPr>
              <w:t>мероприятия</w:t>
            </w:r>
          </w:p>
        </w:tc>
        <w:tc>
          <w:tcPr>
            <w:tcW w:w="2514" w:type="dxa"/>
            <w:gridSpan w:val="2"/>
          </w:tcPr>
          <w:p w:rsidR="006650AD" w:rsidRPr="00B87C9F" w:rsidRDefault="006650AD" w:rsidP="00B87C9F">
            <w:pPr>
              <w:pStyle w:val="TableParagraph"/>
              <w:spacing w:line="256" w:lineRule="exact"/>
              <w:ind w:left="319"/>
              <w:rPr>
                <w:sz w:val="24"/>
              </w:rPr>
            </w:pPr>
            <w:r w:rsidRPr="00B87C9F">
              <w:rPr>
                <w:sz w:val="24"/>
              </w:rPr>
              <w:t>Сроки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реализации</w:t>
            </w:r>
          </w:p>
        </w:tc>
        <w:tc>
          <w:tcPr>
            <w:tcW w:w="2096" w:type="dxa"/>
            <w:vMerge w:val="restart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235" w:right="229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Ответственный</w:t>
            </w:r>
          </w:p>
          <w:p w:rsidR="006650AD" w:rsidRPr="00B87C9F" w:rsidRDefault="006650AD" w:rsidP="00B87C9F">
            <w:pPr>
              <w:pStyle w:val="TableParagraph"/>
              <w:spacing w:line="273" w:lineRule="exact"/>
              <w:ind w:left="234" w:right="229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исполнитель</w:t>
            </w:r>
          </w:p>
        </w:tc>
      </w:tr>
      <w:tr w:rsidR="006650AD" w:rsidTr="00B87C9F">
        <w:trPr>
          <w:trHeight w:val="275"/>
        </w:trPr>
        <w:tc>
          <w:tcPr>
            <w:tcW w:w="540" w:type="dxa"/>
            <w:vMerge/>
            <w:tcBorders>
              <w:top w:val="nil"/>
            </w:tcBorders>
          </w:tcPr>
          <w:p w:rsidR="006650AD" w:rsidRPr="00B87C9F" w:rsidRDefault="006650AD">
            <w:pPr>
              <w:rPr>
                <w:sz w:val="2"/>
                <w:szCs w:val="2"/>
              </w:rPr>
            </w:pPr>
          </w:p>
        </w:tc>
        <w:tc>
          <w:tcPr>
            <w:tcW w:w="4424" w:type="dxa"/>
            <w:vMerge/>
            <w:tcBorders>
              <w:top w:val="nil"/>
            </w:tcBorders>
          </w:tcPr>
          <w:p w:rsidR="006650AD" w:rsidRPr="00B87C9F" w:rsidRDefault="006650AD">
            <w:pPr>
              <w:rPr>
                <w:sz w:val="2"/>
                <w:szCs w:val="2"/>
              </w:rPr>
            </w:pPr>
          </w:p>
        </w:tc>
        <w:tc>
          <w:tcPr>
            <w:tcW w:w="1268" w:type="dxa"/>
          </w:tcPr>
          <w:p w:rsidR="006650AD" w:rsidRPr="00B87C9F" w:rsidRDefault="006650AD" w:rsidP="00B87C9F">
            <w:pPr>
              <w:pStyle w:val="TableParagraph"/>
              <w:spacing w:line="256" w:lineRule="exact"/>
              <w:ind w:left="309"/>
              <w:rPr>
                <w:sz w:val="24"/>
              </w:rPr>
            </w:pPr>
            <w:r w:rsidRPr="00B87C9F">
              <w:rPr>
                <w:sz w:val="24"/>
              </w:rPr>
              <w:t>c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2021</w:t>
            </w:r>
          </w:p>
        </w:tc>
        <w:tc>
          <w:tcPr>
            <w:tcW w:w="1246" w:type="dxa"/>
          </w:tcPr>
          <w:p w:rsidR="006650AD" w:rsidRPr="00B87C9F" w:rsidRDefault="006650AD" w:rsidP="00B87C9F">
            <w:pPr>
              <w:pStyle w:val="TableParagraph"/>
              <w:spacing w:line="256" w:lineRule="exact"/>
              <w:ind w:left="227"/>
              <w:rPr>
                <w:sz w:val="24"/>
              </w:rPr>
            </w:pPr>
            <w:r w:rsidRPr="00B87C9F">
              <w:rPr>
                <w:sz w:val="24"/>
              </w:rPr>
              <w:t>по 2024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 w:rsidR="006650AD" w:rsidRPr="00B87C9F" w:rsidRDefault="006650AD">
            <w:pPr>
              <w:rPr>
                <w:sz w:val="2"/>
                <w:szCs w:val="2"/>
              </w:rPr>
            </w:pPr>
          </w:p>
        </w:tc>
      </w:tr>
      <w:tr w:rsidR="006650AD" w:rsidTr="00B87C9F">
        <w:trPr>
          <w:trHeight w:val="2483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1.</w:t>
            </w:r>
          </w:p>
        </w:tc>
        <w:tc>
          <w:tcPr>
            <w:tcW w:w="4424" w:type="dxa"/>
          </w:tcPr>
          <w:p w:rsidR="006650AD" w:rsidRPr="00B87C9F" w:rsidRDefault="006650AD" w:rsidP="00B87C9F">
            <w:pPr>
              <w:pStyle w:val="TableParagraph"/>
              <w:tabs>
                <w:tab w:val="left" w:pos="1218"/>
                <w:tab w:val="left" w:pos="1277"/>
                <w:tab w:val="left" w:pos="1863"/>
                <w:tab w:val="left" w:pos="1980"/>
                <w:tab w:val="left" w:pos="2324"/>
                <w:tab w:val="left" w:pos="2697"/>
                <w:tab w:val="left" w:pos="2960"/>
                <w:tab w:val="left" w:pos="3316"/>
                <w:tab w:val="left" w:pos="3473"/>
              </w:tabs>
              <w:ind w:right="96"/>
              <w:rPr>
                <w:sz w:val="24"/>
              </w:rPr>
            </w:pPr>
            <w:r w:rsidRPr="00B87C9F">
              <w:rPr>
                <w:sz w:val="24"/>
              </w:rPr>
              <w:t>Экспертиза</w:t>
            </w:r>
            <w:r w:rsidRPr="00B87C9F">
              <w:rPr>
                <w:spacing w:val="15"/>
                <w:sz w:val="24"/>
              </w:rPr>
              <w:t xml:space="preserve"> </w:t>
            </w:r>
            <w:r w:rsidRPr="00B87C9F">
              <w:rPr>
                <w:sz w:val="24"/>
              </w:rPr>
              <w:t>(в</w:t>
            </w:r>
            <w:r w:rsidRPr="00B87C9F">
              <w:rPr>
                <w:spacing w:val="15"/>
                <w:sz w:val="24"/>
              </w:rPr>
              <w:t xml:space="preserve"> </w:t>
            </w:r>
            <w:r w:rsidRPr="00B87C9F">
              <w:rPr>
                <w:sz w:val="24"/>
              </w:rPr>
              <w:t>том</w:t>
            </w:r>
            <w:r w:rsidRPr="00B87C9F">
              <w:rPr>
                <w:spacing w:val="15"/>
                <w:sz w:val="24"/>
              </w:rPr>
              <w:t xml:space="preserve"> </w:t>
            </w:r>
            <w:r w:rsidRPr="00B87C9F">
              <w:rPr>
                <w:sz w:val="24"/>
              </w:rPr>
              <w:t>числе</w:t>
            </w:r>
            <w:r w:rsidRPr="00B87C9F">
              <w:rPr>
                <w:spacing w:val="19"/>
                <w:sz w:val="24"/>
              </w:rPr>
              <w:t xml:space="preserve"> </w:t>
            </w:r>
            <w:r w:rsidRPr="00B87C9F">
              <w:rPr>
                <w:sz w:val="24"/>
              </w:rPr>
              <w:t>независимая)</w:t>
            </w:r>
            <w:r w:rsidRPr="00B87C9F">
              <w:rPr>
                <w:spacing w:val="15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актуализация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  <w:t>рабочих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программ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учебных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  <w:t>предметов,</w:t>
            </w:r>
            <w:r w:rsidRPr="00B87C9F">
              <w:rPr>
                <w:sz w:val="24"/>
              </w:rPr>
              <w:tab/>
              <w:t>коррекционных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курсов</w:t>
            </w:r>
            <w:r w:rsidRPr="00B87C9F">
              <w:rPr>
                <w:sz w:val="24"/>
              </w:rPr>
              <w:tab/>
              <w:t>АООП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  <w:t>на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  <w:t>соответствие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требованиям</w:t>
            </w:r>
            <w:r w:rsidRPr="00B87C9F">
              <w:rPr>
                <w:sz w:val="24"/>
              </w:rPr>
              <w:tab/>
              <w:t>ФГОС,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наличие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коррекционно-развивающих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технологий,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возможности</w:t>
            </w:r>
          </w:p>
          <w:p w:rsidR="006650AD" w:rsidRPr="00B87C9F" w:rsidRDefault="006650AD" w:rsidP="00B87C9F">
            <w:pPr>
              <w:pStyle w:val="TableParagraph"/>
              <w:tabs>
                <w:tab w:val="left" w:pos="3415"/>
              </w:tabs>
              <w:spacing w:line="270" w:lineRule="atLeast"/>
              <w:ind w:right="96"/>
              <w:rPr>
                <w:sz w:val="24"/>
              </w:rPr>
            </w:pPr>
            <w:r w:rsidRPr="00B87C9F">
              <w:rPr>
                <w:sz w:val="24"/>
              </w:rPr>
              <w:t>индивидуального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подхода,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адаптированных оценочных средств</w:t>
            </w:r>
          </w:p>
        </w:tc>
        <w:tc>
          <w:tcPr>
            <w:tcW w:w="1268" w:type="dxa"/>
          </w:tcPr>
          <w:p w:rsidR="006650AD" w:rsidRPr="00B87C9F" w:rsidRDefault="006650AD" w:rsidP="00B87C9F">
            <w:pPr>
              <w:pStyle w:val="TableParagraph"/>
              <w:ind w:right="171"/>
              <w:rPr>
                <w:sz w:val="24"/>
              </w:rPr>
            </w:pPr>
            <w:r w:rsidRPr="00B87C9F">
              <w:rPr>
                <w:sz w:val="24"/>
              </w:rPr>
              <w:t>Август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pacing w:val="-1"/>
                <w:sz w:val="24"/>
              </w:rPr>
              <w:t>ежегодно</w:t>
            </w:r>
          </w:p>
        </w:tc>
        <w:tc>
          <w:tcPr>
            <w:tcW w:w="1246" w:type="dxa"/>
          </w:tcPr>
          <w:p w:rsidR="006650AD" w:rsidRPr="00B87C9F" w:rsidRDefault="006650AD" w:rsidP="00B87C9F">
            <w:pPr>
              <w:pStyle w:val="TableParagraph"/>
              <w:ind w:right="149"/>
              <w:rPr>
                <w:sz w:val="24"/>
              </w:rPr>
            </w:pPr>
            <w:r w:rsidRPr="00B87C9F">
              <w:rPr>
                <w:sz w:val="24"/>
              </w:rPr>
              <w:t>Август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pacing w:val="-1"/>
                <w:sz w:val="24"/>
              </w:rPr>
              <w:t>ежегодно</w:t>
            </w:r>
          </w:p>
        </w:tc>
        <w:tc>
          <w:tcPr>
            <w:tcW w:w="2096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Директор</w:t>
            </w:r>
          </w:p>
          <w:p w:rsidR="006650AD" w:rsidRPr="00B87C9F" w:rsidRDefault="006650AD" w:rsidP="00B87C9F">
            <w:pPr>
              <w:pStyle w:val="TableParagraph"/>
              <w:ind w:right="96"/>
              <w:rPr>
                <w:sz w:val="24"/>
              </w:rPr>
            </w:pPr>
          </w:p>
        </w:tc>
      </w:tr>
      <w:tr w:rsidR="006650AD" w:rsidTr="00B87C9F">
        <w:trPr>
          <w:trHeight w:val="2483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2.</w:t>
            </w:r>
          </w:p>
        </w:tc>
        <w:tc>
          <w:tcPr>
            <w:tcW w:w="4424" w:type="dxa"/>
          </w:tcPr>
          <w:p w:rsidR="006650AD" w:rsidRPr="00B87C9F" w:rsidRDefault="006650AD" w:rsidP="00667E41">
            <w:pPr>
              <w:pStyle w:val="TableParagraph"/>
              <w:ind w:right="97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Организация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системы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внеурочной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деятельности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(в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том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числе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коррекционно-развивающих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курсов)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обучающимися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ОВЗ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учетом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требований</w:t>
            </w:r>
            <w:r w:rsidRPr="00B87C9F">
              <w:rPr>
                <w:spacing w:val="46"/>
                <w:sz w:val="24"/>
              </w:rPr>
              <w:t xml:space="preserve"> </w:t>
            </w:r>
            <w:r w:rsidRPr="00B87C9F">
              <w:rPr>
                <w:sz w:val="24"/>
              </w:rPr>
              <w:t>ФГОС</w:t>
            </w:r>
            <w:r w:rsidRPr="00B87C9F">
              <w:rPr>
                <w:spacing w:val="48"/>
                <w:sz w:val="24"/>
              </w:rPr>
              <w:t xml:space="preserve"> </w:t>
            </w:r>
            <w:r w:rsidRPr="00B87C9F">
              <w:rPr>
                <w:sz w:val="24"/>
              </w:rPr>
              <w:t>НОО</w:t>
            </w:r>
            <w:r w:rsidRPr="00B87C9F">
              <w:rPr>
                <w:spacing w:val="45"/>
                <w:sz w:val="24"/>
              </w:rPr>
              <w:t xml:space="preserve"> </w:t>
            </w:r>
            <w:r w:rsidRPr="00B87C9F">
              <w:rPr>
                <w:sz w:val="24"/>
              </w:rPr>
              <w:t>ОВЗ,</w:t>
            </w:r>
            <w:r w:rsidRPr="00B87C9F">
              <w:rPr>
                <w:spacing w:val="45"/>
                <w:sz w:val="24"/>
              </w:rPr>
              <w:t xml:space="preserve"> </w:t>
            </w:r>
            <w:r w:rsidRPr="00B87C9F">
              <w:rPr>
                <w:sz w:val="24"/>
              </w:rPr>
              <w:t>ФГОС</w:t>
            </w:r>
          </w:p>
          <w:p w:rsidR="006650AD" w:rsidRPr="00B87C9F" w:rsidRDefault="006650AD" w:rsidP="00667E41">
            <w:pPr>
              <w:pStyle w:val="TableParagraph"/>
              <w:tabs>
                <w:tab w:val="left" w:pos="1218"/>
                <w:tab w:val="left" w:pos="1277"/>
                <w:tab w:val="left" w:pos="1863"/>
                <w:tab w:val="left" w:pos="1980"/>
                <w:tab w:val="left" w:pos="2324"/>
                <w:tab w:val="left" w:pos="2697"/>
                <w:tab w:val="left" w:pos="2960"/>
                <w:tab w:val="left" w:pos="3316"/>
                <w:tab w:val="left" w:pos="3473"/>
              </w:tabs>
              <w:ind w:right="96"/>
              <w:rPr>
                <w:sz w:val="24"/>
              </w:rPr>
            </w:pPr>
            <w:r w:rsidRPr="00B87C9F">
              <w:rPr>
                <w:sz w:val="24"/>
              </w:rPr>
              <w:t>ООО.</w:t>
            </w:r>
          </w:p>
        </w:tc>
        <w:tc>
          <w:tcPr>
            <w:tcW w:w="1268" w:type="dxa"/>
          </w:tcPr>
          <w:p w:rsidR="006650AD" w:rsidRPr="00B87C9F" w:rsidRDefault="006650AD" w:rsidP="00B87C9F">
            <w:pPr>
              <w:pStyle w:val="TableParagraph"/>
              <w:ind w:right="171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pacing w:val="12"/>
                <w:sz w:val="24"/>
              </w:rPr>
              <w:t xml:space="preserve"> </w:t>
            </w:r>
            <w:r w:rsidRPr="00B87C9F">
              <w:rPr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246" w:type="dxa"/>
          </w:tcPr>
          <w:p w:rsidR="006650AD" w:rsidRPr="00B87C9F" w:rsidRDefault="006650AD" w:rsidP="00B87C9F">
            <w:pPr>
              <w:pStyle w:val="TableParagraph"/>
              <w:ind w:right="149"/>
              <w:rPr>
                <w:sz w:val="24"/>
              </w:rPr>
            </w:pPr>
            <w:r w:rsidRPr="00B87C9F">
              <w:rPr>
                <w:sz w:val="24"/>
              </w:rPr>
              <w:t>В 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2096" w:type="dxa"/>
          </w:tcPr>
          <w:p w:rsidR="006650AD" w:rsidRPr="00B87C9F" w:rsidRDefault="006650AD" w:rsidP="00667E41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Директор</w:t>
            </w:r>
          </w:p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6650AD" w:rsidTr="00B87C9F">
        <w:trPr>
          <w:trHeight w:val="1655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3.</w:t>
            </w:r>
          </w:p>
        </w:tc>
        <w:tc>
          <w:tcPr>
            <w:tcW w:w="4424" w:type="dxa"/>
          </w:tcPr>
          <w:p w:rsidR="006650AD" w:rsidRPr="00B87C9F" w:rsidRDefault="006650AD" w:rsidP="00B87C9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Обеспечение педагогического сопровождения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ОВЗ,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имеющих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трудности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освоении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общеобразовательных программ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(организация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работы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логопедической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службы)</w:t>
            </w:r>
          </w:p>
        </w:tc>
        <w:tc>
          <w:tcPr>
            <w:tcW w:w="1268" w:type="dxa"/>
          </w:tcPr>
          <w:p w:rsidR="006650AD" w:rsidRPr="00B87C9F" w:rsidRDefault="006650AD" w:rsidP="00B87C9F">
            <w:pPr>
              <w:pStyle w:val="TableParagraph"/>
              <w:ind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pacing w:val="12"/>
                <w:sz w:val="24"/>
              </w:rPr>
              <w:t xml:space="preserve"> </w:t>
            </w:r>
            <w:r w:rsidRPr="00B87C9F">
              <w:rPr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246" w:type="dxa"/>
          </w:tcPr>
          <w:p w:rsidR="006650AD" w:rsidRPr="00B87C9F" w:rsidRDefault="006650AD" w:rsidP="00B87C9F">
            <w:pPr>
              <w:pStyle w:val="TableParagraph"/>
              <w:ind w:right="86"/>
              <w:rPr>
                <w:sz w:val="24"/>
              </w:rPr>
            </w:pPr>
            <w:r w:rsidRPr="00B87C9F">
              <w:rPr>
                <w:sz w:val="24"/>
              </w:rPr>
              <w:t>В 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2096" w:type="dxa"/>
          </w:tcPr>
          <w:p w:rsidR="006650AD" w:rsidRPr="00B87C9F" w:rsidRDefault="006650AD" w:rsidP="00667E41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Директор</w:t>
            </w:r>
          </w:p>
        </w:tc>
      </w:tr>
      <w:tr w:rsidR="006650AD" w:rsidTr="00667E41">
        <w:trPr>
          <w:trHeight w:val="1326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424" w:type="dxa"/>
          </w:tcPr>
          <w:p w:rsidR="006650AD" w:rsidRPr="00B87C9F" w:rsidRDefault="006650AD" w:rsidP="00667E41">
            <w:pPr>
              <w:pStyle w:val="TableParagraph"/>
              <w:tabs>
                <w:tab w:val="left" w:pos="2765"/>
                <w:tab w:val="left" w:pos="3161"/>
              </w:tabs>
              <w:ind w:right="96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Обеспечение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своевременной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профессиональной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3"/>
                <w:sz w:val="24"/>
              </w:rPr>
              <w:t>подготовки</w:t>
            </w:r>
          </w:p>
          <w:p w:rsidR="006650AD" w:rsidRPr="00B87C9F" w:rsidRDefault="006650AD" w:rsidP="00667E41">
            <w:pPr>
              <w:pStyle w:val="TableParagraph"/>
              <w:tabs>
                <w:tab w:val="left" w:pos="2605"/>
                <w:tab w:val="left" w:pos="2722"/>
                <w:tab w:val="left" w:pos="3173"/>
                <w:tab w:val="left" w:pos="3317"/>
              </w:tabs>
              <w:ind w:right="92"/>
              <w:jc w:val="both"/>
              <w:rPr>
                <w:sz w:val="24"/>
              </w:rPr>
            </w:pPr>
            <w:r w:rsidRPr="00B87C9F">
              <w:rPr>
                <w:sz w:val="24"/>
              </w:rPr>
              <w:t>педагогических</w:t>
            </w:r>
            <w:r w:rsidRPr="00B87C9F">
              <w:rPr>
                <w:sz w:val="24"/>
              </w:rPr>
              <w:tab/>
              <w:t>работников,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реализующих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АООП.</w:t>
            </w:r>
          </w:p>
        </w:tc>
        <w:tc>
          <w:tcPr>
            <w:tcW w:w="1268" w:type="dxa"/>
          </w:tcPr>
          <w:p w:rsidR="006650AD" w:rsidRPr="00B87C9F" w:rsidRDefault="006650AD" w:rsidP="00B87C9F">
            <w:pPr>
              <w:pStyle w:val="TableParagraph"/>
              <w:ind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pacing w:val="13"/>
                <w:sz w:val="24"/>
              </w:rPr>
              <w:t xml:space="preserve"> </w:t>
            </w:r>
            <w:r w:rsidRPr="00B87C9F">
              <w:rPr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246" w:type="dxa"/>
          </w:tcPr>
          <w:p w:rsidR="006650AD" w:rsidRPr="00B87C9F" w:rsidRDefault="006650AD" w:rsidP="00B87C9F">
            <w:pPr>
              <w:pStyle w:val="TableParagraph"/>
              <w:ind w:right="86"/>
              <w:rPr>
                <w:sz w:val="24"/>
              </w:rPr>
            </w:pPr>
            <w:r w:rsidRPr="00B87C9F">
              <w:rPr>
                <w:sz w:val="24"/>
              </w:rPr>
              <w:t>В 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2096" w:type="dxa"/>
          </w:tcPr>
          <w:p w:rsidR="006650AD" w:rsidRPr="00B87C9F" w:rsidRDefault="006650AD" w:rsidP="00B87C9F">
            <w:pPr>
              <w:pStyle w:val="TableParagraph"/>
              <w:spacing w:line="270" w:lineRule="atLeast"/>
              <w:ind w:right="566"/>
              <w:rPr>
                <w:sz w:val="24"/>
              </w:rPr>
            </w:pPr>
            <w:r w:rsidRPr="00B87C9F">
              <w:rPr>
                <w:sz w:val="24"/>
              </w:rPr>
              <w:t>Директор</w:t>
            </w:r>
          </w:p>
        </w:tc>
      </w:tr>
      <w:tr w:rsidR="006650AD" w:rsidTr="00667E41">
        <w:trPr>
          <w:trHeight w:val="1326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424" w:type="dxa"/>
          </w:tcPr>
          <w:p w:rsidR="006650AD" w:rsidRPr="00B87C9F" w:rsidRDefault="006650AD" w:rsidP="00667E41">
            <w:pPr>
              <w:pStyle w:val="TableParagraph"/>
              <w:tabs>
                <w:tab w:val="left" w:pos="2765"/>
                <w:tab w:val="left" w:pos="3161"/>
              </w:tabs>
              <w:ind w:right="96"/>
              <w:jc w:val="both"/>
              <w:rPr>
                <w:sz w:val="24"/>
              </w:rPr>
            </w:pPr>
            <w:r w:rsidRPr="00B87C9F">
              <w:rPr>
                <w:sz w:val="24"/>
              </w:rPr>
              <w:t>Проведение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школьных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творческих,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спортивных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соревнований,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конкурсов,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олимпиад,</w:t>
            </w:r>
            <w:r w:rsidRPr="00B87C9F">
              <w:rPr>
                <w:sz w:val="24"/>
              </w:rPr>
              <w:tab/>
              <w:t>направленных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2"/>
                <w:sz w:val="24"/>
              </w:rPr>
              <w:t>на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формирование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социальных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навыков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с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ОВЗ</w:t>
            </w:r>
          </w:p>
        </w:tc>
        <w:tc>
          <w:tcPr>
            <w:tcW w:w="1268" w:type="dxa"/>
          </w:tcPr>
          <w:p w:rsidR="006650AD" w:rsidRPr="00B87C9F" w:rsidRDefault="006650AD" w:rsidP="00B87C9F">
            <w:pPr>
              <w:pStyle w:val="TableParagraph"/>
              <w:ind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pacing w:val="12"/>
                <w:sz w:val="24"/>
              </w:rPr>
              <w:t xml:space="preserve"> </w:t>
            </w:r>
            <w:r w:rsidRPr="00B87C9F">
              <w:rPr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246" w:type="dxa"/>
          </w:tcPr>
          <w:p w:rsidR="006650AD" w:rsidRPr="00B87C9F" w:rsidRDefault="006650AD" w:rsidP="00B87C9F">
            <w:pPr>
              <w:pStyle w:val="TableParagraph"/>
              <w:ind w:right="86"/>
              <w:rPr>
                <w:sz w:val="24"/>
              </w:rPr>
            </w:pPr>
            <w:r w:rsidRPr="00B87C9F">
              <w:rPr>
                <w:sz w:val="24"/>
              </w:rPr>
              <w:t>В 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2096" w:type="dxa"/>
          </w:tcPr>
          <w:p w:rsidR="006650AD" w:rsidRPr="00B87C9F" w:rsidRDefault="006650AD" w:rsidP="00667E41">
            <w:pPr>
              <w:pStyle w:val="TableParagraph"/>
              <w:tabs>
                <w:tab w:val="left" w:pos="1879"/>
              </w:tabs>
              <w:ind w:right="98"/>
              <w:rPr>
                <w:sz w:val="24"/>
              </w:rPr>
            </w:pPr>
            <w:r w:rsidRPr="00B87C9F">
              <w:rPr>
                <w:sz w:val="24"/>
              </w:rPr>
              <w:t>Классные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руководители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5"/>
                <w:sz w:val="24"/>
              </w:rPr>
              <w:t>с</w:t>
            </w:r>
          </w:p>
          <w:p w:rsidR="006650AD" w:rsidRPr="00B87C9F" w:rsidRDefault="006650AD" w:rsidP="00667E41">
            <w:pPr>
              <w:pStyle w:val="TableParagraph"/>
              <w:spacing w:line="270" w:lineRule="atLeast"/>
              <w:ind w:right="566"/>
              <w:rPr>
                <w:sz w:val="24"/>
              </w:rPr>
            </w:pPr>
            <w:r w:rsidRPr="00B87C9F">
              <w:rPr>
                <w:sz w:val="24"/>
              </w:rPr>
              <w:t>ОВЗ</w:t>
            </w:r>
          </w:p>
        </w:tc>
      </w:tr>
      <w:tr w:rsidR="006650AD" w:rsidTr="00667E41">
        <w:trPr>
          <w:trHeight w:val="1326"/>
        </w:trPr>
        <w:tc>
          <w:tcPr>
            <w:tcW w:w="540" w:type="dxa"/>
          </w:tcPr>
          <w:p w:rsidR="006650AD" w:rsidRDefault="006650AD" w:rsidP="00B87C9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424" w:type="dxa"/>
          </w:tcPr>
          <w:p w:rsidR="006650AD" w:rsidRPr="00B87C9F" w:rsidRDefault="006650AD" w:rsidP="00667E41">
            <w:pPr>
              <w:pStyle w:val="TableParagraph"/>
              <w:ind w:right="95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Обеспечение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участия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муниципальных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региональных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мероприятиях,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конкурсах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учебно-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познавательной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направленности.</w:t>
            </w:r>
          </w:p>
          <w:p w:rsidR="006650AD" w:rsidRPr="00B87C9F" w:rsidRDefault="006650AD" w:rsidP="00667E41">
            <w:pPr>
              <w:pStyle w:val="TableParagraph"/>
              <w:tabs>
                <w:tab w:val="left" w:pos="2765"/>
                <w:tab w:val="left" w:pos="3161"/>
              </w:tabs>
              <w:ind w:right="96"/>
              <w:jc w:val="both"/>
              <w:rPr>
                <w:sz w:val="24"/>
              </w:rPr>
            </w:pPr>
            <w:r w:rsidRPr="00B87C9F">
              <w:rPr>
                <w:sz w:val="24"/>
              </w:rPr>
              <w:t>Проведение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анализа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результативности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участия</w:t>
            </w:r>
            <w:r w:rsidRPr="00B87C9F">
              <w:rPr>
                <w:spacing w:val="7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pacing w:val="6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7"/>
                <w:sz w:val="24"/>
              </w:rPr>
              <w:t xml:space="preserve"> </w:t>
            </w:r>
            <w:r w:rsidRPr="00B87C9F">
              <w:rPr>
                <w:sz w:val="24"/>
              </w:rPr>
              <w:t>муниципальных</w:t>
            </w:r>
            <w:r w:rsidRPr="00B87C9F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 w:rsidRPr="00B87C9F">
              <w:rPr>
                <w:sz w:val="24"/>
              </w:rPr>
              <w:t>региональных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мероприятиях,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конкурсах</w:t>
            </w:r>
            <w:r w:rsidRPr="00B87C9F">
              <w:rPr>
                <w:sz w:val="24"/>
              </w:rPr>
              <w:tab/>
              <w:t>учебно-познавательной,</w:t>
            </w:r>
            <w:r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научно-исследовательской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направленности.</w:t>
            </w:r>
          </w:p>
        </w:tc>
        <w:tc>
          <w:tcPr>
            <w:tcW w:w="1268" w:type="dxa"/>
          </w:tcPr>
          <w:p w:rsidR="006650AD" w:rsidRPr="00B87C9F" w:rsidRDefault="006650AD" w:rsidP="00B87C9F">
            <w:pPr>
              <w:pStyle w:val="TableParagraph"/>
              <w:ind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pacing w:val="13"/>
                <w:sz w:val="24"/>
              </w:rPr>
              <w:t xml:space="preserve"> </w:t>
            </w:r>
            <w:r w:rsidRPr="00B87C9F">
              <w:rPr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246" w:type="dxa"/>
          </w:tcPr>
          <w:p w:rsidR="006650AD" w:rsidRPr="00B87C9F" w:rsidRDefault="006650AD" w:rsidP="00B87C9F">
            <w:pPr>
              <w:pStyle w:val="TableParagraph"/>
              <w:ind w:right="86"/>
              <w:rPr>
                <w:sz w:val="24"/>
              </w:rPr>
            </w:pPr>
            <w:r w:rsidRPr="00B87C9F">
              <w:rPr>
                <w:sz w:val="24"/>
              </w:rPr>
              <w:t>В 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2096" w:type="dxa"/>
          </w:tcPr>
          <w:p w:rsidR="006650AD" w:rsidRPr="00B87C9F" w:rsidRDefault="006650AD" w:rsidP="00667E41">
            <w:pPr>
              <w:pStyle w:val="TableParagraph"/>
              <w:tabs>
                <w:tab w:val="left" w:pos="1879"/>
              </w:tabs>
              <w:ind w:right="98"/>
              <w:rPr>
                <w:sz w:val="24"/>
              </w:rPr>
            </w:pPr>
            <w:r w:rsidRPr="00B87C9F">
              <w:rPr>
                <w:sz w:val="24"/>
              </w:rPr>
              <w:t>Классные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руководители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5"/>
                <w:sz w:val="24"/>
              </w:rPr>
              <w:t>с</w:t>
            </w:r>
          </w:p>
          <w:p w:rsidR="006650AD" w:rsidRPr="00B87C9F" w:rsidRDefault="006650AD" w:rsidP="00667E41">
            <w:pPr>
              <w:pStyle w:val="TableParagraph"/>
              <w:tabs>
                <w:tab w:val="left" w:pos="1879"/>
              </w:tabs>
              <w:ind w:right="98"/>
              <w:rPr>
                <w:sz w:val="24"/>
              </w:rPr>
            </w:pPr>
            <w:r w:rsidRPr="00B87C9F">
              <w:rPr>
                <w:sz w:val="24"/>
              </w:rPr>
              <w:t>ОВЗ</w:t>
            </w:r>
          </w:p>
        </w:tc>
      </w:tr>
      <w:tr w:rsidR="006650AD" w:rsidTr="00667E41">
        <w:trPr>
          <w:trHeight w:val="1326"/>
        </w:trPr>
        <w:tc>
          <w:tcPr>
            <w:tcW w:w="540" w:type="dxa"/>
          </w:tcPr>
          <w:p w:rsidR="006650AD" w:rsidRDefault="006650AD" w:rsidP="00B87C9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424" w:type="dxa"/>
          </w:tcPr>
          <w:p w:rsidR="006650AD" w:rsidRPr="00B87C9F" w:rsidRDefault="006650AD" w:rsidP="00667E41">
            <w:pPr>
              <w:pStyle w:val="TableParagraph"/>
              <w:ind w:right="97"/>
              <w:jc w:val="both"/>
              <w:rPr>
                <w:sz w:val="24"/>
              </w:rPr>
            </w:pPr>
            <w:r w:rsidRPr="00B87C9F">
              <w:rPr>
                <w:sz w:val="24"/>
              </w:rPr>
              <w:t>Проведение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комплекса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мероприятий,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направленных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расширение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форм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подготовки,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ОВЗ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итоговой</w:t>
            </w:r>
            <w:r w:rsidRPr="00B87C9F">
              <w:rPr>
                <w:spacing w:val="59"/>
                <w:sz w:val="24"/>
              </w:rPr>
              <w:t xml:space="preserve"> </w:t>
            </w:r>
            <w:r w:rsidRPr="00B87C9F">
              <w:rPr>
                <w:sz w:val="24"/>
              </w:rPr>
              <w:t>аттестации</w:t>
            </w:r>
            <w:r w:rsidRPr="00B87C9F">
              <w:rPr>
                <w:spacing w:val="59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59"/>
                <w:sz w:val="24"/>
              </w:rPr>
              <w:t xml:space="preserve"> </w:t>
            </w:r>
            <w:r w:rsidRPr="00B87C9F">
              <w:rPr>
                <w:sz w:val="24"/>
              </w:rPr>
              <w:t>выбору</w:t>
            </w:r>
          </w:p>
          <w:p w:rsidR="006650AD" w:rsidRPr="00B87C9F" w:rsidRDefault="006650AD" w:rsidP="00667E41">
            <w:pPr>
              <w:pStyle w:val="TableParagraph"/>
              <w:ind w:right="95"/>
              <w:jc w:val="both"/>
              <w:rPr>
                <w:sz w:val="24"/>
              </w:rPr>
            </w:pPr>
            <w:r w:rsidRPr="00B87C9F">
              <w:rPr>
                <w:sz w:val="24"/>
              </w:rPr>
              <w:t>профессии</w:t>
            </w:r>
          </w:p>
        </w:tc>
        <w:tc>
          <w:tcPr>
            <w:tcW w:w="1268" w:type="dxa"/>
          </w:tcPr>
          <w:p w:rsidR="006650AD" w:rsidRPr="00B87C9F" w:rsidRDefault="006650AD" w:rsidP="00B87C9F">
            <w:pPr>
              <w:pStyle w:val="TableParagraph"/>
              <w:ind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pacing w:val="12"/>
                <w:sz w:val="24"/>
              </w:rPr>
              <w:t xml:space="preserve"> </w:t>
            </w:r>
            <w:r w:rsidRPr="00B87C9F">
              <w:rPr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246" w:type="dxa"/>
          </w:tcPr>
          <w:p w:rsidR="006650AD" w:rsidRPr="00B87C9F" w:rsidRDefault="006650AD" w:rsidP="00B87C9F">
            <w:pPr>
              <w:pStyle w:val="TableParagraph"/>
              <w:ind w:right="86"/>
              <w:rPr>
                <w:sz w:val="24"/>
              </w:rPr>
            </w:pPr>
            <w:r w:rsidRPr="00B87C9F">
              <w:rPr>
                <w:sz w:val="24"/>
              </w:rPr>
              <w:t>В 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2096" w:type="dxa"/>
          </w:tcPr>
          <w:p w:rsidR="006650AD" w:rsidRPr="00B87C9F" w:rsidRDefault="006650AD" w:rsidP="00667E41">
            <w:pPr>
              <w:pStyle w:val="TableParagraph"/>
              <w:tabs>
                <w:tab w:val="left" w:pos="1879"/>
              </w:tabs>
              <w:ind w:right="98"/>
              <w:rPr>
                <w:sz w:val="24"/>
              </w:rPr>
            </w:pPr>
            <w:r w:rsidRPr="00B87C9F">
              <w:rPr>
                <w:sz w:val="24"/>
              </w:rPr>
              <w:t>Классные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руководители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5"/>
                <w:sz w:val="24"/>
              </w:rPr>
              <w:t>с</w:t>
            </w:r>
          </w:p>
          <w:p w:rsidR="006650AD" w:rsidRPr="00B87C9F" w:rsidRDefault="006650AD" w:rsidP="00667E41">
            <w:pPr>
              <w:pStyle w:val="TableParagraph"/>
              <w:tabs>
                <w:tab w:val="left" w:pos="1879"/>
              </w:tabs>
              <w:ind w:right="98"/>
              <w:rPr>
                <w:sz w:val="24"/>
              </w:rPr>
            </w:pPr>
            <w:r w:rsidRPr="00B87C9F">
              <w:rPr>
                <w:sz w:val="24"/>
              </w:rPr>
              <w:t>ОВЗ</w:t>
            </w:r>
          </w:p>
        </w:tc>
      </w:tr>
      <w:tr w:rsidR="006650AD" w:rsidTr="00667E41">
        <w:trPr>
          <w:trHeight w:val="1326"/>
        </w:trPr>
        <w:tc>
          <w:tcPr>
            <w:tcW w:w="540" w:type="dxa"/>
          </w:tcPr>
          <w:p w:rsidR="006650AD" w:rsidRDefault="006650AD" w:rsidP="00B87C9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424" w:type="dxa"/>
          </w:tcPr>
          <w:p w:rsidR="006650AD" w:rsidRPr="00B87C9F" w:rsidRDefault="006650AD" w:rsidP="00667E41">
            <w:pPr>
              <w:pStyle w:val="TableParagraph"/>
              <w:tabs>
                <w:tab w:val="left" w:pos="2431"/>
              </w:tabs>
              <w:ind w:right="93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Обеспечение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своевременного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системного</w:t>
            </w:r>
            <w:r w:rsidRPr="00B87C9F">
              <w:rPr>
                <w:sz w:val="24"/>
              </w:rPr>
              <w:tab/>
              <w:t>информационного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сопровождения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учебных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социальных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достижений,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ОВЗ,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создания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доступности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образования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обучающимся,</w:t>
            </w:r>
            <w:r w:rsidRPr="00B87C9F">
              <w:rPr>
                <w:spacing w:val="47"/>
                <w:sz w:val="24"/>
              </w:rPr>
              <w:t xml:space="preserve"> </w:t>
            </w:r>
            <w:r w:rsidRPr="00B87C9F">
              <w:rPr>
                <w:sz w:val="24"/>
              </w:rPr>
              <w:t>имеющим</w:t>
            </w:r>
            <w:r w:rsidRPr="00B87C9F">
              <w:rPr>
                <w:spacing w:val="46"/>
                <w:sz w:val="24"/>
              </w:rPr>
              <w:t xml:space="preserve"> </w:t>
            </w:r>
            <w:r w:rsidRPr="00B87C9F">
              <w:rPr>
                <w:sz w:val="24"/>
              </w:rPr>
              <w:t>различные</w:t>
            </w:r>
          </w:p>
          <w:p w:rsidR="006650AD" w:rsidRPr="00B87C9F" w:rsidRDefault="006650AD" w:rsidP="00667E41">
            <w:pPr>
              <w:pStyle w:val="TableParagraph"/>
              <w:ind w:right="97"/>
              <w:jc w:val="both"/>
              <w:rPr>
                <w:sz w:val="24"/>
              </w:rPr>
            </w:pPr>
            <w:r w:rsidRPr="00B87C9F">
              <w:rPr>
                <w:sz w:val="24"/>
              </w:rPr>
              <w:t>стартовые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возможности</w:t>
            </w:r>
          </w:p>
        </w:tc>
        <w:tc>
          <w:tcPr>
            <w:tcW w:w="1268" w:type="dxa"/>
          </w:tcPr>
          <w:p w:rsidR="006650AD" w:rsidRPr="00B87C9F" w:rsidRDefault="006650AD" w:rsidP="00B87C9F">
            <w:pPr>
              <w:pStyle w:val="TableParagraph"/>
              <w:ind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pacing w:val="12"/>
                <w:sz w:val="24"/>
              </w:rPr>
              <w:t xml:space="preserve"> </w:t>
            </w:r>
            <w:r w:rsidRPr="00B87C9F">
              <w:rPr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246" w:type="dxa"/>
          </w:tcPr>
          <w:p w:rsidR="006650AD" w:rsidRPr="00B87C9F" w:rsidRDefault="006650AD" w:rsidP="00B87C9F">
            <w:pPr>
              <w:pStyle w:val="TableParagraph"/>
              <w:ind w:right="86"/>
              <w:rPr>
                <w:sz w:val="24"/>
              </w:rPr>
            </w:pPr>
            <w:r w:rsidRPr="00B87C9F">
              <w:rPr>
                <w:sz w:val="24"/>
              </w:rPr>
              <w:t>В 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2096" w:type="dxa"/>
          </w:tcPr>
          <w:p w:rsidR="006650AD" w:rsidRPr="00B87C9F" w:rsidRDefault="006650AD" w:rsidP="00667E41">
            <w:pPr>
              <w:pStyle w:val="TableParagraph"/>
              <w:tabs>
                <w:tab w:val="left" w:pos="1879"/>
              </w:tabs>
              <w:ind w:right="98"/>
              <w:rPr>
                <w:sz w:val="24"/>
              </w:rPr>
            </w:pPr>
            <w:r w:rsidRPr="00B87C9F">
              <w:rPr>
                <w:sz w:val="24"/>
              </w:rPr>
              <w:t>Директор</w:t>
            </w:r>
          </w:p>
        </w:tc>
      </w:tr>
      <w:tr w:rsidR="006650AD" w:rsidTr="00667E41">
        <w:trPr>
          <w:trHeight w:val="1326"/>
        </w:trPr>
        <w:tc>
          <w:tcPr>
            <w:tcW w:w="540" w:type="dxa"/>
          </w:tcPr>
          <w:p w:rsidR="006650AD" w:rsidRDefault="006650AD" w:rsidP="00B87C9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424" w:type="dxa"/>
          </w:tcPr>
          <w:p w:rsidR="006650AD" w:rsidRPr="00B87C9F" w:rsidRDefault="006650AD" w:rsidP="00667E41">
            <w:pPr>
              <w:pStyle w:val="TableParagraph"/>
              <w:ind w:right="97"/>
              <w:jc w:val="both"/>
              <w:rPr>
                <w:sz w:val="24"/>
              </w:rPr>
            </w:pPr>
            <w:r w:rsidRPr="00B87C9F">
              <w:rPr>
                <w:sz w:val="24"/>
              </w:rPr>
              <w:t>Укрепление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материально-технической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базы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кабинетов,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необходимых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для</w:t>
            </w:r>
            <w:r w:rsidRPr="00B87C9F">
              <w:rPr>
                <w:spacing w:val="1"/>
                <w:sz w:val="24"/>
              </w:rPr>
              <w:t xml:space="preserve"> </w:t>
            </w:r>
          </w:p>
          <w:p w:rsidR="006650AD" w:rsidRPr="00B87C9F" w:rsidRDefault="006650AD" w:rsidP="00667E41">
            <w:pPr>
              <w:pStyle w:val="TableParagraph"/>
              <w:tabs>
                <w:tab w:val="left" w:pos="2431"/>
              </w:tabs>
              <w:ind w:right="93"/>
              <w:jc w:val="both"/>
              <w:rPr>
                <w:sz w:val="24"/>
              </w:rPr>
            </w:pPr>
            <w:r w:rsidRPr="00B87C9F">
              <w:rPr>
                <w:sz w:val="24"/>
              </w:rPr>
              <w:t>индивидуальной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коррекционной работы с обучающимися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с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ограниченными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возможностями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здоровья</w:t>
            </w:r>
          </w:p>
        </w:tc>
        <w:tc>
          <w:tcPr>
            <w:tcW w:w="1268" w:type="dxa"/>
          </w:tcPr>
          <w:p w:rsidR="006650AD" w:rsidRPr="00B87C9F" w:rsidRDefault="006650AD" w:rsidP="00B87C9F">
            <w:pPr>
              <w:pStyle w:val="TableParagraph"/>
              <w:ind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pacing w:val="12"/>
                <w:sz w:val="24"/>
              </w:rPr>
              <w:t xml:space="preserve"> </w:t>
            </w:r>
            <w:r w:rsidRPr="00B87C9F">
              <w:rPr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246" w:type="dxa"/>
          </w:tcPr>
          <w:p w:rsidR="006650AD" w:rsidRPr="00B87C9F" w:rsidRDefault="006650AD" w:rsidP="00B87C9F">
            <w:pPr>
              <w:pStyle w:val="TableParagraph"/>
              <w:ind w:right="8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pacing w:val="12"/>
                <w:sz w:val="24"/>
              </w:rPr>
              <w:t xml:space="preserve"> </w:t>
            </w:r>
            <w:r w:rsidRPr="00B87C9F">
              <w:rPr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2096" w:type="dxa"/>
          </w:tcPr>
          <w:p w:rsidR="006650AD" w:rsidRPr="00B87C9F" w:rsidRDefault="006650AD" w:rsidP="00667E41">
            <w:pPr>
              <w:pStyle w:val="TableParagraph"/>
              <w:tabs>
                <w:tab w:val="left" w:pos="1879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Директор</w:t>
            </w:r>
          </w:p>
        </w:tc>
      </w:tr>
    </w:tbl>
    <w:p w:rsidR="006650AD" w:rsidRDefault="006650AD" w:rsidP="00667E41">
      <w:pPr>
        <w:spacing w:line="270" w:lineRule="atLeast"/>
        <w:rPr>
          <w:sz w:val="24"/>
        </w:rPr>
      </w:pPr>
    </w:p>
    <w:p w:rsidR="006650AD" w:rsidRDefault="006650AD" w:rsidP="00667E41">
      <w:pPr>
        <w:tabs>
          <w:tab w:val="left" w:pos="4455"/>
        </w:tabs>
        <w:rPr>
          <w:sz w:val="24"/>
        </w:rPr>
      </w:pPr>
      <w:r>
        <w:rPr>
          <w:sz w:val="24"/>
        </w:rPr>
        <w:tab/>
      </w:r>
    </w:p>
    <w:p w:rsidR="006650AD" w:rsidRPr="00667E41" w:rsidRDefault="006650AD" w:rsidP="00667E41">
      <w:pPr>
        <w:rPr>
          <w:sz w:val="24"/>
        </w:rPr>
      </w:pPr>
    </w:p>
    <w:p w:rsidR="006650AD" w:rsidRDefault="006650AD">
      <w:pPr>
        <w:pStyle w:val="Heading2"/>
        <w:numPr>
          <w:ilvl w:val="1"/>
          <w:numId w:val="7"/>
        </w:numPr>
        <w:tabs>
          <w:tab w:val="left" w:pos="1646"/>
        </w:tabs>
        <w:spacing w:before="90"/>
        <w:ind w:left="1646"/>
      </w:pPr>
      <w:r>
        <w:t>Подпрограмма</w:t>
      </w:r>
      <w:r>
        <w:rPr>
          <w:spacing w:val="-2"/>
        </w:rPr>
        <w:t xml:space="preserve"> </w:t>
      </w:r>
      <w:r>
        <w:t>«Ориентир</w:t>
      </w:r>
      <w:r>
        <w:rPr>
          <w:spacing w:val="-2"/>
        </w:rPr>
        <w:t xml:space="preserve"> </w:t>
      </w:r>
      <w:r>
        <w:t>3</w:t>
      </w:r>
      <w:r>
        <w:rPr>
          <w:spacing w:val="2"/>
        </w:rPr>
        <w:t xml:space="preserve"> </w:t>
      </w:r>
      <w:r>
        <w:t>-</w:t>
      </w:r>
      <w:r>
        <w:rPr>
          <w:spacing w:val="55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согласию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единству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семье</w:t>
      </w:r>
      <w:r>
        <w:rPr>
          <w:spacing w:val="-2"/>
        </w:rPr>
        <w:t xml:space="preserve"> </w:t>
      </w:r>
      <w:r>
        <w:t>и школе</w:t>
      </w:r>
      <w:r>
        <w:rPr>
          <w:spacing w:val="-3"/>
        </w:rPr>
        <w:t xml:space="preserve"> </w:t>
      </w:r>
      <w:r>
        <w:t>во</w:t>
      </w:r>
    </w:p>
    <w:p w:rsidR="006650AD" w:rsidRDefault="006650AD">
      <w:pPr>
        <w:pStyle w:val="Heading2"/>
        <w:ind w:left="4625"/>
      </w:pPr>
      <w:bookmarkStart w:id="13" w:name="_TOC_250003"/>
      <w:r>
        <w:t>благо</w:t>
      </w:r>
      <w:r>
        <w:rPr>
          <w:spacing w:val="-3"/>
        </w:rPr>
        <w:t xml:space="preserve"> </w:t>
      </w:r>
      <w:bookmarkEnd w:id="13"/>
      <w:r>
        <w:t>Отечества»</w:t>
      </w:r>
    </w:p>
    <w:p w:rsidR="006650AD" w:rsidRDefault="006650AD">
      <w:pPr>
        <w:pStyle w:val="BodyText"/>
        <w:spacing w:before="7"/>
        <w:ind w:left="0"/>
        <w:jc w:val="left"/>
        <w:rPr>
          <w:b/>
          <w:sz w:val="23"/>
        </w:rPr>
      </w:pPr>
    </w:p>
    <w:p w:rsidR="006650AD" w:rsidRDefault="006650AD">
      <w:pPr>
        <w:pStyle w:val="BodyText"/>
        <w:ind w:left="1250"/>
      </w:pPr>
      <w:r>
        <w:t>Ключевые</w:t>
      </w:r>
      <w:r>
        <w:rPr>
          <w:spacing w:val="-5"/>
        </w:rPr>
        <w:t xml:space="preserve"> </w:t>
      </w:r>
      <w:r>
        <w:t>проблемы,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разрешении</w:t>
      </w:r>
      <w:r>
        <w:rPr>
          <w:spacing w:val="-3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Подпрограмма:</w:t>
      </w:r>
    </w:p>
    <w:p w:rsidR="006650AD" w:rsidRDefault="006650AD">
      <w:pPr>
        <w:pStyle w:val="ListParagraph"/>
        <w:numPr>
          <w:ilvl w:val="0"/>
          <w:numId w:val="5"/>
        </w:numPr>
        <w:tabs>
          <w:tab w:val="left" w:pos="1675"/>
        </w:tabs>
        <w:ind w:right="407" w:firstLine="707"/>
        <w:jc w:val="both"/>
        <w:rPr>
          <w:sz w:val="24"/>
        </w:rPr>
      </w:pPr>
      <w:r>
        <w:rPr>
          <w:sz w:val="24"/>
        </w:rPr>
        <w:t>специфика</w:t>
      </w:r>
      <w:r>
        <w:rPr>
          <w:spacing w:val="1"/>
          <w:sz w:val="24"/>
        </w:rPr>
        <w:t xml:space="preserve"> </w:t>
      </w:r>
      <w:r>
        <w:rPr>
          <w:sz w:val="24"/>
        </w:rPr>
        <w:t>контингента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(высокая</w:t>
      </w:r>
      <w:r>
        <w:rPr>
          <w:spacing w:val="1"/>
          <w:sz w:val="24"/>
        </w:rPr>
        <w:t xml:space="preserve"> </w:t>
      </w:r>
      <w:r>
        <w:rPr>
          <w:sz w:val="24"/>
        </w:rPr>
        <w:t>доля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малообеспеченных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многодетных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семей);</w:t>
      </w:r>
    </w:p>
    <w:p w:rsidR="006650AD" w:rsidRDefault="006650AD">
      <w:pPr>
        <w:pStyle w:val="ListParagraph"/>
        <w:numPr>
          <w:ilvl w:val="0"/>
          <w:numId w:val="5"/>
        </w:numPr>
        <w:tabs>
          <w:tab w:val="left" w:pos="1675"/>
        </w:tabs>
        <w:ind w:right="405" w:firstLine="707"/>
        <w:jc w:val="both"/>
        <w:rPr>
          <w:sz w:val="24"/>
        </w:rPr>
      </w:pPr>
      <w:r>
        <w:rPr>
          <w:sz w:val="24"/>
        </w:rPr>
        <w:t>недостаточное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(педагогов, родителей), направленное на воспитание 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личности.</w:t>
      </w:r>
    </w:p>
    <w:p w:rsidR="006650AD" w:rsidRDefault="006650AD">
      <w:pPr>
        <w:pStyle w:val="BodyText"/>
        <w:spacing w:before="66"/>
        <w:ind w:right="404" w:firstLine="707"/>
      </w:pPr>
      <w:r>
        <w:t>Ведущая</w:t>
      </w:r>
      <w:r>
        <w:rPr>
          <w:spacing w:val="1"/>
        </w:rPr>
        <w:t xml:space="preserve"> </w:t>
      </w:r>
      <w:r>
        <w:t>идея: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гармонично-развитой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ответственной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на основе духовно-нравственных ценностей</w:t>
      </w:r>
      <w:r>
        <w:rPr>
          <w:spacing w:val="1"/>
        </w:rPr>
        <w:t xml:space="preserve"> </w:t>
      </w:r>
      <w:r>
        <w:t>народов 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исторических и</w:t>
      </w:r>
      <w:r>
        <w:rPr>
          <w:spacing w:val="-3"/>
        </w:rPr>
        <w:t xml:space="preserve"> </w:t>
      </w:r>
      <w:r>
        <w:t>национально-культурных традиций</w:t>
      </w:r>
      <w:r>
        <w:rPr>
          <w:spacing w:val="-1"/>
        </w:rPr>
        <w:t xml:space="preserve"> </w:t>
      </w:r>
      <w:r>
        <w:t>города,</w:t>
      </w:r>
      <w:r>
        <w:rPr>
          <w:spacing w:val="-2"/>
        </w:rPr>
        <w:t xml:space="preserve"> </w:t>
      </w:r>
      <w:r>
        <w:t>региона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страны.</w:t>
      </w:r>
    </w:p>
    <w:p w:rsidR="006650AD" w:rsidRDefault="006650AD">
      <w:pPr>
        <w:pStyle w:val="BodyText"/>
        <w:ind w:left="0"/>
        <w:jc w:val="left"/>
      </w:pPr>
    </w:p>
    <w:p w:rsidR="006650AD" w:rsidRDefault="006650AD">
      <w:pPr>
        <w:pStyle w:val="BodyText"/>
        <w:spacing w:before="1"/>
        <w:ind w:right="404" w:firstLine="707"/>
      </w:pPr>
      <w:r>
        <w:t>Цель</w:t>
      </w:r>
      <w:r>
        <w:rPr>
          <w:spacing w:val="1"/>
        </w:rPr>
        <w:t xml:space="preserve"> </w:t>
      </w:r>
      <w:r>
        <w:t>Подпрограммы: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будущего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семьей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социумом,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наставничества,</w:t>
      </w:r>
      <w:r>
        <w:rPr>
          <w:spacing w:val="1"/>
        </w:rPr>
        <w:t xml:space="preserve"> </w:t>
      </w:r>
      <w:r>
        <w:t>добровольчества</w:t>
      </w:r>
      <w:r>
        <w:rPr>
          <w:spacing w:val="1"/>
        </w:rPr>
        <w:t xml:space="preserve"> </w:t>
      </w:r>
      <w:r>
        <w:t>(волонтерства).</w:t>
      </w:r>
    </w:p>
    <w:p w:rsidR="006650AD" w:rsidRDefault="006650AD">
      <w:pPr>
        <w:pStyle w:val="BodyText"/>
        <w:spacing w:before="11"/>
        <w:ind w:left="0"/>
        <w:jc w:val="left"/>
        <w:rPr>
          <w:sz w:val="23"/>
        </w:rPr>
      </w:pPr>
    </w:p>
    <w:p w:rsidR="006650AD" w:rsidRDefault="006650AD">
      <w:pPr>
        <w:pStyle w:val="BodyText"/>
        <w:ind w:left="1261"/>
      </w:pPr>
      <w:r>
        <w:t>Ожидаемые</w:t>
      </w:r>
      <w:r>
        <w:rPr>
          <w:spacing w:val="-5"/>
        </w:rPr>
        <w:t xml:space="preserve"> </w:t>
      </w:r>
      <w:r>
        <w:t>результаты:</w:t>
      </w:r>
    </w:p>
    <w:p w:rsidR="006650AD" w:rsidRDefault="006650AD">
      <w:pPr>
        <w:pStyle w:val="BodyText"/>
        <w:ind w:right="416" w:firstLine="707"/>
      </w:pPr>
      <w:r>
        <w:t>повышение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вовлеченных во внеурочную деятельность,</w:t>
      </w:r>
      <w:r>
        <w:rPr>
          <w:spacing w:val="1"/>
        </w:rPr>
        <w:t xml:space="preserve"> </w:t>
      </w:r>
      <w:r>
        <w:t>организованную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базе</w:t>
      </w:r>
      <w:r>
        <w:rPr>
          <w:spacing w:val="-2"/>
        </w:rPr>
        <w:t xml:space="preserve"> </w:t>
      </w:r>
      <w:r>
        <w:t>школы, до 100%</w:t>
      </w:r>
      <w:r>
        <w:rPr>
          <w:spacing w:val="-2"/>
        </w:rPr>
        <w:t xml:space="preserve"> </w:t>
      </w:r>
      <w:r>
        <w:t>от общего</w:t>
      </w:r>
      <w:r>
        <w:rPr>
          <w:spacing w:val="-1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обучающихся;</w:t>
      </w:r>
    </w:p>
    <w:p w:rsidR="006650AD" w:rsidRDefault="006650AD">
      <w:pPr>
        <w:pStyle w:val="BodyText"/>
        <w:ind w:right="409" w:firstLine="707"/>
      </w:pPr>
      <w:r>
        <w:t>повышение доли обучающихся, вовлеченных в творческие конкурсы различного</w:t>
      </w:r>
      <w:r>
        <w:rPr>
          <w:spacing w:val="1"/>
        </w:rPr>
        <w:t xml:space="preserve"> </w:t>
      </w:r>
      <w:r>
        <w:t>уровня (школьные, муниципальные, региональные, федеральные), до 80 % от общего числа</w:t>
      </w:r>
      <w:r>
        <w:rPr>
          <w:spacing w:val="1"/>
        </w:rPr>
        <w:t xml:space="preserve"> </w:t>
      </w:r>
      <w:r>
        <w:t>обучающихся;</w:t>
      </w:r>
    </w:p>
    <w:p w:rsidR="006650AD" w:rsidRDefault="006650AD">
      <w:pPr>
        <w:pStyle w:val="BodyText"/>
        <w:ind w:right="410" w:firstLine="707"/>
      </w:pPr>
      <w:r>
        <w:t>сохранение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удовлетворенных</w:t>
      </w:r>
      <w:r>
        <w:rPr>
          <w:spacing w:val="2"/>
        </w:rPr>
        <w:t xml:space="preserve"> </w:t>
      </w:r>
      <w:r>
        <w:t>условиями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качеством</w:t>
      </w:r>
      <w:r>
        <w:rPr>
          <w:spacing w:val="-3"/>
        </w:rPr>
        <w:t xml:space="preserve"> </w:t>
      </w:r>
      <w:r>
        <w:t>образования, не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85 %;</w:t>
      </w:r>
    </w:p>
    <w:p w:rsidR="006650AD" w:rsidRDefault="006650AD">
      <w:pPr>
        <w:pStyle w:val="BodyText"/>
        <w:ind w:right="409" w:firstLine="707"/>
      </w:pPr>
      <w:r>
        <w:t>повышение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родителей,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взаимодействующих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школой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социально-значимых</w:t>
      </w:r>
      <w:r>
        <w:rPr>
          <w:spacing w:val="-1"/>
        </w:rPr>
        <w:t xml:space="preserve"> </w:t>
      </w:r>
      <w:r>
        <w:t>проектов, до</w:t>
      </w:r>
      <w:r>
        <w:rPr>
          <w:spacing w:val="-3"/>
        </w:rPr>
        <w:t xml:space="preserve"> </w:t>
      </w:r>
      <w:r>
        <w:t>30 %;</w:t>
      </w:r>
    </w:p>
    <w:p w:rsidR="006650AD" w:rsidRDefault="006650AD">
      <w:pPr>
        <w:pStyle w:val="BodyText"/>
        <w:ind w:right="412" w:firstLine="707"/>
      </w:pP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патриотической направленности (проведение не менее 4 мероприятий в учебный год в</w:t>
      </w:r>
      <w:r>
        <w:rPr>
          <w:spacing w:val="1"/>
        </w:rPr>
        <w:t xml:space="preserve"> </w:t>
      </w:r>
      <w:r>
        <w:t>рамках</w:t>
      </w:r>
      <w:r>
        <w:rPr>
          <w:spacing w:val="3"/>
        </w:rPr>
        <w:t xml:space="preserve"> </w:t>
      </w:r>
      <w:r>
        <w:t>указанных</w:t>
      </w:r>
      <w:r>
        <w:rPr>
          <w:spacing w:val="-1"/>
        </w:rPr>
        <w:t xml:space="preserve"> </w:t>
      </w:r>
      <w:r>
        <w:t>проектов и программ).</w:t>
      </w:r>
    </w:p>
    <w:p w:rsidR="006650AD" w:rsidRDefault="006650AD">
      <w:pPr>
        <w:pStyle w:val="BodyText"/>
        <w:ind w:left="0"/>
        <w:jc w:val="left"/>
      </w:pPr>
    </w:p>
    <w:p w:rsidR="006650AD" w:rsidRDefault="006650AD">
      <w:pPr>
        <w:pStyle w:val="BodyText"/>
        <w:ind w:left="1250"/>
      </w:pPr>
      <w:r>
        <w:t>Целевые</w:t>
      </w:r>
      <w:r>
        <w:rPr>
          <w:spacing w:val="-5"/>
        </w:rPr>
        <w:t xml:space="preserve"> </w:t>
      </w:r>
      <w:r>
        <w:t>показатели</w:t>
      </w:r>
      <w:r>
        <w:rPr>
          <w:spacing w:val="-3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Подпрограммы</w:t>
      </w:r>
    </w:p>
    <w:p w:rsidR="006650AD" w:rsidRDefault="006650AD">
      <w:pPr>
        <w:pStyle w:val="BodyText"/>
        <w:spacing w:before="8" w:after="1"/>
        <w:ind w:left="0"/>
        <w:jc w:val="left"/>
      </w:pPr>
    </w:p>
    <w:tbl>
      <w:tblPr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0"/>
        <w:gridCol w:w="5240"/>
        <w:gridCol w:w="992"/>
        <w:gridCol w:w="991"/>
        <w:gridCol w:w="994"/>
        <w:gridCol w:w="991"/>
      </w:tblGrid>
      <w:tr w:rsidR="006650AD" w:rsidTr="00B87C9F">
        <w:trPr>
          <w:trHeight w:val="551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55"/>
              <w:rPr>
                <w:sz w:val="24"/>
              </w:rPr>
            </w:pPr>
            <w:r w:rsidRPr="00B87C9F">
              <w:rPr>
                <w:sz w:val="24"/>
              </w:rPr>
              <w:t>№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rPr>
                <w:sz w:val="24"/>
              </w:rPr>
            </w:pPr>
            <w:r w:rsidRPr="00B87C9F">
              <w:rPr>
                <w:sz w:val="24"/>
              </w:rPr>
              <w:t>п/п</w:t>
            </w:r>
          </w:p>
        </w:tc>
        <w:tc>
          <w:tcPr>
            <w:tcW w:w="5240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626"/>
              <w:rPr>
                <w:sz w:val="24"/>
              </w:rPr>
            </w:pPr>
            <w:r w:rsidRPr="00B87C9F">
              <w:rPr>
                <w:sz w:val="24"/>
              </w:rPr>
              <w:t>Наименование</w:t>
            </w:r>
            <w:r w:rsidRPr="00B87C9F">
              <w:rPr>
                <w:spacing w:val="-7"/>
                <w:sz w:val="24"/>
              </w:rPr>
              <w:t xml:space="preserve"> </w:t>
            </w:r>
            <w:r w:rsidRPr="00B87C9F">
              <w:rPr>
                <w:sz w:val="24"/>
              </w:rPr>
              <w:t>показателя</w:t>
            </w:r>
            <w:r w:rsidRPr="00B87C9F">
              <w:rPr>
                <w:spacing w:val="-6"/>
                <w:sz w:val="24"/>
              </w:rPr>
              <w:t xml:space="preserve"> </w:t>
            </w:r>
            <w:r w:rsidRPr="00B87C9F">
              <w:rPr>
                <w:sz w:val="24"/>
              </w:rPr>
              <w:t>(результата)</w:t>
            </w:r>
          </w:p>
        </w:tc>
        <w:tc>
          <w:tcPr>
            <w:tcW w:w="992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61" w:right="160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2021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55" w:right="14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2022</w:t>
            </w:r>
          </w:p>
        </w:tc>
        <w:tc>
          <w:tcPr>
            <w:tcW w:w="994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63" w:right="159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2023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55" w:right="14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2024</w:t>
            </w:r>
          </w:p>
        </w:tc>
      </w:tr>
      <w:tr w:rsidR="006650AD" w:rsidTr="00B87C9F">
        <w:trPr>
          <w:trHeight w:val="1106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rPr>
                <w:sz w:val="24"/>
              </w:rPr>
            </w:pPr>
            <w:r w:rsidRPr="00B87C9F">
              <w:rPr>
                <w:sz w:val="24"/>
              </w:rPr>
              <w:t>1.</w:t>
            </w:r>
          </w:p>
        </w:tc>
        <w:tc>
          <w:tcPr>
            <w:tcW w:w="5240" w:type="dxa"/>
          </w:tcPr>
          <w:p w:rsidR="006650AD" w:rsidRPr="00B87C9F" w:rsidRDefault="006650AD" w:rsidP="00B87C9F">
            <w:pPr>
              <w:pStyle w:val="TableParagraph"/>
              <w:ind w:right="98"/>
              <w:jc w:val="both"/>
              <w:rPr>
                <w:spacing w:val="1"/>
                <w:sz w:val="24"/>
              </w:rPr>
            </w:pPr>
            <w:r w:rsidRPr="00B87C9F">
              <w:rPr>
                <w:sz w:val="24"/>
              </w:rPr>
              <w:t>Доля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обучающихся,</w:t>
            </w:r>
            <w:r w:rsidRPr="00B87C9F">
              <w:rPr>
                <w:spacing w:val="1"/>
                <w:sz w:val="24"/>
              </w:rPr>
              <w:t xml:space="preserve"> вовлеченных во внеурочную деятельность, организованную на базе школы, </w:t>
            </w:r>
            <w:r>
              <w:t xml:space="preserve"> </w:t>
            </w:r>
            <w:r w:rsidRPr="00B87C9F">
              <w:rPr>
                <w:spacing w:val="1"/>
                <w:sz w:val="24"/>
              </w:rPr>
              <w:t>от общего числа обучающихся</w:t>
            </w:r>
          </w:p>
          <w:p w:rsidR="006650AD" w:rsidRPr="00B87C9F" w:rsidRDefault="006650AD" w:rsidP="00B87C9F">
            <w:pPr>
              <w:pStyle w:val="TableParagraph"/>
              <w:ind w:right="98"/>
              <w:jc w:val="both"/>
              <w:rPr>
                <w:sz w:val="24"/>
              </w:rPr>
            </w:pPr>
            <w:r w:rsidRPr="00B87C9F">
              <w:rPr>
                <w:spacing w:val="1"/>
                <w:sz w:val="24"/>
              </w:rPr>
              <w:t>ОО</w:t>
            </w:r>
          </w:p>
        </w:tc>
        <w:tc>
          <w:tcPr>
            <w:tcW w:w="992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162" w:right="160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155" w:right="14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  <w:tc>
          <w:tcPr>
            <w:tcW w:w="994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164" w:right="159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155" w:right="14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</w:tr>
      <w:tr w:rsidR="006650AD" w:rsidTr="00B87C9F">
        <w:trPr>
          <w:trHeight w:val="1379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2.</w:t>
            </w:r>
          </w:p>
        </w:tc>
        <w:tc>
          <w:tcPr>
            <w:tcW w:w="5240" w:type="dxa"/>
          </w:tcPr>
          <w:p w:rsidR="006650AD" w:rsidRPr="00B87C9F" w:rsidRDefault="006650AD" w:rsidP="00B87C9F">
            <w:pPr>
              <w:pStyle w:val="TableParagraph"/>
              <w:ind w:right="96"/>
              <w:jc w:val="both"/>
              <w:rPr>
                <w:sz w:val="24"/>
              </w:rPr>
            </w:pPr>
            <w:r w:rsidRPr="00B87C9F">
              <w:rPr>
                <w:sz w:val="24"/>
              </w:rPr>
              <w:t>Доля обучающихся, вовлеченных в творческие,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исследовательские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пр.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конкурсы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различного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уровня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(школьные,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муниципальные,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региональные,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федеральные),</w:t>
            </w:r>
            <w:r w:rsidRPr="00B87C9F">
              <w:rPr>
                <w:spacing w:val="19"/>
                <w:sz w:val="24"/>
              </w:rPr>
              <w:t xml:space="preserve"> </w:t>
            </w:r>
            <w:r w:rsidRPr="00B87C9F">
              <w:rPr>
                <w:sz w:val="24"/>
              </w:rPr>
              <w:t>от</w:t>
            </w:r>
            <w:r w:rsidRPr="00B87C9F">
              <w:rPr>
                <w:spacing w:val="19"/>
                <w:sz w:val="24"/>
              </w:rPr>
              <w:t xml:space="preserve"> </w:t>
            </w:r>
            <w:r w:rsidRPr="00B87C9F">
              <w:rPr>
                <w:sz w:val="24"/>
              </w:rPr>
              <w:t>общего</w:t>
            </w:r>
            <w:r w:rsidRPr="00B87C9F">
              <w:rPr>
                <w:spacing w:val="18"/>
                <w:sz w:val="24"/>
              </w:rPr>
              <w:t xml:space="preserve"> </w:t>
            </w:r>
            <w:r w:rsidRPr="00B87C9F">
              <w:rPr>
                <w:sz w:val="24"/>
              </w:rPr>
              <w:t>числа</w:t>
            </w:r>
            <w:r w:rsidRPr="00B87C9F">
              <w:rPr>
                <w:spacing w:val="17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rPr>
                <w:sz w:val="24"/>
              </w:rPr>
            </w:pPr>
            <w:r w:rsidRPr="00B87C9F">
              <w:rPr>
                <w:sz w:val="24"/>
              </w:rPr>
              <w:t>ОО</w:t>
            </w:r>
          </w:p>
        </w:tc>
        <w:tc>
          <w:tcPr>
            <w:tcW w:w="992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62" w:right="160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80 %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55" w:right="14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80 %</w:t>
            </w:r>
          </w:p>
        </w:tc>
        <w:tc>
          <w:tcPr>
            <w:tcW w:w="994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64" w:right="159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80 %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55" w:right="14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80 %</w:t>
            </w:r>
          </w:p>
        </w:tc>
      </w:tr>
      <w:tr w:rsidR="006650AD" w:rsidTr="00B87C9F">
        <w:trPr>
          <w:trHeight w:val="828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3.</w:t>
            </w:r>
          </w:p>
        </w:tc>
        <w:tc>
          <w:tcPr>
            <w:tcW w:w="5240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Доля</w:t>
            </w:r>
            <w:r w:rsidRPr="00B87C9F">
              <w:rPr>
                <w:spacing w:val="25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обучающихся,</w:t>
            </w:r>
            <w:r w:rsidRPr="00B87C9F">
              <w:rPr>
                <w:spacing w:val="84"/>
                <w:sz w:val="24"/>
              </w:rPr>
              <w:t xml:space="preserve"> </w:t>
            </w:r>
            <w:r w:rsidRPr="00B87C9F">
              <w:rPr>
                <w:sz w:val="24"/>
              </w:rPr>
              <w:t>состоящих</w:t>
            </w:r>
            <w:r w:rsidRPr="00B87C9F">
              <w:rPr>
                <w:spacing w:val="84"/>
                <w:sz w:val="24"/>
              </w:rPr>
              <w:t xml:space="preserve"> </w:t>
            </w:r>
            <w:r w:rsidRPr="00B87C9F">
              <w:rPr>
                <w:sz w:val="24"/>
              </w:rPr>
              <w:t>на</w:t>
            </w:r>
            <w:r w:rsidRPr="00B87C9F">
              <w:rPr>
                <w:spacing w:val="84"/>
                <w:sz w:val="24"/>
              </w:rPr>
              <w:t xml:space="preserve"> </w:t>
            </w:r>
            <w:r w:rsidRPr="00B87C9F">
              <w:rPr>
                <w:sz w:val="24"/>
              </w:rPr>
              <w:t>различных</w:t>
            </w:r>
          </w:p>
          <w:p w:rsidR="006650AD" w:rsidRPr="00B87C9F" w:rsidRDefault="006650AD" w:rsidP="00B87C9F">
            <w:pPr>
              <w:pStyle w:val="TableParagraph"/>
              <w:tabs>
                <w:tab w:val="left" w:pos="903"/>
                <w:tab w:val="left" w:pos="3125"/>
                <w:tab w:val="left" w:pos="3946"/>
                <w:tab w:val="left" w:pos="4375"/>
              </w:tabs>
              <w:spacing w:line="270" w:lineRule="atLeast"/>
              <w:ind w:right="99"/>
              <w:rPr>
                <w:sz w:val="24"/>
              </w:rPr>
            </w:pPr>
            <w:r w:rsidRPr="00B87C9F">
              <w:rPr>
                <w:sz w:val="24"/>
              </w:rPr>
              <w:t>видах</w:t>
            </w:r>
            <w:r w:rsidRPr="00B87C9F">
              <w:rPr>
                <w:sz w:val="24"/>
              </w:rPr>
              <w:tab/>
              <w:t>профилактического</w:t>
            </w:r>
            <w:r w:rsidRPr="00B87C9F">
              <w:rPr>
                <w:sz w:val="24"/>
              </w:rPr>
              <w:tab/>
              <w:t>учета,</w:t>
            </w:r>
            <w:r w:rsidRPr="00B87C9F">
              <w:rPr>
                <w:sz w:val="24"/>
              </w:rPr>
              <w:tab/>
              <w:t>от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общего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числа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ОО</w:t>
            </w:r>
          </w:p>
        </w:tc>
        <w:tc>
          <w:tcPr>
            <w:tcW w:w="992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62" w:right="160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1 %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55" w:right="145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1 %</w:t>
            </w:r>
          </w:p>
        </w:tc>
        <w:tc>
          <w:tcPr>
            <w:tcW w:w="994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64" w:right="159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0%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55" w:right="150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0%</w:t>
            </w:r>
          </w:p>
        </w:tc>
      </w:tr>
      <w:tr w:rsidR="006650AD" w:rsidTr="00B87C9F">
        <w:trPr>
          <w:trHeight w:val="1103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4.</w:t>
            </w:r>
          </w:p>
        </w:tc>
        <w:tc>
          <w:tcPr>
            <w:tcW w:w="5240" w:type="dxa"/>
          </w:tcPr>
          <w:p w:rsidR="006650AD" w:rsidRPr="00B87C9F" w:rsidRDefault="006650AD" w:rsidP="00B87C9F">
            <w:pPr>
              <w:pStyle w:val="TableParagraph"/>
              <w:ind w:right="95"/>
              <w:jc w:val="both"/>
              <w:rPr>
                <w:sz w:val="24"/>
              </w:rPr>
            </w:pPr>
            <w:r w:rsidRPr="00B87C9F">
              <w:rPr>
                <w:sz w:val="24"/>
              </w:rPr>
              <w:t>Доля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родителей,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активно</w:t>
            </w:r>
            <w:r w:rsidRPr="00B87C9F">
              <w:rPr>
                <w:spacing w:val="60"/>
                <w:sz w:val="24"/>
              </w:rPr>
              <w:t xml:space="preserve"> </w:t>
            </w:r>
            <w:r w:rsidRPr="00B87C9F">
              <w:rPr>
                <w:sz w:val="24"/>
              </w:rPr>
              <w:t>взаимодействующих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школой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рамках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реализации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социально-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значимых</w:t>
            </w:r>
            <w:r w:rsidRPr="00B87C9F">
              <w:rPr>
                <w:spacing w:val="17"/>
                <w:sz w:val="24"/>
              </w:rPr>
              <w:t xml:space="preserve"> </w:t>
            </w:r>
            <w:r w:rsidRPr="00B87C9F">
              <w:rPr>
                <w:sz w:val="24"/>
              </w:rPr>
              <w:t>проектов,</w:t>
            </w:r>
            <w:r w:rsidRPr="00B87C9F">
              <w:rPr>
                <w:spacing w:val="18"/>
                <w:sz w:val="24"/>
              </w:rPr>
              <w:t xml:space="preserve"> </w:t>
            </w:r>
            <w:r w:rsidRPr="00B87C9F">
              <w:rPr>
                <w:sz w:val="24"/>
              </w:rPr>
              <w:t>от</w:t>
            </w:r>
            <w:r w:rsidRPr="00B87C9F">
              <w:rPr>
                <w:spacing w:val="17"/>
                <w:sz w:val="24"/>
              </w:rPr>
              <w:t xml:space="preserve"> </w:t>
            </w:r>
            <w:r w:rsidRPr="00B87C9F">
              <w:rPr>
                <w:sz w:val="24"/>
              </w:rPr>
              <w:t>общего</w:t>
            </w:r>
            <w:r w:rsidRPr="00B87C9F">
              <w:rPr>
                <w:spacing w:val="18"/>
                <w:sz w:val="24"/>
              </w:rPr>
              <w:t xml:space="preserve"> </w:t>
            </w:r>
            <w:r w:rsidRPr="00B87C9F">
              <w:rPr>
                <w:sz w:val="24"/>
              </w:rPr>
              <w:t>числа</w:t>
            </w:r>
            <w:r w:rsidRPr="00B87C9F">
              <w:rPr>
                <w:spacing w:val="17"/>
                <w:sz w:val="24"/>
              </w:rPr>
              <w:t xml:space="preserve"> </w:t>
            </w:r>
            <w:r w:rsidRPr="00B87C9F">
              <w:rPr>
                <w:sz w:val="24"/>
              </w:rPr>
              <w:t>родителей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B87C9F">
              <w:rPr>
                <w:sz w:val="24"/>
              </w:rPr>
              <w:t>(законных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представителей)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ОО</w:t>
            </w:r>
          </w:p>
        </w:tc>
        <w:tc>
          <w:tcPr>
            <w:tcW w:w="992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62" w:right="160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30 %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55" w:right="14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30 %</w:t>
            </w:r>
          </w:p>
        </w:tc>
        <w:tc>
          <w:tcPr>
            <w:tcW w:w="994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64" w:right="159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30 %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55" w:right="14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30 %</w:t>
            </w:r>
          </w:p>
        </w:tc>
      </w:tr>
      <w:tr w:rsidR="006650AD" w:rsidTr="00B87C9F">
        <w:trPr>
          <w:trHeight w:val="1103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5.</w:t>
            </w:r>
          </w:p>
        </w:tc>
        <w:tc>
          <w:tcPr>
            <w:tcW w:w="5240" w:type="dxa"/>
          </w:tcPr>
          <w:p w:rsidR="006650AD" w:rsidRPr="00B87C9F" w:rsidRDefault="006650AD" w:rsidP="00B87C9F">
            <w:pPr>
              <w:pStyle w:val="TableParagraph"/>
              <w:tabs>
                <w:tab w:val="left" w:pos="1510"/>
                <w:tab w:val="left" w:pos="1704"/>
                <w:tab w:val="left" w:pos="2057"/>
                <w:tab w:val="left" w:pos="2645"/>
                <w:tab w:val="left" w:pos="2997"/>
                <w:tab w:val="left" w:pos="3124"/>
                <w:tab w:val="left" w:pos="3963"/>
                <w:tab w:val="left" w:pos="4997"/>
              </w:tabs>
              <w:ind w:right="95"/>
              <w:rPr>
                <w:sz w:val="24"/>
              </w:rPr>
            </w:pPr>
            <w:r w:rsidRPr="00B87C9F">
              <w:rPr>
                <w:sz w:val="24"/>
              </w:rPr>
              <w:t>Количество</w:t>
            </w:r>
            <w:r w:rsidRPr="00B87C9F">
              <w:rPr>
                <w:sz w:val="24"/>
              </w:rPr>
              <w:tab/>
              <w:t>мероприятий,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  <w:t>организованных</w:t>
            </w:r>
            <w:r w:rsidRPr="00B87C9F">
              <w:rPr>
                <w:sz w:val="24"/>
              </w:rPr>
              <w:tab/>
              <w:t>и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проведенных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  <w:t>в</w:t>
            </w:r>
            <w:r w:rsidRPr="00B87C9F">
              <w:rPr>
                <w:sz w:val="24"/>
              </w:rPr>
              <w:tab/>
              <w:t>ОО</w:t>
            </w:r>
            <w:r w:rsidRPr="00B87C9F">
              <w:rPr>
                <w:sz w:val="24"/>
              </w:rPr>
              <w:tab/>
              <w:t>в</w:t>
            </w:r>
            <w:r w:rsidRPr="00B87C9F">
              <w:rPr>
                <w:sz w:val="24"/>
              </w:rPr>
              <w:tab/>
              <w:t>рамках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реализации</w:t>
            </w:r>
          </w:p>
          <w:p w:rsidR="006650AD" w:rsidRPr="00B87C9F" w:rsidRDefault="006650AD" w:rsidP="00B87C9F">
            <w:pPr>
              <w:pStyle w:val="TableParagraph"/>
              <w:spacing w:line="270" w:lineRule="atLeast"/>
              <w:rPr>
                <w:sz w:val="24"/>
              </w:rPr>
            </w:pPr>
            <w:r w:rsidRPr="00B87C9F">
              <w:rPr>
                <w:sz w:val="24"/>
              </w:rPr>
              <w:t>муниципальных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региональных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проектов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патриотической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направленности</w:t>
            </w:r>
          </w:p>
        </w:tc>
        <w:tc>
          <w:tcPr>
            <w:tcW w:w="992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4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4</w:t>
            </w:r>
          </w:p>
        </w:tc>
        <w:tc>
          <w:tcPr>
            <w:tcW w:w="994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4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4</w:t>
            </w:r>
          </w:p>
        </w:tc>
      </w:tr>
    </w:tbl>
    <w:p w:rsidR="006650AD" w:rsidRDefault="006650AD">
      <w:pPr>
        <w:spacing w:line="268" w:lineRule="exact"/>
        <w:jc w:val="center"/>
        <w:rPr>
          <w:sz w:val="24"/>
        </w:rPr>
      </w:pPr>
    </w:p>
    <w:p w:rsidR="006650AD" w:rsidRDefault="006650AD" w:rsidP="00667E41">
      <w:pPr>
        <w:rPr>
          <w:sz w:val="24"/>
        </w:rPr>
      </w:pPr>
    </w:p>
    <w:p w:rsidR="006650AD" w:rsidRDefault="006650AD" w:rsidP="00667E41">
      <w:pPr>
        <w:tabs>
          <w:tab w:val="left" w:pos="2580"/>
        </w:tabs>
      </w:pPr>
      <w:r>
        <w:rPr>
          <w:sz w:val="24"/>
        </w:rPr>
        <w:tab/>
      </w:r>
      <w:r>
        <w:t>План</w:t>
      </w:r>
      <w:r>
        <w:rPr>
          <w:spacing w:val="-5"/>
        </w:rPr>
        <w:t xml:space="preserve"> </w:t>
      </w:r>
      <w:r>
        <w:t>мероприятий</w:t>
      </w:r>
      <w:r>
        <w:rPr>
          <w:spacing w:val="-4"/>
        </w:rPr>
        <w:t xml:space="preserve"> </w:t>
      </w:r>
      <w:r>
        <w:t>(«дорожная</w:t>
      </w:r>
      <w:r>
        <w:rPr>
          <w:spacing w:val="-4"/>
        </w:rPr>
        <w:t xml:space="preserve"> </w:t>
      </w:r>
      <w:r>
        <w:t>карта»)</w:t>
      </w:r>
      <w:r>
        <w:rPr>
          <w:spacing w:val="-4"/>
        </w:rPr>
        <w:t xml:space="preserve"> </w:t>
      </w:r>
      <w:r>
        <w:t>Подпрограммы</w:t>
      </w:r>
    </w:p>
    <w:p w:rsidR="006650AD" w:rsidRDefault="006650AD">
      <w:pPr>
        <w:pStyle w:val="BodyText"/>
        <w:spacing w:before="8"/>
        <w:ind w:left="0"/>
        <w:jc w:val="left"/>
      </w:pPr>
    </w:p>
    <w:tbl>
      <w:tblPr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0"/>
        <w:gridCol w:w="4513"/>
        <w:gridCol w:w="1270"/>
        <w:gridCol w:w="1224"/>
        <w:gridCol w:w="2026"/>
      </w:tblGrid>
      <w:tr w:rsidR="006650AD" w:rsidTr="00B87C9F">
        <w:trPr>
          <w:trHeight w:val="278"/>
        </w:trPr>
        <w:tc>
          <w:tcPr>
            <w:tcW w:w="540" w:type="dxa"/>
            <w:vMerge w:val="restart"/>
          </w:tcPr>
          <w:p w:rsidR="006650AD" w:rsidRPr="00B87C9F" w:rsidRDefault="006650AD" w:rsidP="00B87C9F">
            <w:pPr>
              <w:pStyle w:val="TableParagraph"/>
              <w:spacing w:line="271" w:lineRule="exact"/>
              <w:ind w:left="155"/>
              <w:rPr>
                <w:sz w:val="24"/>
              </w:rPr>
            </w:pPr>
            <w:r w:rsidRPr="00B87C9F">
              <w:rPr>
                <w:sz w:val="24"/>
              </w:rPr>
              <w:t>№</w:t>
            </w:r>
          </w:p>
          <w:p w:rsidR="006650AD" w:rsidRPr="00B87C9F" w:rsidRDefault="006650AD" w:rsidP="00B87C9F">
            <w:pPr>
              <w:pStyle w:val="TableParagraph"/>
              <w:spacing w:line="273" w:lineRule="exact"/>
              <w:rPr>
                <w:sz w:val="24"/>
              </w:rPr>
            </w:pPr>
            <w:r w:rsidRPr="00B87C9F">
              <w:rPr>
                <w:sz w:val="24"/>
              </w:rPr>
              <w:t>п/п</w:t>
            </w:r>
          </w:p>
        </w:tc>
        <w:tc>
          <w:tcPr>
            <w:tcW w:w="4513" w:type="dxa"/>
            <w:vMerge w:val="restart"/>
          </w:tcPr>
          <w:p w:rsidR="006650AD" w:rsidRPr="00B87C9F" w:rsidRDefault="006650AD" w:rsidP="00B87C9F">
            <w:pPr>
              <w:pStyle w:val="TableParagraph"/>
              <w:spacing w:line="271" w:lineRule="exact"/>
              <w:ind w:left="810"/>
              <w:rPr>
                <w:sz w:val="24"/>
              </w:rPr>
            </w:pPr>
            <w:r w:rsidRPr="00B87C9F">
              <w:rPr>
                <w:sz w:val="24"/>
              </w:rPr>
              <w:t>Наименование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мероприятия</w:t>
            </w:r>
          </w:p>
        </w:tc>
        <w:tc>
          <w:tcPr>
            <w:tcW w:w="2494" w:type="dxa"/>
            <w:gridSpan w:val="2"/>
          </w:tcPr>
          <w:p w:rsidR="006650AD" w:rsidRPr="00B87C9F" w:rsidRDefault="006650AD" w:rsidP="00B87C9F">
            <w:pPr>
              <w:pStyle w:val="TableParagraph"/>
              <w:spacing w:line="258" w:lineRule="exact"/>
              <w:ind w:left="309"/>
              <w:rPr>
                <w:sz w:val="24"/>
              </w:rPr>
            </w:pPr>
            <w:r w:rsidRPr="00B87C9F">
              <w:rPr>
                <w:sz w:val="24"/>
              </w:rPr>
              <w:t>Сроки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реализации</w:t>
            </w:r>
          </w:p>
        </w:tc>
        <w:tc>
          <w:tcPr>
            <w:tcW w:w="2026" w:type="dxa"/>
            <w:vMerge w:val="restart"/>
          </w:tcPr>
          <w:p w:rsidR="006650AD" w:rsidRPr="00B87C9F" w:rsidRDefault="006650AD" w:rsidP="00B87C9F">
            <w:pPr>
              <w:pStyle w:val="TableParagraph"/>
              <w:spacing w:line="271" w:lineRule="exact"/>
              <w:ind w:left="202" w:right="192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Ответственный</w:t>
            </w:r>
          </w:p>
          <w:p w:rsidR="006650AD" w:rsidRPr="00B87C9F" w:rsidRDefault="006650AD" w:rsidP="00B87C9F">
            <w:pPr>
              <w:pStyle w:val="TableParagraph"/>
              <w:spacing w:line="273" w:lineRule="exact"/>
              <w:ind w:left="201" w:right="192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исполнитель</w:t>
            </w:r>
          </w:p>
        </w:tc>
      </w:tr>
      <w:tr w:rsidR="006650AD" w:rsidTr="00B87C9F">
        <w:trPr>
          <w:trHeight w:val="275"/>
        </w:trPr>
        <w:tc>
          <w:tcPr>
            <w:tcW w:w="540" w:type="dxa"/>
            <w:vMerge/>
            <w:tcBorders>
              <w:top w:val="nil"/>
            </w:tcBorders>
          </w:tcPr>
          <w:p w:rsidR="006650AD" w:rsidRPr="00B87C9F" w:rsidRDefault="006650AD">
            <w:pPr>
              <w:rPr>
                <w:sz w:val="2"/>
                <w:szCs w:val="2"/>
              </w:rPr>
            </w:pPr>
          </w:p>
        </w:tc>
        <w:tc>
          <w:tcPr>
            <w:tcW w:w="4513" w:type="dxa"/>
            <w:vMerge/>
            <w:tcBorders>
              <w:top w:val="nil"/>
            </w:tcBorders>
          </w:tcPr>
          <w:p w:rsidR="006650AD" w:rsidRPr="00B87C9F" w:rsidRDefault="006650AD"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</w:tcPr>
          <w:p w:rsidR="006650AD" w:rsidRPr="00B87C9F" w:rsidRDefault="006650AD" w:rsidP="00B87C9F">
            <w:pPr>
              <w:pStyle w:val="TableParagraph"/>
              <w:spacing w:line="256" w:lineRule="exact"/>
              <w:ind w:left="311"/>
              <w:rPr>
                <w:sz w:val="24"/>
              </w:rPr>
            </w:pPr>
            <w:r w:rsidRPr="00B87C9F">
              <w:rPr>
                <w:sz w:val="24"/>
              </w:rPr>
              <w:t>с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2021</w:t>
            </w:r>
          </w:p>
        </w:tc>
        <w:tc>
          <w:tcPr>
            <w:tcW w:w="1224" w:type="dxa"/>
          </w:tcPr>
          <w:p w:rsidR="006650AD" w:rsidRPr="00B87C9F" w:rsidRDefault="006650AD" w:rsidP="00B87C9F">
            <w:pPr>
              <w:pStyle w:val="TableParagraph"/>
              <w:spacing w:line="256" w:lineRule="exact"/>
              <w:ind w:left="213"/>
              <w:rPr>
                <w:sz w:val="24"/>
              </w:rPr>
            </w:pPr>
            <w:r w:rsidRPr="00B87C9F">
              <w:rPr>
                <w:sz w:val="24"/>
              </w:rPr>
              <w:t>по 2024</w:t>
            </w:r>
          </w:p>
        </w:tc>
        <w:tc>
          <w:tcPr>
            <w:tcW w:w="2026" w:type="dxa"/>
            <w:vMerge/>
            <w:tcBorders>
              <w:top w:val="nil"/>
            </w:tcBorders>
          </w:tcPr>
          <w:p w:rsidR="006650AD" w:rsidRPr="00B87C9F" w:rsidRDefault="006650AD">
            <w:pPr>
              <w:rPr>
                <w:sz w:val="2"/>
                <w:szCs w:val="2"/>
              </w:rPr>
            </w:pPr>
          </w:p>
        </w:tc>
      </w:tr>
      <w:tr w:rsidR="006650AD" w:rsidTr="00B87C9F">
        <w:trPr>
          <w:trHeight w:val="2207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1.</w:t>
            </w:r>
          </w:p>
        </w:tc>
        <w:tc>
          <w:tcPr>
            <w:tcW w:w="4513" w:type="dxa"/>
          </w:tcPr>
          <w:p w:rsidR="006650AD" w:rsidRPr="00B87C9F" w:rsidRDefault="006650AD" w:rsidP="00B87C9F">
            <w:pPr>
              <w:pStyle w:val="TableParagraph"/>
              <w:ind w:right="97"/>
              <w:jc w:val="both"/>
              <w:rPr>
                <w:sz w:val="24"/>
              </w:rPr>
            </w:pPr>
            <w:r w:rsidRPr="00B87C9F">
              <w:rPr>
                <w:sz w:val="24"/>
              </w:rPr>
              <w:t>Реализация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воспитательного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плана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1-9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классов</w:t>
            </w:r>
            <w:r w:rsidRPr="00B87C9F">
              <w:rPr>
                <w:spacing w:val="1"/>
                <w:sz w:val="24"/>
              </w:rPr>
              <w:t xml:space="preserve"> </w:t>
            </w:r>
          </w:p>
        </w:tc>
        <w:tc>
          <w:tcPr>
            <w:tcW w:w="1270" w:type="dxa"/>
          </w:tcPr>
          <w:p w:rsidR="006650AD" w:rsidRPr="00B87C9F" w:rsidRDefault="006650AD" w:rsidP="00B87C9F">
            <w:pPr>
              <w:pStyle w:val="TableParagraph"/>
              <w:ind w:right="95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pacing w:val="15"/>
                <w:sz w:val="24"/>
              </w:rPr>
              <w:t xml:space="preserve"> </w:t>
            </w:r>
            <w:r w:rsidRPr="00B87C9F">
              <w:rPr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224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</w:p>
          <w:p w:rsidR="006650AD" w:rsidRPr="00B87C9F" w:rsidRDefault="006650AD" w:rsidP="00B87C9F">
            <w:pPr>
              <w:pStyle w:val="TableParagraph"/>
              <w:ind w:left="105" w:right="152"/>
              <w:rPr>
                <w:sz w:val="24"/>
              </w:rPr>
            </w:pPr>
            <w:r w:rsidRPr="00B87C9F">
              <w:rPr>
                <w:sz w:val="24"/>
              </w:rPr>
              <w:t>течение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 года</w:t>
            </w:r>
          </w:p>
        </w:tc>
        <w:tc>
          <w:tcPr>
            <w:tcW w:w="2026" w:type="dxa"/>
          </w:tcPr>
          <w:p w:rsidR="006650AD" w:rsidRPr="00B87C9F" w:rsidRDefault="006650AD" w:rsidP="00B87C9F">
            <w:pPr>
              <w:pStyle w:val="TableParagraph"/>
              <w:spacing w:line="270" w:lineRule="atLeast"/>
              <w:ind w:right="480"/>
              <w:rPr>
                <w:sz w:val="24"/>
              </w:rPr>
            </w:pPr>
            <w:r w:rsidRPr="00B87C9F">
              <w:rPr>
                <w:sz w:val="24"/>
              </w:rPr>
              <w:t>Классные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pacing w:val="-1"/>
                <w:sz w:val="24"/>
              </w:rPr>
              <w:t>руководители</w:t>
            </w:r>
            <w:r w:rsidRPr="00B87C9F">
              <w:rPr>
                <w:spacing w:val="-57"/>
                <w:sz w:val="24"/>
              </w:rPr>
              <w:t xml:space="preserve"> </w:t>
            </w:r>
          </w:p>
        </w:tc>
      </w:tr>
      <w:tr w:rsidR="006650AD" w:rsidTr="00B87C9F">
        <w:trPr>
          <w:trHeight w:val="1656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2.</w:t>
            </w:r>
          </w:p>
        </w:tc>
        <w:tc>
          <w:tcPr>
            <w:tcW w:w="4513" w:type="dxa"/>
          </w:tcPr>
          <w:p w:rsidR="006650AD" w:rsidRPr="00B87C9F" w:rsidRDefault="006650AD" w:rsidP="00B87C9F">
            <w:pPr>
              <w:pStyle w:val="TableParagraph"/>
              <w:tabs>
                <w:tab w:val="left" w:pos="2263"/>
                <w:tab w:val="left" w:pos="3221"/>
              </w:tabs>
              <w:ind w:right="97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Организация</w:t>
            </w:r>
            <w:r w:rsidRPr="00B87C9F">
              <w:rPr>
                <w:sz w:val="24"/>
              </w:rPr>
              <w:tab/>
              <w:t>и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проведение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общешкольных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коллективно-творческих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дел,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направленных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формирование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навыков</w:t>
            </w:r>
            <w:r w:rsidRPr="00B87C9F">
              <w:rPr>
                <w:spacing w:val="42"/>
                <w:sz w:val="24"/>
              </w:rPr>
              <w:t xml:space="preserve"> </w:t>
            </w:r>
            <w:r w:rsidRPr="00B87C9F">
              <w:rPr>
                <w:sz w:val="24"/>
              </w:rPr>
              <w:t>социального</w:t>
            </w:r>
            <w:r w:rsidRPr="00B87C9F">
              <w:rPr>
                <w:spacing w:val="40"/>
                <w:sz w:val="24"/>
              </w:rPr>
              <w:t xml:space="preserve"> </w:t>
            </w:r>
            <w:r w:rsidRPr="00B87C9F">
              <w:rPr>
                <w:sz w:val="24"/>
              </w:rPr>
              <w:t>взаимодействия.</w:t>
            </w:r>
          </w:p>
        </w:tc>
        <w:tc>
          <w:tcPr>
            <w:tcW w:w="1270" w:type="dxa"/>
          </w:tcPr>
          <w:p w:rsidR="006650AD" w:rsidRPr="00B87C9F" w:rsidRDefault="006650AD" w:rsidP="00B87C9F">
            <w:pPr>
              <w:pStyle w:val="TableParagraph"/>
              <w:ind w:right="95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pacing w:val="15"/>
                <w:sz w:val="24"/>
              </w:rPr>
              <w:t xml:space="preserve"> </w:t>
            </w:r>
            <w:r w:rsidRPr="00B87C9F">
              <w:rPr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224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</w:p>
          <w:p w:rsidR="006650AD" w:rsidRPr="00B87C9F" w:rsidRDefault="006650AD" w:rsidP="00B87C9F">
            <w:pPr>
              <w:pStyle w:val="TableParagraph"/>
              <w:ind w:left="105" w:right="152"/>
              <w:rPr>
                <w:sz w:val="24"/>
              </w:rPr>
            </w:pPr>
            <w:r w:rsidRPr="00B87C9F">
              <w:rPr>
                <w:sz w:val="24"/>
              </w:rPr>
              <w:t>течение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 года</w:t>
            </w:r>
          </w:p>
        </w:tc>
        <w:tc>
          <w:tcPr>
            <w:tcW w:w="2026" w:type="dxa"/>
          </w:tcPr>
          <w:p w:rsidR="006650AD" w:rsidRPr="00B87C9F" w:rsidRDefault="006650AD" w:rsidP="00B87C9F">
            <w:pPr>
              <w:pStyle w:val="TableParagraph"/>
              <w:spacing w:line="270" w:lineRule="atLeast"/>
              <w:ind w:right="480"/>
              <w:rPr>
                <w:sz w:val="24"/>
              </w:rPr>
            </w:pPr>
            <w:r w:rsidRPr="00B87C9F">
              <w:rPr>
                <w:sz w:val="24"/>
              </w:rPr>
              <w:t>Классные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pacing w:val="-1"/>
                <w:sz w:val="24"/>
              </w:rPr>
              <w:t>руководители</w:t>
            </w:r>
          </w:p>
        </w:tc>
      </w:tr>
      <w:tr w:rsidR="006650AD" w:rsidTr="00B87C9F">
        <w:trPr>
          <w:trHeight w:val="1655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3.</w:t>
            </w:r>
          </w:p>
        </w:tc>
        <w:tc>
          <w:tcPr>
            <w:tcW w:w="4513" w:type="dxa"/>
          </w:tcPr>
          <w:p w:rsidR="006650AD" w:rsidRPr="00B87C9F" w:rsidRDefault="006650AD" w:rsidP="00B87C9F">
            <w:pPr>
              <w:pStyle w:val="TableParagraph"/>
              <w:tabs>
                <w:tab w:val="left" w:pos="2263"/>
                <w:tab w:val="left" w:pos="2364"/>
                <w:tab w:val="left" w:pos="3221"/>
              </w:tabs>
              <w:ind w:right="98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Организация</w:t>
            </w:r>
            <w:r w:rsidRPr="00B87C9F">
              <w:rPr>
                <w:sz w:val="24"/>
              </w:rPr>
              <w:tab/>
              <w:t>и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проведение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общешкольных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смотров-конкурсов,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направленных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создание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эстетически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значимой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среды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школе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развитие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творческих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способностей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</w:p>
        </w:tc>
        <w:tc>
          <w:tcPr>
            <w:tcW w:w="1270" w:type="dxa"/>
          </w:tcPr>
          <w:p w:rsidR="006650AD" w:rsidRPr="00B87C9F" w:rsidRDefault="006650AD" w:rsidP="00B87C9F">
            <w:pPr>
              <w:pStyle w:val="TableParagraph"/>
              <w:ind w:right="95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pacing w:val="15"/>
                <w:sz w:val="24"/>
              </w:rPr>
              <w:t xml:space="preserve"> </w:t>
            </w:r>
            <w:r w:rsidRPr="00B87C9F">
              <w:rPr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224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</w:p>
          <w:p w:rsidR="006650AD" w:rsidRPr="00B87C9F" w:rsidRDefault="006650AD" w:rsidP="00B87C9F">
            <w:pPr>
              <w:pStyle w:val="TableParagraph"/>
              <w:ind w:left="105" w:right="152"/>
              <w:rPr>
                <w:sz w:val="24"/>
              </w:rPr>
            </w:pPr>
            <w:r w:rsidRPr="00B87C9F">
              <w:rPr>
                <w:sz w:val="24"/>
              </w:rPr>
              <w:t>течение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 года</w:t>
            </w:r>
          </w:p>
        </w:tc>
        <w:tc>
          <w:tcPr>
            <w:tcW w:w="2026" w:type="dxa"/>
          </w:tcPr>
          <w:p w:rsidR="006650AD" w:rsidRPr="00B87C9F" w:rsidRDefault="006650AD" w:rsidP="00B87C9F">
            <w:pPr>
              <w:pStyle w:val="TableParagraph"/>
              <w:spacing w:line="270" w:lineRule="atLeast"/>
              <w:ind w:right="480"/>
              <w:rPr>
                <w:sz w:val="24"/>
              </w:rPr>
            </w:pPr>
            <w:r w:rsidRPr="00B87C9F">
              <w:rPr>
                <w:sz w:val="24"/>
              </w:rPr>
              <w:t>Классные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pacing w:val="-1"/>
                <w:sz w:val="24"/>
              </w:rPr>
              <w:t>руководители</w:t>
            </w:r>
          </w:p>
        </w:tc>
      </w:tr>
      <w:tr w:rsidR="006650AD" w:rsidTr="00B87C9F">
        <w:trPr>
          <w:trHeight w:val="1931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7" w:lineRule="exact"/>
              <w:rPr>
                <w:sz w:val="24"/>
              </w:rPr>
            </w:pPr>
            <w:r w:rsidRPr="00B87C9F">
              <w:rPr>
                <w:sz w:val="24"/>
              </w:rPr>
              <w:t>4.</w:t>
            </w:r>
          </w:p>
        </w:tc>
        <w:tc>
          <w:tcPr>
            <w:tcW w:w="4513" w:type="dxa"/>
          </w:tcPr>
          <w:p w:rsidR="006650AD" w:rsidRPr="00B87C9F" w:rsidRDefault="006650AD" w:rsidP="00B87C9F">
            <w:pPr>
              <w:pStyle w:val="TableParagraph"/>
              <w:ind w:right="100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Организация и проведение мероприятий,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посвященных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историческим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событиям,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государственным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праздникам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юбилейным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датам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Российской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Федерации</w:t>
            </w:r>
          </w:p>
        </w:tc>
        <w:tc>
          <w:tcPr>
            <w:tcW w:w="1270" w:type="dxa"/>
          </w:tcPr>
          <w:p w:rsidR="006650AD" w:rsidRPr="00B87C9F" w:rsidRDefault="006650AD" w:rsidP="00B87C9F">
            <w:pPr>
              <w:pStyle w:val="TableParagraph"/>
              <w:ind w:right="95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pacing w:val="15"/>
                <w:sz w:val="24"/>
              </w:rPr>
              <w:t xml:space="preserve"> </w:t>
            </w:r>
            <w:r w:rsidRPr="00B87C9F">
              <w:rPr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224" w:type="dxa"/>
          </w:tcPr>
          <w:p w:rsidR="006650AD" w:rsidRPr="00B87C9F" w:rsidRDefault="006650AD" w:rsidP="00B87C9F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</w:p>
          <w:p w:rsidR="006650AD" w:rsidRPr="00B87C9F" w:rsidRDefault="006650AD" w:rsidP="00B87C9F">
            <w:pPr>
              <w:pStyle w:val="TableParagraph"/>
              <w:ind w:left="105" w:right="152"/>
              <w:rPr>
                <w:sz w:val="24"/>
              </w:rPr>
            </w:pPr>
            <w:r w:rsidRPr="00B87C9F">
              <w:rPr>
                <w:sz w:val="24"/>
              </w:rPr>
              <w:t>течение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 года</w:t>
            </w:r>
          </w:p>
        </w:tc>
        <w:tc>
          <w:tcPr>
            <w:tcW w:w="2026" w:type="dxa"/>
          </w:tcPr>
          <w:p w:rsidR="006650AD" w:rsidRPr="00B87C9F" w:rsidRDefault="006650AD" w:rsidP="00B87C9F">
            <w:pPr>
              <w:pStyle w:val="TableParagraph"/>
              <w:spacing w:line="270" w:lineRule="atLeast"/>
              <w:ind w:right="94"/>
              <w:rPr>
                <w:sz w:val="24"/>
              </w:rPr>
            </w:pPr>
            <w:r w:rsidRPr="00B87C9F">
              <w:rPr>
                <w:sz w:val="24"/>
              </w:rPr>
              <w:t>Учителя</w:t>
            </w:r>
            <w:r w:rsidRPr="00B87C9F">
              <w:rPr>
                <w:spacing w:val="39"/>
                <w:sz w:val="24"/>
              </w:rPr>
              <w:t xml:space="preserve"> </w:t>
            </w:r>
            <w:r w:rsidRPr="00B87C9F">
              <w:rPr>
                <w:sz w:val="24"/>
              </w:rPr>
              <w:t>истории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обществознания</w:t>
            </w:r>
          </w:p>
          <w:p w:rsidR="006650AD" w:rsidRPr="00B87C9F" w:rsidRDefault="006650AD" w:rsidP="00B87C9F">
            <w:pPr>
              <w:pStyle w:val="TableParagraph"/>
              <w:spacing w:line="270" w:lineRule="atLeast"/>
              <w:ind w:right="94"/>
              <w:rPr>
                <w:sz w:val="24"/>
              </w:rPr>
            </w:pPr>
            <w:r w:rsidRPr="00B87C9F">
              <w:rPr>
                <w:sz w:val="24"/>
              </w:rPr>
              <w:t>Классные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pacing w:val="-1"/>
                <w:sz w:val="24"/>
              </w:rPr>
              <w:t>руководители</w:t>
            </w:r>
          </w:p>
        </w:tc>
      </w:tr>
      <w:tr w:rsidR="006650AD" w:rsidTr="00B87C9F">
        <w:trPr>
          <w:trHeight w:val="1106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rPr>
                <w:sz w:val="24"/>
              </w:rPr>
            </w:pPr>
            <w:r w:rsidRPr="00B87C9F">
              <w:rPr>
                <w:sz w:val="24"/>
              </w:rPr>
              <w:t>7.</w:t>
            </w:r>
          </w:p>
        </w:tc>
        <w:tc>
          <w:tcPr>
            <w:tcW w:w="4513" w:type="dxa"/>
          </w:tcPr>
          <w:p w:rsidR="006650AD" w:rsidRPr="00B87C9F" w:rsidRDefault="006650AD" w:rsidP="00B87C9F">
            <w:pPr>
              <w:pStyle w:val="TableParagraph"/>
              <w:tabs>
                <w:tab w:val="left" w:pos="1754"/>
                <w:tab w:val="left" w:pos="2810"/>
                <w:tab w:val="left" w:pos="3817"/>
              </w:tabs>
              <w:spacing w:line="270" w:lineRule="exact"/>
              <w:rPr>
                <w:sz w:val="24"/>
              </w:rPr>
            </w:pPr>
            <w:r w:rsidRPr="00B87C9F">
              <w:rPr>
                <w:sz w:val="24"/>
              </w:rPr>
              <w:t>Организация</w:t>
            </w:r>
            <w:r w:rsidRPr="00B87C9F">
              <w:rPr>
                <w:sz w:val="24"/>
              </w:rPr>
              <w:tab/>
              <w:t>работы</w:t>
            </w:r>
            <w:r w:rsidRPr="00B87C9F">
              <w:rPr>
                <w:sz w:val="24"/>
              </w:rPr>
              <w:tab/>
              <w:t>внеурочной деятельности «Юные инспектора».</w:t>
            </w:r>
          </w:p>
          <w:p w:rsidR="006650AD" w:rsidRPr="00B87C9F" w:rsidRDefault="006650AD" w:rsidP="00B87C9F">
            <w:pPr>
              <w:pStyle w:val="TableParagraph"/>
              <w:tabs>
                <w:tab w:val="left" w:pos="2289"/>
                <w:tab w:val="left" w:pos="3812"/>
              </w:tabs>
              <w:ind w:right="97"/>
              <w:rPr>
                <w:sz w:val="24"/>
              </w:rPr>
            </w:pPr>
          </w:p>
        </w:tc>
        <w:tc>
          <w:tcPr>
            <w:tcW w:w="1270" w:type="dxa"/>
          </w:tcPr>
          <w:p w:rsidR="006650AD" w:rsidRPr="00B87C9F" w:rsidRDefault="006650AD" w:rsidP="00B87C9F">
            <w:pPr>
              <w:pStyle w:val="TableParagraph"/>
              <w:ind w:right="95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pacing w:val="15"/>
                <w:sz w:val="24"/>
              </w:rPr>
              <w:t xml:space="preserve"> </w:t>
            </w:r>
            <w:r w:rsidRPr="00B87C9F">
              <w:rPr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224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</w:p>
          <w:p w:rsidR="006650AD" w:rsidRPr="00B87C9F" w:rsidRDefault="006650AD" w:rsidP="00B87C9F">
            <w:pPr>
              <w:pStyle w:val="TableParagraph"/>
              <w:spacing w:line="270" w:lineRule="atLeast"/>
              <w:ind w:left="105" w:right="152"/>
              <w:rPr>
                <w:sz w:val="24"/>
              </w:rPr>
            </w:pPr>
            <w:r w:rsidRPr="00B87C9F">
              <w:rPr>
                <w:sz w:val="24"/>
              </w:rPr>
              <w:t>течение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 года</w:t>
            </w:r>
          </w:p>
        </w:tc>
        <w:tc>
          <w:tcPr>
            <w:tcW w:w="2026" w:type="dxa"/>
          </w:tcPr>
          <w:p w:rsidR="006650AD" w:rsidRPr="00B87C9F" w:rsidRDefault="006650AD" w:rsidP="00B87C9F">
            <w:pPr>
              <w:pStyle w:val="TableParagraph"/>
              <w:tabs>
                <w:tab w:val="left" w:pos="791"/>
                <w:tab w:val="left" w:pos="1225"/>
              </w:tabs>
              <w:ind w:right="92"/>
              <w:rPr>
                <w:spacing w:val="-1"/>
                <w:sz w:val="24"/>
              </w:rPr>
            </w:pPr>
            <w:r w:rsidRPr="00B87C9F">
              <w:rPr>
                <w:sz w:val="24"/>
              </w:rPr>
              <w:t>Отв.</w:t>
            </w:r>
            <w:r w:rsidRPr="00B87C9F">
              <w:rPr>
                <w:sz w:val="24"/>
              </w:rPr>
              <w:tab/>
              <w:t>за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работу</w:t>
            </w:r>
          </w:p>
          <w:p w:rsidR="006650AD" w:rsidRPr="00B87C9F" w:rsidRDefault="006650AD" w:rsidP="00B87C9F">
            <w:pPr>
              <w:pStyle w:val="TableParagraph"/>
              <w:tabs>
                <w:tab w:val="left" w:pos="791"/>
                <w:tab w:val="left" w:pos="1225"/>
              </w:tabs>
              <w:ind w:right="92"/>
              <w:rPr>
                <w:sz w:val="24"/>
              </w:rPr>
            </w:pP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Классные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pacing w:val="-1"/>
                <w:sz w:val="24"/>
              </w:rPr>
              <w:t>руководители</w:t>
            </w:r>
          </w:p>
        </w:tc>
      </w:tr>
      <w:tr w:rsidR="006650AD" w:rsidTr="00B87C9F">
        <w:trPr>
          <w:trHeight w:val="1655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8.</w:t>
            </w:r>
          </w:p>
        </w:tc>
        <w:tc>
          <w:tcPr>
            <w:tcW w:w="4513" w:type="dxa"/>
          </w:tcPr>
          <w:p w:rsidR="006650AD" w:rsidRPr="00B87C9F" w:rsidRDefault="006650AD" w:rsidP="00B87C9F">
            <w:pPr>
              <w:pStyle w:val="TableParagraph"/>
              <w:tabs>
                <w:tab w:val="left" w:pos="2134"/>
                <w:tab w:val="left" w:pos="2468"/>
                <w:tab w:val="left" w:pos="4151"/>
              </w:tabs>
              <w:ind w:right="99"/>
              <w:jc w:val="both"/>
              <w:rPr>
                <w:sz w:val="24"/>
              </w:rPr>
            </w:pPr>
            <w:r w:rsidRPr="00B87C9F">
              <w:rPr>
                <w:sz w:val="24"/>
              </w:rPr>
              <w:t>Реализация</w:t>
            </w:r>
            <w:r w:rsidRPr="00B87C9F">
              <w:rPr>
                <w:sz w:val="24"/>
              </w:rPr>
              <w:tab/>
              <w:t>программы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2"/>
                <w:sz w:val="24"/>
              </w:rPr>
              <w:t>по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формированию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законопослушного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поведения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несовершеннолетних.</w:t>
            </w:r>
          </w:p>
          <w:p w:rsidR="006650AD" w:rsidRPr="00B87C9F" w:rsidRDefault="006650AD" w:rsidP="00B87C9F">
            <w:pPr>
              <w:pStyle w:val="TableParagraph"/>
              <w:tabs>
                <w:tab w:val="left" w:pos="2196"/>
                <w:tab w:val="left" w:pos="3691"/>
              </w:tabs>
              <w:ind w:right="98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Обеспечение</w:t>
            </w:r>
            <w:r w:rsidRPr="00B87C9F">
              <w:rPr>
                <w:sz w:val="24"/>
              </w:rPr>
              <w:tab/>
              <w:t>работы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Совета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профилактики.</w:t>
            </w:r>
          </w:p>
          <w:p w:rsidR="006650AD" w:rsidRPr="00B87C9F" w:rsidRDefault="006650AD" w:rsidP="00B87C9F">
            <w:pPr>
              <w:pStyle w:val="TableParagraph"/>
              <w:tabs>
                <w:tab w:val="left" w:pos="2796"/>
                <w:tab w:val="left" w:pos="4293"/>
              </w:tabs>
              <w:spacing w:line="265" w:lineRule="exact"/>
              <w:rPr>
                <w:sz w:val="24"/>
              </w:rPr>
            </w:pPr>
            <w:r w:rsidRPr="00B87C9F">
              <w:rPr>
                <w:sz w:val="24"/>
              </w:rPr>
              <w:t xml:space="preserve">Реализация   </w:t>
            </w:r>
            <w:r w:rsidRPr="00B87C9F">
              <w:rPr>
                <w:spacing w:val="33"/>
                <w:sz w:val="24"/>
              </w:rPr>
              <w:t xml:space="preserve"> </w:t>
            </w:r>
            <w:r w:rsidRPr="00B87C9F">
              <w:rPr>
                <w:sz w:val="24"/>
              </w:rPr>
              <w:t xml:space="preserve">индивидуальных    </w:t>
            </w:r>
            <w:r w:rsidRPr="00B87C9F">
              <w:rPr>
                <w:spacing w:val="32"/>
                <w:sz w:val="24"/>
              </w:rPr>
              <w:t xml:space="preserve"> </w:t>
            </w:r>
            <w:r w:rsidRPr="00B87C9F">
              <w:rPr>
                <w:sz w:val="24"/>
              </w:rPr>
              <w:t>планов профилактической</w:t>
            </w:r>
            <w:r w:rsidRPr="00B87C9F">
              <w:rPr>
                <w:sz w:val="24"/>
              </w:rPr>
              <w:tab/>
              <w:t>работы</w:t>
            </w:r>
            <w:r w:rsidRPr="00B87C9F">
              <w:rPr>
                <w:sz w:val="24"/>
              </w:rPr>
              <w:tab/>
              <w:t>с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обучающимися.</w:t>
            </w:r>
          </w:p>
        </w:tc>
        <w:tc>
          <w:tcPr>
            <w:tcW w:w="1270" w:type="dxa"/>
          </w:tcPr>
          <w:p w:rsidR="006650AD" w:rsidRPr="00B87C9F" w:rsidRDefault="006650AD" w:rsidP="00B87C9F">
            <w:pPr>
              <w:pStyle w:val="TableParagraph"/>
              <w:ind w:right="95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pacing w:val="15"/>
                <w:sz w:val="24"/>
              </w:rPr>
              <w:t xml:space="preserve"> </w:t>
            </w:r>
            <w:r w:rsidRPr="00B87C9F">
              <w:rPr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224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</w:p>
          <w:p w:rsidR="006650AD" w:rsidRPr="00B87C9F" w:rsidRDefault="006650AD" w:rsidP="00B87C9F">
            <w:pPr>
              <w:pStyle w:val="TableParagraph"/>
              <w:ind w:left="105" w:right="152"/>
              <w:rPr>
                <w:sz w:val="24"/>
              </w:rPr>
            </w:pPr>
            <w:r w:rsidRPr="00B87C9F">
              <w:rPr>
                <w:sz w:val="24"/>
              </w:rPr>
              <w:t>течение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 года</w:t>
            </w:r>
          </w:p>
        </w:tc>
        <w:tc>
          <w:tcPr>
            <w:tcW w:w="2026" w:type="dxa"/>
          </w:tcPr>
          <w:p w:rsidR="006650AD" w:rsidRPr="00B87C9F" w:rsidRDefault="006650AD" w:rsidP="00B87C9F">
            <w:pPr>
              <w:pStyle w:val="TableParagraph"/>
              <w:tabs>
                <w:tab w:val="left" w:pos="870"/>
                <w:tab w:val="left" w:pos="1124"/>
              </w:tabs>
              <w:spacing w:line="270" w:lineRule="atLeast"/>
              <w:ind w:right="95"/>
              <w:rPr>
                <w:sz w:val="24"/>
              </w:rPr>
            </w:pPr>
            <w:r w:rsidRPr="00B87C9F">
              <w:rPr>
                <w:sz w:val="24"/>
              </w:rPr>
              <w:t>Инспектор по охране прав детства</w:t>
            </w:r>
          </w:p>
          <w:p w:rsidR="006650AD" w:rsidRPr="00B87C9F" w:rsidRDefault="006650AD" w:rsidP="00B87C9F">
            <w:pPr>
              <w:pStyle w:val="TableParagraph"/>
              <w:tabs>
                <w:tab w:val="left" w:pos="870"/>
                <w:tab w:val="left" w:pos="1124"/>
              </w:tabs>
              <w:spacing w:line="270" w:lineRule="atLeast"/>
              <w:ind w:right="95"/>
              <w:rPr>
                <w:sz w:val="24"/>
              </w:rPr>
            </w:pPr>
            <w:r w:rsidRPr="00B87C9F">
              <w:rPr>
                <w:sz w:val="24"/>
              </w:rPr>
              <w:t>Классные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pacing w:val="-1"/>
                <w:sz w:val="24"/>
              </w:rPr>
              <w:t>руководители</w:t>
            </w:r>
          </w:p>
        </w:tc>
      </w:tr>
      <w:tr w:rsidR="006650AD" w:rsidTr="00B87C9F">
        <w:trPr>
          <w:trHeight w:val="1932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ab/>
            </w:r>
            <w:r w:rsidRPr="00B87C9F">
              <w:rPr>
                <w:sz w:val="24"/>
              </w:rPr>
              <w:t>9.</w:t>
            </w:r>
          </w:p>
        </w:tc>
        <w:tc>
          <w:tcPr>
            <w:tcW w:w="4513" w:type="dxa"/>
          </w:tcPr>
          <w:p w:rsidR="006650AD" w:rsidRPr="00B87C9F" w:rsidRDefault="006650AD" w:rsidP="00B87C9F">
            <w:pPr>
              <w:pStyle w:val="TableParagraph"/>
              <w:tabs>
                <w:tab w:val="left" w:pos="2640"/>
                <w:tab w:val="left" w:pos="2888"/>
                <w:tab w:val="left" w:pos="4286"/>
              </w:tabs>
              <w:ind w:right="97"/>
              <w:jc w:val="both"/>
              <w:rPr>
                <w:sz w:val="24"/>
              </w:rPr>
            </w:pPr>
            <w:r w:rsidRPr="00B87C9F">
              <w:rPr>
                <w:sz w:val="24"/>
              </w:rPr>
              <w:t>Реализация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комплекса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мероприятий,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направленных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ограничение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доступа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осуществлении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образовательного</w:t>
            </w:r>
            <w:r w:rsidRPr="00B87C9F">
              <w:rPr>
                <w:sz w:val="24"/>
              </w:rPr>
              <w:tab/>
              <w:t>процесса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4"/>
                <w:sz w:val="24"/>
              </w:rPr>
              <w:t>к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информации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  <w:t>экстремисткой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направленности,</w:t>
            </w:r>
            <w:r w:rsidRPr="00B87C9F">
              <w:rPr>
                <w:spacing w:val="9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9"/>
                <w:sz w:val="24"/>
              </w:rPr>
              <w:t xml:space="preserve"> </w:t>
            </w:r>
            <w:r w:rsidRPr="00B87C9F">
              <w:rPr>
                <w:sz w:val="24"/>
              </w:rPr>
              <w:t>т.ч.</w:t>
            </w:r>
            <w:r w:rsidRPr="00B87C9F">
              <w:rPr>
                <w:spacing w:val="9"/>
                <w:sz w:val="24"/>
              </w:rPr>
              <w:t xml:space="preserve"> </w:t>
            </w:r>
            <w:r w:rsidRPr="00B87C9F">
              <w:rPr>
                <w:sz w:val="24"/>
              </w:rPr>
              <w:t>содержащейся</w:t>
            </w:r>
            <w:r w:rsidRPr="00B87C9F">
              <w:rPr>
                <w:spacing w:val="12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</w:p>
          <w:p w:rsidR="006650AD" w:rsidRPr="00B87C9F" w:rsidRDefault="006650AD" w:rsidP="00B87C9F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 w:rsidRPr="00B87C9F">
              <w:rPr>
                <w:sz w:val="24"/>
              </w:rPr>
              <w:t>сети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«Интернет»</w:t>
            </w:r>
          </w:p>
        </w:tc>
        <w:tc>
          <w:tcPr>
            <w:tcW w:w="1270" w:type="dxa"/>
          </w:tcPr>
          <w:p w:rsidR="006650AD" w:rsidRPr="00B87C9F" w:rsidRDefault="006650AD" w:rsidP="00B87C9F">
            <w:pPr>
              <w:pStyle w:val="TableParagraph"/>
              <w:ind w:right="95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pacing w:val="15"/>
                <w:sz w:val="24"/>
              </w:rPr>
              <w:t xml:space="preserve"> </w:t>
            </w:r>
            <w:r w:rsidRPr="00B87C9F">
              <w:rPr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224" w:type="dxa"/>
          </w:tcPr>
          <w:p w:rsidR="006650AD" w:rsidRPr="00B87C9F" w:rsidRDefault="006650AD" w:rsidP="00B87C9F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</w:p>
          <w:p w:rsidR="006650AD" w:rsidRPr="00B87C9F" w:rsidRDefault="006650AD" w:rsidP="00B87C9F">
            <w:pPr>
              <w:pStyle w:val="TableParagraph"/>
              <w:ind w:left="105" w:right="152"/>
              <w:rPr>
                <w:sz w:val="24"/>
              </w:rPr>
            </w:pPr>
            <w:r w:rsidRPr="00B87C9F">
              <w:rPr>
                <w:sz w:val="24"/>
              </w:rPr>
              <w:t>течение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 года</w:t>
            </w:r>
          </w:p>
        </w:tc>
        <w:tc>
          <w:tcPr>
            <w:tcW w:w="2026" w:type="dxa"/>
          </w:tcPr>
          <w:p w:rsidR="006650AD" w:rsidRPr="00B87C9F" w:rsidRDefault="006650AD" w:rsidP="00B87C9F">
            <w:pPr>
              <w:pStyle w:val="TableParagraph"/>
              <w:ind w:right="78"/>
              <w:rPr>
                <w:sz w:val="24"/>
              </w:rPr>
            </w:pPr>
            <w:r w:rsidRPr="00B87C9F">
              <w:rPr>
                <w:sz w:val="24"/>
              </w:rPr>
              <w:t>Члены комиссии по контент фильтрации.</w:t>
            </w:r>
          </w:p>
        </w:tc>
      </w:tr>
      <w:tr w:rsidR="006650AD" w:rsidTr="00B87C9F">
        <w:trPr>
          <w:trHeight w:val="1655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rPr>
                <w:sz w:val="24"/>
              </w:rPr>
            </w:pPr>
            <w:r w:rsidRPr="00B87C9F">
              <w:rPr>
                <w:sz w:val="24"/>
              </w:rPr>
              <w:t>10.</w:t>
            </w:r>
          </w:p>
        </w:tc>
        <w:tc>
          <w:tcPr>
            <w:tcW w:w="4513" w:type="dxa"/>
          </w:tcPr>
          <w:p w:rsidR="006650AD" w:rsidRPr="00B87C9F" w:rsidRDefault="006650AD" w:rsidP="00B87C9F">
            <w:pPr>
              <w:pStyle w:val="TableParagraph"/>
              <w:tabs>
                <w:tab w:val="left" w:pos="2134"/>
                <w:tab w:val="left" w:pos="4151"/>
              </w:tabs>
              <w:ind w:right="95"/>
              <w:jc w:val="both"/>
              <w:rPr>
                <w:sz w:val="24"/>
              </w:rPr>
            </w:pPr>
            <w:r w:rsidRPr="00B87C9F">
              <w:rPr>
                <w:sz w:val="24"/>
              </w:rPr>
              <w:t>Реализация</w:t>
            </w:r>
            <w:r w:rsidRPr="00B87C9F">
              <w:rPr>
                <w:sz w:val="24"/>
              </w:rPr>
              <w:tab/>
              <w:t>программы</w:t>
            </w:r>
            <w:r w:rsidRPr="00B87C9F">
              <w:rPr>
                <w:sz w:val="24"/>
              </w:rPr>
              <w:tab/>
              <w:t>по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формированию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культуры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здорового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питания «Правильное питание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– основа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здоровья»</w:t>
            </w:r>
          </w:p>
        </w:tc>
        <w:tc>
          <w:tcPr>
            <w:tcW w:w="1270" w:type="dxa"/>
          </w:tcPr>
          <w:p w:rsidR="006650AD" w:rsidRPr="00B87C9F" w:rsidRDefault="006650AD" w:rsidP="00B87C9F">
            <w:pPr>
              <w:pStyle w:val="TableParagraph"/>
              <w:ind w:right="95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pacing w:val="15"/>
                <w:sz w:val="24"/>
              </w:rPr>
              <w:t xml:space="preserve"> </w:t>
            </w:r>
            <w:r w:rsidRPr="00B87C9F">
              <w:rPr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224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</w:p>
          <w:p w:rsidR="006650AD" w:rsidRPr="00B87C9F" w:rsidRDefault="006650AD" w:rsidP="00B87C9F">
            <w:pPr>
              <w:pStyle w:val="TableParagraph"/>
              <w:ind w:left="105" w:right="152"/>
              <w:rPr>
                <w:sz w:val="24"/>
              </w:rPr>
            </w:pPr>
            <w:r w:rsidRPr="00B87C9F">
              <w:rPr>
                <w:sz w:val="24"/>
              </w:rPr>
              <w:t>течение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 года</w:t>
            </w:r>
          </w:p>
        </w:tc>
        <w:tc>
          <w:tcPr>
            <w:tcW w:w="2026" w:type="dxa"/>
          </w:tcPr>
          <w:p w:rsidR="006650AD" w:rsidRPr="00B87C9F" w:rsidRDefault="006650AD" w:rsidP="00B87C9F">
            <w:pPr>
              <w:pStyle w:val="TableParagraph"/>
              <w:spacing w:line="270" w:lineRule="atLeast"/>
              <w:ind w:right="640"/>
              <w:rPr>
                <w:sz w:val="24"/>
              </w:rPr>
            </w:pPr>
            <w:r w:rsidRPr="00B87C9F">
              <w:rPr>
                <w:sz w:val="24"/>
              </w:rPr>
              <w:t>Классные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pacing w:val="-1"/>
                <w:sz w:val="24"/>
              </w:rPr>
              <w:t>руководители</w:t>
            </w:r>
          </w:p>
        </w:tc>
      </w:tr>
      <w:tr w:rsidR="006650AD" w:rsidTr="00B87C9F">
        <w:trPr>
          <w:trHeight w:val="1103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rPr>
                <w:sz w:val="24"/>
              </w:rPr>
            </w:pPr>
            <w:r w:rsidRPr="00B87C9F">
              <w:rPr>
                <w:sz w:val="24"/>
              </w:rPr>
              <w:t>11.</w:t>
            </w:r>
          </w:p>
        </w:tc>
        <w:tc>
          <w:tcPr>
            <w:tcW w:w="4513" w:type="dxa"/>
          </w:tcPr>
          <w:p w:rsidR="006650AD" w:rsidRPr="00B87C9F" w:rsidRDefault="006650AD" w:rsidP="00B87C9F">
            <w:pPr>
              <w:pStyle w:val="TableParagraph"/>
              <w:tabs>
                <w:tab w:val="left" w:pos="2897"/>
              </w:tabs>
              <w:ind w:right="93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Обеспечение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участия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муниципальных,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региональных,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федеральных</w:t>
            </w:r>
            <w:r w:rsidRPr="00B87C9F">
              <w:rPr>
                <w:spacing w:val="35"/>
                <w:sz w:val="24"/>
              </w:rPr>
              <w:t xml:space="preserve"> </w:t>
            </w:r>
            <w:r w:rsidRPr="00B87C9F">
              <w:rPr>
                <w:sz w:val="24"/>
              </w:rPr>
              <w:t>мероприятиях,</w:t>
            </w:r>
            <w:r w:rsidRPr="00B87C9F">
              <w:rPr>
                <w:spacing w:val="29"/>
                <w:sz w:val="24"/>
              </w:rPr>
              <w:t xml:space="preserve"> </w:t>
            </w:r>
            <w:r w:rsidRPr="00B87C9F">
              <w:rPr>
                <w:sz w:val="24"/>
              </w:rPr>
              <w:t>конкурсах,</w:t>
            </w:r>
          </w:p>
          <w:p w:rsidR="006650AD" w:rsidRPr="00B87C9F" w:rsidRDefault="006650AD" w:rsidP="00B87C9F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 w:rsidRPr="00B87C9F">
              <w:rPr>
                <w:sz w:val="24"/>
              </w:rPr>
              <w:t>социально-значимых</w:t>
            </w:r>
            <w:r w:rsidRPr="00B87C9F">
              <w:rPr>
                <w:spacing w:val="-6"/>
                <w:sz w:val="24"/>
              </w:rPr>
              <w:t xml:space="preserve"> </w:t>
            </w:r>
            <w:r w:rsidRPr="00B87C9F">
              <w:rPr>
                <w:sz w:val="24"/>
              </w:rPr>
              <w:t>проектах</w:t>
            </w:r>
          </w:p>
        </w:tc>
        <w:tc>
          <w:tcPr>
            <w:tcW w:w="1270" w:type="dxa"/>
          </w:tcPr>
          <w:p w:rsidR="006650AD" w:rsidRPr="00B87C9F" w:rsidRDefault="006650AD" w:rsidP="00B87C9F">
            <w:pPr>
              <w:pStyle w:val="TableParagraph"/>
              <w:ind w:right="95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pacing w:val="15"/>
                <w:sz w:val="24"/>
              </w:rPr>
              <w:t xml:space="preserve"> </w:t>
            </w:r>
            <w:r w:rsidRPr="00B87C9F">
              <w:rPr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224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</w:p>
          <w:p w:rsidR="006650AD" w:rsidRPr="00B87C9F" w:rsidRDefault="006650AD" w:rsidP="00B87C9F">
            <w:pPr>
              <w:pStyle w:val="TableParagraph"/>
              <w:spacing w:line="270" w:lineRule="atLeast"/>
              <w:ind w:left="105" w:right="152"/>
              <w:rPr>
                <w:sz w:val="24"/>
              </w:rPr>
            </w:pPr>
            <w:r w:rsidRPr="00B87C9F">
              <w:rPr>
                <w:sz w:val="24"/>
              </w:rPr>
              <w:t>течение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 года</w:t>
            </w:r>
          </w:p>
        </w:tc>
        <w:tc>
          <w:tcPr>
            <w:tcW w:w="2026" w:type="dxa"/>
          </w:tcPr>
          <w:p w:rsidR="006650AD" w:rsidRPr="00B87C9F" w:rsidRDefault="006650AD" w:rsidP="00B87C9F">
            <w:pPr>
              <w:pStyle w:val="TableParagraph"/>
              <w:spacing w:line="269" w:lineRule="exact"/>
              <w:rPr>
                <w:sz w:val="24"/>
              </w:rPr>
            </w:pPr>
            <w:r w:rsidRPr="00B87C9F">
              <w:rPr>
                <w:sz w:val="24"/>
              </w:rPr>
              <w:t>Классные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pacing w:val="-1"/>
                <w:sz w:val="24"/>
              </w:rPr>
              <w:t>руководители</w:t>
            </w:r>
          </w:p>
        </w:tc>
      </w:tr>
      <w:tr w:rsidR="006650AD" w:rsidTr="00B87C9F">
        <w:trPr>
          <w:trHeight w:val="1377"/>
        </w:trPr>
        <w:tc>
          <w:tcPr>
            <w:tcW w:w="540" w:type="dxa"/>
            <w:tcBorders>
              <w:bottom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62" w:lineRule="exact"/>
              <w:rPr>
                <w:sz w:val="24"/>
              </w:rPr>
            </w:pPr>
            <w:r w:rsidRPr="00B87C9F">
              <w:rPr>
                <w:sz w:val="24"/>
              </w:rPr>
              <w:t>12.</w:t>
            </w:r>
          </w:p>
        </w:tc>
        <w:tc>
          <w:tcPr>
            <w:tcW w:w="4513" w:type="dxa"/>
            <w:tcBorders>
              <w:bottom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ind w:right="99"/>
              <w:jc w:val="both"/>
              <w:rPr>
                <w:sz w:val="24"/>
              </w:rPr>
            </w:pPr>
            <w:r w:rsidRPr="00B87C9F">
              <w:rPr>
                <w:sz w:val="24"/>
              </w:rPr>
              <w:t>Реализация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мероприятий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рамках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соглашений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договоров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сотрудничестве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организациями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дополнительного</w:t>
            </w:r>
            <w:r w:rsidRPr="00B87C9F">
              <w:rPr>
                <w:spacing w:val="41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образования,</w:t>
            </w:r>
            <w:r w:rsidRPr="00B87C9F">
              <w:rPr>
                <w:spacing w:val="42"/>
                <w:sz w:val="24"/>
              </w:rPr>
              <w:t xml:space="preserve"> </w:t>
            </w:r>
            <w:r w:rsidRPr="00B87C9F">
              <w:rPr>
                <w:sz w:val="24"/>
              </w:rPr>
              <w:t>культуры.</w:t>
            </w:r>
          </w:p>
          <w:p w:rsidR="006650AD" w:rsidRPr="00B87C9F" w:rsidRDefault="006650AD" w:rsidP="00B87C9F">
            <w:pPr>
              <w:pStyle w:val="TableParagraph"/>
              <w:spacing w:line="267" w:lineRule="exact"/>
              <w:jc w:val="both"/>
              <w:rPr>
                <w:sz w:val="24"/>
              </w:rPr>
            </w:pPr>
          </w:p>
        </w:tc>
        <w:tc>
          <w:tcPr>
            <w:tcW w:w="1270" w:type="dxa"/>
            <w:tcBorders>
              <w:bottom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ind w:right="95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pacing w:val="15"/>
                <w:sz w:val="24"/>
              </w:rPr>
              <w:t xml:space="preserve"> </w:t>
            </w:r>
            <w:r w:rsidRPr="00B87C9F">
              <w:rPr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224" w:type="dxa"/>
            <w:tcBorders>
              <w:bottom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</w:p>
          <w:p w:rsidR="006650AD" w:rsidRPr="00B87C9F" w:rsidRDefault="006650AD" w:rsidP="00B87C9F">
            <w:pPr>
              <w:pStyle w:val="TableParagraph"/>
              <w:ind w:left="105" w:right="152"/>
              <w:rPr>
                <w:sz w:val="24"/>
              </w:rPr>
            </w:pPr>
            <w:r w:rsidRPr="00B87C9F">
              <w:rPr>
                <w:sz w:val="24"/>
              </w:rPr>
              <w:t>течение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 года</w:t>
            </w:r>
          </w:p>
        </w:tc>
        <w:tc>
          <w:tcPr>
            <w:tcW w:w="2026" w:type="dxa"/>
            <w:tcBorders>
              <w:bottom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tabs>
                <w:tab w:val="left" w:pos="870"/>
                <w:tab w:val="left" w:pos="1124"/>
              </w:tabs>
              <w:ind w:right="95"/>
              <w:rPr>
                <w:sz w:val="24"/>
              </w:rPr>
            </w:pPr>
            <w:r w:rsidRPr="00B87C9F">
              <w:rPr>
                <w:sz w:val="24"/>
              </w:rPr>
              <w:t>Классные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pacing w:val="-1"/>
                <w:sz w:val="24"/>
              </w:rPr>
              <w:t>руководители</w:t>
            </w:r>
          </w:p>
        </w:tc>
      </w:tr>
      <w:tr w:rsidR="006650AD" w:rsidTr="00B87C9F">
        <w:trPr>
          <w:trHeight w:val="3309"/>
        </w:trPr>
        <w:tc>
          <w:tcPr>
            <w:tcW w:w="540" w:type="dxa"/>
            <w:tcBorders>
              <w:top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60" w:lineRule="exact"/>
              <w:rPr>
                <w:sz w:val="24"/>
              </w:rPr>
            </w:pPr>
            <w:r w:rsidRPr="00B87C9F">
              <w:rPr>
                <w:sz w:val="24"/>
              </w:rPr>
              <w:t>13.</w:t>
            </w:r>
          </w:p>
        </w:tc>
        <w:tc>
          <w:tcPr>
            <w:tcW w:w="4513" w:type="dxa"/>
            <w:tcBorders>
              <w:top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60" w:lineRule="exact"/>
              <w:rPr>
                <w:sz w:val="24"/>
              </w:rPr>
            </w:pPr>
            <w:r w:rsidRPr="00B87C9F">
              <w:rPr>
                <w:sz w:val="24"/>
              </w:rPr>
              <w:t>Реализация Плана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работы с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родительской</w:t>
            </w:r>
          </w:p>
          <w:p w:rsidR="006650AD" w:rsidRPr="00B87C9F" w:rsidRDefault="006650AD">
            <w:pPr>
              <w:pStyle w:val="TableParagraph"/>
              <w:rPr>
                <w:sz w:val="24"/>
              </w:rPr>
            </w:pPr>
            <w:r w:rsidRPr="00B87C9F">
              <w:rPr>
                <w:sz w:val="24"/>
              </w:rPr>
              <w:t>общественностью.</w:t>
            </w:r>
          </w:p>
          <w:p w:rsidR="006650AD" w:rsidRPr="00B87C9F" w:rsidRDefault="006650AD" w:rsidP="00B87C9F">
            <w:pPr>
              <w:pStyle w:val="TableParagraph"/>
              <w:tabs>
                <w:tab w:val="left" w:pos="2510"/>
                <w:tab w:val="left" w:pos="3348"/>
              </w:tabs>
              <w:ind w:right="99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Обеспечение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участия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родительской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общественности</w:t>
            </w:r>
            <w:r w:rsidRPr="00B87C9F">
              <w:rPr>
                <w:sz w:val="24"/>
              </w:rPr>
              <w:tab/>
              <w:t>в родительских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собраниях.</w:t>
            </w:r>
          </w:p>
          <w:p w:rsidR="006650AD" w:rsidRPr="00B87C9F" w:rsidRDefault="006650AD" w:rsidP="00B87C9F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Организация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участие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родительской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общественности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социально-значимых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школьных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проектах,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направленных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на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озеленение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пришкольной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территории,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создание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эстетически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значимой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среды,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формирование здорового образа жизни 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семье,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безопасности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обучающихся.</w:t>
            </w:r>
          </w:p>
        </w:tc>
        <w:tc>
          <w:tcPr>
            <w:tcW w:w="1270" w:type="dxa"/>
            <w:tcBorders>
              <w:top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60" w:lineRule="exact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pacing w:val="27"/>
                <w:sz w:val="24"/>
              </w:rPr>
              <w:t xml:space="preserve"> </w:t>
            </w:r>
            <w:r w:rsidRPr="00B87C9F">
              <w:rPr>
                <w:sz w:val="24"/>
              </w:rPr>
              <w:t>течение</w:t>
            </w:r>
          </w:p>
          <w:p w:rsidR="006650AD" w:rsidRPr="00B87C9F" w:rsidRDefault="006650AD" w:rsidP="00B87C9F">
            <w:pPr>
              <w:pStyle w:val="TableParagraph"/>
              <w:ind w:right="196"/>
              <w:rPr>
                <w:sz w:val="24"/>
              </w:rPr>
            </w:pPr>
            <w:r w:rsidRPr="00B87C9F">
              <w:rPr>
                <w:sz w:val="24"/>
              </w:rPr>
              <w:t>учебного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224" w:type="dxa"/>
            <w:tcBorders>
              <w:top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</w:p>
          <w:p w:rsidR="006650AD" w:rsidRPr="00B87C9F" w:rsidRDefault="006650AD" w:rsidP="00B87C9F">
            <w:pPr>
              <w:pStyle w:val="TableParagraph"/>
              <w:ind w:left="105" w:right="152"/>
              <w:rPr>
                <w:sz w:val="24"/>
              </w:rPr>
            </w:pPr>
            <w:r w:rsidRPr="00B87C9F">
              <w:rPr>
                <w:sz w:val="24"/>
              </w:rPr>
              <w:t>течение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 года</w:t>
            </w:r>
          </w:p>
        </w:tc>
        <w:tc>
          <w:tcPr>
            <w:tcW w:w="2026" w:type="dxa"/>
            <w:tcBorders>
              <w:top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60" w:lineRule="exact"/>
              <w:rPr>
                <w:sz w:val="24"/>
              </w:rPr>
            </w:pPr>
            <w:r w:rsidRPr="00B87C9F">
              <w:rPr>
                <w:sz w:val="24"/>
              </w:rPr>
              <w:t>Директор</w:t>
            </w:r>
          </w:p>
          <w:p w:rsidR="006650AD" w:rsidRPr="00B87C9F" w:rsidRDefault="006650AD" w:rsidP="00B87C9F">
            <w:pPr>
              <w:pStyle w:val="TableParagraph"/>
              <w:tabs>
                <w:tab w:val="left" w:pos="870"/>
                <w:tab w:val="left" w:pos="1124"/>
              </w:tabs>
              <w:ind w:right="95"/>
              <w:rPr>
                <w:sz w:val="24"/>
              </w:rPr>
            </w:pPr>
          </w:p>
        </w:tc>
      </w:tr>
      <w:tr w:rsidR="006650AD" w:rsidTr="00B87C9F">
        <w:trPr>
          <w:trHeight w:val="1382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ab/>
            </w:r>
            <w:r w:rsidRPr="00B87C9F">
              <w:rPr>
                <w:sz w:val="24"/>
              </w:rPr>
              <w:t>14.</w:t>
            </w:r>
          </w:p>
        </w:tc>
        <w:tc>
          <w:tcPr>
            <w:tcW w:w="4513" w:type="dxa"/>
          </w:tcPr>
          <w:p w:rsidR="006650AD" w:rsidRPr="00B87C9F" w:rsidRDefault="006650AD" w:rsidP="00B87C9F">
            <w:pPr>
              <w:pStyle w:val="TableParagraph"/>
              <w:tabs>
                <w:tab w:val="left" w:pos="2532"/>
                <w:tab w:val="left" w:pos="4163"/>
              </w:tabs>
              <w:ind w:right="99"/>
              <w:jc w:val="both"/>
              <w:rPr>
                <w:sz w:val="24"/>
              </w:rPr>
            </w:pPr>
            <w:r w:rsidRPr="00B87C9F">
              <w:rPr>
                <w:sz w:val="24"/>
              </w:rPr>
              <w:t>Размещение информации об организации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воспитательного</w:t>
            </w:r>
            <w:r w:rsidRPr="00B87C9F">
              <w:rPr>
                <w:sz w:val="24"/>
              </w:rPr>
              <w:tab/>
              <w:t>процесса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на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информационных стендах, официальном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сайте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сети Интернет</w:t>
            </w:r>
          </w:p>
        </w:tc>
        <w:tc>
          <w:tcPr>
            <w:tcW w:w="1270" w:type="dxa"/>
          </w:tcPr>
          <w:p w:rsidR="006650AD" w:rsidRPr="00B87C9F" w:rsidRDefault="006650AD" w:rsidP="00B87C9F">
            <w:pPr>
              <w:pStyle w:val="TableParagraph"/>
              <w:ind w:right="95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pacing w:val="15"/>
                <w:sz w:val="24"/>
              </w:rPr>
              <w:t xml:space="preserve"> </w:t>
            </w:r>
            <w:r w:rsidRPr="00B87C9F">
              <w:rPr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224" w:type="dxa"/>
          </w:tcPr>
          <w:p w:rsidR="006650AD" w:rsidRPr="00B87C9F" w:rsidRDefault="006650AD" w:rsidP="00B87C9F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</w:p>
          <w:p w:rsidR="006650AD" w:rsidRPr="00B87C9F" w:rsidRDefault="006650AD" w:rsidP="00B87C9F">
            <w:pPr>
              <w:pStyle w:val="TableParagraph"/>
              <w:ind w:left="105" w:right="152"/>
              <w:rPr>
                <w:sz w:val="24"/>
              </w:rPr>
            </w:pPr>
            <w:r w:rsidRPr="00B87C9F">
              <w:rPr>
                <w:sz w:val="24"/>
              </w:rPr>
              <w:t>течение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 года</w:t>
            </w:r>
          </w:p>
        </w:tc>
        <w:tc>
          <w:tcPr>
            <w:tcW w:w="2026" w:type="dxa"/>
          </w:tcPr>
          <w:p w:rsidR="006650AD" w:rsidRPr="00B87C9F" w:rsidRDefault="006650AD" w:rsidP="00B87C9F">
            <w:pPr>
              <w:pStyle w:val="TableParagraph"/>
              <w:spacing w:line="270" w:lineRule="atLeast"/>
              <w:ind w:right="78"/>
              <w:rPr>
                <w:sz w:val="24"/>
              </w:rPr>
            </w:pPr>
            <w:r w:rsidRPr="00B87C9F">
              <w:rPr>
                <w:sz w:val="24"/>
              </w:rPr>
              <w:t>Ответственный за сайт</w:t>
            </w:r>
          </w:p>
        </w:tc>
      </w:tr>
      <w:tr w:rsidR="006650AD" w:rsidTr="00B87C9F">
        <w:trPr>
          <w:trHeight w:val="1656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rPr>
                <w:sz w:val="24"/>
              </w:rPr>
            </w:pPr>
            <w:r w:rsidRPr="00B87C9F">
              <w:rPr>
                <w:sz w:val="24"/>
              </w:rPr>
              <w:t>15.</w:t>
            </w:r>
          </w:p>
        </w:tc>
        <w:tc>
          <w:tcPr>
            <w:tcW w:w="4513" w:type="dxa"/>
          </w:tcPr>
          <w:p w:rsidR="006650AD" w:rsidRPr="00B87C9F" w:rsidRDefault="006650AD" w:rsidP="00B87C9F">
            <w:pPr>
              <w:pStyle w:val="TableParagraph"/>
              <w:tabs>
                <w:tab w:val="left" w:pos="2148"/>
                <w:tab w:val="left" w:pos="3595"/>
              </w:tabs>
              <w:ind w:right="98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Обеспечение</w:t>
            </w:r>
            <w:r w:rsidRPr="00B87C9F">
              <w:rPr>
                <w:sz w:val="24"/>
              </w:rPr>
              <w:tab/>
              <w:t>работы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органов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самоуправления (участие обучающихся в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социальных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проектах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РДШ,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ШУС)</w:t>
            </w:r>
          </w:p>
        </w:tc>
        <w:tc>
          <w:tcPr>
            <w:tcW w:w="1270" w:type="dxa"/>
          </w:tcPr>
          <w:p w:rsidR="006650AD" w:rsidRPr="00B87C9F" w:rsidRDefault="006650AD" w:rsidP="00B87C9F">
            <w:pPr>
              <w:pStyle w:val="TableParagraph"/>
              <w:ind w:right="95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pacing w:val="15"/>
                <w:sz w:val="24"/>
              </w:rPr>
              <w:t xml:space="preserve"> </w:t>
            </w:r>
            <w:r w:rsidRPr="00B87C9F">
              <w:rPr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224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</w:p>
          <w:p w:rsidR="006650AD" w:rsidRPr="00B87C9F" w:rsidRDefault="006650AD" w:rsidP="00B87C9F">
            <w:pPr>
              <w:pStyle w:val="TableParagraph"/>
              <w:ind w:left="105" w:right="152"/>
              <w:rPr>
                <w:sz w:val="24"/>
              </w:rPr>
            </w:pPr>
            <w:r w:rsidRPr="00B87C9F">
              <w:rPr>
                <w:sz w:val="24"/>
              </w:rPr>
              <w:t>течение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 года</w:t>
            </w:r>
          </w:p>
        </w:tc>
        <w:tc>
          <w:tcPr>
            <w:tcW w:w="2026" w:type="dxa"/>
          </w:tcPr>
          <w:p w:rsidR="006650AD" w:rsidRPr="00B87C9F" w:rsidRDefault="006650AD" w:rsidP="00B87C9F">
            <w:pPr>
              <w:pStyle w:val="TableParagraph"/>
              <w:spacing w:line="270" w:lineRule="atLeast"/>
              <w:ind w:right="640"/>
              <w:rPr>
                <w:sz w:val="24"/>
              </w:rPr>
            </w:pPr>
            <w:r w:rsidRPr="00B87C9F">
              <w:rPr>
                <w:sz w:val="24"/>
              </w:rPr>
              <w:t>Классные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pacing w:val="-1"/>
                <w:sz w:val="24"/>
              </w:rPr>
              <w:t>руководители</w:t>
            </w:r>
          </w:p>
        </w:tc>
      </w:tr>
      <w:tr w:rsidR="006650AD" w:rsidTr="00B87C9F">
        <w:trPr>
          <w:trHeight w:val="1655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rPr>
                <w:sz w:val="24"/>
              </w:rPr>
            </w:pPr>
            <w:r w:rsidRPr="00B87C9F">
              <w:rPr>
                <w:sz w:val="24"/>
              </w:rPr>
              <w:t>16.</w:t>
            </w:r>
          </w:p>
        </w:tc>
        <w:tc>
          <w:tcPr>
            <w:tcW w:w="4513" w:type="dxa"/>
          </w:tcPr>
          <w:p w:rsidR="006650AD" w:rsidRPr="00B87C9F" w:rsidRDefault="006650AD" w:rsidP="00B87C9F">
            <w:pPr>
              <w:pStyle w:val="TableParagraph"/>
              <w:tabs>
                <w:tab w:val="left" w:pos="1687"/>
                <w:tab w:val="left" w:pos="2016"/>
                <w:tab w:val="left" w:pos="2982"/>
                <w:tab w:val="left" w:pos="3144"/>
              </w:tabs>
              <w:ind w:right="101"/>
              <w:rPr>
                <w:sz w:val="24"/>
              </w:rPr>
            </w:pPr>
            <w:r w:rsidRPr="00B87C9F">
              <w:rPr>
                <w:sz w:val="24"/>
              </w:rPr>
              <w:t>Мониторинг</w:t>
            </w:r>
            <w:r w:rsidRPr="00B87C9F">
              <w:rPr>
                <w:sz w:val="24"/>
              </w:rPr>
              <w:tab/>
              <w:t>занятости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обучающихся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(обучение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  <w:t>по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программам</w:t>
            </w:r>
          </w:p>
          <w:p w:rsidR="006650AD" w:rsidRPr="00B87C9F" w:rsidRDefault="006650AD" w:rsidP="00B87C9F">
            <w:pPr>
              <w:pStyle w:val="TableParagraph"/>
              <w:tabs>
                <w:tab w:val="left" w:pos="3073"/>
              </w:tabs>
              <w:ind w:right="96"/>
              <w:rPr>
                <w:sz w:val="24"/>
              </w:rPr>
            </w:pPr>
            <w:r w:rsidRPr="00B87C9F">
              <w:rPr>
                <w:sz w:val="24"/>
              </w:rPr>
              <w:t>дополнительного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образования,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программам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внеурочной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деятельности)</w:t>
            </w:r>
          </w:p>
        </w:tc>
        <w:tc>
          <w:tcPr>
            <w:tcW w:w="1270" w:type="dxa"/>
          </w:tcPr>
          <w:p w:rsidR="006650AD" w:rsidRPr="00B87C9F" w:rsidRDefault="006650AD" w:rsidP="00B87C9F">
            <w:pPr>
              <w:pStyle w:val="TableParagraph"/>
              <w:ind w:right="95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pacing w:val="15"/>
                <w:sz w:val="24"/>
              </w:rPr>
              <w:t xml:space="preserve"> </w:t>
            </w:r>
            <w:r w:rsidRPr="00B87C9F">
              <w:rPr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224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</w:p>
          <w:p w:rsidR="006650AD" w:rsidRPr="00B87C9F" w:rsidRDefault="006650AD" w:rsidP="00B87C9F">
            <w:pPr>
              <w:pStyle w:val="TableParagraph"/>
              <w:ind w:left="105" w:right="152"/>
              <w:rPr>
                <w:sz w:val="24"/>
              </w:rPr>
            </w:pPr>
            <w:r w:rsidRPr="00B87C9F">
              <w:rPr>
                <w:sz w:val="24"/>
              </w:rPr>
              <w:t>течение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 года</w:t>
            </w:r>
          </w:p>
        </w:tc>
        <w:tc>
          <w:tcPr>
            <w:tcW w:w="2026" w:type="dxa"/>
          </w:tcPr>
          <w:p w:rsidR="006650AD" w:rsidRPr="00B87C9F" w:rsidRDefault="006650AD" w:rsidP="00B87C9F">
            <w:pPr>
              <w:pStyle w:val="TableParagraph"/>
              <w:spacing w:line="270" w:lineRule="atLeast"/>
              <w:ind w:right="640"/>
              <w:rPr>
                <w:sz w:val="24"/>
              </w:rPr>
            </w:pPr>
            <w:r w:rsidRPr="00B87C9F">
              <w:rPr>
                <w:sz w:val="24"/>
              </w:rPr>
              <w:t>Классные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pacing w:val="-1"/>
                <w:sz w:val="24"/>
              </w:rPr>
              <w:t>руководители</w:t>
            </w:r>
          </w:p>
        </w:tc>
      </w:tr>
    </w:tbl>
    <w:p w:rsidR="006650AD" w:rsidRDefault="006650AD">
      <w:pPr>
        <w:pStyle w:val="BodyText"/>
        <w:spacing w:before="6"/>
        <w:ind w:left="0"/>
        <w:jc w:val="left"/>
        <w:rPr>
          <w:sz w:val="15"/>
        </w:rPr>
      </w:pPr>
    </w:p>
    <w:p w:rsidR="006650AD" w:rsidRDefault="006650AD">
      <w:pPr>
        <w:pStyle w:val="Heading2"/>
        <w:numPr>
          <w:ilvl w:val="1"/>
          <w:numId w:val="7"/>
        </w:numPr>
        <w:tabs>
          <w:tab w:val="left" w:pos="1577"/>
        </w:tabs>
        <w:spacing w:before="90"/>
        <w:ind w:left="1576" w:hanging="421"/>
      </w:pPr>
      <w:r>
        <w:t>Подпрограмма</w:t>
      </w:r>
      <w:r>
        <w:rPr>
          <w:spacing w:val="-3"/>
        </w:rPr>
        <w:t xml:space="preserve"> </w:t>
      </w:r>
      <w:r>
        <w:t>«Ориентир</w:t>
      </w:r>
      <w:r>
        <w:rPr>
          <w:spacing w:val="-3"/>
        </w:rPr>
        <w:t xml:space="preserve"> </w:t>
      </w:r>
      <w:r>
        <w:t>4 –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успешному</w:t>
      </w:r>
      <w:r>
        <w:rPr>
          <w:spacing w:val="-2"/>
        </w:rPr>
        <w:t xml:space="preserve"> </w:t>
      </w:r>
      <w:r>
        <w:t>профессиональному</w:t>
      </w:r>
      <w:r>
        <w:rPr>
          <w:spacing w:val="-2"/>
        </w:rPr>
        <w:t xml:space="preserve"> </w:t>
      </w:r>
      <w:r>
        <w:t>выбору</w:t>
      </w:r>
      <w:r>
        <w:rPr>
          <w:spacing w:val="-4"/>
        </w:rPr>
        <w:t xml:space="preserve"> </w:t>
      </w:r>
      <w:r>
        <w:t>и</w:t>
      </w:r>
    </w:p>
    <w:p w:rsidR="006650AD" w:rsidRDefault="006650AD">
      <w:pPr>
        <w:ind w:left="3780"/>
        <w:rPr>
          <w:b/>
          <w:sz w:val="24"/>
        </w:rPr>
      </w:pPr>
      <w:r>
        <w:rPr>
          <w:b/>
          <w:sz w:val="24"/>
        </w:rPr>
        <w:t>профессиональному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мастерству»</w:t>
      </w:r>
    </w:p>
    <w:p w:rsidR="006650AD" w:rsidRDefault="006650AD">
      <w:pPr>
        <w:pStyle w:val="BodyText"/>
        <w:spacing w:before="7"/>
        <w:ind w:left="0"/>
        <w:jc w:val="left"/>
        <w:rPr>
          <w:b/>
          <w:sz w:val="23"/>
        </w:rPr>
      </w:pPr>
    </w:p>
    <w:p w:rsidR="006650AD" w:rsidRDefault="006650AD">
      <w:pPr>
        <w:pStyle w:val="BodyText"/>
        <w:ind w:left="1250"/>
      </w:pPr>
      <w:r>
        <w:t>Ключевые</w:t>
      </w:r>
      <w:r>
        <w:rPr>
          <w:spacing w:val="-5"/>
        </w:rPr>
        <w:t xml:space="preserve"> </w:t>
      </w:r>
      <w:r>
        <w:t>проблемы,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разрешении</w:t>
      </w:r>
      <w:r>
        <w:rPr>
          <w:spacing w:val="-3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Подпрограмма:</w:t>
      </w:r>
    </w:p>
    <w:p w:rsidR="006650AD" w:rsidRDefault="006650AD" w:rsidP="001B7A45">
      <w:pPr>
        <w:pStyle w:val="ListParagraph"/>
        <w:numPr>
          <w:ilvl w:val="2"/>
          <w:numId w:val="7"/>
        </w:numPr>
        <w:tabs>
          <w:tab w:val="left" w:pos="1675"/>
        </w:tabs>
        <w:ind w:right="416" w:firstLine="707"/>
        <w:jc w:val="both"/>
        <w:rPr>
          <w:sz w:val="24"/>
        </w:rPr>
      </w:pPr>
      <w:r>
        <w:rPr>
          <w:sz w:val="24"/>
        </w:rPr>
        <w:t>нежелание продолжить обучение в средней школе</w:t>
      </w:r>
    </w:p>
    <w:p w:rsidR="006650AD" w:rsidRDefault="006650AD">
      <w:pPr>
        <w:pStyle w:val="BodyText"/>
        <w:ind w:left="1250"/>
      </w:pPr>
    </w:p>
    <w:p w:rsidR="006650AD" w:rsidRDefault="006650AD">
      <w:pPr>
        <w:pStyle w:val="ListParagraph"/>
        <w:numPr>
          <w:ilvl w:val="2"/>
          <w:numId w:val="7"/>
        </w:numPr>
        <w:tabs>
          <w:tab w:val="left" w:pos="1675"/>
        </w:tabs>
        <w:ind w:right="416" w:firstLine="707"/>
        <w:jc w:val="both"/>
        <w:rPr>
          <w:sz w:val="24"/>
        </w:rPr>
      </w:pPr>
      <w:r>
        <w:rPr>
          <w:sz w:val="24"/>
        </w:rPr>
        <w:t>снижение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конкурентоспособности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выпускников</w:t>
      </w:r>
      <w:r>
        <w:rPr>
          <w:spacing w:val="1"/>
          <w:sz w:val="24"/>
        </w:rPr>
        <w:t xml:space="preserve"> </w:t>
      </w:r>
      <w:r>
        <w:rPr>
          <w:sz w:val="24"/>
        </w:rPr>
        <w:t>9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1"/>
          <w:sz w:val="24"/>
        </w:rPr>
        <w:t xml:space="preserve"> </w:t>
      </w:r>
      <w:r>
        <w:rPr>
          <w:sz w:val="24"/>
        </w:rPr>
        <w:t>(все выпускники школы</w:t>
      </w:r>
      <w:r>
        <w:rPr>
          <w:spacing w:val="-4"/>
          <w:sz w:val="24"/>
        </w:rPr>
        <w:t xml:space="preserve"> </w:t>
      </w:r>
      <w:r>
        <w:rPr>
          <w:sz w:val="24"/>
        </w:rPr>
        <w:t>становятся</w:t>
      </w:r>
      <w:r>
        <w:rPr>
          <w:spacing w:val="-1"/>
          <w:sz w:val="24"/>
        </w:rPr>
        <w:t xml:space="preserve"> </w:t>
      </w:r>
      <w:r>
        <w:rPr>
          <w:sz w:val="24"/>
        </w:rPr>
        <w:t>студентами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организаций среднего профессионального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образования);</w:t>
      </w:r>
    </w:p>
    <w:p w:rsidR="006650AD" w:rsidRDefault="006650AD">
      <w:pPr>
        <w:pStyle w:val="BodyText"/>
        <w:ind w:left="0"/>
        <w:jc w:val="left"/>
      </w:pPr>
    </w:p>
    <w:p w:rsidR="006650AD" w:rsidRDefault="006650AD">
      <w:pPr>
        <w:pStyle w:val="BodyText"/>
        <w:ind w:right="402" w:firstLine="707"/>
      </w:pPr>
      <w:r>
        <w:t>Ведущая</w:t>
      </w:r>
      <w:r>
        <w:rPr>
          <w:spacing w:val="1"/>
        </w:rPr>
        <w:t xml:space="preserve"> </w:t>
      </w:r>
      <w:r>
        <w:t>идея: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конкурентоспособного</w:t>
      </w:r>
      <w:r>
        <w:rPr>
          <w:spacing w:val="1"/>
        </w:rPr>
        <w:t xml:space="preserve"> </w:t>
      </w:r>
      <w:r>
        <w:t>выпускника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понимающего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выбирающего</w:t>
      </w:r>
      <w:r>
        <w:rPr>
          <w:spacing w:val="1"/>
        </w:rPr>
        <w:t xml:space="preserve"> </w:t>
      </w:r>
      <w:r>
        <w:t>будущую</w:t>
      </w:r>
      <w:r>
        <w:rPr>
          <w:spacing w:val="1"/>
        </w:rPr>
        <w:t xml:space="preserve"> </w:t>
      </w:r>
      <w:r>
        <w:t>профессию.</w:t>
      </w:r>
      <w:r>
        <w:rPr>
          <w:spacing w:val="1"/>
        </w:rPr>
        <w:t xml:space="preserve"> </w:t>
      </w:r>
      <w:r>
        <w:t>Мотивация</w:t>
      </w:r>
      <w:r>
        <w:rPr>
          <w:spacing w:val="1"/>
        </w:rPr>
        <w:t xml:space="preserve"> </w:t>
      </w:r>
      <w:r>
        <w:t>учителей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качественных образовательных результатов выпускников, поддержка и развитие личного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мастерства</w:t>
      </w:r>
      <w:r>
        <w:rPr>
          <w:spacing w:val="-3"/>
        </w:rPr>
        <w:t xml:space="preserve"> </w:t>
      </w:r>
      <w:r>
        <w:t>педагогов</w:t>
      </w:r>
      <w:r>
        <w:rPr>
          <w:spacing w:val="-3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успешного</w:t>
      </w:r>
      <w:r>
        <w:rPr>
          <w:spacing w:val="-1"/>
        </w:rPr>
        <w:t xml:space="preserve"> </w:t>
      </w:r>
      <w:r>
        <w:t>становления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профессии.</w:t>
      </w:r>
    </w:p>
    <w:p w:rsidR="006650AD" w:rsidRDefault="006650AD">
      <w:pPr>
        <w:pStyle w:val="BodyText"/>
        <w:spacing w:before="1"/>
        <w:ind w:left="0"/>
        <w:jc w:val="left"/>
      </w:pPr>
    </w:p>
    <w:p w:rsidR="006650AD" w:rsidRDefault="006650AD">
      <w:pPr>
        <w:pStyle w:val="BodyText"/>
        <w:ind w:right="403" w:firstLine="707"/>
      </w:pPr>
      <w:r>
        <w:t>Цель</w:t>
      </w:r>
      <w:r>
        <w:rPr>
          <w:spacing w:val="1"/>
        </w:rPr>
        <w:t xml:space="preserve"> </w:t>
      </w:r>
      <w:r>
        <w:t>Подпрограммы: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роста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маршрутов,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 способностей и талантов у детей, их вовлечение в социально-профессиональные</w:t>
      </w:r>
      <w:r>
        <w:rPr>
          <w:spacing w:val="1"/>
        </w:rPr>
        <w:t xml:space="preserve"> </w:t>
      </w:r>
      <w:r>
        <w:t>проекты,</w:t>
      </w:r>
      <w:r>
        <w:rPr>
          <w:spacing w:val="-1"/>
        </w:rPr>
        <w:t xml:space="preserve"> </w:t>
      </w:r>
      <w:r>
        <w:t>направленные</w:t>
      </w:r>
      <w:r>
        <w:rPr>
          <w:spacing w:val="-4"/>
        </w:rPr>
        <w:t xml:space="preserve"> </w:t>
      </w:r>
      <w:r>
        <w:t>на успешное</w:t>
      </w:r>
      <w:r>
        <w:rPr>
          <w:spacing w:val="58"/>
        </w:rPr>
        <w:t xml:space="preserve"> </w:t>
      </w:r>
      <w:r>
        <w:t>профессиональное</w:t>
      </w:r>
      <w:r>
        <w:rPr>
          <w:spacing w:val="-1"/>
        </w:rPr>
        <w:t xml:space="preserve"> </w:t>
      </w:r>
      <w:r>
        <w:t>самоопределение.</w:t>
      </w:r>
    </w:p>
    <w:p w:rsidR="006650AD" w:rsidRDefault="006650AD">
      <w:pPr>
        <w:pStyle w:val="BodyText"/>
        <w:spacing w:before="66"/>
        <w:ind w:left="1261"/>
      </w:pPr>
      <w:r>
        <w:t>Ожидаемые</w:t>
      </w:r>
      <w:r>
        <w:rPr>
          <w:spacing w:val="-5"/>
        </w:rPr>
        <w:t xml:space="preserve"> </w:t>
      </w:r>
      <w:r>
        <w:t>результаты:</w:t>
      </w:r>
    </w:p>
    <w:p w:rsidR="006650AD" w:rsidRDefault="006650AD">
      <w:pPr>
        <w:pStyle w:val="BodyText"/>
        <w:ind w:right="414" w:firstLine="707"/>
      </w:pPr>
      <w:r>
        <w:t>участие в добровольной независимой оценке профессиональной квалификации не</w:t>
      </w:r>
      <w:r>
        <w:rPr>
          <w:spacing w:val="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60%</w:t>
      </w:r>
      <w:r>
        <w:rPr>
          <w:spacing w:val="-1"/>
        </w:rPr>
        <w:t xml:space="preserve"> </w:t>
      </w:r>
      <w:r>
        <w:t>педагогических</w:t>
      </w:r>
      <w:r>
        <w:rPr>
          <w:spacing w:val="2"/>
        </w:rPr>
        <w:t xml:space="preserve"> </w:t>
      </w:r>
      <w:r>
        <w:t>работников;</w:t>
      </w:r>
    </w:p>
    <w:p w:rsidR="006650AD" w:rsidRDefault="006650AD">
      <w:pPr>
        <w:pStyle w:val="BodyText"/>
        <w:ind w:right="417" w:firstLine="707"/>
      </w:pPr>
      <w:r>
        <w:t>участие не менее чем 100 % учителей в разработке и реализации индивидуальных</w:t>
      </w:r>
      <w:r>
        <w:rPr>
          <w:spacing w:val="1"/>
        </w:rPr>
        <w:t xml:space="preserve"> </w:t>
      </w:r>
      <w:r>
        <w:t>образовательных маршрутов педагогов;</w:t>
      </w:r>
    </w:p>
    <w:p w:rsidR="006650AD" w:rsidRDefault="006650AD">
      <w:pPr>
        <w:pStyle w:val="BodyText"/>
        <w:ind w:right="415" w:firstLine="707"/>
      </w:pPr>
      <w:r>
        <w:t>ежегодное участие не мене чем 50% педагогических работников в муниципальных,</w:t>
      </w:r>
      <w:r>
        <w:rPr>
          <w:spacing w:val="1"/>
        </w:rPr>
        <w:t xml:space="preserve"> </w:t>
      </w:r>
      <w:r>
        <w:t>региональных,</w:t>
      </w:r>
      <w:r>
        <w:rPr>
          <w:spacing w:val="-4"/>
        </w:rPr>
        <w:t xml:space="preserve"> </w:t>
      </w:r>
      <w:r>
        <w:t>федеральных</w:t>
      </w:r>
      <w:r>
        <w:rPr>
          <w:spacing w:val="-2"/>
        </w:rPr>
        <w:t xml:space="preserve"> </w:t>
      </w:r>
      <w:r>
        <w:t>педагогических</w:t>
      </w:r>
      <w:r>
        <w:rPr>
          <w:spacing w:val="-2"/>
        </w:rPr>
        <w:t xml:space="preserve"> </w:t>
      </w:r>
      <w:r>
        <w:t>конкурсах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мастерства;</w:t>
      </w:r>
    </w:p>
    <w:p w:rsidR="006650AD" w:rsidRDefault="006650AD">
      <w:pPr>
        <w:pStyle w:val="BodyText"/>
        <w:tabs>
          <w:tab w:val="left" w:pos="2216"/>
          <w:tab w:val="left" w:pos="3015"/>
          <w:tab w:val="left" w:pos="5057"/>
          <w:tab w:val="left" w:pos="6191"/>
          <w:tab w:val="left" w:pos="8477"/>
          <w:tab w:val="left" w:pos="9657"/>
        </w:tabs>
        <w:ind w:right="405" w:firstLine="707"/>
      </w:pPr>
      <w:r>
        <w:t>обеспечение</w:t>
      </w:r>
      <w:r>
        <w:rPr>
          <w:spacing w:val="1"/>
        </w:rPr>
        <w:t xml:space="preserve"> </w:t>
      </w:r>
      <w:r>
        <w:t>100%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педагогов,</w:t>
      </w:r>
      <w:r>
        <w:rPr>
          <w:spacing w:val="1"/>
        </w:rPr>
        <w:t xml:space="preserve"> </w:t>
      </w:r>
      <w:r>
        <w:t>регулярно</w:t>
      </w:r>
      <w:r>
        <w:rPr>
          <w:spacing w:val="1"/>
        </w:rPr>
        <w:t xml:space="preserve"> </w:t>
      </w:r>
      <w:r>
        <w:t>посещающих</w:t>
      </w:r>
      <w:r>
        <w:rPr>
          <w:spacing w:val="1"/>
        </w:rPr>
        <w:t xml:space="preserve"> </w:t>
      </w:r>
      <w:r>
        <w:t>курсы,</w:t>
      </w:r>
      <w:r>
        <w:rPr>
          <w:spacing w:val="1"/>
        </w:rPr>
        <w:t xml:space="preserve"> </w:t>
      </w:r>
      <w:r>
        <w:t>вебинары,</w:t>
      </w:r>
      <w:r>
        <w:rPr>
          <w:spacing w:val="1"/>
        </w:rPr>
        <w:t xml:space="preserve"> </w:t>
      </w:r>
      <w:r>
        <w:t>семинары</w:t>
      </w:r>
      <w:r>
        <w:tab/>
        <w:t>и</w:t>
      </w:r>
      <w:r>
        <w:tab/>
        <w:t>обобщающие</w:t>
      </w:r>
      <w:r>
        <w:tab/>
        <w:t>свой</w:t>
      </w:r>
      <w:r>
        <w:tab/>
        <w:t>педагогический</w:t>
      </w:r>
      <w:r>
        <w:tab/>
        <w:t>опыт</w:t>
      </w:r>
      <w:r>
        <w:tab/>
        <w:t>на</w:t>
      </w:r>
      <w:r>
        <w:rPr>
          <w:spacing w:val="-58"/>
        </w:rPr>
        <w:t xml:space="preserve"> </w:t>
      </w:r>
      <w:r>
        <w:t>МО,</w:t>
      </w:r>
      <w:r>
        <w:rPr>
          <w:spacing w:val="-2"/>
        </w:rPr>
        <w:t xml:space="preserve"> </w:t>
      </w:r>
      <w:r>
        <w:t>мероприятиях</w:t>
      </w:r>
      <w:r>
        <w:rPr>
          <w:spacing w:val="2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уровня;</w:t>
      </w:r>
    </w:p>
    <w:p w:rsidR="006650AD" w:rsidRDefault="006650AD">
      <w:pPr>
        <w:pStyle w:val="BodyText"/>
        <w:ind w:right="405" w:firstLine="707"/>
      </w:pPr>
      <w:r>
        <w:t>увеличение доли выпускников 9 класса, выбирающих профессии, значимые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экономики</w:t>
      </w:r>
      <w:r>
        <w:rPr>
          <w:spacing w:val="-1"/>
        </w:rPr>
        <w:t xml:space="preserve"> </w:t>
      </w:r>
      <w:r>
        <w:t>региона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100 %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общего числа</w:t>
      </w:r>
      <w:r>
        <w:rPr>
          <w:spacing w:val="-2"/>
        </w:rPr>
        <w:t xml:space="preserve"> </w:t>
      </w:r>
      <w:r>
        <w:t>выпускников 9 класса;</w:t>
      </w:r>
    </w:p>
    <w:p w:rsidR="006650AD" w:rsidRDefault="006650AD">
      <w:pPr>
        <w:pStyle w:val="BodyText"/>
        <w:ind w:right="405" w:firstLine="707"/>
      </w:pPr>
      <w:r>
        <w:t>сохранение доли выпускников 9 класса, продолжающих профессиональное</w:t>
      </w:r>
      <w:r>
        <w:rPr>
          <w:spacing w:val="1"/>
        </w:rPr>
        <w:t xml:space="preserve"> </w:t>
      </w:r>
      <w:r>
        <w:t>обучение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регионе,</w:t>
      </w:r>
      <w:r>
        <w:rPr>
          <w:spacing w:val="-1"/>
        </w:rPr>
        <w:t xml:space="preserve"> </w:t>
      </w:r>
      <w:r>
        <w:t>до 100% от</w:t>
      </w:r>
      <w:r>
        <w:rPr>
          <w:spacing w:val="-1"/>
        </w:rPr>
        <w:t xml:space="preserve"> </w:t>
      </w:r>
      <w:r>
        <w:t>общего числа</w:t>
      </w:r>
      <w:r>
        <w:rPr>
          <w:spacing w:val="-1"/>
        </w:rPr>
        <w:t xml:space="preserve"> </w:t>
      </w:r>
      <w:r>
        <w:t>выпускников</w:t>
      </w:r>
      <w:r>
        <w:rPr>
          <w:spacing w:val="-1"/>
        </w:rPr>
        <w:t xml:space="preserve"> </w:t>
      </w:r>
      <w:r>
        <w:t>9 класса.</w:t>
      </w:r>
    </w:p>
    <w:p w:rsidR="006650AD" w:rsidRDefault="006650AD">
      <w:pPr>
        <w:pStyle w:val="BodyText"/>
        <w:ind w:left="0"/>
        <w:jc w:val="left"/>
      </w:pPr>
    </w:p>
    <w:p w:rsidR="006650AD" w:rsidRDefault="006650AD">
      <w:pPr>
        <w:pStyle w:val="BodyText"/>
        <w:ind w:left="1250"/>
      </w:pPr>
      <w:r>
        <w:t>Целевые</w:t>
      </w:r>
      <w:r>
        <w:rPr>
          <w:spacing w:val="-4"/>
        </w:rPr>
        <w:t xml:space="preserve"> </w:t>
      </w:r>
      <w:r>
        <w:t>показатели</w:t>
      </w:r>
      <w:r>
        <w:rPr>
          <w:spacing w:val="-3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Подпрограммы</w:t>
      </w:r>
    </w:p>
    <w:p w:rsidR="006650AD" w:rsidRDefault="006650AD">
      <w:pPr>
        <w:pStyle w:val="BodyText"/>
        <w:spacing w:before="8" w:after="1"/>
        <w:ind w:left="0"/>
        <w:jc w:val="left"/>
      </w:pPr>
    </w:p>
    <w:tbl>
      <w:tblPr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0"/>
        <w:gridCol w:w="5240"/>
        <w:gridCol w:w="992"/>
        <w:gridCol w:w="991"/>
        <w:gridCol w:w="994"/>
        <w:gridCol w:w="991"/>
      </w:tblGrid>
      <w:tr w:rsidR="006650AD" w:rsidTr="00B87C9F">
        <w:trPr>
          <w:trHeight w:val="551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55"/>
              <w:rPr>
                <w:sz w:val="24"/>
              </w:rPr>
            </w:pPr>
            <w:r w:rsidRPr="00B87C9F">
              <w:rPr>
                <w:sz w:val="24"/>
              </w:rPr>
              <w:t>№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rPr>
                <w:sz w:val="24"/>
              </w:rPr>
            </w:pPr>
            <w:r w:rsidRPr="00B87C9F">
              <w:rPr>
                <w:sz w:val="24"/>
              </w:rPr>
              <w:t>п/п</w:t>
            </w:r>
          </w:p>
        </w:tc>
        <w:tc>
          <w:tcPr>
            <w:tcW w:w="5240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626"/>
              <w:rPr>
                <w:sz w:val="24"/>
              </w:rPr>
            </w:pPr>
            <w:r w:rsidRPr="00B87C9F">
              <w:rPr>
                <w:sz w:val="24"/>
              </w:rPr>
              <w:t>Наименование</w:t>
            </w:r>
            <w:r w:rsidRPr="00B87C9F">
              <w:rPr>
                <w:spacing w:val="-7"/>
                <w:sz w:val="24"/>
              </w:rPr>
              <w:t xml:space="preserve"> </w:t>
            </w:r>
            <w:r w:rsidRPr="00B87C9F">
              <w:rPr>
                <w:sz w:val="24"/>
              </w:rPr>
              <w:t>показателя</w:t>
            </w:r>
            <w:r w:rsidRPr="00B87C9F">
              <w:rPr>
                <w:spacing w:val="-6"/>
                <w:sz w:val="24"/>
              </w:rPr>
              <w:t xml:space="preserve"> </w:t>
            </w:r>
            <w:r w:rsidRPr="00B87C9F">
              <w:rPr>
                <w:sz w:val="24"/>
              </w:rPr>
              <w:t>(результата)</w:t>
            </w:r>
          </w:p>
        </w:tc>
        <w:tc>
          <w:tcPr>
            <w:tcW w:w="992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61" w:right="160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2021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55" w:right="14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2022</w:t>
            </w:r>
          </w:p>
        </w:tc>
        <w:tc>
          <w:tcPr>
            <w:tcW w:w="994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63" w:right="159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2023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55" w:right="14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2024</w:t>
            </w:r>
          </w:p>
        </w:tc>
      </w:tr>
      <w:tr w:rsidR="006650AD" w:rsidTr="00B87C9F">
        <w:trPr>
          <w:trHeight w:val="1106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rPr>
                <w:sz w:val="24"/>
              </w:rPr>
            </w:pPr>
            <w:r w:rsidRPr="00B87C9F">
              <w:rPr>
                <w:sz w:val="24"/>
              </w:rPr>
              <w:t>1.</w:t>
            </w:r>
          </w:p>
        </w:tc>
        <w:tc>
          <w:tcPr>
            <w:tcW w:w="5240" w:type="dxa"/>
          </w:tcPr>
          <w:p w:rsidR="006650AD" w:rsidRPr="00B87C9F" w:rsidRDefault="006650AD" w:rsidP="00B87C9F">
            <w:pPr>
              <w:pStyle w:val="TableParagraph"/>
              <w:ind w:right="96"/>
              <w:jc w:val="both"/>
              <w:rPr>
                <w:sz w:val="24"/>
              </w:rPr>
            </w:pPr>
            <w:r w:rsidRPr="00B87C9F">
              <w:rPr>
                <w:sz w:val="24"/>
              </w:rPr>
              <w:t>Доля педагогических работников, участвующих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добровольной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независимой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оценке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профессиональной</w:t>
            </w:r>
            <w:r w:rsidRPr="00B87C9F">
              <w:rPr>
                <w:spacing w:val="6"/>
                <w:sz w:val="24"/>
              </w:rPr>
              <w:t xml:space="preserve"> </w:t>
            </w:r>
            <w:r w:rsidRPr="00B87C9F">
              <w:rPr>
                <w:sz w:val="24"/>
              </w:rPr>
              <w:t>квалификации,</w:t>
            </w:r>
            <w:r w:rsidRPr="00B87C9F">
              <w:rPr>
                <w:spacing w:val="5"/>
                <w:sz w:val="24"/>
              </w:rPr>
              <w:t xml:space="preserve"> </w:t>
            </w:r>
            <w:r w:rsidRPr="00B87C9F">
              <w:rPr>
                <w:sz w:val="24"/>
              </w:rPr>
              <w:t>от</w:t>
            </w:r>
            <w:r w:rsidRPr="00B87C9F">
              <w:rPr>
                <w:spacing w:val="6"/>
                <w:sz w:val="24"/>
              </w:rPr>
              <w:t xml:space="preserve"> </w:t>
            </w:r>
            <w:r w:rsidRPr="00B87C9F">
              <w:rPr>
                <w:sz w:val="24"/>
              </w:rPr>
              <w:t>общего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B87C9F">
              <w:rPr>
                <w:sz w:val="24"/>
              </w:rPr>
              <w:t>числа</w:t>
            </w:r>
            <w:r w:rsidRPr="00B87C9F">
              <w:rPr>
                <w:spacing w:val="-5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педагогических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работников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ОО</w:t>
            </w:r>
          </w:p>
        </w:tc>
        <w:tc>
          <w:tcPr>
            <w:tcW w:w="992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162" w:right="160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50%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155" w:right="14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50 %</w:t>
            </w:r>
          </w:p>
        </w:tc>
        <w:tc>
          <w:tcPr>
            <w:tcW w:w="994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164" w:right="159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50 %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155" w:right="14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50 %</w:t>
            </w:r>
          </w:p>
        </w:tc>
      </w:tr>
      <w:tr w:rsidR="006650AD" w:rsidTr="00B87C9F">
        <w:trPr>
          <w:trHeight w:val="1103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2.</w:t>
            </w:r>
          </w:p>
        </w:tc>
        <w:tc>
          <w:tcPr>
            <w:tcW w:w="5240" w:type="dxa"/>
          </w:tcPr>
          <w:p w:rsidR="006650AD" w:rsidRPr="00B87C9F" w:rsidRDefault="006650AD" w:rsidP="00B87C9F">
            <w:pPr>
              <w:pStyle w:val="TableParagraph"/>
              <w:ind w:right="97"/>
              <w:jc w:val="both"/>
              <w:rPr>
                <w:sz w:val="24"/>
              </w:rPr>
            </w:pPr>
            <w:r w:rsidRPr="00B87C9F">
              <w:rPr>
                <w:sz w:val="24"/>
              </w:rPr>
              <w:t>Доля педагогических работников, участвующих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разработке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реализации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индивидуальных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образовательных</w:t>
            </w:r>
            <w:r w:rsidRPr="00B87C9F">
              <w:rPr>
                <w:spacing w:val="32"/>
                <w:sz w:val="24"/>
              </w:rPr>
              <w:t xml:space="preserve"> </w:t>
            </w:r>
            <w:r w:rsidRPr="00B87C9F">
              <w:rPr>
                <w:sz w:val="24"/>
              </w:rPr>
              <w:t>маршрутов</w:t>
            </w:r>
            <w:r w:rsidRPr="00B87C9F">
              <w:rPr>
                <w:spacing w:val="30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педагогов,</w:t>
            </w:r>
            <w:r w:rsidRPr="00B87C9F">
              <w:rPr>
                <w:spacing w:val="35"/>
                <w:sz w:val="24"/>
              </w:rPr>
              <w:t xml:space="preserve"> </w:t>
            </w:r>
            <w:r w:rsidRPr="00B87C9F">
              <w:rPr>
                <w:sz w:val="24"/>
              </w:rPr>
              <w:t>от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общего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числа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педагогических работников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ОО</w:t>
            </w:r>
          </w:p>
        </w:tc>
        <w:tc>
          <w:tcPr>
            <w:tcW w:w="992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62" w:right="160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70 %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55" w:right="14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70 %</w:t>
            </w:r>
          </w:p>
        </w:tc>
        <w:tc>
          <w:tcPr>
            <w:tcW w:w="994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64" w:right="159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70 %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55" w:right="14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70 %</w:t>
            </w:r>
          </w:p>
        </w:tc>
      </w:tr>
      <w:tr w:rsidR="006650AD" w:rsidTr="00B87C9F">
        <w:trPr>
          <w:trHeight w:val="1380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3.</w:t>
            </w:r>
          </w:p>
        </w:tc>
        <w:tc>
          <w:tcPr>
            <w:tcW w:w="5240" w:type="dxa"/>
          </w:tcPr>
          <w:p w:rsidR="006650AD" w:rsidRPr="00B87C9F" w:rsidRDefault="006650AD" w:rsidP="00B87C9F">
            <w:pPr>
              <w:pStyle w:val="TableParagraph"/>
              <w:ind w:right="97"/>
              <w:jc w:val="both"/>
              <w:rPr>
                <w:sz w:val="24"/>
              </w:rPr>
            </w:pPr>
            <w:r w:rsidRPr="00B87C9F">
              <w:rPr>
                <w:sz w:val="24"/>
              </w:rPr>
              <w:t>Доля педагогических работников, участвующих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 муниципальных, региональных, федеральных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педагогических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конкурсах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профессионального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мастерства,</w:t>
            </w:r>
            <w:r w:rsidRPr="00B87C9F">
              <w:rPr>
                <w:spacing w:val="44"/>
                <w:sz w:val="24"/>
              </w:rPr>
              <w:t xml:space="preserve"> </w:t>
            </w:r>
            <w:r w:rsidRPr="00B87C9F">
              <w:rPr>
                <w:sz w:val="24"/>
              </w:rPr>
              <w:t>от</w:t>
            </w:r>
            <w:r w:rsidRPr="00B87C9F">
              <w:rPr>
                <w:spacing w:val="44"/>
                <w:sz w:val="24"/>
              </w:rPr>
              <w:t xml:space="preserve"> </w:t>
            </w:r>
            <w:r w:rsidRPr="00B87C9F">
              <w:rPr>
                <w:sz w:val="24"/>
              </w:rPr>
              <w:t>общего</w:t>
            </w:r>
            <w:r w:rsidRPr="00B87C9F">
              <w:rPr>
                <w:spacing w:val="43"/>
                <w:sz w:val="24"/>
              </w:rPr>
              <w:t xml:space="preserve"> </w:t>
            </w:r>
            <w:r w:rsidRPr="00B87C9F">
              <w:rPr>
                <w:sz w:val="24"/>
              </w:rPr>
              <w:t>числа</w:t>
            </w:r>
            <w:r w:rsidRPr="00B87C9F">
              <w:rPr>
                <w:spacing w:val="44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педагогических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B87C9F">
              <w:rPr>
                <w:sz w:val="24"/>
              </w:rPr>
              <w:t>работников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ОО</w:t>
            </w:r>
          </w:p>
        </w:tc>
        <w:tc>
          <w:tcPr>
            <w:tcW w:w="992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62" w:right="159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50 %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55" w:right="14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50 %</w:t>
            </w:r>
          </w:p>
        </w:tc>
        <w:tc>
          <w:tcPr>
            <w:tcW w:w="994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64" w:right="159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50 %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55" w:right="150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50%</w:t>
            </w:r>
          </w:p>
        </w:tc>
      </w:tr>
      <w:tr w:rsidR="006650AD" w:rsidTr="00B87C9F">
        <w:trPr>
          <w:trHeight w:val="1103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4.</w:t>
            </w:r>
          </w:p>
        </w:tc>
        <w:tc>
          <w:tcPr>
            <w:tcW w:w="5240" w:type="dxa"/>
          </w:tcPr>
          <w:p w:rsidR="006650AD" w:rsidRPr="00B87C9F" w:rsidRDefault="006650AD" w:rsidP="00B87C9F">
            <w:pPr>
              <w:pStyle w:val="TableParagraph"/>
              <w:ind w:right="97"/>
              <w:jc w:val="both"/>
              <w:rPr>
                <w:sz w:val="24"/>
              </w:rPr>
            </w:pPr>
            <w:r w:rsidRPr="00B87C9F">
              <w:rPr>
                <w:sz w:val="24"/>
              </w:rPr>
              <w:t>Доля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педагогических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работников,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регулярно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посещающих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курсы,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вебинары,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семинары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обобщающих</w:t>
            </w:r>
            <w:r w:rsidRPr="00B87C9F">
              <w:rPr>
                <w:spacing w:val="18"/>
                <w:sz w:val="24"/>
              </w:rPr>
              <w:t xml:space="preserve"> </w:t>
            </w:r>
            <w:r w:rsidRPr="00B87C9F">
              <w:rPr>
                <w:sz w:val="24"/>
              </w:rPr>
              <w:t>свой</w:t>
            </w:r>
            <w:r w:rsidRPr="00B87C9F">
              <w:rPr>
                <w:spacing w:val="16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педагогический</w:t>
            </w:r>
            <w:r w:rsidRPr="00B87C9F">
              <w:rPr>
                <w:spacing w:val="16"/>
                <w:sz w:val="24"/>
              </w:rPr>
              <w:t xml:space="preserve"> </w:t>
            </w:r>
            <w:r w:rsidRPr="00B87C9F">
              <w:rPr>
                <w:sz w:val="24"/>
              </w:rPr>
              <w:t>опыт</w:t>
            </w:r>
            <w:r w:rsidRPr="00B87C9F">
              <w:rPr>
                <w:spacing w:val="16"/>
                <w:sz w:val="24"/>
              </w:rPr>
              <w:t xml:space="preserve"> </w:t>
            </w:r>
            <w:r w:rsidRPr="00B87C9F">
              <w:rPr>
                <w:sz w:val="24"/>
              </w:rPr>
              <w:t>на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B87C9F">
              <w:rPr>
                <w:sz w:val="24"/>
              </w:rPr>
              <w:t>МО,</w:t>
            </w:r>
            <w:r w:rsidRPr="00B87C9F">
              <w:rPr>
                <w:spacing w:val="-6"/>
                <w:sz w:val="24"/>
              </w:rPr>
              <w:t xml:space="preserve"> </w:t>
            </w:r>
            <w:r w:rsidRPr="00B87C9F">
              <w:rPr>
                <w:sz w:val="24"/>
              </w:rPr>
              <w:t>ГМО,</w:t>
            </w:r>
            <w:r w:rsidRPr="00B87C9F">
              <w:rPr>
                <w:spacing w:val="-5"/>
                <w:sz w:val="24"/>
              </w:rPr>
              <w:t xml:space="preserve"> </w:t>
            </w:r>
            <w:r w:rsidRPr="00B87C9F">
              <w:rPr>
                <w:sz w:val="24"/>
              </w:rPr>
              <w:t>мероприятиях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регионального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уровня</w:t>
            </w:r>
          </w:p>
        </w:tc>
        <w:tc>
          <w:tcPr>
            <w:tcW w:w="992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62" w:right="160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55" w:right="14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  <w:tc>
          <w:tcPr>
            <w:tcW w:w="994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64" w:right="159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55" w:right="14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</w:tr>
      <w:tr w:rsidR="006650AD" w:rsidTr="00B87C9F">
        <w:trPr>
          <w:trHeight w:val="827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5.</w:t>
            </w:r>
          </w:p>
        </w:tc>
        <w:tc>
          <w:tcPr>
            <w:tcW w:w="5240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Доля</w:t>
            </w:r>
            <w:r w:rsidRPr="00B87C9F">
              <w:rPr>
                <w:spacing w:val="12"/>
                <w:sz w:val="24"/>
              </w:rPr>
              <w:t xml:space="preserve"> </w:t>
            </w:r>
            <w:r w:rsidRPr="00B87C9F">
              <w:rPr>
                <w:sz w:val="24"/>
              </w:rPr>
              <w:t>выпускников</w:t>
            </w:r>
            <w:r w:rsidRPr="00B87C9F">
              <w:rPr>
                <w:spacing w:val="12"/>
                <w:sz w:val="24"/>
              </w:rPr>
              <w:t xml:space="preserve"> </w:t>
            </w:r>
            <w:r w:rsidRPr="00B87C9F">
              <w:rPr>
                <w:sz w:val="24"/>
              </w:rPr>
              <w:t>9</w:t>
            </w:r>
            <w:r w:rsidRPr="00B87C9F">
              <w:rPr>
                <w:spacing w:val="13"/>
                <w:sz w:val="24"/>
              </w:rPr>
              <w:t xml:space="preserve"> класса</w:t>
            </w:r>
            <w:r w:rsidRPr="00B87C9F">
              <w:rPr>
                <w:sz w:val="24"/>
              </w:rPr>
              <w:t>,</w:t>
            </w:r>
            <w:r w:rsidRPr="00B87C9F">
              <w:rPr>
                <w:spacing w:val="14"/>
                <w:sz w:val="24"/>
              </w:rPr>
              <w:t xml:space="preserve"> </w:t>
            </w:r>
            <w:r w:rsidRPr="00B87C9F">
              <w:rPr>
                <w:sz w:val="24"/>
              </w:rPr>
              <w:t>выбирающих</w:t>
            </w:r>
          </w:p>
          <w:p w:rsidR="006650AD" w:rsidRPr="00B87C9F" w:rsidRDefault="006650AD" w:rsidP="00B87C9F">
            <w:pPr>
              <w:pStyle w:val="TableParagraph"/>
              <w:spacing w:line="270" w:lineRule="atLeast"/>
              <w:ind w:right="85"/>
              <w:rPr>
                <w:sz w:val="24"/>
              </w:rPr>
            </w:pPr>
            <w:r w:rsidRPr="00B87C9F">
              <w:rPr>
                <w:sz w:val="24"/>
              </w:rPr>
              <w:t>профессии, значимые для экономики региона, от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общего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числа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выпускников 9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класса</w:t>
            </w:r>
          </w:p>
        </w:tc>
        <w:tc>
          <w:tcPr>
            <w:tcW w:w="992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62" w:right="160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55" w:right="14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  <w:tc>
          <w:tcPr>
            <w:tcW w:w="994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64" w:right="159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55" w:right="14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</w:tr>
      <w:tr w:rsidR="006650AD" w:rsidTr="00B87C9F">
        <w:trPr>
          <w:trHeight w:val="554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rPr>
                <w:sz w:val="24"/>
              </w:rPr>
            </w:pPr>
            <w:r w:rsidRPr="00B87C9F">
              <w:rPr>
                <w:sz w:val="24"/>
              </w:rPr>
              <w:t>6.</w:t>
            </w:r>
          </w:p>
        </w:tc>
        <w:tc>
          <w:tcPr>
            <w:tcW w:w="5240" w:type="dxa"/>
          </w:tcPr>
          <w:p w:rsidR="006650AD" w:rsidRPr="00B87C9F" w:rsidRDefault="006650AD" w:rsidP="00B87C9F">
            <w:pPr>
              <w:pStyle w:val="TableParagraph"/>
              <w:tabs>
                <w:tab w:val="left" w:pos="1010"/>
                <w:tab w:val="left" w:pos="2750"/>
                <w:tab w:val="left" w:pos="3259"/>
                <w:tab w:val="left" w:pos="3780"/>
                <w:tab w:val="left" w:pos="4409"/>
              </w:tabs>
              <w:spacing w:line="270" w:lineRule="exact"/>
              <w:rPr>
                <w:sz w:val="24"/>
              </w:rPr>
            </w:pPr>
            <w:r w:rsidRPr="00B87C9F">
              <w:rPr>
                <w:sz w:val="24"/>
              </w:rPr>
              <w:t>Доля</w:t>
            </w:r>
            <w:r w:rsidRPr="00B87C9F">
              <w:rPr>
                <w:sz w:val="24"/>
              </w:rPr>
              <w:tab/>
              <w:t>выпускников</w:t>
            </w:r>
            <w:r w:rsidRPr="00B87C9F">
              <w:rPr>
                <w:sz w:val="24"/>
              </w:rPr>
              <w:tab/>
              <w:t>9 класса,</w:t>
            </w:r>
          </w:p>
          <w:p w:rsidR="006650AD" w:rsidRPr="00B87C9F" w:rsidRDefault="006650AD" w:rsidP="00B87C9F">
            <w:pPr>
              <w:pStyle w:val="TableParagraph"/>
              <w:spacing w:line="265" w:lineRule="exact"/>
              <w:rPr>
                <w:sz w:val="24"/>
              </w:rPr>
            </w:pPr>
            <w:r w:rsidRPr="00B87C9F">
              <w:rPr>
                <w:sz w:val="24"/>
              </w:rPr>
              <w:t>продолжающих</w:t>
            </w:r>
            <w:r w:rsidRPr="00B87C9F">
              <w:rPr>
                <w:spacing w:val="79"/>
                <w:sz w:val="24"/>
              </w:rPr>
              <w:t xml:space="preserve"> </w:t>
            </w:r>
            <w:r w:rsidRPr="00B87C9F">
              <w:rPr>
                <w:sz w:val="24"/>
              </w:rPr>
              <w:t>профессиональное</w:t>
            </w:r>
            <w:r w:rsidRPr="00B87C9F">
              <w:rPr>
                <w:spacing w:val="78"/>
                <w:sz w:val="24"/>
              </w:rPr>
              <w:t xml:space="preserve"> </w:t>
            </w:r>
            <w:r w:rsidRPr="00B87C9F">
              <w:rPr>
                <w:sz w:val="24"/>
              </w:rPr>
              <w:t>обучение</w:t>
            </w:r>
            <w:r w:rsidRPr="00B87C9F">
              <w:rPr>
                <w:spacing w:val="79"/>
                <w:sz w:val="24"/>
              </w:rPr>
              <w:t xml:space="preserve"> </w:t>
            </w:r>
            <w:r w:rsidRPr="00B87C9F">
              <w:rPr>
                <w:sz w:val="24"/>
              </w:rPr>
              <w:t>в регионе,</w:t>
            </w:r>
            <w:r w:rsidRPr="00B87C9F">
              <w:rPr>
                <w:spacing w:val="46"/>
                <w:sz w:val="24"/>
              </w:rPr>
              <w:t xml:space="preserve"> </w:t>
            </w:r>
            <w:r w:rsidRPr="00B87C9F">
              <w:rPr>
                <w:sz w:val="24"/>
              </w:rPr>
              <w:t>от</w:t>
            </w:r>
            <w:r w:rsidRPr="00B87C9F">
              <w:rPr>
                <w:spacing w:val="46"/>
                <w:sz w:val="24"/>
              </w:rPr>
              <w:t xml:space="preserve"> </w:t>
            </w:r>
            <w:r w:rsidRPr="00B87C9F">
              <w:rPr>
                <w:sz w:val="24"/>
              </w:rPr>
              <w:t>общего</w:t>
            </w:r>
            <w:r w:rsidRPr="00B87C9F">
              <w:rPr>
                <w:spacing w:val="45"/>
                <w:sz w:val="24"/>
              </w:rPr>
              <w:t xml:space="preserve"> </w:t>
            </w:r>
            <w:r w:rsidRPr="00B87C9F">
              <w:rPr>
                <w:sz w:val="24"/>
              </w:rPr>
              <w:t>числа</w:t>
            </w:r>
            <w:r w:rsidRPr="00B87C9F">
              <w:rPr>
                <w:spacing w:val="46"/>
                <w:sz w:val="24"/>
              </w:rPr>
              <w:t xml:space="preserve"> </w:t>
            </w:r>
            <w:r w:rsidRPr="00B87C9F">
              <w:rPr>
                <w:sz w:val="24"/>
              </w:rPr>
              <w:t>выпускников</w:t>
            </w:r>
            <w:r w:rsidRPr="00B87C9F">
              <w:rPr>
                <w:spacing w:val="45"/>
                <w:sz w:val="24"/>
              </w:rPr>
              <w:t xml:space="preserve"> </w:t>
            </w:r>
            <w:r w:rsidRPr="00B87C9F">
              <w:rPr>
                <w:sz w:val="24"/>
              </w:rPr>
              <w:t>9</w:t>
            </w:r>
            <w:r w:rsidRPr="00B87C9F">
              <w:rPr>
                <w:spacing w:val="45"/>
                <w:sz w:val="24"/>
              </w:rPr>
              <w:t xml:space="preserve"> 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rPr>
                <w:sz w:val="24"/>
              </w:rPr>
            </w:pPr>
            <w:r w:rsidRPr="00B87C9F">
              <w:rPr>
                <w:sz w:val="24"/>
              </w:rPr>
              <w:t>класса</w:t>
            </w:r>
          </w:p>
        </w:tc>
        <w:tc>
          <w:tcPr>
            <w:tcW w:w="992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162" w:right="159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155" w:right="14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  <w:tc>
          <w:tcPr>
            <w:tcW w:w="994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164" w:right="159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  <w:tc>
          <w:tcPr>
            <w:tcW w:w="991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155" w:right="14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</w:tr>
    </w:tbl>
    <w:p w:rsidR="006650AD" w:rsidRDefault="006650AD">
      <w:pPr>
        <w:spacing w:line="270" w:lineRule="exact"/>
        <w:jc w:val="center"/>
        <w:rPr>
          <w:sz w:val="24"/>
        </w:rPr>
        <w:sectPr w:rsidR="006650AD">
          <w:pgSz w:w="11910" w:h="16840"/>
          <w:pgMar w:top="1040" w:right="440" w:bottom="1160" w:left="1160" w:header="0" w:footer="976" w:gutter="0"/>
          <w:cols w:space="720"/>
        </w:sectPr>
      </w:pPr>
    </w:p>
    <w:p w:rsidR="006650AD" w:rsidRDefault="006650AD">
      <w:pPr>
        <w:pStyle w:val="BodyText"/>
        <w:spacing w:before="1"/>
        <w:ind w:left="0"/>
        <w:jc w:val="left"/>
        <w:rPr>
          <w:sz w:val="15"/>
        </w:rPr>
      </w:pPr>
    </w:p>
    <w:p w:rsidR="006650AD" w:rsidRDefault="006650AD">
      <w:pPr>
        <w:pStyle w:val="BodyText"/>
        <w:spacing w:before="90"/>
        <w:ind w:left="1250"/>
        <w:jc w:val="left"/>
      </w:pPr>
      <w:r>
        <w:t>План</w:t>
      </w:r>
      <w:r>
        <w:rPr>
          <w:spacing w:val="-5"/>
        </w:rPr>
        <w:t xml:space="preserve"> </w:t>
      </w:r>
      <w:r>
        <w:t>мероприятий</w:t>
      </w:r>
      <w:r>
        <w:rPr>
          <w:spacing w:val="-4"/>
        </w:rPr>
        <w:t xml:space="preserve"> </w:t>
      </w:r>
      <w:r>
        <w:t>(«дорожная</w:t>
      </w:r>
      <w:r>
        <w:rPr>
          <w:spacing w:val="-4"/>
        </w:rPr>
        <w:t xml:space="preserve"> </w:t>
      </w:r>
      <w:r>
        <w:t>карта»)</w:t>
      </w:r>
      <w:r>
        <w:rPr>
          <w:spacing w:val="-4"/>
        </w:rPr>
        <w:t xml:space="preserve"> </w:t>
      </w:r>
      <w:r>
        <w:t>Подпрограммы</w:t>
      </w:r>
    </w:p>
    <w:p w:rsidR="006650AD" w:rsidRDefault="006650AD">
      <w:pPr>
        <w:pStyle w:val="BodyText"/>
        <w:spacing w:before="7" w:after="1"/>
        <w:ind w:left="0"/>
        <w:jc w:val="left"/>
      </w:pPr>
    </w:p>
    <w:tbl>
      <w:tblPr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0"/>
        <w:gridCol w:w="3963"/>
        <w:gridCol w:w="1560"/>
        <w:gridCol w:w="1484"/>
        <w:gridCol w:w="2026"/>
      </w:tblGrid>
      <w:tr w:rsidR="006650AD" w:rsidTr="00B87C9F">
        <w:trPr>
          <w:trHeight w:val="275"/>
        </w:trPr>
        <w:tc>
          <w:tcPr>
            <w:tcW w:w="540" w:type="dxa"/>
            <w:vMerge w:val="restart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55"/>
              <w:rPr>
                <w:sz w:val="24"/>
              </w:rPr>
            </w:pPr>
            <w:r w:rsidRPr="00B87C9F">
              <w:rPr>
                <w:sz w:val="24"/>
              </w:rPr>
              <w:t>№</w:t>
            </w:r>
          </w:p>
          <w:p w:rsidR="006650AD" w:rsidRPr="00B87C9F" w:rsidRDefault="006650AD" w:rsidP="00B87C9F">
            <w:pPr>
              <w:pStyle w:val="TableParagraph"/>
              <w:spacing w:line="273" w:lineRule="exact"/>
              <w:rPr>
                <w:sz w:val="24"/>
              </w:rPr>
            </w:pPr>
            <w:r w:rsidRPr="00B87C9F">
              <w:rPr>
                <w:sz w:val="24"/>
              </w:rPr>
              <w:t>п/п</w:t>
            </w:r>
          </w:p>
        </w:tc>
        <w:tc>
          <w:tcPr>
            <w:tcW w:w="3963" w:type="dxa"/>
            <w:vMerge w:val="restart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537"/>
              <w:rPr>
                <w:sz w:val="24"/>
              </w:rPr>
            </w:pPr>
            <w:r w:rsidRPr="00B87C9F">
              <w:rPr>
                <w:sz w:val="24"/>
              </w:rPr>
              <w:t>Наименование</w:t>
            </w:r>
            <w:r w:rsidRPr="00B87C9F">
              <w:rPr>
                <w:spacing w:val="-5"/>
                <w:sz w:val="24"/>
              </w:rPr>
              <w:t xml:space="preserve"> </w:t>
            </w:r>
            <w:r w:rsidRPr="00B87C9F">
              <w:rPr>
                <w:sz w:val="24"/>
              </w:rPr>
              <w:t>мероприятия</w:t>
            </w:r>
          </w:p>
        </w:tc>
        <w:tc>
          <w:tcPr>
            <w:tcW w:w="3044" w:type="dxa"/>
            <w:gridSpan w:val="2"/>
          </w:tcPr>
          <w:p w:rsidR="006650AD" w:rsidRPr="00B87C9F" w:rsidRDefault="006650AD" w:rsidP="00B87C9F">
            <w:pPr>
              <w:pStyle w:val="TableParagraph"/>
              <w:spacing w:line="256" w:lineRule="exact"/>
              <w:ind w:left="585"/>
              <w:rPr>
                <w:sz w:val="24"/>
              </w:rPr>
            </w:pPr>
            <w:r w:rsidRPr="00B87C9F">
              <w:rPr>
                <w:sz w:val="24"/>
              </w:rPr>
              <w:t>Сроки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реализации</w:t>
            </w:r>
          </w:p>
        </w:tc>
        <w:tc>
          <w:tcPr>
            <w:tcW w:w="2026" w:type="dxa"/>
            <w:vMerge w:val="restart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202" w:right="192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Ответственный</w:t>
            </w:r>
          </w:p>
          <w:p w:rsidR="006650AD" w:rsidRPr="00B87C9F" w:rsidRDefault="006650AD" w:rsidP="00B87C9F">
            <w:pPr>
              <w:pStyle w:val="TableParagraph"/>
              <w:spacing w:line="273" w:lineRule="exact"/>
              <w:ind w:left="201" w:right="192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исполнитель</w:t>
            </w:r>
          </w:p>
        </w:tc>
      </w:tr>
      <w:tr w:rsidR="006650AD" w:rsidTr="00B87C9F">
        <w:trPr>
          <w:trHeight w:val="275"/>
        </w:trPr>
        <w:tc>
          <w:tcPr>
            <w:tcW w:w="540" w:type="dxa"/>
            <w:vMerge/>
            <w:tcBorders>
              <w:top w:val="nil"/>
            </w:tcBorders>
          </w:tcPr>
          <w:p w:rsidR="006650AD" w:rsidRPr="00B87C9F" w:rsidRDefault="006650AD">
            <w:pPr>
              <w:rPr>
                <w:sz w:val="2"/>
                <w:szCs w:val="2"/>
              </w:rPr>
            </w:pPr>
          </w:p>
        </w:tc>
        <w:tc>
          <w:tcPr>
            <w:tcW w:w="3963" w:type="dxa"/>
            <w:vMerge/>
            <w:tcBorders>
              <w:top w:val="nil"/>
            </w:tcBorders>
          </w:tcPr>
          <w:p w:rsidR="006650AD" w:rsidRPr="00B87C9F" w:rsidRDefault="006650AD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6650AD" w:rsidRPr="00B87C9F" w:rsidRDefault="006650AD" w:rsidP="00B87C9F">
            <w:pPr>
              <w:pStyle w:val="TableParagraph"/>
              <w:spacing w:line="256" w:lineRule="exact"/>
              <w:ind w:left="294" w:right="284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2021</w:t>
            </w:r>
          </w:p>
        </w:tc>
        <w:tc>
          <w:tcPr>
            <w:tcW w:w="1484" w:type="dxa"/>
          </w:tcPr>
          <w:p w:rsidR="006650AD" w:rsidRPr="00B87C9F" w:rsidRDefault="006650AD" w:rsidP="00B87C9F">
            <w:pPr>
              <w:pStyle w:val="TableParagraph"/>
              <w:spacing w:line="256" w:lineRule="exact"/>
              <w:ind w:left="482" w:right="472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2024</w:t>
            </w:r>
          </w:p>
        </w:tc>
        <w:tc>
          <w:tcPr>
            <w:tcW w:w="2026" w:type="dxa"/>
            <w:vMerge/>
            <w:tcBorders>
              <w:top w:val="nil"/>
            </w:tcBorders>
          </w:tcPr>
          <w:p w:rsidR="006650AD" w:rsidRPr="00B87C9F" w:rsidRDefault="006650AD">
            <w:pPr>
              <w:rPr>
                <w:sz w:val="2"/>
                <w:szCs w:val="2"/>
              </w:rPr>
            </w:pPr>
          </w:p>
        </w:tc>
      </w:tr>
      <w:tr w:rsidR="006650AD" w:rsidTr="00B87C9F">
        <w:trPr>
          <w:trHeight w:val="275"/>
        </w:trPr>
        <w:tc>
          <w:tcPr>
            <w:tcW w:w="9573" w:type="dxa"/>
            <w:gridSpan w:val="5"/>
          </w:tcPr>
          <w:p w:rsidR="006650AD" w:rsidRPr="00B87C9F" w:rsidRDefault="006650AD" w:rsidP="00B87C9F">
            <w:pPr>
              <w:pStyle w:val="TableParagraph"/>
              <w:spacing w:line="256" w:lineRule="exact"/>
              <w:ind w:left="467"/>
              <w:rPr>
                <w:sz w:val="24"/>
              </w:rPr>
            </w:pPr>
            <w:r w:rsidRPr="00B87C9F">
              <w:rPr>
                <w:sz w:val="24"/>
              </w:rPr>
              <w:t>1.</w:t>
            </w:r>
            <w:r w:rsidRPr="00B87C9F">
              <w:rPr>
                <w:spacing w:val="56"/>
                <w:sz w:val="24"/>
              </w:rPr>
              <w:t xml:space="preserve"> </w:t>
            </w:r>
            <w:r w:rsidRPr="00B87C9F">
              <w:rPr>
                <w:sz w:val="24"/>
              </w:rPr>
              <w:t>Направление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–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к успешному</w:t>
            </w:r>
            <w:r w:rsidRPr="00B87C9F">
              <w:rPr>
                <w:spacing w:val="-6"/>
                <w:sz w:val="24"/>
              </w:rPr>
              <w:t xml:space="preserve"> </w:t>
            </w:r>
            <w:r w:rsidRPr="00B87C9F">
              <w:rPr>
                <w:sz w:val="24"/>
              </w:rPr>
              <w:t>профессиональному</w:t>
            </w:r>
            <w:r w:rsidRPr="00B87C9F">
              <w:rPr>
                <w:spacing w:val="-5"/>
                <w:sz w:val="24"/>
              </w:rPr>
              <w:t xml:space="preserve"> </w:t>
            </w:r>
            <w:r w:rsidRPr="00B87C9F">
              <w:rPr>
                <w:sz w:val="24"/>
              </w:rPr>
              <w:t>выбору</w:t>
            </w:r>
            <w:r w:rsidRPr="00B87C9F">
              <w:rPr>
                <w:spacing w:val="-6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</w:p>
        </w:tc>
      </w:tr>
      <w:tr w:rsidR="006650AD" w:rsidTr="00B87C9F">
        <w:trPr>
          <w:trHeight w:val="1103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1.</w:t>
            </w:r>
          </w:p>
        </w:tc>
        <w:tc>
          <w:tcPr>
            <w:tcW w:w="3963" w:type="dxa"/>
          </w:tcPr>
          <w:p w:rsidR="006650AD" w:rsidRPr="00B87C9F" w:rsidRDefault="006650AD" w:rsidP="00B87C9F">
            <w:pPr>
              <w:pStyle w:val="TableParagraph"/>
              <w:tabs>
                <w:tab w:val="left" w:pos="1919"/>
              </w:tabs>
              <w:ind w:right="97"/>
              <w:jc w:val="both"/>
              <w:rPr>
                <w:sz w:val="24"/>
              </w:rPr>
            </w:pPr>
            <w:r w:rsidRPr="00B87C9F">
              <w:rPr>
                <w:sz w:val="24"/>
              </w:rPr>
              <w:t>Разработка и реализация школьной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программы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профессиональной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ориентации</w:t>
            </w:r>
            <w:r w:rsidRPr="00B87C9F">
              <w:rPr>
                <w:spacing w:val="3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pacing w:val="4"/>
                <w:sz w:val="24"/>
              </w:rPr>
              <w:t xml:space="preserve"> </w:t>
            </w:r>
            <w:r w:rsidRPr="00B87C9F">
              <w:rPr>
                <w:sz w:val="24"/>
              </w:rPr>
              <w:t>«Твой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rPr>
                <w:sz w:val="24"/>
              </w:rPr>
            </w:pPr>
            <w:r w:rsidRPr="00B87C9F">
              <w:rPr>
                <w:sz w:val="24"/>
              </w:rPr>
              <w:t>выбор»</w:t>
            </w:r>
          </w:p>
        </w:tc>
        <w:tc>
          <w:tcPr>
            <w:tcW w:w="1560" w:type="dxa"/>
          </w:tcPr>
          <w:p w:rsidR="006650AD" w:rsidRPr="00B87C9F" w:rsidRDefault="006650AD" w:rsidP="00B87C9F">
            <w:pPr>
              <w:pStyle w:val="TableParagraph"/>
              <w:tabs>
                <w:tab w:val="left" w:pos="647"/>
              </w:tabs>
              <w:ind w:left="108" w:right="98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484" w:type="dxa"/>
          </w:tcPr>
          <w:p w:rsidR="006650AD" w:rsidRPr="00B87C9F" w:rsidRDefault="006650AD" w:rsidP="00B87C9F">
            <w:pPr>
              <w:pStyle w:val="TableParagraph"/>
              <w:tabs>
                <w:tab w:val="left" w:pos="571"/>
              </w:tabs>
              <w:ind w:left="108"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2026" w:type="dxa"/>
          </w:tcPr>
          <w:p w:rsidR="006650AD" w:rsidRPr="00B87C9F" w:rsidRDefault="006650AD" w:rsidP="00B87C9F">
            <w:pPr>
              <w:pStyle w:val="TableParagraph"/>
              <w:spacing w:line="264" w:lineRule="exact"/>
              <w:rPr>
                <w:sz w:val="24"/>
              </w:rPr>
            </w:pPr>
            <w:r w:rsidRPr="00B87C9F">
              <w:rPr>
                <w:sz w:val="24"/>
              </w:rPr>
              <w:t>Классные руководители</w:t>
            </w:r>
          </w:p>
        </w:tc>
      </w:tr>
      <w:tr w:rsidR="006650AD" w:rsidTr="00B87C9F">
        <w:trPr>
          <w:trHeight w:val="1932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rPr>
                <w:sz w:val="24"/>
              </w:rPr>
            </w:pPr>
            <w:r w:rsidRPr="00B87C9F">
              <w:rPr>
                <w:sz w:val="24"/>
              </w:rPr>
              <w:t>2.</w:t>
            </w:r>
          </w:p>
        </w:tc>
        <w:tc>
          <w:tcPr>
            <w:tcW w:w="3963" w:type="dxa"/>
          </w:tcPr>
          <w:p w:rsidR="006650AD" w:rsidRPr="00B87C9F" w:rsidRDefault="006650AD" w:rsidP="00B87C9F">
            <w:pPr>
              <w:pStyle w:val="TableParagraph"/>
              <w:tabs>
                <w:tab w:val="left" w:pos="1965"/>
                <w:tab w:val="left" w:pos="2368"/>
                <w:tab w:val="left" w:pos="2485"/>
                <w:tab w:val="left" w:pos="2564"/>
                <w:tab w:val="left" w:pos="2954"/>
                <w:tab w:val="left" w:pos="3745"/>
              </w:tabs>
              <w:ind w:right="94"/>
              <w:rPr>
                <w:sz w:val="24"/>
              </w:rPr>
            </w:pPr>
            <w:r w:rsidRPr="00B87C9F">
              <w:rPr>
                <w:sz w:val="24"/>
              </w:rPr>
              <w:t>Разработка</w:t>
            </w:r>
            <w:r w:rsidRPr="00B87C9F">
              <w:rPr>
                <w:spacing w:val="43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43"/>
                <w:sz w:val="24"/>
              </w:rPr>
              <w:t xml:space="preserve"> </w:t>
            </w:r>
            <w:r w:rsidRPr="00B87C9F">
              <w:rPr>
                <w:sz w:val="24"/>
              </w:rPr>
              <w:t>реализации</w:t>
            </w:r>
            <w:r w:rsidRPr="00B87C9F">
              <w:rPr>
                <w:spacing w:val="44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внеурочной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деятельности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профориентационной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направленности</w:t>
            </w:r>
            <w:r w:rsidRPr="00B87C9F">
              <w:rPr>
                <w:sz w:val="24"/>
              </w:rPr>
              <w:tab/>
              <w:t>(в</w:t>
            </w:r>
            <w:r w:rsidRPr="00B87C9F">
              <w:rPr>
                <w:sz w:val="24"/>
              </w:rPr>
              <w:tab/>
              <w:t>том</w:t>
            </w:r>
            <w:r w:rsidRPr="00B87C9F">
              <w:rPr>
                <w:sz w:val="24"/>
              </w:rPr>
              <w:tab/>
              <w:t>числе</w:t>
            </w:r>
            <w:r w:rsidRPr="00B87C9F">
              <w:rPr>
                <w:sz w:val="24"/>
              </w:rPr>
              <w:tab/>
              <w:t>с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участием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  <w:t>организаций</w:t>
            </w:r>
          </w:p>
          <w:p w:rsidR="006650AD" w:rsidRPr="00B87C9F" w:rsidRDefault="006650AD" w:rsidP="00B87C9F">
            <w:pPr>
              <w:pStyle w:val="TableParagraph"/>
              <w:spacing w:line="274" w:lineRule="exact"/>
              <w:rPr>
                <w:sz w:val="24"/>
              </w:rPr>
            </w:pPr>
            <w:r w:rsidRPr="00B87C9F">
              <w:rPr>
                <w:sz w:val="24"/>
              </w:rPr>
              <w:t>профессионального</w:t>
            </w:r>
            <w:r w:rsidRPr="00B87C9F">
              <w:rPr>
                <w:spacing w:val="48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образования</w:t>
            </w:r>
            <w:r w:rsidRPr="00B87C9F">
              <w:rPr>
                <w:spacing w:val="52"/>
                <w:sz w:val="24"/>
              </w:rPr>
              <w:t xml:space="preserve"> </w:t>
            </w:r>
            <w:r w:rsidRPr="00B87C9F">
              <w:rPr>
                <w:sz w:val="24"/>
              </w:rPr>
              <w:t>с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использованием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онлайн-обучения)</w:t>
            </w:r>
          </w:p>
        </w:tc>
        <w:tc>
          <w:tcPr>
            <w:tcW w:w="1560" w:type="dxa"/>
          </w:tcPr>
          <w:p w:rsidR="006650AD" w:rsidRPr="00B87C9F" w:rsidRDefault="006650AD" w:rsidP="00B87C9F">
            <w:pPr>
              <w:pStyle w:val="TableParagraph"/>
              <w:tabs>
                <w:tab w:val="left" w:pos="647"/>
              </w:tabs>
              <w:ind w:left="108" w:right="98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484" w:type="dxa"/>
          </w:tcPr>
          <w:p w:rsidR="006650AD" w:rsidRPr="00B87C9F" w:rsidRDefault="006650AD" w:rsidP="00B87C9F">
            <w:pPr>
              <w:pStyle w:val="TableParagraph"/>
              <w:tabs>
                <w:tab w:val="left" w:pos="571"/>
              </w:tabs>
              <w:ind w:left="108"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2026" w:type="dxa"/>
          </w:tcPr>
          <w:p w:rsidR="006650AD" w:rsidRPr="00B87C9F" w:rsidRDefault="006650AD" w:rsidP="00B87C9F">
            <w:pPr>
              <w:pStyle w:val="TableParagraph"/>
              <w:tabs>
                <w:tab w:val="left" w:pos="870"/>
                <w:tab w:val="left" w:pos="1124"/>
              </w:tabs>
              <w:ind w:right="95"/>
              <w:rPr>
                <w:sz w:val="24"/>
              </w:rPr>
            </w:pPr>
            <w:r w:rsidRPr="00B87C9F">
              <w:rPr>
                <w:sz w:val="24"/>
              </w:rPr>
              <w:t>Классные руководители</w:t>
            </w:r>
          </w:p>
        </w:tc>
      </w:tr>
      <w:tr w:rsidR="006650AD" w:rsidTr="00B87C9F">
        <w:trPr>
          <w:trHeight w:val="1381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rPr>
                <w:sz w:val="24"/>
              </w:rPr>
            </w:pPr>
            <w:r w:rsidRPr="00B87C9F">
              <w:rPr>
                <w:sz w:val="24"/>
              </w:rPr>
              <w:t>3.</w:t>
            </w:r>
          </w:p>
        </w:tc>
        <w:tc>
          <w:tcPr>
            <w:tcW w:w="3963" w:type="dxa"/>
          </w:tcPr>
          <w:p w:rsidR="006650AD" w:rsidRPr="00B87C9F" w:rsidRDefault="006650AD" w:rsidP="00B87C9F">
            <w:pPr>
              <w:pStyle w:val="TableParagraph"/>
              <w:tabs>
                <w:tab w:val="left" w:pos="2405"/>
              </w:tabs>
              <w:ind w:right="96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Обеспечение участия обучающихся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муниципальных,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региональных,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федеральных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мероприятиях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профориентационной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rPr>
                <w:sz w:val="24"/>
              </w:rPr>
            </w:pPr>
            <w:r w:rsidRPr="00B87C9F">
              <w:rPr>
                <w:sz w:val="24"/>
              </w:rPr>
              <w:t>направленности</w:t>
            </w:r>
          </w:p>
        </w:tc>
        <w:tc>
          <w:tcPr>
            <w:tcW w:w="1560" w:type="dxa"/>
          </w:tcPr>
          <w:p w:rsidR="006650AD" w:rsidRPr="00B87C9F" w:rsidRDefault="006650AD" w:rsidP="00B87C9F">
            <w:pPr>
              <w:pStyle w:val="TableParagraph"/>
              <w:tabs>
                <w:tab w:val="left" w:pos="647"/>
              </w:tabs>
              <w:ind w:left="108" w:right="98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484" w:type="dxa"/>
          </w:tcPr>
          <w:p w:rsidR="006650AD" w:rsidRPr="00B87C9F" w:rsidRDefault="006650AD" w:rsidP="00B87C9F">
            <w:pPr>
              <w:pStyle w:val="TableParagraph"/>
              <w:tabs>
                <w:tab w:val="left" w:pos="571"/>
              </w:tabs>
              <w:ind w:left="108"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2026" w:type="dxa"/>
          </w:tcPr>
          <w:p w:rsidR="006650AD" w:rsidRPr="00B87C9F" w:rsidRDefault="006650AD" w:rsidP="00B87C9F">
            <w:pPr>
              <w:pStyle w:val="TableParagraph"/>
              <w:tabs>
                <w:tab w:val="left" w:pos="870"/>
                <w:tab w:val="left" w:pos="1124"/>
              </w:tabs>
              <w:ind w:right="95"/>
              <w:rPr>
                <w:sz w:val="24"/>
              </w:rPr>
            </w:pPr>
            <w:r w:rsidRPr="00B87C9F">
              <w:rPr>
                <w:sz w:val="24"/>
              </w:rPr>
              <w:t>Классные руководители</w:t>
            </w:r>
          </w:p>
        </w:tc>
      </w:tr>
      <w:tr w:rsidR="006650AD" w:rsidTr="00B87C9F">
        <w:trPr>
          <w:trHeight w:val="1103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4.</w:t>
            </w:r>
          </w:p>
        </w:tc>
        <w:tc>
          <w:tcPr>
            <w:tcW w:w="3963" w:type="dxa"/>
          </w:tcPr>
          <w:p w:rsidR="006650AD" w:rsidRPr="00B87C9F" w:rsidRDefault="006650AD" w:rsidP="00B87C9F">
            <w:pPr>
              <w:pStyle w:val="TableParagraph"/>
              <w:tabs>
                <w:tab w:val="left" w:pos="2921"/>
              </w:tabs>
              <w:ind w:right="96"/>
              <w:jc w:val="both"/>
              <w:rPr>
                <w:sz w:val="24"/>
              </w:rPr>
            </w:pPr>
            <w:r w:rsidRPr="00B87C9F">
              <w:rPr>
                <w:sz w:val="24"/>
              </w:rPr>
              <w:t>Проведение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школьного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этапа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регионального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конкурса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профориентационных</w:t>
            </w:r>
            <w:r w:rsidRPr="00B87C9F">
              <w:rPr>
                <w:spacing w:val="14"/>
                <w:sz w:val="24"/>
              </w:rPr>
              <w:t xml:space="preserve"> </w:t>
            </w:r>
            <w:r w:rsidRPr="00B87C9F">
              <w:rPr>
                <w:sz w:val="24"/>
              </w:rPr>
              <w:t>проектов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B87C9F">
              <w:rPr>
                <w:sz w:val="24"/>
              </w:rPr>
              <w:t>«Шаг в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будущее»</w:t>
            </w:r>
          </w:p>
        </w:tc>
        <w:tc>
          <w:tcPr>
            <w:tcW w:w="1560" w:type="dxa"/>
          </w:tcPr>
          <w:p w:rsidR="006650AD" w:rsidRPr="00B87C9F" w:rsidRDefault="006650AD" w:rsidP="00B87C9F">
            <w:pPr>
              <w:pStyle w:val="TableParagraph"/>
              <w:ind w:left="108" w:right="414"/>
              <w:rPr>
                <w:sz w:val="24"/>
              </w:rPr>
            </w:pPr>
            <w:r w:rsidRPr="00B87C9F">
              <w:rPr>
                <w:sz w:val="24"/>
              </w:rPr>
              <w:t>Ежегодно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Декабрь</w:t>
            </w:r>
          </w:p>
        </w:tc>
        <w:tc>
          <w:tcPr>
            <w:tcW w:w="1484" w:type="dxa"/>
          </w:tcPr>
          <w:p w:rsidR="006650AD" w:rsidRPr="00B87C9F" w:rsidRDefault="006650AD" w:rsidP="00B87C9F">
            <w:pPr>
              <w:pStyle w:val="TableParagraph"/>
              <w:ind w:left="108" w:right="338"/>
              <w:rPr>
                <w:sz w:val="24"/>
              </w:rPr>
            </w:pPr>
            <w:r w:rsidRPr="00B87C9F">
              <w:rPr>
                <w:sz w:val="24"/>
              </w:rPr>
              <w:t>Ежегодно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Декабрь</w:t>
            </w:r>
          </w:p>
        </w:tc>
        <w:tc>
          <w:tcPr>
            <w:tcW w:w="2026" w:type="dxa"/>
          </w:tcPr>
          <w:p w:rsidR="006650AD" w:rsidRPr="00B87C9F" w:rsidRDefault="006650AD" w:rsidP="00B87C9F">
            <w:pPr>
              <w:pStyle w:val="TableParagraph"/>
              <w:spacing w:line="264" w:lineRule="exact"/>
              <w:rPr>
                <w:sz w:val="24"/>
              </w:rPr>
            </w:pPr>
            <w:r w:rsidRPr="00B87C9F">
              <w:rPr>
                <w:sz w:val="24"/>
              </w:rPr>
              <w:t>Классные руководители</w:t>
            </w:r>
          </w:p>
        </w:tc>
      </w:tr>
      <w:tr w:rsidR="006650AD" w:rsidTr="00B87C9F">
        <w:trPr>
          <w:trHeight w:val="1103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5.</w:t>
            </w:r>
          </w:p>
        </w:tc>
        <w:tc>
          <w:tcPr>
            <w:tcW w:w="3963" w:type="dxa"/>
          </w:tcPr>
          <w:p w:rsidR="006650AD" w:rsidRPr="00B87C9F" w:rsidRDefault="006650AD" w:rsidP="00B87C9F">
            <w:pPr>
              <w:pStyle w:val="TableParagraph"/>
              <w:tabs>
                <w:tab w:val="left" w:pos="2033"/>
              </w:tabs>
              <w:ind w:right="97"/>
              <w:rPr>
                <w:sz w:val="24"/>
              </w:rPr>
            </w:pPr>
            <w:r w:rsidRPr="00B87C9F">
              <w:rPr>
                <w:sz w:val="24"/>
              </w:rPr>
              <w:t>Мониторинг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профопределения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выпускников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9 класса.</w:t>
            </w:r>
          </w:p>
        </w:tc>
        <w:tc>
          <w:tcPr>
            <w:tcW w:w="1560" w:type="dxa"/>
          </w:tcPr>
          <w:p w:rsidR="006650AD" w:rsidRPr="00B87C9F" w:rsidRDefault="006650AD" w:rsidP="00B87C9F">
            <w:pPr>
              <w:pStyle w:val="TableParagraph"/>
              <w:ind w:left="108" w:right="414"/>
              <w:rPr>
                <w:sz w:val="24"/>
              </w:rPr>
            </w:pPr>
            <w:r w:rsidRPr="00B87C9F">
              <w:rPr>
                <w:sz w:val="24"/>
              </w:rPr>
              <w:t>Ежегодно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Ноябрь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Апрель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 w:rsidRPr="00B87C9F">
              <w:rPr>
                <w:sz w:val="24"/>
              </w:rPr>
              <w:t>Август</w:t>
            </w:r>
          </w:p>
        </w:tc>
        <w:tc>
          <w:tcPr>
            <w:tcW w:w="1484" w:type="dxa"/>
          </w:tcPr>
          <w:p w:rsidR="006650AD" w:rsidRPr="00B87C9F" w:rsidRDefault="006650AD" w:rsidP="00B87C9F">
            <w:pPr>
              <w:pStyle w:val="TableParagraph"/>
              <w:ind w:left="108" w:right="338"/>
              <w:rPr>
                <w:sz w:val="24"/>
              </w:rPr>
            </w:pPr>
            <w:r w:rsidRPr="00B87C9F">
              <w:rPr>
                <w:sz w:val="24"/>
              </w:rPr>
              <w:t>Ежегодно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Ноябрь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Апрель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 w:rsidRPr="00B87C9F">
              <w:rPr>
                <w:sz w:val="24"/>
              </w:rPr>
              <w:t>Август</w:t>
            </w:r>
          </w:p>
        </w:tc>
        <w:tc>
          <w:tcPr>
            <w:tcW w:w="2026" w:type="dxa"/>
          </w:tcPr>
          <w:p w:rsidR="006650AD" w:rsidRPr="00B87C9F" w:rsidRDefault="006650AD" w:rsidP="00B87C9F">
            <w:pPr>
              <w:pStyle w:val="TableParagraph"/>
              <w:spacing w:line="264" w:lineRule="exact"/>
              <w:rPr>
                <w:sz w:val="24"/>
              </w:rPr>
            </w:pPr>
            <w:r w:rsidRPr="00B87C9F">
              <w:rPr>
                <w:sz w:val="24"/>
              </w:rPr>
              <w:t>Классные руководители</w:t>
            </w:r>
          </w:p>
        </w:tc>
      </w:tr>
      <w:tr w:rsidR="006650AD" w:rsidTr="00B87C9F">
        <w:trPr>
          <w:trHeight w:val="551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6.</w:t>
            </w:r>
          </w:p>
        </w:tc>
        <w:tc>
          <w:tcPr>
            <w:tcW w:w="3963" w:type="dxa"/>
          </w:tcPr>
          <w:p w:rsidR="006650AD" w:rsidRPr="00B87C9F" w:rsidRDefault="006650AD" w:rsidP="00B87C9F">
            <w:pPr>
              <w:pStyle w:val="TableParagraph"/>
              <w:tabs>
                <w:tab w:val="left" w:pos="1951"/>
              </w:tabs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Организация</w:t>
            </w:r>
            <w:r w:rsidRPr="00B87C9F">
              <w:rPr>
                <w:sz w:val="24"/>
              </w:rPr>
              <w:tab/>
              <w:t>профтестирования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rPr>
                <w:sz w:val="24"/>
              </w:rPr>
            </w:pPr>
            <w:r w:rsidRPr="00B87C9F">
              <w:rPr>
                <w:sz w:val="24"/>
              </w:rPr>
              <w:t>обучающихся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6-8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кл.</w:t>
            </w:r>
          </w:p>
        </w:tc>
        <w:tc>
          <w:tcPr>
            <w:tcW w:w="1560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B87C9F">
              <w:rPr>
                <w:sz w:val="24"/>
              </w:rPr>
              <w:t>Ежегодно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 w:rsidRPr="00B87C9F">
              <w:rPr>
                <w:sz w:val="24"/>
              </w:rPr>
              <w:t>Декабрь</w:t>
            </w:r>
          </w:p>
        </w:tc>
        <w:tc>
          <w:tcPr>
            <w:tcW w:w="1484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B87C9F">
              <w:rPr>
                <w:sz w:val="24"/>
              </w:rPr>
              <w:t>Ежегодно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 w:rsidRPr="00B87C9F">
              <w:rPr>
                <w:sz w:val="24"/>
              </w:rPr>
              <w:t>Декабрь</w:t>
            </w:r>
          </w:p>
        </w:tc>
        <w:tc>
          <w:tcPr>
            <w:tcW w:w="2026" w:type="dxa"/>
          </w:tcPr>
          <w:p w:rsidR="006650AD" w:rsidRPr="00B87C9F" w:rsidRDefault="006650AD" w:rsidP="00B87C9F">
            <w:pPr>
              <w:pStyle w:val="TableParagraph"/>
              <w:spacing w:line="264" w:lineRule="exact"/>
              <w:rPr>
                <w:sz w:val="24"/>
              </w:rPr>
            </w:pPr>
            <w:r w:rsidRPr="00B87C9F">
              <w:rPr>
                <w:sz w:val="24"/>
              </w:rPr>
              <w:t>Классные руководители</w:t>
            </w:r>
          </w:p>
        </w:tc>
      </w:tr>
      <w:tr w:rsidR="006650AD" w:rsidTr="00B87C9F">
        <w:trPr>
          <w:trHeight w:val="1932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7.</w:t>
            </w:r>
          </w:p>
        </w:tc>
        <w:tc>
          <w:tcPr>
            <w:tcW w:w="3963" w:type="dxa"/>
          </w:tcPr>
          <w:p w:rsidR="006650AD" w:rsidRPr="00B87C9F" w:rsidRDefault="006650AD" w:rsidP="00B87C9F">
            <w:pPr>
              <w:pStyle w:val="TableParagraph"/>
              <w:ind w:right="95"/>
              <w:jc w:val="both"/>
              <w:rPr>
                <w:sz w:val="24"/>
              </w:rPr>
            </w:pPr>
            <w:r w:rsidRPr="00B87C9F">
              <w:rPr>
                <w:sz w:val="24"/>
              </w:rPr>
              <w:t>Размещение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информации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профориентации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выборе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профессии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информационных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стендах, официальном сайте в сети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Интернет</w:t>
            </w:r>
            <w:r w:rsidRPr="00B87C9F">
              <w:rPr>
                <w:spacing w:val="43"/>
                <w:sz w:val="24"/>
              </w:rPr>
              <w:t>.</w:t>
            </w:r>
          </w:p>
          <w:p w:rsidR="006650AD" w:rsidRPr="00B87C9F" w:rsidRDefault="006650AD" w:rsidP="00B87C9F">
            <w:pPr>
              <w:pStyle w:val="TableParagraph"/>
              <w:tabs>
                <w:tab w:val="left" w:pos="2626"/>
                <w:tab w:val="left" w:pos="3454"/>
              </w:tabs>
              <w:spacing w:line="276" w:lineRule="exact"/>
              <w:ind w:right="96"/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6650AD" w:rsidRPr="00B87C9F" w:rsidRDefault="006650AD" w:rsidP="00B87C9F">
            <w:pPr>
              <w:pStyle w:val="TableParagraph"/>
              <w:tabs>
                <w:tab w:val="left" w:pos="647"/>
              </w:tabs>
              <w:ind w:left="108" w:right="98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484" w:type="dxa"/>
          </w:tcPr>
          <w:p w:rsidR="006650AD" w:rsidRPr="00B87C9F" w:rsidRDefault="006650AD" w:rsidP="00B87C9F">
            <w:pPr>
              <w:pStyle w:val="TableParagraph"/>
              <w:tabs>
                <w:tab w:val="left" w:pos="571"/>
              </w:tabs>
              <w:ind w:left="108"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2026" w:type="dxa"/>
          </w:tcPr>
          <w:p w:rsidR="006650AD" w:rsidRPr="00B87C9F" w:rsidRDefault="006650AD" w:rsidP="00B87C9F">
            <w:pPr>
              <w:pStyle w:val="TableParagraph"/>
              <w:ind w:right="78"/>
              <w:rPr>
                <w:sz w:val="24"/>
              </w:rPr>
            </w:pPr>
            <w:r w:rsidRPr="00B87C9F">
              <w:rPr>
                <w:sz w:val="24"/>
              </w:rPr>
              <w:t>Ответственный за сайт</w:t>
            </w:r>
          </w:p>
        </w:tc>
      </w:tr>
      <w:tr w:rsidR="006650AD" w:rsidTr="00B87C9F">
        <w:trPr>
          <w:trHeight w:val="275"/>
        </w:trPr>
        <w:tc>
          <w:tcPr>
            <w:tcW w:w="9573" w:type="dxa"/>
            <w:gridSpan w:val="5"/>
          </w:tcPr>
          <w:p w:rsidR="006650AD" w:rsidRPr="00B87C9F" w:rsidRDefault="006650AD" w:rsidP="00B87C9F">
            <w:pPr>
              <w:pStyle w:val="TableParagraph"/>
              <w:spacing w:line="255" w:lineRule="exact"/>
              <w:ind w:left="467"/>
              <w:rPr>
                <w:sz w:val="24"/>
              </w:rPr>
            </w:pPr>
            <w:r w:rsidRPr="00B87C9F">
              <w:rPr>
                <w:sz w:val="24"/>
              </w:rPr>
              <w:t>2.</w:t>
            </w:r>
            <w:r w:rsidRPr="00B87C9F">
              <w:rPr>
                <w:spacing w:val="57"/>
                <w:sz w:val="24"/>
              </w:rPr>
              <w:t xml:space="preserve"> </w:t>
            </w:r>
            <w:r w:rsidRPr="00B87C9F">
              <w:rPr>
                <w:sz w:val="24"/>
              </w:rPr>
              <w:t>Направление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–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к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профессиональному</w:t>
            </w:r>
            <w:r w:rsidRPr="00B87C9F">
              <w:rPr>
                <w:spacing w:val="-6"/>
                <w:sz w:val="24"/>
              </w:rPr>
              <w:t xml:space="preserve"> </w:t>
            </w:r>
            <w:r w:rsidRPr="00B87C9F">
              <w:rPr>
                <w:sz w:val="24"/>
              </w:rPr>
              <w:t>мастерству</w:t>
            </w:r>
            <w:r w:rsidRPr="00B87C9F">
              <w:rPr>
                <w:spacing w:val="-7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педагогов</w:t>
            </w:r>
          </w:p>
        </w:tc>
      </w:tr>
      <w:tr w:rsidR="006650AD" w:rsidTr="00B87C9F">
        <w:trPr>
          <w:trHeight w:val="829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rPr>
                <w:sz w:val="24"/>
              </w:rPr>
            </w:pPr>
            <w:r w:rsidRPr="00B87C9F">
              <w:rPr>
                <w:sz w:val="24"/>
              </w:rPr>
              <w:t>1.</w:t>
            </w:r>
          </w:p>
        </w:tc>
        <w:tc>
          <w:tcPr>
            <w:tcW w:w="3963" w:type="dxa"/>
          </w:tcPr>
          <w:p w:rsidR="006650AD" w:rsidRPr="00B87C9F" w:rsidRDefault="006650AD" w:rsidP="00B87C9F">
            <w:pPr>
              <w:pStyle w:val="TableParagraph"/>
              <w:tabs>
                <w:tab w:val="left" w:pos="2099"/>
                <w:tab w:val="left" w:pos="2179"/>
                <w:tab w:val="left" w:pos="2685"/>
              </w:tabs>
              <w:ind w:right="98"/>
              <w:rPr>
                <w:sz w:val="24"/>
              </w:rPr>
            </w:pPr>
            <w:r w:rsidRPr="00B87C9F">
              <w:rPr>
                <w:sz w:val="24"/>
              </w:rPr>
              <w:t>Проектирование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  <w:t>и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реализации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индивидуальных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образовательных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829"/>
              </w:tabs>
              <w:spacing w:line="264" w:lineRule="exact"/>
              <w:rPr>
                <w:sz w:val="24"/>
              </w:rPr>
            </w:pPr>
            <w:r w:rsidRPr="00B87C9F">
              <w:rPr>
                <w:sz w:val="24"/>
              </w:rPr>
              <w:t>маршрутов</w:t>
            </w:r>
            <w:r w:rsidRPr="00B87C9F">
              <w:rPr>
                <w:sz w:val="24"/>
              </w:rPr>
              <w:tab/>
              <w:t>профессионального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829"/>
              </w:tabs>
              <w:spacing w:line="264" w:lineRule="exact"/>
              <w:rPr>
                <w:sz w:val="24"/>
              </w:rPr>
            </w:pPr>
            <w:r w:rsidRPr="00B87C9F">
              <w:rPr>
                <w:sz w:val="24"/>
              </w:rPr>
              <w:t>развития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педагогов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основе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диагностики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профессиональных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затруднений</w:t>
            </w:r>
          </w:p>
        </w:tc>
        <w:tc>
          <w:tcPr>
            <w:tcW w:w="1560" w:type="dxa"/>
          </w:tcPr>
          <w:p w:rsidR="006650AD" w:rsidRPr="00B87C9F" w:rsidRDefault="006650AD" w:rsidP="00B87C9F">
            <w:pPr>
              <w:pStyle w:val="TableParagraph"/>
              <w:tabs>
                <w:tab w:val="left" w:pos="647"/>
              </w:tabs>
              <w:ind w:left="108" w:right="98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 w:rsidRPr="00B87C9F">
              <w:rPr>
                <w:sz w:val="24"/>
              </w:rPr>
              <w:t>года</w:t>
            </w:r>
          </w:p>
        </w:tc>
        <w:tc>
          <w:tcPr>
            <w:tcW w:w="1484" w:type="dxa"/>
          </w:tcPr>
          <w:p w:rsidR="006650AD" w:rsidRPr="00B87C9F" w:rsidRDefault="006650AD" w:rsidP="00B87C9F">
            <w:pPr>
              <w:pStyle w:val="TableParagraph"/>
              <w:tabs>
                <w:tab w:val="left" w:pos="571"/>
              </w:tabs>
              <w:ind w:left="108"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 w:rsidRPr="00B87C9F">
              <w:rPr>
                <w:sz w:val="24"/>
              </w:rPr>
              <w:t>года</w:t>
            </w:r>
          </w:p>
        </w:tc>
        <w:tc>
          <w:tcPr>
            <w:tcW w:w="2026" w:type="dxa"/>
          </w:tcPr>
          <w:p w:rsidR="006650AD" w:rsidRPr="00B87C9F" w:rsidRDefault="006650AD" w:rsidP="00B87C9F">
            <w:pPr>
              <w:pStyle w:val="TableParagraph"/>
              <w:spacing w:line="264" w:lineRule="exact"/>
              <w:rPr>
                <w:sz w:val="24"/>
              </w:rPr>
            </w:pPr>
            <w:r w:rsidRPr="00B87C9F">
              <w:rPr>
                <w:sz w:val="24"/>
              </w:rPr>
              <w:t>Директор</w:t>
            </w:r>
          </w:p>
        </w:tc>
      </w:tr>
      <w:tr w:rsidR="006650AD" w:rsidTr="00B87C9F">
        <w:trPr>
          <w:trHeight w:val="829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rPr>
                <w:sz w:val="24"/>
              </w:rPr>
            </w:pPr>
            <w:r w:rsidRPr="00B87C9F">
              <w:rPr>
                <w:sz w:val="24"/>
              </w:rPr>
              <w:t>2.</w:t>
            </w:r>
          </w:p>
        </w:tc>
        <w:tc>
          <w:tcPr>
            <w:tcW w:w="3963" w:type="dxa"/>
          </w:tcPr>
          <w:p w:rsidR="006650AD" w:rsidRPr="00B87C9F" w:rsidRDefault="006650AD" w:rsidP="00B87C9F">
            <w:pPr>
              <w:pStyle w:val="TableParagraph"/>
              <w:tabs>
                <w:tab w:val="left" w:pos="2246"/>
              </w:tabs>
              <w:ind w:right="96"/>
              <w:jc w:val="both"/>
              <w:rPr>
                <w:sz w:val="24"/>
              </w:rPr>
            </w:pPr>
            <w:r w:rsidRPr="00B87C9F">
              <w:rPr>
                <w:sz w:val="24"/>
              </w:rPr>
              <w:t>Формирование и реализация плана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профессиональной переподготовки,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повышения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квалификации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аттестации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педагогических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работников</w:t>
            </w:r>
            <w:r w:rsidRPr="00B87C9F">
              <w:rPr>
                <w:spacing w:val="39"/>
                <w:sz w:val="24"/>
              </w:rPr>
              <w:t xml:space="preserve"> </w:t>
            </w:r>
            <w:r w:rsidRPr="00B87C9F">
              <w:rPr>
                <w:sz w:val="24"/>
              </w:rPr>
              <w:t>с</w:t>
            </w:r>
            <w:r w:rsidRPr="00B87C9F">
              <w:rPr>
                <w:spacing w:val="42"/>
                <w:sz w:val="24"/>
              </w:rPr>
              <w:t xml:space="preserve"> </w:t>
            </w:r>
            <w:r w:rsidRPr="00B87C9F">
              <w:rPr>
                <w:sz w:val="24"/>
              </w:rPr>
              <w:t>учетом</w:t>
            </w:r>
            <w:r w:rsidRPr="00B87C9F">
              <w:rPr>
                <w:spacing w:val="40"/>
                <w:sz w:val="24"/>
              </w:rPr>
              <w:t xml:space="preserve"> </w:t>
            </w:r>
            <w:r w:rsidRPr="00B87C9F">
              <w:rPr>
                <w:sz w:val="24"/>
              </w:rPr>
              <w:t>качественных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количественных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кадровых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потребностей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школы.</w:t>
            </w:r>
          </w:p>
          <w:p w:rsidR="006650AD" w:rsidRPr="00B87C9F" w:rsidRDefault="006650AD" w:rsidP="00B87C9F">
            <w:pPr>
              <w:pStyle w:val="TableParagraph"/>
              <w:tabs>
                <w:tab w:val="left" w:pos="2099"/>
                <w:tab w:val="left" w:pos="2179"/>
                <w:tab w:val="left" w:pos="2685"/>
              </w:tabs>
              <w:ind w:right="98"/>
              <w:rPr>
                <w:sz w:val="24"/>
              </w:rPr>
            </w:pPr>
          </w:p>
        </w:tc>
        <w:tc>
          <w:tcPr>
            <w:tcW w:w="1560" w:type="dxa"/>
          </w:tcPr>
          <w:p w:rsidR="006650AD" w:rsidRPr="00B87C9F" w:rsidRDefault="006650AD" w:rsidP="00B87C9F">
            <w:pPr>
              <w:pStyle w:val="TableParagraph"/>
              <w:tabs>
                <w:tab w:val="left" w:pos="647"/>
              </w:tabs>
              <w:ind w:left="108" w:right="98"/>
              <w:rPr>
                <w:sz w:val="24"/>
              </w:rPr>
            </w:pPr>
            <w:r w:rsidRPr="00B87C9F">
              <w:rPr>
                <w:sz w:val="24"/>
              </w:rPr>
              <w:t>Ежегодно</w:t>
            </w:r>
          </w:p>
        </w:tc>
        <w:tc>
          <w:tcPr>
            <w:tcW w:w="1484" w:type="dxa"/>
          </w:tcPr>
          <w:p w:rsidR="006650AD" w:rsidRPr="00B87C9F" w:rsidRDefault="006650AD" w:rsidP="00B87C9F">
            <w:pPr>
              <w:pStyle w:val="TableParagraph"/>
              <w:tabs>
                <w:tab w:val="left" w:pos="571"/>
              </w:tabs>
              <w:ind w:left="108" w:right="96"/>
              <w:rPr>
                <w:sz w:val="24"/>
              </w:rPr>
            </w:pPr>
            <w:r w:rsidRPr="00B87C9F">
              <w:rPr>
                <w:sz w:val="24"/>
              </w:rPr>
              <w:t>Ежегодно</w:t>
            </w:r>
          </w:p>
        </w:tc>
        <w:tc>
          <w:tcPr>
            <w:tcW w:w="2026" w:type="dxa"/>
          </w:tcPr>
          <w:p w:rsidR="006650AD" w:rsidRPr="00B87C9F" w:rsidRDefault="006650AD" w:rsidP="00B87C9F">
            <w:pPr>
              <w:pStyle w:val="TableParagraph"/>
              <w:spacing w:line="264" w:lineRule="exact"/>
              <w:rPr>
                <w:sz w:val="24"/>
              </w:rPr>
            </w:pPr>
            <w:r w:rsidRPr="00B87C9F">
              <w:rPr>
                <w:sz w:val="24"/>
              </w:rPr>
              <w:t>Директор</w:t>
            </w:r>
          </w:p>
        </w:tc>
      </w:tr>
      <w:tr w:rsidR="006650AD" w:rsidTr="00B87C9F">
        <w:trPr>
          <w:trHeight w:val="829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rPr>
                <w:sz w:val="24"/>
              </w:rPr>
            </w:pPr>
            <w:r w:rsidRPr="00B87C9F">
              <w:rPr>
                <w:sz w:val="24"/>
              </w:rPr>
              <w:t>3.</w:t>
            </w:r>
          </w:p>
        </w:tc>
        <w:tc>
          <w:tcPr>
            <w:tcW w:w="3963" w:type="dxa"/>
          </w:tcPr>
          <w:p w:rsidR="006650AD" w:rsidRPr="00B87C9F" w:rsidRDefault="006650AD" w:rsidP="00B87C9F">
            <w:pPr>
              <w:pStyle w:val="TableParagraph"/>
              <w:tabs>
                <w:tab w:val="left" w:pos="2348"/>
                <w:tab w:val="left" w:pos="2626"/>
                <w:tab w:val="left" w:pos="2800"/>
                <w:tab w:val="left" w:pos="3058"/>
              </w:tabs>
              <w:ind w:right="95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Обеспечение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участия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педагогических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работников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муниципальных,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региональных,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федеральных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конкурсах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профессионального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мастерства,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педагогических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мастерских,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научно-практических</w:t>
            </w:r>
          </w:p>
          <w:p w:rsidR="006650AD" w:rsidRPr="00B87C9F" w:rsidRDefault="006650AD" w:rsidP="00B87C9F">
            <w:pPr>
              <w:pStyle w:val="TableParagraph"/>
              <w:tabs>
                <w:tab w:val="left" w:pos="2246"/>
              </w:tabs>
              <w:ind w:right="96"/>
              <w:jc w:val="both"/>
              <w:rPr>
                <w:sz w:val="24"/>
              </w:rPr>
            </w:pPr>
            <w:r w:rsidRPr="00B87C9F">
              <w:rPr>
                <w:sz w:val="24"/>
              </w:rPr>
              <w:t>конференциях,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площадках и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пр.</w:t>
            </w:r>
          </w:p>
        </w:tc>
        <w:tc>
          <w:tcPr>
            <w:tcW w:w="1560" w:type="dxa"/>
          </w:tcPr>
          <w:p w:rsidR="006650AD" w:rsidRPr="00B87C9F" w:rsidRDefault="006650AD" w:rsidP="00B87C9F">
            <w:pPr>
              <w:pStyle w:val="TableParagraph"/>
              <w:tabs>
                <w:tab w:val="left" w:pos="647"/>
              </w:tabs>
              <w:ind w:left="108" w:right="98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484" w:type="dxa"/>
          </w:tcPr>
          <w:p w:rsidR="006650AD" w:rsidRPr="00B87C9F" w:rsidRDefault="006650AD" w:rsidP="00B87C9F">
            <w:pPr>
              <w:pStyle w:val="TableParagraph"/>
              <w:tabs>
                <w:tab w:val="left" w:pos="571"/>
              </w:tabs>
              <w:ind w:left="108"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2026" w:type="dxa"/>
          </w:tcPr>
          <w:p w:rsidR="006650AD" w:rsidRPr="00B87C9F" w:rsidRDefault="006650AD" w:rsidP="00B87C9F">
            <w:pPr>
              <w:pStyle w:val="TableParagraph"/>
              <w:spacing w:line="264" w:lineRule="exact"/>
              <w:rPr>
                <w:sz w:val="24"/>
              </w:rPr>
            </w:pPr>
            <w:r w:rsidRPr="00B87C9F">
              <w:rPr>
                <w:sz w:val="24"/>
              </w:rPr>
              <w:t>Директор</w:t>
            </w:r>
          </w:p>
        </w:tc>
      </w:tr>
      <w:tr w:rsidR="006650AD" w:rsidTr="00B87C9F">
        <w:trPr>
          <w:trHeight w:val="829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rPr>
                <w:sz w:val="24"/>
              </w:rPr>
            </w:pPr>
            <w:r w:rsidRPr="00B87C9F">
              <w:rPr>
                <w:sz w:val="24"/>
              </w:rPr>
              <w:t>4.</w:t>
            </w:r>
          </w:p>
        </w:tc>
        <w:tc>
          <w:tcPr>
            <w:tcW w:w="3963" w:type="dxa"/>
          </w:tcPr>
          <w:p w:rsidR="006650AD" w:rsidRPr="00B87C9F" w:rsidRDefault="006650AD" w:rsidP="00B87C9F">
            <w:pPr>
              <w:pStyle w:val="TableParagraph"/>
              <w:tabs>
                <w:tab w:val="left" w:pos="2348"/>
                <w:tab w:val="left" w:pos="2626"/>
                <w:tab w:val="left" w:pos="2800"/>
                <w:tab w:val="left" w:pos="3058"/>
              </w:tabs>
              <w:ind w:right="95"/>
              <w:jc w:val="both"/>
              <w:rPr>
                <w:sz w:val="24"/>
              </w:rPr>
            </w:pPr>
            <w:r w:rsidRPr="00B87C9F">
              <w:rPr>
                <w:sz w:val="24"/>
              </w:rPr>
              <w:t>Проведение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школьных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методических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недель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профессиональных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творческих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инициатив</w:t>
            </w:r>
          </w:p>
        </w:tc>
        <w:tc>
          <w:tcPr>
            <w:tcW w:w="1560" w:type="dxa"/>
          </w:tcPr>
          <w:p w:rsidR="006650AD" w:rsidRPr="00B87C9F" w:rsidRDefault="006650AD" w:rsidP="00B87C9F">
            <w:pPr>
              <w:pStyle w:val="TableParagraph"/>
              <w:tabs>
                <w:tab w:val="left" w:pos="647"/>
              </w:tabs>
              <w:ind w:left="108" w:right="98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  <w:p w:rsidR="006650AD" w:rsidRPr="00B87C9F" w:rsidRDefault="006650AD" w:rsidP="00B87C9F">
            <w:pPr>
              <w:pStyle w:val="TableParagraph"/>
              <w:tabs>
                <w:tab w:val="left" w:pos="647"/>
              </w:tabs>
              <w:ind w:left="108" w:right="98"/>
              <w:rPr>
                <w:sz w:val="24"/>
              </w:rPr>
            </w:pPr>
            <w:r w:rsidRPr="00B87C9F">
              <w:rPr>
                <w:sz w:val="24"/>
              </w:rPr>
              <w:t>1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раза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год</w:t>
            </w:r>
          </w:p>
        </w:tc>
        <w:tc>
          <w:tcPr>
            <w:tcW w:w="1484" w:type="dxa"/>
          </w:tcPr>
          <w:p w:rsidR="006650AD" w:rsidRPr="00B87C9F" w:rsidRDefault="006650AD" w:rsidP="00B87C9F">
            <w:pPr>
              <w:pStyle w:val="TableParagraph"/>
              <w:tabs>
                <w:tab w:val="left" w:pos="571"/>
              </w:tabs>
              <w:ind w:left="108"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  <w:p w:rsidR="006650AD" w:rsidRPr="00B87C9F" w:rsidRDefault="006650AD" w:rsidP="00B87C9F">
            <w:pPr>
              <w:pStyle w:val="TableParagraph"/>
              <w:tabs>
                <w:tab w:val="left" w:pos="571"/>
              </w:tabs>
              <w:ind w:left="108" w:right="96"/>
              <w:rPr>
                <w:sz w:val="24"/>
              </w:rPr>
            </w:pPr>
            <w:r w:rsidRPr="00B87C9F">
              <w:rPr>
                <w:sz w:val="24"/>
              </w:rPr>
              <w:t>1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раза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год</w:t>
            </w:r>
          </w:p>
        </w:tc>
        <w:tc>
          <w:tcPr>
            <w:tcW w:w="2026" w:type="dxa"/>
          </w:tcPr>
          <w:p w:rsidR="006650AD" w:rsidRPr="00B87C9F" w:rsidRDefault="006650AD" w:rsidP="00B87C9F">
            <w:pPr>
              <w:pStyle w:val="TableParagraph"/>
              <w:spacing w:line="264" w:lineRule="exact"/>
              <w:rPr>
                <w:sz w:val="24"/>
              </w:rPr>
            </w:pPr>
            <w:r w:rsidRPr="00B87C9F">
              <w:rPr>
                <w:sz w:val="24"/>
              </w:rPr>
              <w:t xml:space="preserve">Директор </w:t>
            </w:r>
          </w:p>
        </w:tc>
      </w:tr>
      <w:tr w:rsidR="006650AD" w:rsidTr="00B87C9F">
        <w:trPr>
          <w:trHeight w:val="829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rPr>
                <w:sz w:val="24"/>
              </w:rPr>
            </w:pPr>
            <w:r w:rsidRPr="00B87C9F">
              <w:rPr>
                <w:sz w:val="24"/>
              </w:rPr>
              <w:t>5.</w:t>
            </w:r>
          </w:p>
        </w:tc>
        <w:tc>
          <w:tcPr>
            <w:tcW w:w="3963" w:type="dxa"/>
          </w:tcPr>
          <w:p w:rsidR="006650AD" w:rsidRPr="00B87C9F" w:rsidRDefault="006650AD" w:rsidP="00B87C9F">
            <w:pPr>
              <w:pStyle w:val="TableParagraph"/>
              <w:tabs>
                <w:tab w:val="left" w:pos="3747"/>
              </w:tabs>
              <w:ind w:right="97"/>
              <w:jc w:val="both"/>
              <w:rPr>
                <w:sz w:val="24"/>
              </w:rPr>
            </w:pPr>
            <w:r w:rsidRPr="00B87C9F">
              <w:rPr>
                <w:sz w:val="24"/>
              </w:rPr>
              <w:t>Внедрение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практик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сетевого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взаимодействия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5"/>
                <w:sz w:val="24"/>
              </w:rPr>
              <w:t>с</w:t>
            </w:r>
          </w:p>
          <w:p w:rsidR="006650AD" w:rsidRPr="00B87C9F" w:rsidRDefault="006650AD" w:rsidP="00B87C9F">
            <w:pPr>
              <w:pStyle w:val="TableParagraph"/>
              <w:tabs>
                <w:tab w:val="left" w:pos="2348"/>
                <w:tab w:val="left" w:pos="2626"/>
                <w:tab w:val="left" w:pos="2800"/>
                <w:tab w:val="left" w:pos="3058"/>
              </w:tabs>
              <w:ind w:right="95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образовательными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организациями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для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повышения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образовательного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потенциала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педагогов</w:t>
            </w:r>
          </w:p>
        </w:tc>
        <w:tc>
          <w:tcPr>
            <w:tcW w:w="1560" w:type="dxa"/>
          </w:tcPr>
          <w:p w:rsidR="006650AD" w:rsidRPr="00B87C9F" w:rsidRDefault="006650AD" w:rsidP="00B87C9F">
            <w:pPr>
              <w:pStyle w:val="TableParagraph"/>
              <w:tabs>
                <w:tab w:val="left" w:pos="647"/>
              </w:tabs>
              <w:ind w:left="108" w:right="98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484" w:type="dxa"/>
          </w:tcPr>
          <w:p w:rsidR="006650AD" w:rsidRPr="00B87C9F" w:rsidRDefault="006650AD" w:rsidP="00B87C9F">
            <w:pPr>
              <w:pStyle w:val="TableParagraph"/>
              <w:tabs>
                <w:tab w:val="left" w:pos="571"/>
              </w:tabs>
              <w:ind w:left="108"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2026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rPr>
                <w:sz w:val="24"/>
              </w:rPr>
            </w:pPr>
            <w:r w:rsidRPr="00B87C9F">
              <w:rPr>
                <w:sz w:val="24"/>
              </w:rPr>
              <w:t>Директор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rPr>
                <w:sz w:val="24"/>
              </w:rPr>
            </w:pPr>
          </w:p>
        </w:tc>
      </w:tr>
      <w:tr w:rsidR="006650AD" w:rsidTr="00B87C9F">
        <w:trPr>
          <w:trHeight w:val="829"/>
        </w:trPr>
        <w:tc>
          <w:tcPr>
            <w:tcW w:w="540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rPr>
                <w:sz w:val="24"/>
              </w:rPr>
            </w:pPr>
            <w:r w:rsidRPr="00B87C9F">
              <w:rPr>
                <w:sz w:val="24"/>
              </w:rPr>
              <w:t>6.</w:t>
            </w:r>
          </w:p>
        </w:tc>
        <w:tc>
          <w:tcPr>
            <w:tcW w:w="3963" w:type="dxa"/>
          </w:tcPr>
          <w:p w:rsidR="006650AD" w:rsidRPr="00B87C9F" w:rsidRDefault="006650AD" w:rsidP="00B87C9F">
            <w:pPr>
              <w:pStyle w:val="TableParagraph"/>
              <w:tabs>
                <w:tab w:val="left" w:pos="3747"/>
              </w:tabs>
              <w:ind w:right="97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Обеспечение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информационного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сопровождения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профессиональных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достижений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педагогов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школы</w:t>
            </w:r>
          </w:p>
        </w:tc>
        <w:tc>
          <w:tcPr>
            <w:tcW w:w="1560" w:type="dxa"/>
          </w:tcPr>
          <w:p w:rsidR="006650AD" w:rsidRPr="00B87C9F" w:rsidRDefault="006650AD" w:rsidP="00B87C9F">
            <w:pPr>
              <w:pStyle w:val="TableParagraph"/>
              <w:tabs>
                <w:tab w:val="left" w:pos="647"/>
              </w:tabs>
              <w:ind w:left="108" w:right="98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1484" w:type="dxa"/>
          </w:tcPr>
          <w:p w:rsidR="006650AD" w:rsidRPr="00B87C9F" w:rsidRDefault="006650AD" w:rsidP="00B87C9F">
            <w:pPr>
              <w:pStyle w:val="TableParagraph"/>
              <w:tabs>
                <w:tab w:val="left" w:pos="571"/>
              </w:tabs>
              <w:ind w:left="108" w:right="96"/>
              <w:rPr>
                <w:sz w:val="24"/>
              </w:rPr>
            </w:pP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течение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учебного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года</w:t>
            </w:r>
          </w:p>
        </w:tc>
        <w:tc>
          <w:tcPr>
            <w:tcW w:w="2026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rPr>
                <w:sz w:val="24"/>
              </w:rPr>
            </w:pPr>
            <w:r w:rsidRPr="00B87C9F">
              <w:rPr>
                <w:sz w:val="24"/>
              </w:rPr>
              <w:t xml:space="preserve">Директор </w:t>
            </w:r>
          </w:p>
        </w:tc>
      </w:tr>
    </w:tbl>
    <w:p w:rsidR="006650AD" w:rsidRDefault="006650AD">
      <w:pPr>
        <w:spacing w:line="264" w:lineRule="exact"/>
        <w:rPr>
          <w:sz w:val="24"/>
        </w:rPr>
      </w:pPr>
    </w:p>
    <w:p w:rsidR="006650AD" w:rsidRPr="00BB1135" w:rsidRDefault="006650AD" w:rsidP="00BB1135">
      <w:pPr>
        <w:rPr>
          <w:sz w:val="24"/>
        </w:rPr>
      </w:pPr>
    </w:p>
    <w:p w:rsidR="006650AD" w:rsidRDefault="006650AD">
      <w:pPr>
        <w:pStyle w:val="Heading1"/>
        <w:ind w:left="3869"/>
      </w:pPr>
      <w:bookmarkStart w:id="14" w:name="_TOC_250002"/>
    </w:p>
    <w:p w:rsidR="006650AD" w:rsidRDefault="006650AD">
      <w:pPr>
        <w:pStyle w:val="Heading1"/>
        <w:ind w:left="3869"/>
      </w:pPr>
    </w:p>
    <w:p w:rsidR="006650AD" w:rsidRDefault="006650AD">
      <w:pPr>
        <w:pStyle w:val="Heading1"/>
        <w:ind w:left="3869"/>
      </w:pPr>
      <w:r>
        <w:t>4.</w:t>
      </w:r>
      <w:r>
        <w:rPr>
          <w:spacing w:val="57"/>
        </w:rPr>
        <w:t xml:space="preserve"> </w:t>
      </w:r>
      <w:r>
        <w:t>ОЦЕНОЧНЫЙ</w:t>
      </w:r>
      <w:r>
        <w:rPr>
          <w:spacing w:val="-2"/>
        </w:rPr>
        <w:t xml:space="preserve"> </w:t>
      </w:r>
      <w:bookmarkEnd w:id="14"/>
      <w:r>
        <w:t>РАЗДЕЛ</w:t>
      </w:r>
    </w:p>
    <w:p w:rsidR="006650AD" w:rsidRDefault="006650AD">
      <w:pPr>
        <w:pStyle w:val="BodyText"/>
        <w:ind w:left="0"/>
        <w:jc w:val="left"/>
        <w:rPr>
          <w:b/>
        </w:rPr>
      </w:pPr>
    </w:p>
    <w:p w:rsidR="006650AD" w:rsidRDefault="006650AD">
      <w:pPr>
        <w:pStyle w:val="Heading2"/>
        <w:numPr>
          <w:ilvl w:val="1"/>
          <w:numId w:val="8"/>
        </w:numPr>
        <w:tabs>
          <w:tab w:val="left" w:pos="1670"/>
        </w:tabs>
        <w:jc w:val="both"/>
      </w:pPr>
      <w:bookmarkStart w:id="15" w:name="_TOC_250001"/>
      <w:r>
        <w:t>Ожидаемые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bookmarkEnd w:id="15"/>
      <w:r>
        <w:t>Программы</w:t>
      </w:r>
    </w:p>
    <w:p w:rsidR="006650AD" w:rsidRDefault="006650AD">
      <w:pPr>
        <w:pStyle w:val="BodyText"/>
        <w:spacing w:before="7"/>
        <w:ind w:left="0"/>
        <w:jc w:val="left"/>
        <w:rPr>
          <w:b/>
          <w:sz w:val="23"/>
        </w:rPr>
      </w:pPr>
    </w:p>
    <w:p w:rsidR="006650AD" w:rsidRDefault="006650AD">
      <w:pPr>
        <w:pStyle w:val="BodyText"/>
        <w:ind w:left="1250"/>
        <w:jc w:val="left"/>
      </w:pPr>
      <w:r>
        <w:t>Об</w:t>
      </w:r>
      <w:r>
        <w:rPr>
          <w:spacing w:val="-3"/>
        </w:rPr>
        <w:t xml:space="preserve"> </w:t>
      </w:r>
      <w:r>
        <w:t>успешности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судить:</w:t>
      </w:r>
    </w:p>
    <w:p w:rsidR="006650AD" w:rsidRDefault="006650AD">
      <w:pPr>
        <w:pStyle w:val="ListParagraph"/>
        <w:numPr>
          <w:ilvl w:val="2"/>
          <w:numId w:val="7"/>
        </w:numPr>
        <w:tabs>
          <w:tab w:val="left" w:pos="1675"/>
        </w:tabs>
        <w:ind w:right="413" w:firstLine="707"/>
        <w:rPr>
          <w:sz w:val="24"/>
        </w:rPr>
      </w:pPr>
      <w:r>
        <w:rPr>
          <w:sz w:val="24"/>
        </w:rPr>
        <w:t>по</w:t>
      </w:r>
      <w:r>
        <w:rPr>
          <w:spacing w:val="22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25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23"/>
          <w:sz w:val="24"/>
        </w:rPr>
        <w:t xml:space="preserve"> </w:t>
      </w:r>
      <w:r>
        <w:rPr>
          <w:sz w:val="24"/>
        </w:rPr>
        <w:t>Подпрограмме</w:t>
      </w:r>
      <w:r>
        <w:rPr>
          <w:spacing w:val="22"/>
          <w:sz w:val="24"/>
        </w:rPr>
        <w:t xml:space="preserve"> </w:t>
      </w:r>
      <w:r>
        <w:rPr>
          <w:sz w:val="24"/>
        </w:rPr>
        <w:t>целевых</w:t>
      </w:r>
      <w:r>
        <w:rPr>
          <w:spacing w:val="24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-57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Подпрограмм;</w:t>
      </w:r>
    </w:p>
    <w:p w:rsidR="006650AD" w:rsidRDefault="006650AD">
      <w:pPr>
        <w:pStyle w:val="ListParagraph"/>
        <w:numPr>
          <w:ilvl w:val="2"/>
          <w:numId w:val="7"/>
        </w:numPr>
        <w:tabs>
          <w:tab w:val="left" w:pos="1675"/>
        </w:tabs>
        <w:ind w:right="410" w:firstLine="707"/>
        <w:rPr>
          <w:sz w:val="24"/>
        </w:rPr>
      </w:pPr>
      <w:r>
        <w:rPr>
          <w:sz w:val="24"/>
        </w:rPr>
        <w:t>по</w:t>
      </w:r>
      <w:r>
        <w:rPr>
          <w:spacing w:val="26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28"/>
          <w:sz w:val="24"/>
        </w:rPr>
        <w:t xml:space="preserve"> </w:t>
      </w:r>
      <w:r>
        <w:rPr>
          <w:sz w:val="24"/>
        </w:rPr>
        <w:t>ответственными</w:t>
      </w:r>
      <w:r>
        <w:rPr>
          <w:spacing w:val="28"/>
          <w:sz w:val="24"/>
        </w:rPr>
        <w:t xml:space="preserve"> </w:t>
      </w:r>
      <w:r>
        <w:rPr>
          <w:sz w:val="24"/>
        </w:rPr>
        <w:t>лицами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27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установленные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сроки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мероприятий;</w:t>
      </w:r>
    </w:p>
    <w:p w:rsidR="006650AD" w:rsidRDefault="006650AD">
      <w:pPr>
        <w:pStyle w:val="ListParagraph"/>
        <w:numPr>
          <w:ilvl w:val="2"/>
          <w:numId w:val="7"/>
        </w:numPr>
        <w:tabs>
          <w:tab w:val="left" w:pos="1675"/>
          <w:tab w:val="left" w:pos="2139"/>
          <w:tab w:val="left" w:pos="3341"/>
          <w:tab w:val="left" w:pos="4638"/>
          <w:tab w:val="left" w:pos="5731"/>
          <w:tab w:val="left" w:pos="7218"/>
          <w:tab w:val="left" w:pos="7681"/>
          <w:tab w:val="left" w:pos="9161"/>
        </w:tabs>
        <w:ind w:right="415" w:firstLine="707"/>
        <w:rPr>
          <w:sz w:val="24"/>
        </w:rPr>
      </w:pPr>
      <w:r>
        <w:rPr>
          <w:sz w:val="24"/>
        </w:rPr>
        <w:t>по</w:t>
      </w:r>
      <w:r>
        <w:rPr>
          <w:sz w:val="24"/>
        </w:rPr>
        <w:tab/>
        <w:t>динамике</w:t>
      </w:r>
      <w:r>
        <w:rPr>
          <w:sz w:val="24"/>
        </w:rPr>
        <w:tab/>
        <w:t>изменения</w:t>
      </w:r>
      <w:r>
        <w:rPr>
          <w:sz w:val="24"/>
        </w:rPr>
        <w:tab/>
        <w:t>качества</w:t>
      </w:r>
      <w:r>
        <w:rPr>
          <w:sz w:val="24"/>
        </w:rPr>
        <w:tab/>
        <w:t>образования</w:t>
      </w:r>
      <w:r>
        <w:rPr>
          <w:sz w:val="24"/>
        </w:rPr>
        <w:tab/>
        <w:t>по</w:t>
      </w:r>
      <w:r>
        <w:rPr>
          <w:sz w:val="24"/>
        </w:rPr>
        <w:tab/>
        <w:t>показателям</w:t>
      </w:r>
      <w:r>
        <w:rPr>
          <w:sz w:val="24"/>
        </w:rPr>
        <w:tab/>
      </w:r>
      <w:r>
        <w:rPr>
          <w:spacing w:val="-1"/>
          <w:sz w:val="24"/>
        </w:rPr>
        <w:t>оценки</w:t>
      </w:r>
      <w:r>
        <w:rPr>
          <w:spacing w:val="-57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Школы.</w:t>
      </w:r>
    </w:p>
    <w:p w:rsidR="006650AD" w:rsidRDefault="006650AD">
      <w:pPr>
        <w:pStyle w:val="BodyText"/>
        <w:spacing w:before="7"/>
        <w:ind w:left="0"/>
        <w:jc w:val="left"/>
      </w:pPr>
    </w:p>
    <w:p w:rsidR="006650AD" w:rsidRDefault="006650AD">
      <w:pPr>
        <w:spacing w:line="237" w:lineRule="auto"/>
        <w:ind w:left="542" w:right="405" w:firstLine="707"/>
        <w:jc w:val="both"/>
        <w:rPr>
          <w:sz w:val="24"/>
        </w:rPr>
      </w:pPr>
      <w:r>
        <w:rPr>
          <w:b/>
          <w:sz w:val="24"/>
        </w:rPr>
        <w:t>Основными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индикаторами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качества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процесса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соответствии </w:t>
      </w:r>
      <w:r>
        <w:rPr>
          <w:sz w:val="24"/>
        </w:rPr>
        <w:t>с оптимальным сценарием развития и концепцией развития Школы будут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выступать:</w:t>
      </w:r>
    </w:p>
    <w:p w:rsidR="006650AD" w:rsidRDefault="006650AD">
      <w:pPr>
        <w:pStyle w:val="ListParagraph"/>
        <w:numPr>
          <w:ilvl w:val="0"/>
          <w:numId w:val="3"/>
        </w:numPr>
        <w:tabs>
          <w:tab w:val="left" w:pos="1490"/>
        </w:tabs>
        <w:spacing w:before="2"/>
        <w:jc w:val="both"/>
        <w:rPr>
          <w:sz w:val="24"/>
        </w:rPr>
      </w:pPr>
      <w:r>
        <w:rPr>
          <w:sz w:val="24"/>
        </w:rPr>
        <w:t>Критерии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образовательных условий</w:t>
      </w:r>
    </w:p>
    <w:p w:rsidR="006650AD" w:rsidRDefault="006650AD">
      <w:pPr>
        <w:pStyle w:val="ListParagraph"/>
        <w:numPr>
          <w:ilvl w:val="2"/>
          <w:numId w:val="7"/>
        </w:numPr>
        <w:tabs>
          <w:tab w:val="left" w:pos="1675"/>
        </w:tabs>
        <w:ind w:right="402" w:firstLine="707"/>
        <w:rPr>
          <w:sz w:val="24"/>
        </w:rPr>
      </w:pPr>
      <w:r>
        <w:rPr>
          <w:sz w:val="24"/>
        </w:rPr>
        <w:t>Профессиональное</w:t>
      </w:r>
      <w:r>
        <w:rPr>
          <w:spacing w:val="4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49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49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административно-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управленческого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персонала</w:t>
      </w:r>
    </w:p>
    <w:p w:rsidR="006650AD" w:rsidRDefault="006650AD">
      <w:pPr>
        <w:pStyle w:val="BodyText"/>
        <w:spacing w:before="8"/>
        <w:ind w:left="0"/>
        <w:jc w:val="left"/>
      </w:pPr>
    </w:p>
    <w:tbl>
      <w:tblPr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16"/>
        <w:gridCol w:w="2979"/>
        <w:gridCol w:w="3219"/>
        <w:gridCol w:w="1346"/>
        <w:gridCol w:w="1211"/>
      </w:tblGrid>
      <w:tr w:rsidR="006650AD" w:rsidTr="00B87C9F">
        <w:trPr>
          <w:trHeight w:val="275"/>
        </w:trPr>
        <w:tc>
          <w:tcPr>
            <w:tcW w:w="816" w:type="dxa"/>
            <w:vMerge w:val="restart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№</w:t>
            </w:r>
          </w:p>
          <w:p w:rsidR="006650AD" w:rsidRPr="00B87C9F" w:rsidRDefault="006650AD" w:rsidP="00B87C9F">
            <w:pPr>
              <w:pStyle w:val="TableParagraph"/>
              <w:ind w:left="224" w:right="21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п/п</w:t>
            </w:r>
          </w:p>
        </w:tc>
        <w:tc>
          <w:tcPr>
            <w:tcW w:w="2979" w:type="dxa"/>
            <w:vMerge w:val="restart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50"/>
              <w:rPr>
                <w:sz w:val="24"/>
              </w:rPr>
            </w:pPr>
            <w:r w:rsidRPr="00B87C9F">
              <w:rPr>
                <w:sz w:val="24"/>
              </w:rPr>
              <w:t>Наименование</w:t>
            </w:r>
            <w:r w:rsidRPr="00B87C9F">
              <w:rPr>
                <w:spacing w:val="-6"/>
                <w:sz w:val="24"/>
              </w:rPr>
              <w:t xml:space="preserve"> </w:t>
            </w:r>
            <w:r w:rsidRPr="00B87C9F">
              <w:rPr>
                <w:sz w:val="24"/>
              </w:rPr>
              <w:t>показателя</w:t>
            </w:r>
          </w:p>
        </w:tc>
        <w:tc>
          <w:tcPr>
            <w:tcW w:w="3219" w:type="dxa"/>
            <w:vMerge w:val="restart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21" w:right="113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Методика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определения</w:t>
            </w:r>
          </w:p>
          <w:p w:rsidR="006650AD" w:rsidRPr="00B87C9F" w:rsidRDefault="006650AD" w:rsidP="00B87C9F">
            <w:pPr>
              <w:pStyle w:val="TableParagraph"/>
              <w:ind w:left="117" w:right="113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результата</w:t>
            </w:r>
          </w:p>
        </w:tc>
        <w:tc>
          <w:tcPr>
            <w:tcW w:w="2557" w:type="dxa"/>
            <w:gridSpan w:val="2"/>
          </w:tcPr>
          <w:p w:rsidR="006650AD" w:rsidRPr="00B87C9F" w:rsidRDefault="006650AD" w:rsidP="00B87C9F">
            <w:pPr>
              <w:pStyle w:val="TableParagraph"/>
              <w:spacing w:line="256" w:lineRule="exact"/>
              <w:ind w:left="216"/>
              <w:rPr>
                <w:sz w:val="24"/>
              </w:rPr>
            </w:pPr>
            <w:r w:rsidRPr="00B87C9F">
              <w:rPr>
                <w:sz w:val="24"/>
              </w:rPr>
              <w:t>Значение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показателя</w:t>
            </w:r>
          </w:p>
        </w:tc>
      </w:tr>
      <w:tr w:rsidR="006650AD" w:rsidTr="00B87C9F">
        <w:trPr>
          <w:trHeight w:val="278"/>
        </w:trPr>
        <w:tc>
          <w:tcPr>
            <w:tcW w:w="816" w:type="dxa"/>
            <w:vMerge/>
            <w:tcBorders>
              <w:top w:val="nil"/>
            </w:tcBorders>
          </w:tcPr>
          <w:p w:rsidR="006650AD" w:rsidRPr="00B87C9F" w:rsidRDefault="006650AD"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  <w:vMerge/>
            <w:tcBorders>
              <w:top w:val="nil"/>
            </w:tcBorders>
          </w:tcPr>
          <w:p w:rsidR="006650AD" w:rsidRPr="00B87C9F" w:rsidRDefault="006650AD">
            <w:pPr>
              <w:rPr>
                <w:sz w:val="2"/>
                <w:szCs w:val="2"/>
              </w:rPr>
            </w:pPr>
          </w:p>
        </w:tc>
        <w:tc>
          <w:tcPr>
            <w:tcW w:w="3219" w:type="dxa"/>
            <w:vMerge/>
            <w:tcBorders>
              <w:top w:val="nil"/>
            </w:tcBorders>
          </w:tcPr>
          <w:p w:rsidR="006650AD" w:rsidRPr="00B87C9F" w:rsidRDefault="006650AD">
            <w:pPr>
              <w:rPr>
                <w:sz w:val="2"/>
                <w:szCs w:val="2"/>
              </w:rPr>
            </w:pPr>
          </w:p>
        </w:tc>
        <w:tc>
          <w:tcPr>
            <w:tcW w:w="1346" w:type="dxa"/>
          </w:tcPr>
          <w:p w:rsidR="006650AD" w:rsidRPr="00B87C9F" w:rsidRDefault="006650AD" w:rsidP="00B87C9F">
            <w:pPr>
              <w:pStyle w:val="TableParagraph"/>
              <w:spacing w:line="258" w:lineRule="exact"/>
              <w:ind w:left="321"/>
              <w:rPr>
                <w:sz w:val="24"/>
              </w:rPr>
            </w:pPr>
            <w:r w:rsidRPr="00B87C9F">
              <w:rPr>
                <w:sz w:val="24"/>
              </w:rPr>
              <w:t>2021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г.</w:t>
            </w:r>
          </w:p>
        </w:tc>
        <w:tc>
          <w:tcPr>
            <w:tcW w:w="1211" w:type="dxa"/>
          </w:tcPr>
          <w:p w:rsidR="006650AD" w:rsidRPr="00B87C9F" w:rsidRDefault="006650AD" w:rsidP="00B87C9F">
            <w:pPr>
              <w:pStyle w:val="TableParagraph"/>
              <w:spacing w:line="258" w:lineRule="exact"/>
              <w:ind w:left="255"/>
              <w:rPr>
                <w:sz w:val="24"/>
              </w:rPr>
            </w:pPr>
            <w:r w:rsidRPr="00B87C9F">
              <w:rPr>
                <w:sz w:val="24"/>
              </w:rPr>
              <w:t>2024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г.</w:t>
            </w:r>
          </w:p>
        </w:tc>
      </w:tr>
      <w:tr w:rsidR="006650AD" w:rsidTr="00B87C9F">
        <w:trPr>
          <w:trHeight w:val="2207"/>
        </w:trPr>
        <w:tc>
          <w:tcPr>
            <w:tcW w:w="816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1.1.</w:t>
            </w:r>
          </w:p>
        </w:tc>
        <w:tc>
          <w:tcPr>
            <w:tcW w:w="2979" w:type="dxa"/>
          </w:tcPr>
          <w:p w:rsidR="006650AD" w:rsidRPr="00B87C9F" w:rsidRDefault="006650AD" w:rsidP="00B87C9F">
            <w:pPr>
              <w:pStyle w:val="TableParagraph"/>
              <w:tabs>
                <w:tab w:val="left" w:pos="1259"/>
                <w:tab w:val="left" w:pos="1425"/>
                <w:tab w:val="left" w:pos="2163"/>
              </w:tabs>
              <w:ind w:right="97"/>
              <w:jc w:val="both"/>
              <w:rPr>
                <w:sz w:val="24"/>
              </w:rPr>
            </w:pPr>
            <w:r w:rsidRPr="00B87C9F">
              <w:rPr>
                <w:sz w:val="24"/>
              </w:rPr>
              <w:t>Доля</w:t>
            </w:r>
            <w:r w:rsidRPr="00B87C9F">
              <w:rPr>
                <w:sz w:val="24"/>
              </w:rPr>
              <w:tab/>
              <w:t>педагогических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работников, участвующих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добровольной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независимой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оценке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профессиональной</w:t>
            </w:r>
          </w:p>
          <w:p w:rsidR="006650AD" w:rsidRPr="00B87C9F" w:rsidRDefault="006650AD" w:rsidP="00B87C9F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 w:rsidRPr="00B87C9F">
              <w:rPr>
                <w:sz w:val="24"/>
              </w:rPr>
              <w:t>квалификации,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от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общего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числа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педагогических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работников</w:t>
            </w:r>
          </w:p>
        </w:tc>
        <w:tc>
          <w:tcPr>
            <w:tcW w:w="3219" w:type="dxa"/>
          </w:tcPr>
          <w:p w:rsidR="006650AD" w:rsidRPr="00B87C9F" w:rsidRDefault="006650AD" w:rsidP="00B87C9F">
            <w:pPr>
              <w:pStyle w:val="TableParagraph"/>
              <w:ind w:left="148" w:right="139" w:firstLine="2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Р (результат 1.1) = Nпр но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(кол-во педагогических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работников,</w:t>
            </w:r>
            <w:r w:rsidRPr="00B87C9F">
              <w:rPr>
                <w:i/>
                <w:spacing w:val="-9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участвующих</w:t>
            </w:r>
            <w:r w:rsidRPr="00B87C9F">
              <w:rPr>
                <w:i/>
                <w:spacing w:val="-9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в</w:t>
            </w:r>
            <w:r w:rsidRPr="00B87C9F">
              <w:rPr>
                <w:i/>
                <w:spacing w:val="-57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добровольной независимой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оценке профессиональной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квалификации)/Nпр (общее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число</w:t>
            </w:r>
            <w:r w:rsidRPr="00B87C9F">
              <w:rPr>
                <w:i/>
                <w:spacing w:val="-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педагогических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ind w:left="120" w:right="113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работников</w:t>
            </w:r>
            <w:r w:rsidRPr="00B87C9F">
              <w:rPr>
                <w:i/>
                <w:spacing w:val="-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ОО)</w:t>
            </w:r>
            <w:r w:rsidRPr="00B87C9F">
              <w:rPr>
                <w:i/>
                <w:spacing w:val="57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х 100%</w:t>
            </w:r>
          </w:p>
        </w:tc>
        <w:tc>
          <w:tcPr>
            <w:tcW w:w="1346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44 %</w:t>
            </w:r>
          </w:p>
        </w:tc>
        <w:tc>
          <w:tcPr>
            <w:tcW w:w="1211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 w:rsidRPr="00B87C9F">
              <w:rPr>
                <w:sz w:val="24"/>
              </w:rPr>
              <w:t>60 %</w:t>
            </w:r>
          </w:p>
        </w:tc>
      </w:tr>
      <w:tr w:rsidR="006650AD" w:rsidTr="00B87C9F">
        <w:trPr>
          <w:trHeight w:val="2483"/>
        </w:trPr>
        <w:tc>
          <w:tcPr>
            <w:tcW w:w="816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1.2.</w:t>
            </w:r>
          </w:p>
        </w:tc>
        <w:tc>
          <w:tcPr>
            <w:tcW w:w="2979" w:type="dxa"/>
          </w:tcPr>
          <w:p w:rsidR="006650AD" w:rsidRPr="00B87C9F" w:rsidRDefault="006650AD" w:rsidP="00B87C9F">
            <w:pPr>
              <w:pStyle w:val="TableParagraph"/>
              <w:tabs>
                <w:tab w:val="left" w:pos="1259"/>
                <w:tab w:val="left" w:pos="2286"/>
              </w:tabs>
              <w:ind w:right="97"/>
              <w:rPr>
                <w:sz w:val="24"/>
              </w:rPr>
            </w:pPr>
            <w:r w:rsidRPr="00B87C9F">
              <w:rPr>
                <w:sz w:val="24"/>
              </w:rPr>
              <w:t>Доля</w:t>
            </w:r>
            <w:r w:rsidRPr="00B87C9F">
              <w:rPr>
                <w:sz w:val="24"/>
              </w:rPr>
              <w:tab/>
              <w:t>педагогических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работников,</w:t>
            </w:r>
            <w:r w:rsidRPr="00B87C9F">
              <w:rPr>
                <w:spacing w:val="47"/>
                <w:sz w:val="24"/>
              </w:rPr>
              <w:t xml:space="preserve"> </w:t>
            </w:r>
            <w:r w:rsidRPr="00B87C9F">
              <w:rPr>
                <w:sz w:val="24"/>
              </w:rPr>
              <w:t>участвующих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4"/>
                <w:sz w:val="24"/>
              </w:rPr>
              <w:t xml:space="preserve"> </w:t>
            </w:r>
            <w:r w:rsidRPr="00B87C9F">
              <w:rPr>
                <w:sz w:val="24"/>
              </w:rPr>
              <w:t>разработке</w:t>
            </w:r>
            <w:r w:rsidRPr="00B87C9F">
              <w:rPr>
                <w:spacing w:val="14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8"/>
                <w:sz w:val="24"/>
              </w:rPr>
              <w:t xml:space="preserve"> </w:t>
            </w:r>
            <w:r w:rsidRPr="00B87C9F">
              <w:rPr>
                <w:sz w:val="24"/>
              </w:rPr>
              <w:t>реализации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индивидуальных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образовательных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маршрутов</w:t>
            </w:r>
            <w:r w:rsidRPr="00B87C9F">
              <w:rPr>
                <w:spacing w:val="36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педагогов,</w:t>
            </w:r>
            <w:r w:rsidRPr="00B87C9F">
              <w:rPr>
                <w:spacing w:val="38"/>
                <w:sz w:val="24"/>
              </w:rPr>
              <w:t xml:space="preserve"> </w:t>
            </w:r>
            <w:r w:rsidRPr="00B87C9F">
              <w:rPr>
                <w:sz w:val="24"/>
              </w:rPr>
              <w:t>от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общего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числа</w:t>
            </w:r>
          </w:p>
          <w:p w:rsidR="006650AD" w:rsidRPr="00B87C9F" w:rsidRDefault="006650AD" w:rsidP="00B87C9F">
            <w:pPr>
              <w:pStyle w:val="TableParagraph"/>
              <w:spacing w:line="270" w:lineRule="atLeast"/>
              <w:ind w:right="1248"/>
              <w:rPr>
                <w:sz w:val="24"/>
              </w:rPr>
            </w:pPr>
            <w:r w:rsidRPr="00B87C9F">
              <w:rPr>
                <w:spacing w:val="-1"/>
                <w:sz w:val="24"/>
              </w:rPr>
              <w:t>педагогических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работников</w:t>
            </w:r>
          </w:p>
        </w:tc>
        <w:tc>
          <w:tcPr>
            <w:tcW w:w="3219" w:type="dxa"/>
          </w:tcPr>
          <w:p w:rsidR="006650AD" w:rsidRPr="00B87C9F" w:rsidRDefault="006650AD" w:rsidP="00B87C9F">
            <w:pPr>
              <w:pStyle w:val="TableParagraph"/>
              <w:ind w:left="124" w:right="113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Р (результат 1.3) = Nпр иом</w:t>
            </w:r>
            <w:r w:rsidRPr="00B87C9F">
              <w:rPr>
                <w:i/>
                <w:spacing w:val="-57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(кол-во педагогических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работников, участвующих в</w:t>
            </w:r>
            <w:r w:rsidRPr="00B87C9F">
              <w:rPr>
                <w:i/>
                <w:spacing w:val="-57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разработке и реализации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индивидуальных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образовательных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маршрутов)/Nпр (общее</w:t>
            </w:r>
          </w:p>
          <w:p w:rsidR="006650AD" w:rsidRPr="00B87C9F" w:rsidRDefault="006650AD" w:rsidP="00B87C9F">
            <w:pPr>
              <w:pStyle w:val="TableParagraph"/>
              <w:spacing w:line="270" w:lineRule="atLeast"/>
              <w:ind w:left="357" w:right="348" w:firstLine="2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число педагогических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работников</w:t>
            </w:r>
            <w:r w:rsidRPr="00B87C9F">
              <w:rPr>
                <w:i/>
                <w:spacing w:val="-6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ОО)</w:t>
            </w:r>
            <w:r w:rsidRPr="00B87C9F">
              <w:rPr>
                <w:i/>
                <w:spacing w:val="-8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х</w:t>
            </w:r>
            <w:r w:rsidRPr="00B87C9F">
              <w:rPr>
                <w:i/>
                <w:spacing w:val="-5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100%</w:t>
            </w:r>
          </w:p>
        </w:tc>
        <w:tc>
          <w:tcPr>
            <w:tcW w:w="1346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88 %</w:t>
            </w:r>
          </w:p>
        </w:tc>
        <w:tc>
          <w:tcPr>
            <w:tcW w:w="1211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</w:tr>
      <w:tr w:rsidR="006650AD" w:rsidTr="00B87C9F">
        <w:trPr>
          <w:trHeight w:val="551"/>
        </w:trPr>
        <w:tc>
          <w:tcPr>
            <w:tcW w:w="816" w:type="dxa"/>
          </w:tcPr>
          <w:p w:rsidR="006650AD" w:rsidRPr="00B87C9F" w:rsidRDefault="006650AD" w:rsidP="00B87C9F">
            <w:pPr>
              <w:pStyle w:val="TableParagraph"/>
              <w:spacing w:line="267" w:lineRule="exact"/>
              <w:rPr>
                <w:sz w:val="24"/>
              </w:rPr>
            </w:pPr>
            <w:r w:rsidRPr="00B87C9F">
              <w:rPr>
                <w:sz w:val="24"/>
              </w:rPr>
              <w:t>1.3.</w:t>
            </w:r>
          </w:p>
        </w:tc>
        <w:tc>
          <w:tcPr>
            <w:tcW w:w="2979" w:type="dxa"/>
          </w:tcPr>
          <w:p w:rsidR="006650AD" w:rsidRPr="00B87C9F" w:rsidRDefault="006650AD" w:rsidP="00B87C9F">
            <w:pPr>
              <w:pStyle w:val="TableParagraph"/>
              <w:tabs>
                <w:tab w:val="left" w:pos="1260"/>
              </w:tabs>
              <w:spacing w:line="267" w:lineRule="exact"/>
              <w:rPr>
                <w:sz w:val="24"/>
              </w:rPr>
            </w:pPr>
            <w:r w:rsidRPr="00B87C9F">
              <w:rPr>
                <w:sz w:val="24"/>
              </w:rPr>
              <w:t>Доля</w:t>
            </w:r>
            <w:r w:rsidRPr="00B87C9F">
              <w:rPr>
                <w:sz w:val="24"/>
              </w:rPr>
              <w:tab/>
              <w:t>педагогических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148"/>
              </w:tabs>
              <w:ind w:right="98"/>
              <w:rPr>
                <w:sz w:val="24"/>
              </w:rPr>
            </w:pPr>
            <w:r w:rsidRPr="00B87C9F">
              <w:rPr>
                <w:sz w:val="24"/>
              </w:rPr>
              <w:t>работников,</w:t>
            </w:r>
            <w:r w:rsidRPr="00B87C9F">
              <w:rPr>
                <w:spacing w:val="47"/>
                <w:sz w:val="24"/>
              </w:rPr>
              <w:t xml:space="preserve"> </w:t>
            </w:r>
            <w:r w:rsidRPr="00B87C9F">
              <w:rPr>
                <w:sz w:val="24"/>
              </w:rPr>
              <w:t>участвующих в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муниципальных,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региональных,</w:t>
            </w:r>
          </w:p>
          <w:p w:rsidR="006650AD" w:rsidRPr="00B87C9F" w:rsidRDefault="006650AD" w:rsidP="00EE4C31">
            <w:pPr>
              <w:pStyle w:val="TableParagraph"/>
              <w:rPr>
                <w:sz w:val="24"/>
              </w:rPr>
            </w:pPr>
            <w:r w:rsidRPr="00B87C9F">
              <w:rPr>
                <w:sz w:val="24"/>
              </w:rPr>
              <w:t>федеральных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rPr>
                <w:sz w:val="24"/>
              </w:rPr>
            </w:pPr>
            <w:r w:rsidRPr="00B87C9F">
              <w:rPr>
                <w:sz w:val="24"/>
              </w:rPr>
              <w:t>педагогических</w:t>
            </w:r>
            <w:r w:rsidRPr="00B87C9F">
              <w:rPr>
                <w:spacing w:val="26"/>
                <w:sz w:val="24"/>
              </w:rPr>
              <w:t xml:space="preserve"> </w:t>
            </w:r>
            <w:r w:rsidRPr="00B87C9F">
              <w:rPr>
                <w:sz w:val="24"/>
              </w:rPr>
              <w:t>конкурсах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профессионального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мастерства,</w:t>
            </w:r>
            <w:r w:rsidRPr="00B87C9F">
              <w:rPr>
                <w:sz w:val="24"/>
              </w:rPr>
              <w:tab/>
              <w:t>от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общего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числа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педагогических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работников</w:t>
            </w:r>
          </w:p>
        </w:tc>
        <w:tc>
          <w:tcPr>
            <w:tcW w:w="3219" w:type="dxa"/>
          </w:tcPr>
          <w:p w:rsidR="006650AD" w:rsidRPr="00B87C9F" w:rsidRDefault="006650AD" w:rsidP="00B87C9F">
            <w:pPr>
              <w:pStyle w:val="TableParagraph"/>
              <w:spacing w:line="267" w:lineRule="exact"/>
              <w:ind w:left="122" w:right="113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Р</w:t>
            </w:r>
            <w:r w:rsidRPr="00B87C9F">
              <w:rPr>
                <w:i/>
                <w:spacing w:val="-2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(результат</w:t>
            </w:r>
            <w:r w:rsidRPr="00B87C9F">
              <w:rPr>
                <w:i/>
                <w:spacing w:val="-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1.4)</w:t>
            </w:r>
            <w:r w:rsidRPr="00B87C9F">
              <w:rPr>
                <w:i/>
                <w:spacing w:val="-2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=</w:t>
            </w:r>
            <w:r w:rsidRPr="00B87C9F">
              <w:rPr>
                <w:i/>
                <w:spacing w:val="-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Nпр</w:t>
            </w:r>
            <w:r w:rsidRPr="00B87C9F">
              <w:rPr>
                <w:i/>
                <w:spacing w:val="-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пм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ind w:left="122" w:right="113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(кол-во</w:t>
            </w:r>
            <w:r w:rsidRPr="00B87C9F">
              <w:rPr>
                <w:i/>
                <w:spacing w:val="-3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педагогических</w:t>
            </w:r>
          </w:p>
          <w:p w:rsidR="006650AD" w:rsidRPr="00B87C9F" w:rsidRDefault="006650AD" w:rsidP="00B87C9F">
            <w:pPr>
              <w:pStyle w:val="TableParagraph"/>
              <w:ind w:left="0" w:right="113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работников,</w:t>
            </w:r>
            <w:r w:rsidRPr="00B87C9F">
              <w:rPr>
                <w:i/>
                <w:spacing w:val="-9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участвующих</w:t>
            </w:r>
            <w:r w:rsidRPr="00B87C9F">
              <w:rPr>
                <w:i/>
                <w:spacing w:val="-9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в</w:t>
            </w:r>
            <w:r w:rsidRPr="00B87C9F">
              <w:rPr>
                <w:i/>
                <w:spacing w:val="-57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муниципальных,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региональных, федеральных</w:t>
            </w:r>
            <w:r w:rsidRPr="00B87C9F">
              <w:rPr>
                <w:i/>
                <w:spacing w:val="-57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конкурсах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профессионального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мастерства)/Nпр (общее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число</w:t>
            </w:r>
            <w:r w:rsidRPr="00B87C9F">
              <w:rPr>
                <w:i/>
                <w:spacing w:val="-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педагогических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ind w:left="122" w:right="113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работников</w:t>
            </w:r>
            <w:r w:rsidRPr="00B87C9F">
              <w:rPr>
                <w:i/>
                <w:spacing w:val="-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ОО)</w:t>
            </w:r>
            <w:r w:rsidRPr="00B87C9F">
              <w:rPr>
                <w:i/>
                <w:spacing w:val="-4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х</w:t>
            </w:r>
            <w:r w:rsidRPr="00B87C9F">
              <w:rPr>
                <w:i/>
                <w:spacing w:val="-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100%</w:t>
            </w:r>
          </w:p>
        </w:tc>
        <w:tc>
          <w:tcPr>
            <w:tcW w:w="1346" w:type="dxa"/>
          </w:tcPr>
          <w:p w:rsidR="006650AD" w:rsidRPr="00B87C9F" w:rsidRDefault="006650AD" w:rsidP="00B87C9F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30 %</w:t>
            </w:r>
          </w:p>
        </w:tc>
        <w:tc>
          <w:tcPr>
            <w:tcW w:w="1211" w:type="dxa"/>
          </w:tcPr>
          <w:p w:rsidR="006650AD" w:rsidRPr="00B87C9F" w:rsidRDefault="006650AD" w:rsidP="00B87C9F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 w:rsidRPr="00B87C9F">
              <w:rPr>
                <w:sz w:val="24"/>
              </w:rPr>
              <w:t>50 %</w:t>
            </w:r>
          </w:p>
        </w:tc>
      </w:tr>
      <w:tr w:rsidR="006650AD" w:rsidTr="00B87C9F">
        <w:trPr>
          <w:trHeight w:val="551"/>
        </w:trPr>
        <w:tc>
          <w:tcPr>
            <w:tcW w:w="816" w:type="dxa"/>
          </w:tcPr>
          <w:p w:rsidR="006650AD" w:rsidRPr="00B87C9F" w:rsidRDefault="006650AD" w:rsidP="00B87C9F">
            <w:pPr>
              <w:pStyle w:val="TableParagraph"/>
              <w:spacing w:line="267" w:lineRule="exact"/>
              <w:rPr>
                <w:sz w:val="24"/>
              </w:rPr>
            </w:pPr>
            <w:r w:rsidRPr="00B87C9F">
              <w:rPr>
                <w:sz w:val="24"/>
              </w:rPr>
              <w:t>1.4.</w:t>
            </w:r>
          </w:p>
        </w:tc>
        <w:tc>
          <w:tcPr>
            <w:tcW w:w="2979" w:type="dxa"/>
          </w:tcPr>
          <w:p w:rsidR="006650AD" w:rsidRPr="00B87C9F" w:rsidRDefault="006650AD" w:rsidP="00B87C9F">
            <w:pPr>
              <w:pStyle w:val="TableParagraph"/>
              <w:tabs>
                <w:tab w:val="left" w:pos="1260"/>
              </w:tabs>
              <w:spacing w:line="267" w:lineRule="exact"/>
              <w:rPr>
                <w:sz w:val="24"/>
              </w:rPr>
            </w:pPr>
            <w:r w:rsidRPr="00B87C9F">
              <w:rPr>
                <w:sz w:val="24"/>
              </w:rPr>
              <w:t>Доля</w:t>
            </w:r>
            <w:r w:rsidRPr="00B87C9F">
              <w:rPr>
                <w:sz w:val="24"/>
              </w:rPr>
              <w:tab/>
              <w:t>педагогических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работников,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регулярно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посещающих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курсы,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вебинары,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семинары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обобщающие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свой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педагогический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опыт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на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МО, мероприятиях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регионального уровня</w:t>
            </w:r>
          </w:p>
        </w:tc>
        <w:tc>
          <w:tcPr>
            <w:tcW w:w="3219" w:type="dxa"/>
          </w:tcPr>
          <w:p w:rsidR="006650AD" w:rsidRPr="00B87C9F" w:rsidRDefault="006650AD" w:rsidP="00BB1135">
            <w:pPr>
              <w:pStyle w:val="TableParagraph"/>
              <w:ind w:left="129" w:right="117" w:hanging="3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Р (результат 1.5) = Nпр пк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(кол-во педагогических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работников, регулярно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посещающих курсы,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вебинары, семинары и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обобщающие свой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педагогический</w:t>
            </w:r>
            <w:r w:rsidRPr="00B87C9F">
              <w:rPr>
                <w:i/>
                <w:spacing w:val="10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опыт</w:t>
            </w:r>
            <w:r w:rsidRPr="00B87C9F">
              <w:rPr>
                <w:i/>
                <w:spacing w:val="9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на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МО, ГМО, мероприятиях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регионального уровня)/Nпр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(общее</w:t>
            </w:r>
            <w:r w:rsidRPr="00B87C9F">
              <w:rPr>
                <w:i/>
                <w:spacing w:val="-9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число</w:t>
            </w:r>
            <w:r w:rsidRPr="00B87C9F">
              <w:rPr>
                <w:i/>
                <w:spacing w:val="-8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педагогических</w:t>
            </w:r>
          </w:p>
          <w:p w:rsidR="006650AD" w:rsidRPr="00B87C9F" w:rsidRDefault="006650AD" w:rsidP="00BB1135">
            <w:pPr>
              <w:pStyle w:val="TableParagraph"/>
              <w:spacing w:line="267" w:lineRule="exact"/>
              <w:ind w:left="122" w:right="113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работников</w:t>
            </w:r>
            <w:r w:rsidRPr="00B87C9F">
              <w:rPr>
                <w:i/>
                <w:spacing w:val="-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ОО)</w:t>
            </w:r>
            <w:r w:rsidRPr="00B87C9F">
              <w:rPr>
                <w:i/>
                <w:spacing w:val="-4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х</w:t>
            </w:r>
            <w:r w:rsidRPr="00B87C9F">
              <w:rPr>
                <w:i/>
                <w:spacing w:val="-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100%</w:t>
            </w:r>
          </w:p>
        </w:tc>
        <w:tc>
          <w:tcPr>
            <w:tcW w:w="1346" w:type="dxa"/>
          </w:tcPr>
          <w:p w:rsidR="006650AD" w:rsidRPr="00B87C9F" w:rsidRDefault="006650AD" w:rsidP="00B87C9F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  <w:tc>
          <w:tcPr>
            <w:tcW w:w="1211" w:type="dxa"/>
          </w:tcPr>
          <w:p w:rsidR="006650AD" w:rsidRPr="00B87C9F" w:rsidRDefault="006650AD" w:rsidP="00B87C9F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</w:tr>
      <w:tr w:rsidR="006650AD" w:rsidTr="00B87C9F">
        <w:trPr>
          <w:trHeight w:val="4139"/>
        </w:trPr>
        <w:tc>
          <w:tcPr>
            <w:tcW w:w="816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Pr="00B87C9F">
              <w:rPr>
                <w:sz w:val="24"/>
              </w:rPr>
              <w:t>.5.</w:t>
            </w:r>
          </w:p>
        </w:tc>
        <w:tc>
          <w:tcPr>
            <w:tcW w:w="2979" w:type="dxa"/>
          </w:tcPr>
          <w:p w:rsidR="006650AD" w:rsidRPr="00B87C9F" w:rsidRDefault="006650AD" w:rsidP="00B87C9F">
            <w:pPr>
              <w:pStyle w:val="TableParagraph"/>
              <w:tabs>
                <w:tab w:val="left" w:pos="1067"/>
                <w:tab w:val="left" w:pos="1259"/>
                <w:tab w:val="left" w:pos="1878"/>
                <w:tab w:val="left" w:pos="2076"/>
                <w:tab w:val="left" w:pos="2162"/>
                <w:tab w:val="left" w:pos="2489"/>
                <w:tab w:val="left" w:pos="2738"/>
              </w:tabs>
              <w:ind w:right="96"/>
              <w:rPr>
                <w:sz w:val="24"/>
              </w:rPr>
            </w:pPr>
            <w:r w:rsidRPr="00B87C9F">
              <w:rPr>
                <w:sz w:val="24"/>
              </w:rPr>
              <w:t>Доля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  <w:t>педагогических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работников,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использующих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  <w:t>при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проектировании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уроков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метапредметный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подход,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метод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проектов,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технологии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продуктивного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и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практикоориентирован-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ного</w:t>
            </w:r>
            <w:r w:rsidRPr="00B87C9F">
              <w:rPr>
                <w:sz w:val="24"/>
              </w:rPr>
              <w:tab/>
              <w:t>обучения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для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активизации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познавательной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и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самостоятельной</w:t>
            </w:r>
          </w:p>
          <w:p w:rsidR="006650AD" w:rsidRPr="00B87C9F" w:rsidRDefault="006650AD" w:rsidP="00B87C9F">
            <w:pPr>
              <w:pStyle w:val="TableParagraph"/>
              <w:spacing w:line="270" w:lineRule="atLeast"/>
              <w:ind w:right="1423"/>
              <w:rPr>
                <w:sz w:val="24"/>
              </w:rPr>
            </w:pPr>
            <w:r w:rsidRPr="00B87C9F">
              <w:rPr>
                <w:sz w:val="24"/>
              </w:rPr>
              <w:t>деятельности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</w:p>
        </w:tc>
        <w:tc>
          <w:tcPr>
            <w:tcW w:w="3219" w:type="dxa"/>
          </w:tcPr>
          <w:p w:rsidR="006650AD" w:rsidRPr="00B87C9F" w:rsidRDefault="006650AD" w:rsidP="00B87C9F">
            <w:pPr>
              <w:pStyle w:val="TableParagraph"/>
              <w:ind w:left="119" w:right="111" w:firstLine="1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Р (результат 1.6) = Nпр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тех(кол-во педагогических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работников, использующих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при проектировании уроков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метапредметный подход,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метод</w:t>
            </w:r>
            <w:r w:rsidRPr="00B87C9F">
              <w:rPr>
                <w:i/>
                <w:spacing w:val="60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проектов,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технологии продуктивного и</w:t>
            </w:r>
            <w:r w:rsidRPr="00B87C9F">
              <w:rPr>
                <w:i/>
                <w:spacing w:val="-57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практиориентированного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обучения для активизации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познавательной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и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самостоятельной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деятельности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обучающихся)/Nпр</w:t>
            </w:r>
            <w:r w:rsidRPr="00B87C9F">
              <w:rPr>
                <w:i/>
                <w:spacing w:val="-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(общее</w:t>
            </w:r>
          </w:p>
          <w:p w:rsidR="006650AD" w:rsidRPr="00B87C9F" w:rsidRDefault="006650AD" w:rsidP="00B87C9F">
            <w:pPr>
              <w:pStyle w:val="TableParagraph"/>
              <w:spacing w:line="270" w:lineRule="atLeast"/>
              <w:ind w:left="357" w:right="349" w:firstLine="2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число педагогических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работников</w:t>
            </w:r>
            <w:r w:rsidRPr="00B87C9F">
              <w:rPr>
                <w:i/>
                <w:spacing w:val="-6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ОО)</w:t>
            </w:r>
            <w:r w:rsidRPr="00B87C9F">
              <w:rPr>
                <w:i/>
                <w:spacing w:val="-7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х</w:t>
            </w:r>
            <w:r w:rsidRPr="00B87C9F">
              <w:rPr>
                <w:i/>
                <w:spacing w:val="-6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100%</w:t>
            </w:r>
          </w:p>
        </w:tc>
        <w:tc>
          <w:tcPr>
            <w:tcW w:w="1346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  <w:tc>
          <w:tcPr>
            <w:tcW w:w="1211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</w:tr>
    </w:tbl>
    <w:p w:rsidR="006650AD" w:rsidRDefault="006650AD">
      <w:pPr>
        <w:pStyle w:val="BodyText"/>
        <w:spacing w:before="10"/>
        <w:ind w:left="0"/>
        <w:jc w:val="left"/>
        <w:rPr>
          <w:sz w:val="14"/>
        </w:rPr>
      </w:pPr>
    </w:p>
    <w:p w:rsidR="006650AD" w:rsidRDefault="006650AD" w:rsidP="00BB1135">
      <w:pPr>
        <w:pStyle w:val="ListParagraph"/>
        <w:numPr>
          <w:ilvl w:val="2"/>
          <w:numId w:val="7"/>
        </w:numPr>
        <w:tabs>
          <w:tab w:val="left" w:pos="1675"/>
        </w:tabs>
        <w:spacing w:before="92"/>
        <w:ind w:left="1674" w:hanging="425"/>
        <w:jc w:val="both"/>
        <w:rPr>
          <w:sz w:val="24"/>
        </w:rPr>
      </w:pPr>
      <w:r>
        <w:rPr>
          <w:sz w:val="24"/>
        </w:rPr>
        <w:t>Расширение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информационно-образовательной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среды</w:t>
      </w:r>
    </w:p>
    <w:p w:rsidR="006650AD" w:rsidRDefault="006650AD" w:rsidP="00BB1135">
      <w:pPr>
        <w:pStyle w:val="BodyText"/>
        <w:spacing w:after="9"/>
        <w:ind w:right="402" w:firstLine="707"/>
      </w:pPr>
      <w:r>
        <w:t>Внедрение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платформ,</w:t>
      </w:r>
      <w:r>
        <w:rPr>
          <w:spacing w:val="1"/>
        </w:rPr>
        <w:t xml:space="preserve"> </w:t>
      </w:r>
      <w:r>
        <w:t>дистанционных образовательных технологий, в том числе</w:t>
      </w:r>
      <w:r>
        <w:rPr>
          <w:spacing w:val="1"/>
        </w:rPr>
        <w:t xml:space="preserve"> </w:t>
      </w:r>
      <w:r>
        <w:t>для обучающихся с 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-3"/>
        </w:rPr>
        <w:t xml:space="preserve"> </w:t>
      </w:r>
      <w:r>
        <w:t>потребностями,</w:t>
      </w:r>
      <w:r>
        <w:rPr>
          <w:spacing w:val="-2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мотивирующей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среды</w:t>
      </w:r>
    </w:p>
    <w:p w:rsidR="006650AD" w:rsidRDefault="006650AD" w:rsidP="00BB1135">
      <w:pPr>
        <w:pStyle w:val="BodyText"/>
        <w:spacing w:after="9"/>
        <w:ind w:right="402" w:firstLine="707"/>
      </w:pPr>
    </w:p>
    <w:tbl>
      <w:tblPr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16"/>
        <w:gridCol w:w="2979"/>
        <w:gridCol w:w="3260"/>
        <w:gridCol w:w="1277"/>
        <w:gridCol w:w="1241"/>
      </w:tblGrid>
      <w:tr w:rsidR="006650AD" w:rsidTr="00B87C9F">
        <w:trPr>
          <w:trHeight w:val="276"/>
        </w:trPr>
        <w:tc>
          <w:tcPr>
            <w:tcW w:w="816" w:type="dxa"/>
            <w:vMerge w:val="restart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№</w:t>
            </w:r>
          </w:p>
          <w:p w:rsidR="006650AD" w:rsidRPr="00B87C9F" w:rsidRDefault="006650AD" w:rsidP="00B87C9F">
            <w:pPr>
              <w:pStyle w:val="TableParagraph"/>
              <w:spacing w:line="273" w:lineRule="exact"/>
              <w:ind w:left="224" w:right="21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п/п</w:t>
            </w:r>
          </w:p>
        </w:tc>
        <w:tc>
          <w:tcPr>
            <w:tcW w:w="2979" w:type="dxa"/>
            <w:vMerge w:val="restart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50"/>
              <w:rPr>
                <w:sz w:val="24"/>
              </w:rPr>
            </w:pPr>
            <w:r w:rsidRPr="00B87C9F">
              <w:rPr>
                <w:sz w:val="24"/>
              </w:rPr>
              <w:t>Наименование</w:t>
            </w:r>
            <w:r w:rsidRPr="00B87C9F">
              <w:rPr>
                <w:spacing w:val="-6"/>
                <w:sz w:val="24"/>
              </w:rPr>
              <w:t xml:space="preserve"> </w:t>
            </w:r>
            <w:r w:rsidRPr="00B87C9F">
              <w:rPr>
                <w:sz w:val="24"/>
              </w:rPr>
              <w:t>показателя</w:t>
            </w:r>
          </w:p>
        </w:tc>
        <w:tc>
          <w:tcPr>
            <w:tcW w:w="3260" w:type="dxa"/>
            <w:vMerge w:val="restart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13" w:right="10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Методика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определения</w:t>
            </w:r>
          </w:p>
          <w:p w:rsidR="006650AD" w:rsidRPr="00B87C9F" w:rsidRDefault="006650AD" w:rsidP="00B87C9F">
            <w:pPr>
              <w:pStyle w:val="TableParagraph"/>
              <w:spacing w:line="273" w:lineRule="exact"/>
              <w:ind w:left="114" w:right="10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результата</w:t>
            </w:r>
          </w:p>
        </w:tc>
        <w:tc>
          <w:tcPr>
            <w:tcW w:w="2518" w:type="dxa"/>
            <w:gridSpan w:val="2"/>
          </w:tcPr>
          <w:p w:rsidR="006650AD" w:rsidRPr="00B87C9F" w:rsidRDefault="006650AD" w:rsidP="00B87C9F">
            <w:pPr>
              <w:pStyle w:val="TableParagraph"/>
              <w:spacing w:line="256" w:lineRule="exact"/>
              <w:ind w:left="196"/>
              <w:rPr>
                <w:sz w:val="24"/>
              </w:rPr>
            </w:pPr>
            <w:r w:rsidRPr="00B87C9F">
              <w:rPr>
                <w:sz w:val="24"/>
              </w:rPr>
              <w:t>Значение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показателя</w:t>
            </w:r>
          </w:p>
        </w:tc>
      </w:tr>
      <w:tr w:rsidR="006650AD" w:rsidTr="00B87C9F">
        <w:trPr>
          <w:trHeight w:val="275"/>
        </w:trPr>
        <w:tc>
          <w:tcPr>
            <w:tcW w:w="816" w:type="dxa"/>
            <w:vMerge/>
            <w:tcBorders>
              <w:top w:val="nil"/>
            </w:tcBorders>
          </w:tcPr>
          <w:p w:rsidR="006650AD" w:rsidRPr="00B87C9F" w:rsidRDefault="006650AD"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  <w:vMerge/>
            <w:tcBorders>
              <w:top w:val="nil"/>
            </w:tcBorders>
          </w:tcPr>
          <w:p w:rsidR="006650AD" w:rsidRPr="00B87C9F" w:rsidRDefault="006650AD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6650AD" w:rsidRPr="00B87C9F" w:rsidRDefault="006650AD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righ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56" w:lineRule="exact"/>
              <w:ind w:left="285"/>
              <w:rPr>
                <w:sz w:val="24"/>
              </w:rPr>
            </w:pPr>
            <w:r w:rsidRPr="00B87C9F">
              <w:rPr>
                <w:sz w:val="24"/>
              </w:rPr>
              <w:t>2021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г.</w:t>
            </w:r>
          </w:p>
        </w:tc>
        <w:tc>
          <w:tcPr>
            <w:tcW w:w="1241" w:type="dxa"/>
            <w:tcBorders>
              <w:lef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56" w:lineRule="exact"/>
              <w:ind w:left="268"/>
              <w:rPr>
                <w:sz w:val="24"/>
              </w:rPr>
            </w:pPr>
            <w:r w:rsidRPr="00B87C9F">
              <w:rPr>
                <w:sz w:val="24"/>
              </w:rPr>
              <w:t>2024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г.</w:t>
            </w:r>
          </w:p>
        </w:tc>
      </w:tr>
      <w:tr w:rsidR="006650AD" w:rsidTr="00B87C9F">
        <w:trPr>
          <w:trHeight w:val="2759"/>
        </w:trPr>
        <w:tc>
          <w:tcPr>
            <w:tcW w:w="816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1.6.</w:t>
            </w:r>
          </w:p>
        </w:tc>
        <w:tc>
          <w:tcPr>
            <w:tcW w:w="2979" w:type="dxa"/>
          </w:tcPr>
          <w:p w:rsidR="006650AD" w:rsidRPr="00B87C9F" w:rsidRDefault="006650AD" w:rsidP="00B87C9F">
            <w:pPr>
              <w:pStyle w:val="TableParagraph"/>
              <w:tabs>
                <w:tab w:val="left" w:pos="1259"/>
                <w:tab w:val="left" w:pos="1614"/>
              </w:tabs>
              <w:ind w:right="98"/>
              <w:jc w:val="both"/>
              <w:rPr>
                <w:sz w:val="24"/>
              </w:rPr>
            </w:pPr>
            <w:r w:rsidRPr="00B87C9F">
              <w:rPr>
                <w:sz w:val="24"/>
              </w:rPr>
              <w:t>Доля</w:t>
            </w:r>
            <w:r w:rsidRPr="00B87C9F">
              <w:rPr>
                <w:sz w:val="24"/>
              </w:rPr>
              <w:tab/>
              <w:t>педагогических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работников,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прошедших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повышение квалификации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по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программам</w:t>
            </w:r>
          </w:p>
          <w:p w:rsidR="006650AD" w:rsidRPr="00B87C9F" w:rsidRDefault="006650AD" w:rsidP="00B87C9F">
            <w:pPr>
              <w:pStyle w:val="TableParagraph"/>
              <w:ind w:right="103"/>
              <w:jc w:val="both"/>
              <w:rPr>
                <w:sz w:val="24"/>
              </w:rPr>
            </w:pPr>
            <w:r w:rsidRPr="00B87C9F">
              <w:rPr>
                <w:sz w:val="24"/>
              </w:rPr>
              <w:t>«Цифровая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 xml:space="preserve">образовательная    </w:t>
            </w:r>
            <w:r w:rsidRPr="00B87C9F">
              <w:rPr>
                <w:spacing w:val="18"/>
                <w:sz w:val="24"/>
              </w:rPr>
              <w:t xml:space="preserve"> </w:t>
            </w:r>
            <w:r w:rsidRPr="00B87C9F">
              <w:rPr>
                <w:sz w:val="24"/>
              </w:rPr>
              <w:t>среда»,</w:t>
            </w:r>
          </w:p>
          <w:p w:rsidR="006650AD" w:rsidRPr="00B87C9F" w:rsidRDefault="006650AD" w:rsidP="00B87C9F">
            <w:pPr>
              <w:pStyle w:val="TableParagraph"/>
              <w:ind w:right="99"/>
              <w:jc w:val="both"/>
              <w:rPr>
                <w:sz w:val="24"/>
              </w:rPr>
            </w:pPr>
            <w:r w:rsidRPr="00B87C9F">
              <w:rPr>
                <w:sz w:val="24"/>
              </w:rPr>
              <w:t>«Современные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цифровые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технологии»</w:t>
            </w:r>
            <w:r w:rsidRPr="00B87C9F">
              <w:rPr>
                <w:spacing w:val="-8"/>
                <w:sz w:val="24"/>
              </w:rPr>
              <w:t xml:space="preserve"> </w:t>
            </w:r>
            <w:r w:rsidRPr="00B87C9F">
              <w:rPr>
                <w:sz w:val="24"/>
              </w:rPr>
              <w:t>и пр.</w:t>
            </w:r>
          </w:p>
        </w:tc>
        <w:tc>
          <w:tcPr>
            <w:tcW w:w="3260" w:type="dxa"/>
          </w:tcPr>
          <w:p w:rsidR="006650AD" w:rsidRPr="00B87C9F" w:rsidRDefault="006650AD" w:rsidP="00B87C9F">
            <w:pPr>
              <w:pStyle w:val="TableParagraph"/>
              <w:ind w:left="156" w:right="146" w:firstLine="2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Р (результат 1.7) = Nпр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цт(кол-во педагогических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работников, прошедших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повышение квалификации по</w:t>
            </w:r>
            <w:r w:rsidRPr="00B87C9F">
              <w:rPr>
                <w:i/>
                <w:spacing w:val="-57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программам «Цифровая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образовательная</w:t>
            </w:r>
            <w:r w:rsidRPr="00B87C9F">
              <w:rPr>
                <w:i/>
                <w:spacing w:val="-3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среда»,</w:t>
            </w:r>
          </w:p>
          <w:p w:rsidR="006650AD" w:rsidRPr="00B87C9F" w:rsidRDefault="006650AD" w:rsidP="00B87C9F">
            <w:pPr>
              <w:pStyle w:val="TableParagraph"/>
              <w:spacing w:line="270" w:lineRule="atLeast"/>
              <w:ind w:left="316" w:right="307" w:firstLine="1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«Современные цифровые</w:t>
            </w:r>
            <w:r w:rsidRPr="00B87C9F">
              <w:rPr>
                <w:i/>
                <w:spacing w:val="-57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технологии»)/Nпр</w:t>
            </w:r>
            <w:r w:rsidRPr="00B87C9F">
              <w:rPr>
                <w:i/>
                <w:spacing w:val="-9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(общее</w:t>
            </w:r>
            <w:r w:rsidRPr="00B87C9F">
              <w:rPr>
                <w:i/>
                <w:spacing w:val="-57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число педагогических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работников</w:t>
            </w:r>
            <w:r w:rsidRPr="00B87C9F">
              <w:rPr>
                <w:i/>
                <w:spacing w:val="-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ОО)</w:t>
            </w:r>
            <w:r w:rsidRPr="00B87C9F">
              <w:rPr>
                <w:i/>
                <w:spacing w:val="-3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х</w:t>
            </w:r>
            <w:r w:rsidRPr="00B87C9F">
              <w:rPr>
                <w:i/>
                <w:spacing w:val="-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100%</w:t>
            </w:r>
          </w:p>
        </w:tc>
        <w:tc>
          <w:tcPr>
            <w:tcW w:w="1277" w:type="dxa"/>
            <w:tcBorders>
              <w:righ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  <w:tc>
          <w:tcPr>
            <w:tcW w:w="1241" w:type="dxa"/>
            <w:tcBorders>
              <w:lef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</w:tr>
    </w:tbl>
    <w:p w:rsidR="006650AD" w:rsidRDefault="006650AD">
      <w:pPr>
        <w:spacing w:line="268" w:lineRule="exact"/>
        <w:rPr>
          <w:sz w:val="24"/>
        </w:rPr>
      </w:pPr>
    </w:p>
    <w:p w:rsidR="006650AD" w:rsidRDefault="006650AD">
      <w:pPr>
        <w:pStyle w:val="ListParagraph"/>
        <w:numPr>
          <w:ilvl w:val="2"/>
          <w:numId w:val="7"/>
        </w:numPr>
        <w:tabs>
          <w:tab w:val="left" w:pos="1675"/>
        </w:tabs>
        <w:spacing w:before="62" w:after="8"/>
        <w:ind w:left="1674" w:hanging="425"/>
        <w:rPr>
          <w:sz w:val="24"/>
        </w:rPr>
      </w:pPr>
      <w:r>
        <w:rPr>
          <w:sz w:val="24"/>
        </w:rPr>
        <w:t>Создание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особыми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потребностями</w:t>
      </w:r>
    </w:p>
    <w:p w:rsidR="006650AD" w:rsidRDefault="006650AD" w:rsidP="00BB1135">
      <w:pPr>
        <w:pStyle w:val="ListParagraph"/>
        <w:tabs>
          <w:tab w:val="left" w:pos="1675"/>
        </w:tabs>
        <w:spacing w:before="62" w:after="8"/>
        <w:ind w:left="1249" w:firstLine="0"/>
        <w:rPr>
          <w:sz w:val="24"/>
        </w:rPr>
      </w:pPr>
    </w:p>
    <w:tbl>
      <w:tblPr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16"/>
        <w:gridCol w:w="2979"/>
        <w:gridCol w:w="3260"/>
        <w:gridCol w:w="1277"/>
        <w:gridCol w:w="1241"/>
      </w:tblGrid>
      <w:tr w:rsidR="006650AD" w:rsidTr="00B87C9F">
        <w:trPr>
          <w:trHeight w:val="278"/>
        </w:trPr>
        <w:tc>
          <w:tcPr>
            <w:tcW w:w="816" w:type="dxa"/>
            <w:vMerge w:val="restart"/>
          </w:tcPr>
          <w:p w:rsidR="006650AD" w:rsidRPr="00B87C9F" w:rsidRDefault="006650AD" w:rsidP="00B87C9F">
            <w:pPr>
              <w:pStyle w:val="TableParagraph"/>
              <w:spacing w:line="271" w:lineRule="exact"/>
              <w:ind w:left="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№</w:t>
            </w:r>
          </w:p>
          <w:p w:rsidR="006650AD" w:rsidRPr="00B87C9F" w:rsidRDefault="006650AD" w:rsidP="00B87C9F">
            <w:pPr>
              <w:pStyle w:val="TableParagraph"/>
              <w:spacing w:line="273" w:lineRule="exact"/>
              <w:ind w:left="224" w:right="21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п/п</w:t>
            </w:r>
          </w:p>
        </w:tc>
        <w:tc>
          <w:tcPr>
            <w:tcW w:w="2979" w:type="dxa"/>
            <w:vMerge w:val="restart"/>
          </w:tcPr>
          <w:p w:rsidR="006650AD" w:rsidRPr="00B87C9F" w:rsidRDefault="006650AD" w:rsidP="00B87C9F">
            <w:pPr>
              <w:pStyle w:val="TableParagraph"/>
              <w:spacing w:line="271" w:lineRule="exact"/>
              <w:ind w:left="150"/>
              <w:rPr>
                <w:sz w:val="24"/>
              </w:rPr>
            </w:pPr>
            <w:r w:rsidRPr="00B87C9F">
              <w:rPr>
                <w:sz w:val="24"/>
              </w:rPr>
              <w:t>Наименование</w:t>
            </w:r>
            <w:r w:rsidRPr="00B87C9F">
              <w:rPr>
                <w:spacing w:val="-6"/>
                <w:sz w:val="24"/>
              </w:rPr>
              <w:t xml:space="preserve"> </w:t>
            </w:r>
            <w:r w:rsidRPr="00B87C9F">
              <w:rPr>
                <w:sz w:val="24"/>
              </w:rPr>
              <w:t>показателя</w:t>
            </w:r>
          </w:p>
        </w:tc>
        <w:tc>
          <w:tcPr>
            <w:tcW w:w="3260" w:type="dxa"/>
            <w:vMerge w:val="restart"/>
          </w:tcPr>
          <w:p w:rsidR="006650AD" w:rsidRPr="00B87C9F" w:rsidRDefault="006650AD" w:rsidP="00B87C9F">
            <w:pPr>
              <w:pStyle w:val="TableParagraph"/>
              <w:spacing w:line="271" w:lineRule="exact"/>
              <w:ind w:left="114" w:right="10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Методика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определения</w:t>
            </w:r>
          </w:p>
          <w:p w:rsidR="006650AD" w:rsidRPr="00B87C9F" w:rsidRDefault="006650AD" w:rsidP="00B87C9F">
            <w:pPr>
              <w:pStyle w:val="TableParagraph"/>
              <w:spacing w:line="273" w:lineRule="exact"/>
              <w:ind w:left="114" w:right="10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результата</w:t>
            </w:r>
          </w:p>
        </w:tc>
        <w:tc>
          <w:tcPr>
            <w:tcW w:w="2518" w:type="dxa"/>
            <w:gridSpan w:val="2"/>
          </w:tcPr>
          <w:p w:rsidR="006650AD" w:rsidRPr="00B87C9F" w:rsidRDefault="006650AD" w:rsidP="00B87C9F">
            <w:pPr>
              <w:pStyle w:val="TableParagraph"/>
              <w:spacing w:line="258" w:lineRule="exact"/>
              <w:ind w:left="196"/>
              <w:rPr>
                <w:sz w:val="24"/>
              </w:rPr>
            </w:pPr>
            <w:r w:rsidRPr="00B87C9F">
              <w:rPr>
                <w:sz w:val="24"/>
              </w:rPr>
              <w:t>Значение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показателя</w:t>
            </w:r>
          </w:p>
        </w:tc>
      </w:tr>
      <w:tr w:rsidR="006650AD" w:rsidTr="00B87C9F">
        <w:trPr>
          <w:trHeight w:val="275"/>
        </w:trPr>
        <w:tc>
          <w:tcPr>
            <w:tcW w:w="816" w:type="dxa"/>
            <w:vMerge/>
            <w:tcBorders>
              <w:top w:val="nil"/>
            </w:tcBorders>
          </w:tcPr>
          <w:p w:rsidR="006650AD" w:rsidRPr="00B87C9F" w:rsidRDefault="006650AD"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  <w:vMerge/>
            <w:tcBorders>
              <w:top w:val="nil"/>
            </w:tcBorders>
          </w:tcPr>
          <w:p w:rsidR="006650AD" w:rsidRPr="00B87C9F" w:rsidRDefault="006650AD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6650AD" w:rsidRPr="00B87C9F" w:rsidRDefault="006650AD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righ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56" w:lineRule="exact"/>
              <w:ind w:left="285"/>
              <w:rPr>
                <w:sz w:val="24"/>
              </w:rPr>
            </w:pPr>
            <w:r w:rsidRPr="00B87C9F">
              <w:rPr>
                <w:sz w:val="24"/>
              </w:rPr>
              <w:t>2021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г.</w:t>
            </w:r>
          </w:p>
        </w:tc>
        <w:tc>
          <w:tcPr>
            <w:tcW w:w="1241" w:type="dxa"/>
            <w:tcBorders>
              <w:lef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56" w:lineRule="exact"/>
              <w:ind w:left="268"/>
              <w:rPr>
                <w:sz w:val="24"/>
              </w:rPr>
            </w:pPr>
            <w:r w:rsidRPr="00B87C9F">
              <w:rPr>
                <w:sz w:val="24"/>
              </w:rPr>
              <w:t>2024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г.</w:t>
            </w:r>
          </w:p>
        </w:tc>
      </w:tr>
      <w:tr w:rsidR="006650AD" w:rsidTr="00B87C9F">
        <w:trPr>
          <w:trHeight w:val="275"/>
        </w:trPr>
        <w:tc>
          <w:tcPr>
            <w:tcW w:w="816" w:type="dxa"/>
            <w:tcBorders>
              <w:top w:val="nil"/>
            </w:tcBorders>
          </w:tcPr>
          <w:p w:rsidR="006650AD" w:rsidRPr="00B87C9F" w:rsidRDefault="006650AD">
            <w:pPr>
              <w:rPr>
                <w:sz w:val="2"/>
                <w:szCs w:val="2"/>
              </w:rPr>
            </w:pPr>
            <w:r w:rsidRPr="00B87C9F">
              <w:rPr>
                <w:sz w:val="24"/>
              </w:rPr>
              <w:t>1.7.</w:t>
            </w:r>
          </w:p>
        </w:tc>
        <w:tc>
          <w:tcPr>
            <w:tcW w:w="2979" w:type="dxa"/>
            <w:tcBorders>
              <w:top w:val="nil"/>
            </w:tcBorders>
          </w:tcPr>
          <w:p w:rsidR="006650AD" w:rsidRPr="00B87C9F" w:rsidRDefault="006650AD" w:rsidP="00BB1135">
            <w:pPr>
              <w:pStyle w:val="TableParagraph"/>
              <w:tabs>
                <w:tab w:val="left" w:pos="912"/>
                <w:tab w:val="left" w:pos="2619"/>
              </w:tabs>
              <w:ind w:right="97"/>
              <w:rPr>
                <w:sz w:val="24"/>
              </w:rPr>
            </w:pPr>
            <w:r w:rsidRPr="00B87C9F">
              <w:rPr>
                <w:sz w:val="24"/>
              </w:rPr>
              <w:t>Доля</w:t>
            </w:r>
            <w:r w:rsidRPr="00B87C9F">
              <w:rPr>
                <w:sz w:val="24"/>
              </w:rPr>
              <w:tab/>
              <w:t>обучающихся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2"/>
                <w:sz w:val="24"/>
              </w:rPr>
              <w:t>по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адаптированным</w:t>
            </w:r>
          </w:p>
          <w:p w:rsidR="006650AD" w:rsidRPr="00B87C9F" w:rsidRDefault="006650AD" w:rsidP="00BB1135">
            <w:pPr>
              <w:pStyle w:val="TableParagraph"/>
              <w:tabs>
                <w:tab w:val="left" w:pos="1789"/>
                <w:tab w:val="left" w:pos="2264"/>
              </w:tabs>
              <w:ind w:right="99"/>
              <w:rPr>
                <w:sz w:val="24"/>
              </w:rPr>
            </w:pPr>
            <w:r w:rsidRPr="00B87C9F">
              <w:rPr>
                <w:sz w:val="24"/>
              </w:rPr>
              <w:t>основным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общеобразовательным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программам,</w:t>
            </w:r>
            <w:r w:rsidRPr="00B87C9F">
              <w:rPr>
                <w:sz w:val="24"/>
              </w:rPr>
              <w:tab/>
              <w:t>а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также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обучающихся,</w:t>
            </w:r>
          </w:p>
          <w:p w:rsidR="006650AD" w:rsidRPr="00B87C9F" w:rsidRDefault="006650AD" w:rsidP="00BB1135">
            <w:pPr>
              <w:pStyle w:val="TableParagraph"/>
              <w:tabs>
                <w:tab w:val="left" w:pos="568"/>
                <w:tab w:val="left" w:pos="1489"/>
                <w:tab w:val="left" w:pos="1726"/>
                <w:tab w:val="left" w:pos="1870"/>
                <w:tab w:val="left" w:pos="2738"/>
              </w:tabs>
              <w:ind w:right="97"/>
              <w:rPr>
                <w:sz w:val="24"/>
              </w:rPr>
            </w:pPr>
            <w:r w:rsidRPr="00B87C9F">
              <w:rPr>
                <w:sz w:val="24"/>
              </w:rPr>
              <w:t>испытывающих</w:t>
            </w:r>
            <w:r w:rsidRPr="00B87C9F">
              <w:rPr>
                <w:spacing w:val="15"/>
                <w:sz w:val="24"/>
              </w:rPr>
              <w:t xml:space="preserve"> </w:t>
            </w:r>
            <w:r w:rsidRPr="00B87C9F">
              <w:rPr>
                <w:sz w:val="24"/>
              </w:rPr>
              <w:t>трудности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z w:val="24"/>
              </w:rPr>
              <w:tab/>
              <w:t>освоении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основных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общеобразовательных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программ,</w:t>
            </w:r>
            <w:r w:rsidRPr="00B87C9F">
              <w:rPr>
                <w:sz w:val="24"/>
              </w:rPr>
              <w:tab/>
              <w:t>развитии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2"/>
                <w:sz w:val="24"/>
              </w:rPr>
              <w:t>и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социальной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адаптации,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охваченных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своевременной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2"/>
                <w:sz w:val="24"/>
              </w:rPr>
              <w:t>и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pacing w:val="-1"/>
                <w:sz w:val="24"/>
              </w:rPr>
              <w:t xml:space="preserve">качественной </w:t>
            </w:r>
            <w:r w:rsidRPr="00B87C9F">
              <w:rPr>
                <w:spacing w:val="-1"/>
                <w:sz w:val="24"/>
              </w:rPr>
              <w:tab/>
            </w:r>
          </w:p>
          <w:p w:rsidR="006650AD" w:rsidRPr="00B87C9F" w:rsidRDefault="006650AD" w:rsidP="00BB1135">
            <w:pPr>
              <w:rPr>
                <w:sz w:val="2"/>
                <w:szCs w:val="2"/>
              </w:rPr>
            </w:pPr>
            <w:r w:rsidRPr="00B87C9F">
              <w:rPr>
                <w:sz w:val="24"/>
              </w:rPr>
              <w:t>педагогической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помощью</w:t>
            </w:r>
          </w:p>
        </w:tc>
        <w:tc>
          <w:tcPr>
            <w:tcW w:w="3260" w:type="dxa"/>
            <w:tcBorders>
              <w:top w:val="nil"/>
            </w:tcBorders>
          </w:tcPr>
          <w:p w:rsidR="006650AD" w:rsidRPr="00B87C9F" w:rsidRDefault="006650AD" w:rsidP="00BB1135">
            <w:pPr>
              <w:pStyle w:val="TableParagraph"/>
              <w:ind w:left="114" w:right="104" w:firstLine="1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Р (результат 1.8) = Nоб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АООП пп (количество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обучающихся по АООП, а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также обучающихся,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испытывающих</w:t>
            </w:r>
            <w:r w:rsidRPr="00B87C9F">
              <w:rPr>
                <w:i/>
                <w:spacing w:val="-5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трудности</w:t>
            </w:r>
            <w:r w:rsidRPr="00B87C9F">
              <w:rPr>
                <w:i/>
                <w:spacing w:val="-4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в</w:t>
            </w:r>
            <w:r w:rsidRPr="00B87C9F">
              <w:rPr>
                <w:i/>
                <w:spacing w:val="-57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освоении основных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общеобразовательных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программ, развитии и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социальной адаптации,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охваченных своевременной и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качественной психолого-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педагогической помощью)/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Nоб АООП (общее число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обучающихся</w:t>
            </w:r>
            <w:r w:rsidRPr="00B87C9F">
              <w:rPr>
                <w:i/>
                <w:spacing w:val="-3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по</w:t>
            </w:r>
            <w:r w:rsidRPr="00B87C9F">
              <w:rPr>
                <w:i/>
                <w:spacing w:val="-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АООП) х</w:t>
            </w:r>
          </w:p>
          <w:p w:rsidR="006650AD" w:rsidRPr="00B87C9F" w:rsidRDefault="006650AD" w:rsidP="00BB1135">
            <w:pPr>
              <w:rPr>
                <w:sz w:val="2"/>
                <w:szCs w:val="2"/>
              </w:rPr>
            </w:pPr>
            <w:r w:rsidRPr="00B87C9F">
              <w:rPr>
                <w:i/>
                <w:sz w:val="24"/>
              </w:rPr>
              <w:t>100%</w:t>
            </w:r>
          </w:p>
        </w:tc>
        <w:tc>
          <w:tcPr>
            <w:tcW w:w="1277" w:type="dxa"/>
            <w:tcBorders>
              <w:righ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56" w:lineRule="exact"/>
              <w:ind w:left="285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  <w:tc>
          <w:tcPr>
            <w:tcW w:w="1241" w:type="dxa"/>
            <w:tcBorders>
              <w:lef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56" w:lineRule="exact"/>
              <w:ind w:left="268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</w:tr>
      <w:tr w:rsidR="006650AD" w:rsidTr="00B87C9F">
        <w:trPr>
          <w:trHeight w:val="4140"/>
        </w:trPr>
        <w:tc>
          <w:tcPr>
            <w:tcW w:w="816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1.8.</w:t>
            </w:r>
          </w:p>
        </w:tc>
        <w:tc>
          <w:tcPr>
            <w:tcW w:w="2979" w:type="dxa"/>
          </w:tcPr>
          <w:p w:rsidR="006650AD" w:rsidRPr="00B87C9F" w:rsidRDefault="006650AD" w:rsidP="00BB1135">
            <w:pPr>
              <w:pStyle w:val="TableParagraph"/>
              <w:tabs>
                <w:tab w:val="left" w:pos="981"/>
                <w:tab w:val="left" w:pos="2761"/>
              </w:tabs>
              <w:ind w:right="96"/>
              <w:rPr>
                <w:sz w:val="24"/>
              </w:rPr>
            </w:pPr>
            <w:r w:rsidRPr="00B87C9F">
              <w:rPr>
                <w:sz w:val="24"/>
              </w:rPr>
              <w:t>Доля</w:t>
            </w:r>
            <w:r w:rsidRPr="00B87C9F">
              <w:rPr>
                <w:sz w:val="24"/>
              </w:rPr>
              <w:tab/>
              <w:t>обучающихся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2"/>
                <w:sz w:val="24"/>
              </w:rPr>
              <w:t>с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ограниченными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возможностями</w:t>
            </w:r>
            <w:r w:rsidRPr="00B87C9F">
              <w:rPr>
                <w:spacing w:val="48"/>
                <w:sz w:val="24"/>
              </w:rPr>
              <w:t xml:space="preserve"> </w:t>
            </w:r>
            <w:r w:rsidRPr="00B87C9F">
              <w:rPr>
                <w:sz w:val="24"/>
              </w:rPr>
              <w:t>здоровья,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участвующих</w:t>
            </w:r>
            <w:r w:rsidRPr="00B87C9F">
              <w:rPr>
                <w:spacing w:val="3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конкурсах,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олимпиадах,</w:t>
            </w:r>
          </w:p>
          <w:p w:rsidR="006650AD" w:rsidRPr="00B87C9F" w:rsidRDefault="006650AD" w:rsidP="00BB1135">
            <w:pPr>
              <w:pStyle w:val="TableParagraph"/>
              <w:tabs>
                <w:tab w:val="left" w:pos="2161"/>
              </w:tabs>
              <w:ind w:right="98"/>
              <w:rPr>
                <w:sz w:val="24"/>
              </w:rPr>
            </w:pPr>
            <w:r w:rsidRPr="00B87C9F">
              <w:rPr>
                <w:sz w:val="24"/>
              </w:rPr>
              <w:t>соревнованиях,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выставках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различного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2"/>
                <w:sz w:val="24"/>
              </w:rPr>
              <w:t>уровня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(муниципального,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регионального,</w:t>
            </w:r>
          </w:p>
          <w:p w:rsidR="006650AD" w:rsidRPr="00B87C9F" w:rsidRDefault="006650AD" w:rsidP="00BB1135">
            <w:pPr>
              <w:pStyle w:val="TableParagraph"/>
              <w:spacing w:line="264" w:lineRule="exact"/>
              <w:rPr>
                <w:sz w:val="24"/>
              </w:rPr>
            </w:pPr>
            <w:r w:rsidRPr="00B87C9F">
              <w:rPr>
                <w:sz w:val="24"/>
              </w:rPr>
              <w:t>федерального)</w:t>
            </w:r>
          </w:p>
        </w:tc>
        <w:tc>
          <w:tcPr>
            <w:tcW w:w="3260" w:type="dxa"/>
          </w:tcPr>
          <w:p w:rsidR="006650AD" w:rsidRPr="00B87C9F" w:rsidRDefault="006650AD" w:rsidP="00BB1135">
            <w:pPr>
              <w:pStyle w:val="TableParagraph"/>
              <w:ind w:left="112" w:right="101" w:firstLine="1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Р (результат 1.9) = Nоб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АООП к (количество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обучающихся с ОВЗ,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участвующих в конкурсах,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олимпиадах, соревнованиях,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выставках</w:t>
            </w:r>
            <w:r w:rsidRPr="00B87C9F">
              <w:rPr>
                <w:i/>
                <w:spacing w:val="-9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различного</w:t>
            </w:r>
            <w:r w:rsidRPr="00B87C9F">
              <w:rPr>
                <w:i/>
                <w:spacing w:val="-8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уровня</w:t>
            </w:r>
            <w:r w:rsidRPr="00B87C9F">
              <w:rPr>
                <w:i/>
                <w:spacing w:val="-57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(муниципального,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регионального,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федерального)/</w:t>
            </w:r>
          </w:p>
          <w:p w:rsidR="006650AD" w:rsidRPr="00B87C9F" w:rsidRDefault="006650AD" w:rsidP="00BB1135">
            <w:pPr>
              <w:pStyle w:val="TableParagraph"/>
              <w:ind w:left="480" w:right="311" w:firstLine="552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Nоб</w:t>
            </w:r>
            <w:r w:rsidRPr="00B87C9F">
              <w:rPr>
                <w:i/>
                <w:spacing w:val="-9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АООП</w:t>
            </w:r>
            <w:r w:rsidRPr="00B87C9F">
              <w:rPr>
                <w:i/>
                <w:spacing w:val="-7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(общее</w:t>
            </w:r>
            <w:r w:rsidRPr="00B87C9F">
              <w:rPr>
                <w:i/>
                <w:spacing w:val="-57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число</w:t>
            </w:r>
            <w:r w:rsidRPr="00B87C9F">
              <w:rPr>
                <w:i/>
                <w:spacing w:val="-2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обучающихся</w:t>
            </w:r>
            <w:r w:rsidRPr="00B87C9F">
              <w:rPr>
                <w:i/>
                <w:spacing w:val="-3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по</w:t>
            </w:r>
          </w:p>
          <w:p w:rsidR="006650AD" w:rsidRPr="00B87C9F" w:rsidRDefault="006650AD" w:rsidP="00BB1135">
            <w:pPr>
              <w:pStyle w:val="TableParagraph"/>
              <w:spacing w:line="264" w:lineRule="exact"/>
              <w:ind w:left="115" w:right="108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АООП)</w:t>
            </w:r>
            <w:r w:rsidRPr="00B87C9F">
              <w:rPr>
                <w:i/>
                <w:spacing w:val="-4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х</w:t>
            </w:r>
            <w:r w:rsidRPr="00B87C9F">
              <w:rPr>
                <w:i/>
                <w:spacing w:val="-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100%</w:t>
            </w:r>
          </w:p>
        </w:tc>
        <w:tc>
          <w:tcPr>
            <w:tcW w:w="1277" w:type="dxa"/>
            <w:tcBorders>
              <w:righ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60 %</w:t>
            </w:r>
          </w:p>
        </w:tc>
        <w:tc>
          <w:tcPr>
            <w:tcW w:w="1241" w:type="dxa"/>
            <w:tcBorders>
              <w:lef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60 %</w:t>
            </w:r>
          </w:p>
        </w:tc>
      </w:tr>
      <w:tr w:rsidR="006650AD" w:rsidTr="00B87C9F">
        <w:trPr>
          <w:trHeight w:val="5520"/>
        </w:trPr>
        <w:tc>
          <w:tcPr>
            <w:tcW w:w="816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1.9.</w:t>
            </w:r>
          </w:p>
        </w:tc>
        <w:tc>
          <w:tcPr>
            <w:tcW w:w="2979" w:type="dxa"/>
          </w:tcPr>
          <w:p w:rsidR="006650AD" w:rsidRPr="00B87C9F" w:rsidRDefault="006650AD" w:rsidP="00B87C9F">
            <w:pPr>
              <w:pStyle w:val="TableParagraph"/>
              <w:tabs>
                <w:tab w:val="left" w:pos="1259"/>
                <w:tab w:val="left" w:pos="1555"/>
                <w:tab w:val="left" w:pos="1651"/>
                <w:tab w:val="left" w:pos="2633"/>
              </w:tabs>
              <w:ind w:right="97"/>
              <w:rPr>
                <w:sz w:val="24"/>
              </w:rPr>
            </w:pPr>
            <w:r w:rsidRPr="00B87C9F">
              <w:rPr>
                <w:sz w:val="24"/>
              </w:rPr>
              <w:t>Доля</w:t>
            </w:r>
            <w:r w:rsidRPr="00B87C9F">
              <w:rPr>
                <w:sz w:val="24"/>
              </w:rPr>
              <w:tab/>
              <w:t>педагогических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работников,</w:t>
            </w:r>
            <w:r w:rsidRPr="00B87C9F">
              <w:rPr>
                <w:spacing w:val="43"/>
                <w:sz w:val="24"/>
              </w:rPr>
              <w:t xml:space="preserve"> </w:t>
            </w:r>
            <w:r w:rsidRPr="00B87C9F">
              <w:rPr>
                <w:sz w:val="24"/>
              </w:rPr>
              <w:t>реализующих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адаптированные</w:t>
            </w:r>
            <w:r w:rsidRPr="00B87C9F">
              <w:rPr>
                <w:spacing w:val="28"/>
                <w:sz w:val="24"/>
              </w:rPr>
              <w:t xml:space="preserve"> </w:t>
            </w:r>
            <w:r w:rsidRPr="00B87C9F">
              <w:rPr>
                <w:sz w:val="24"/>
              </w:rPr>
              <w:t>основные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общеобразовательные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программы,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прошедших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повышение</w:t>
            </w:r>
            <w:r w:rsidRPr="00B87C9F">
              <w:rPr>
                <w:spacing w:val="36"/>
                <w:sz w:val="24"/>
              </w:rPr>
              <w:t xml:space="preserve"> </w:t>
            </w:r>
            <w:r w:rsidRPr="00B87C9F">
              <w:rPr>
                <w:sz w:val="24"/>
              </w:rPr>
              <w:t>квалификации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по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программам,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направленным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2"/>
                <w:sz w:val="24"/>
              </w:rPr>
              <w:t>на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совершенствование</w:t>
            </w:r>
            <w:r w:rsidRPr="00B87C9F">
              <w:rPr>
                <w:spacing w:val="1"/>
                <w:sz w:val="24"/>
              </w:rPr>
              <w:t xml:space="preserve"> 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560"/>
                <w:tab w:val="left" w:pos="1942"/>
                <w:tab w:val="left" w:pos="2760"/>
              </w:tabs>
              <w:ind w:right="96"/>
              <w:rPr>
                <w:sz w:val="24"/>
              </w:rPr>
            </w:pPr>
            <w:r w:rsidRPr="00B87C9F">
              <w:rPr>
                <w:sz w:val="24"/>
              </w:rPr>
              <w:t>педагогического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сопровождение</w:t>
            </w:r>
            <w:r w:rsidRPr="00B87C9F">
              <w:rPr>
                <w:sz w:val="24"/>
              </w:rPr>
              <w:tab/>
              <w:t>детей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с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ограниченными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возможностями</w:t>
            </w:r>
            <w:r w:rsidRPr="00B87C9F">
              <w:rPr>
                <w:spacing w:val="45"/>
                <w:sz w:val="24"/>
              </w:rPr>
              <w:t xml:space="preserve"> </w:t>
            </w:r>
            <w:r w:rsidRPr="00B87C9F">
              <w:rPr>
                <w:sz w:val="24"/>
              </w:rPr>
              <w:t>здоровья,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обучение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технологиям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работы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с</w:t>
            </w:r>
            <w:r w:rsidRPr="00B87C9F">
              <w:rPr>
                <w:spacing w:val="-3"/>
                <w:sz w:val="24"/>
              </w:rPr>
              <w:t xml:space="preserve"> </w:t>
            </w:r>
            <w:r w:rsidRPr="00B87C9F">
              <w:rPr>
                <w:sz w:val="24"/>
              </w:rPr>
              <w:t>детьми с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ОВЗ</w:t>
            </w:r>
          </w:p>
        </w:tc>
        <w:tc>
          <w:tcPr>
            <w:tcW w:w="3260" w:type="dxa"/>
          </w:tcPr>
          <w:p w:rsidR="006650AD" w:rsidRPr="00B87C9F" w:rsidRDefault="006650AD" w:rsidP="00B87C9F">
            <w:pPr>
              <w:pStyle w:val="TableParagraph"/>
              <w:ind w:left="117" w:right="108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Р (результат 1.10) = Nпр пп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АООП (количество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педагогических работников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(в том числе специалистов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школьной службы ппс),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реализующих АООП,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прошедших повышение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квалификации по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программам, направленным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на совершенствование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психолого-педагогического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сопровождение детей с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ограниченными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возможностями здоровья,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обучение технологиям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работы с детьми с ОВЗ/ Nпр</w:t>
            </w:r>
            <w:r w:rsidRPr="00B87C9F">
              <w:rPr>
                <w:i/>
                <w:spacing w:val="-57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АООП (общее число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педагогических работников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ОО,</w:t>
            </w:r>
            <w:r w:rsidRPr="00B87C9F">
              <w:rPr>
                <w:i/>
                <w:spacing w:val="-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реализующих</w:t>
            </w:r>
            <w:r w:rsidRPr="00B87C9F">
              <w:rPr>
                <w:i/>
                <w:spacing w:val="-2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АООП)</w:t>
            </w:r>
            <w:r w:rsidRPr="00B87C9F">
              <w:rPr>
                <w:i/>
                <w:spacing w:val="-4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х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ind w:left="115" w:right="108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100%</w:t>
            </w:r>
          </w:p>
        </w:tc>
        <w:tc>
          <w:tcPr>
            <w:tcW w:w="1277" w:type="dxa"/>
            <w:tcBorders>
              <w:righ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  <w:tc>
          <w:tcPr>
            <w:tcW w:w="1241" w:type="dxa"/>
            <w:tcBorders>
              <w:lef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</w:tr>
    </w:tbl>
    <w:p w:rsidR="006650AD" w:rsidRDefault="006650AD">
      <w:pPr>
        <w:spacing w:line="268" w:lineRule="exact"/>
        <w:rPr>
          <w:sz w:val="24"/>
        </w:rPr>
      </w:pPr>
    </w:p>
    <w:p w:rsidR="006650AD" w:rsidRPr="00BB1135" w:rsidRDefault="006650AD" w:rsidP="00BB1135">
      <w:pPr>
        <w:rPr>
          <w:sz w:val="24"/>
        </w:rPr>
      </w:pPr>
    </w:p>
    <w:p w:rsidR="006650AD" w:rsidRDefault="006650AD" w:rsidP="00BB1135">
      <w:pPr>
        <w:tabs>
          <w:tab w:val="left" w:pos="1740"/>
        </w:tabs>
      </w:pPr>
      <w:r>
        <w:tab/>
        <w:t>2. Критерии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показатели</w:t>
      </w:r>
      <w:r>
        <w:rPr>
          <w:spacing w:val="-3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процесса:</w:t>
      </w:r>
    </w:p>
    <w:p w:rsidR="006650AD" w:rsidRDefault="006650AD">
      <w:pPr>
        <w:pStyle w:val="BodyText"/>
        <w:ind w:left="0"/>
        <w:jc w:val="left"/>
      </w:pPr>
    </w:p>
    <w:p w:rsidR="006650AD" w:rsidRDefault="006650AD">
      <w:pPr>
        <w:pStyle w:val="ListParagraph"/>
        <w:numPr>
          <w:ilvl w:val="2"/>
          <w:numId w:val="7"/>
        </w:numPr>
        <w:tabs>
          <w:tab w:val="left" w:pos="1675"/>
          <w:tab w:val="left" w:pos="3511"/>
          <w:tab w:val="left" w:pos="4723"/>
          <w:tab w:val="left" w:pos="6699"/>
          <w:tab w:val="left" w:pos="8138"/>
          <w:tab w:val="left" w:pos="9781"/>
        </w:tabs>
        <w:ind w:right="409" w:firstLine="707"/>
        <w:rPr>
          <w:sz w:val="24"/>
        </w:rPr>
      </w:pPr>
      <w:r>
        <w:rPr>
          <w:sz w:val="24"/>
        </w:rPr>
        <w:t>Положительная</w:t>
      </w:r>
      <w:r>
        <w:rPr>
          <w:sz w:val="24"/>
        </w:rPr>
        <w:tab/>
        <w:t>динамика</w:t>
      </w:r>
      <w:r>
        <w:rPr>
          <w:sz w:val="24"/>
        </w:rPr>
        <w:tab/>
        <w:t>образовательных</w:t>
      </w:r>
      <w:r>
        <w:rPr>
          <w:sz w:val="24"/>
        </w:rPr>
        <w:tab/>
        <w:t>результатов,</w:t>
      </w:r>
      <w:r>
        <w:rPr>
          <w:sz w:val="24"/>
        </w:rPr>
        <w:tab/>
        <w:t>обучающихся</w:t>
      </w:r>
      <w:r>
        <w:rPr>
          <w:sz w:val="24"/>
        </w:rPr>
        <w:tab/>
      </w:r>
      <w:r>
        <w:rPr>
          <w:spacing w:val="-2"/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сравнении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-1"/>
          <w:sz w:val="24"/>
        </w:rPr>
        <w:t xml:space="preserve"> </w:t>
      </w:r>
      <w:r>
        <w:rPr>
          <w:sz w:val="24"/>
        </w:rPr>
        <w:t>к началу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 развития</w:t>
      </w:r>
    </w:p>
    <w:p w:rsidR="006650AD" w:rsidRDefault="006650AD">
      <w:pPr>
        <w:pStyle w:val="BodyText"/>
        <w:spacing w:before="1"/>
        <w:ind w:left="1201"/>
        <w:jc w:val="left"/>
      </w:pPr>
      <w:r>
        <w:t>повышение</w:t>
      </w:r>
      <w:r>
        <w:rPr>
          <w:spacing w:val="-4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>
        <w:t>обученности:</w:t>
      </w:r>
    </w:p>
    <w:p w:rsidR="006650AD" w:rsidRDefault="006650AD">
      <w:pPr>
        <w:pStyle w:val="BodyText"/>
        <w:spacing w:before="1"/>
        <w:ind w:left="1201"/>
        <w:jc w:val="left"/>
      </w:pPr>
    </w:p>
    <w:p w:rsidR="006650AD" w:rsidRDefault="006650AD">
      <w:pPr>
        <w:pStyle w:val="BodyText"/>
        <w:spacing w:before="1"/>
        <w:ind w:left="1201"/>
        <w:jc w:val="left"/>
      </w:pPr>
    </w:p>
    <w:p w:rsidR="006650AD" w:rsidRDefault="006650AD">
      <w:pPr>
        <w:pStyle w:val="BodyText"/>
        <w:spacing w:before="1"/>
        <w:ind w:left="1201"/>
        <w:jc w:val="left"/>
      </w:pPr>
    </w:p>
    <w:p w:rsidR="006650AD" w:rsidRDefault="006650AD">
      <w:pPr>
        <w:pStyle w:val="BodyText"/>
        <w:spacing w:before="1"/>
        <w:ind w:left="1201"/>
        <w:jc w:val="left"/>
      </w:pPr>
    </w:p>
    <w:p w:rsidR="006650AD" w:rsidRDefault="006650AD">
      <w:pPr>
        <w:pStyle w:val="BodyText"/>
        <w:spacing w:before="1"/>
        <w:ind w:left="1201"/>
        <w:jc w:val="left"/>
      </w:pPr>
    </w:p>
    <w:p w:rsidR="006650AD" w:rsidRDefault="006650AD">
      <w:pPr>
        <w:pStyle w:val="BodyText"/>
        <w:spacing w:before="1"/>
        <w:ind w:left="1201"/>
        <w:jc w:val="left"/>
      </w:pPr>
    </w:p>
    <w:p w:rsidR="006650AD" w:rsidRDefault="006650AD">
      <w:pPr>
        <w:pStyle w:val="BodyText"/>
        <w:spacing w:before="1"/>
        <w:ind w:left="1201"/>
        <w:jc w:val="left"/>
      </w:pPr>
    </w:p>
    <w:p w:rsidR="006650AD" w:rsidRDefault="006650AD">
      <w:pPr>
        <w:pStyle w:val="BodyText"/>
        <w:spacing w:before="1"/>
        <w:ind w:left="1201"/>
        <w:jc w:val="left"/>
      </w:pPr>
    </w:p>
    <w:p w:rsidR="006650AD" w:rsidRDefault="006650AD">
      <w:pPr>
        <w:pStyle w:val="BodyText"/>
        <w:spacing w:before="1"/>
        <w:ind w:left="1201"/>
        <w:jc w:val="left"/>
      </w:pPr>
    </w:p>
    <w:p w:rsidR="006650AD" w:rsidRDefault="006650AD">
      <w:pPr>
        <w:pStyle w:val="BodyText"/>
        <w:spacing w:before="7" w:after="1"/>
        <w:ind w:left="0"/>
        <w:jc w:val="left"/>
      </w:pPr>
    </w:p>
    <w:tbl>
      <w:tblPr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16"/>
        <w:gridCol w:w="2979"/>
        <w:gridCol w:w="3260"/>
        <w:gridCol w:w="1277"/>
        <w:gridCol w:w="1241"/>
      </w:tblGrid>
      <w:tr w:rsidR="006650AD" w:rsidTr="00B87C9F">
        <w:trPr>
          <w:trHeight w:val="277"/>
        </w:trPr>
        <w:tc>
          <w:tcPr>
            <w:tcW w:w="816" w:type="dxa"/>
            <w:vMerge w:val="restart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№</w:t>
            </w:r>
          </w:p>
          <w:p w:rsidR="006650AD" w:rsidRPr="00B87C9F" w:rsidRDefault="006650AD" w:rsidP="00B87C9F">
            <w:pPr>
              <w:pStyle w:val="TableParagraph"/>
              <w:spacing w:line="273" w:lineRule="exact"/>
              <w:ind w:left="224" w:right="21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п/п</w:t>
            </w:r>
          </w:p>
        </w:tc>
        <w:tc>
          <w:tcPr>
            <w:tcW w:w="2979" w:type="dxa"/>
            <w:vMerge w:val="restart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150"/>
              <w:rPr>
                <w:sz w:val="24"/>
              </w:rPr>
            </w:pPr>
            <w:r w:rsidRPr="00B87C9F">
              <w:rPr>
                <w:sz w:val="24"/>
              </w:rPr>
              <w:t>Наименование</w:t>
            </w:r>
            <w:r w:rsidRPr="00B87C9F">
              <w:rPr>
                <w:spacing w:val="-6"/>
                <w:sz w:val="24"/>
              </w:rPr>
              <w:t xml:space="preserve"> </w:t>
            </w:r>
            <w:r w:rsidRPr="00B87C9F">
              <w:rPr>
                <w:sz w:val="24"/>
              </w:rPr>
              <w:t>показателя</w:t>
            </w:r>
          </w:p>
        </w:tc>
        <w:tc>
          <w:tcPr>
            <w:tcW w:w="3260" w:type="dxa"/>
            <w:vMerge w:val="restart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113" w:right="10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Методика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определения</w:t>
            </w:r>
          </w:p>
          <w:p w:rsidR="006650AD" w:rsidRPr="00B87C9F" w:rsidRDefault="006650AD" w:rsidP="00B87C9F">
            <w:pPr>
              <w:pStyle w:val="TableParagraph"/>
              <w:spacing w:line="273" w:lineRule="exact"/>
              <w:ind w:left="114" w:right="10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результата</w:t>
            </w:r>
          </w:p>
        </w:tc>
        <w:tc>
          <w:tcPr>
            <w:tcW w:w="2518" w:type="dxa"/>
            <w:gridSpan w:val="2"/>
          </w:tcPr>
          <w:p w:rsidR="006650AD" w:rsidRPr="00B87C9F" w:rsidRDefault="006650AD" w:rsidP="00B87C9F">
            <w:pPr>
              <w:pStyle w:val="TableParagraph"/>
              <w:spacing w:line="258" w:lineRule="exact"/>
              <w:ind w:left="196"/>
              <w:rPr>
                <w:sz w:val="24"/>
              </w:rPr>
            </w:pPr>
            <w:r w:rsidRPr="00B87C9F">
              <w:rPr>
                <w:sz w:val="24"/>
              </w:rPr>
              <w:t>Значение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показателя</w:t>
            </w:r>
          </w:p>
        </w:tc>
      </w:tr>
      <w:tr w:rsidR="006650AD" w:rsidTr="00B87C9F">
        <w:trPr>
          <w:trHeight w:val="275"/>
        </w:trPr>
        <w:tc>
          <w:tcPr>
            <w:tcW w:w="816" w:type="dxa"/>
            <w:vMerge/>
            <w:tcBorders>
              <w:top w:val="nil"/>
            </w:tcBorders>
          </w:tcPr>
          <w:p w:rsidR="006650AD" w:rsidRPr="00B87C9F" w:rsidRDefault="006650AD"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  <w:vMerge/>
            <w:tcBorders>
              <w:top w:val="nil"/>
            </w:tcBorders>
          </w:tcPr>
          <w:p w:rsidR="006650AD" w:rsidRPr="00B87C9F" w:rsidRDefault="006650AD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6650AD" w:rsidRPr="00B87C9F" w:rsidRDefault="006650AD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righ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56" w:lineRule="exact"/>
              <w:ind w:left="285"/>
              <w:rPr>
                <w:sz w:val="24"/>
              </w:rPr>
            </w:pPr>
            <w:r w:rsidRPr="00B87C9F">
              <w:rPr>
                <w:sz w:val="24"/>
              </w:rPr>
              <w:t>2021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г.</w:t>
            </w:r>
          </w:p>
        </w:tc>
        <w:tc>
          <w:tcPr>
            <w:tcW w:w="1241" w:type="dxa"/>
            <w:tcBorders>
              <w:lef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56" w:lineRule="exact"/>
              <w:ind w:left="268"/>
              <w:rPr>
                <w:sz w:val="24"/>
              </w:rPr>
            </w:pPr>
            <w:r w:rsidRPr="00B87C9F">
              <w:rPr>
                <w:sz w:val="24"/>
              </w:rPr>
              <w:t>2024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г.</w:t>
            </w:r>
          </w:p>
        </w:tc>
      </w:tr>
      <w:tr w:rsidR="006650AD" w:rsidTr="00B87C9F">
        <w:trPr>
          <w:trHeight w:val="2760"/>
        </w:trPr>
        <w:tc>
          <w:tcPr>
            <w:tcW w:w="816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2.1.</w:t>
            </w:r>
          </w:p>
        </w:tc>
        <w:tc>
          <w:tcPr>
            <w:tcW w:w="2979" w:type="dxa"/>
          </w:tcPr>
          <w:p w:rsidR="006650AD" w:rsidRPr="00B87C9F" w:rsidRDefault="006650AD" w:rsidP="00B87C9F">
            <w:pPr>
              <w:pStyle w:val="TableParagraph"/>
              <w:tabs>
                <w:tab w:val="left" w:pos="912"/>
                <w:tab w:val="left" w:pos="1537"/>
                <w:tab w:val="left" w:pos="1707"/>
                <w:tab w:val="left" w:pos="2619"/>
              </w:tabs>
              <w:ind w:right="94"/>
              <w:rPr>
                <w:sz w:val="24"/>
              </w:rPr>
            </w:pPr>
            <w:r w:rsidRPr="00B87C9F">
              <w:rPr>
                <w:sz w:val="24"/>
              </w:rPr>
              <w:t>Доля</w:t>
            </w:r>
            <w:r w:rsidRPr="00B87C9F">
              <w:rPr>
                <w:sz w:val="24"/>
              </w:rPr>
              <w:tab/>
              <w:t>обучающихся</w:t>
            </w:r>
            <w:r w:rsidRPr="00B87C9F">
              <w:rPr>
                <w:sz w:val="24"/>
              </w:rPr>
              <w:tab/>
              <w:t>по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основной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общеобразовательной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программе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  <w:t>начального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общего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  <w:t>образования,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успевающих</w:t>
            </w:r>
            <w:r w:rsidRPr="00B87C9F">
              <w:rPr>
                <w:spacing w:val="41"/>
                <w:sz w:val="24"/>
              </w:rPr>
              <w:t xml:space="preserve"> </w:t>
            </w:r>
            <w:r w:rsidRPr="00B87C9F">
              <w:rPr>
                <w:sz w:val="24"/>
              </w:rPr>
              <w:t>на</w:t>
            </w:r>
            <w:r w:rsidRPr="00B87C9F">
              <w:rPr>
                <w:spacing w:val="43"/>
                <w:sz w:val="24"/>
              </w:rPr>
              <w:t xml:space="preserve"> </w:t>
            </w:r>
            <w:r w:rsidRPr="00B87C9F">
              <w:rPr>
                <w:sz w:val="24"/>
              </w:rPr>
              <w:t>«хорошо»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4"/>
                <w:sz w:val="24"/>
              </w:rPr>
              <w:t xml:space="preserve"> </w:t>
            </w:r>
            <w:r w:rsidRPr="00B87C9F">
              <w:rPr>
                <w:sz w:val="24"/>
              </w:rPr>
              <w:t>«отлично»</w:t>
            </w:r>
          </w:p>
        </w:tc>
        <w:tc>
          <w:tcPr>
            <w:tcW w:w="3260" w:type="dxa"/>
          </w:tcPr>
          <w:p w:rsidR="006650AD" w:rsidRPr="00B87C9F" w:rsidRDefault="006650AD" w:rsidP="00B87C9F">
            <w:pPr>
              <w:pStyle w:val="TableParagraph"/>
              <w:ind w:left="160" w:right="151" w:firstLine="1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Р(результат 2.1) = Nоб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но(количество</w:t>
            </w:r>
            <w:r w:rsidRPr="00B87C9F">
              <w:rPr>
                <w:i/>
                <w:spacing w:val="-9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обучающихся</w:t>
            </w:r>
            <w:r w:rsidRPr="00B87C9F">
              <w:rPr>
                <w:i/>
                <w:spacing w:val="-57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по основной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общеобразовательной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программе начального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общего образования,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успевающих</w:t>
            </w:r>
            <w:r w:rsidRPr="00B87C9F">
              <w:rPr>
                <w:i/>
                <w:spacing w:val="-2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на</w:t>
            </w:r>
            <w:r w:rsidRPr="00B87C9F">
              <w:rPr>
                <w:i/>
                <w:spacing w:val="-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«хорошо» и</w:t>
            </w:r>
          </w:p>
          <w:p w:rsidR="006650AD" w:rsidRPr="00B87C9F" w:rsidRDefault="006650AD" w:rsidP="00B87C9F">
            <w:pPr>
              <w:pStyle w:val="TableParagraph"/>
              <w:spacing w:line="270" w:lineRule="atLeast"/>
              <w:ind w:left="112" w:right="100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«отлично» / Nоб (общая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численность</w:t>
            </w:r>
            <w:r w:rsidRPr="00B87C9F">
              <w:rPr>
                <w:i/>
                <w:spacing w:val="-5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обучающихся</w:t>
            </w:r>
            <w:r w:rsidRPr="00B87C9F">
              <w:rPr>
                <w:i/>
                <w:spacing w:val="-4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по</w:t>
            </w:r>
            <w:r w:rsidRPr="00B87C9F">
              <w:rPr>
                <w:i/>
                <w:spacing w:val="-57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НОО)</w:t>
            </w:r>
            <w:r w:rsidRPr="00B87C9F">
              <w:rPr>
                <w:i/>
                <w:spacing w:val="-3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х</w:t>
            </w:r>
            <w:r w:rsidRPr="00B87C9F">
              <w:rPr>
                <w:i/>
                <w:spacing w:val="-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100%</w:t>
            </w:r>
          </w:p>
        </w:tc>
        <w:tc>
          <w:tcPr>
            <w:tcW w:w="1277" w:type="dxa"/>
            <w:tcBorders>
              <w:righ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 xml:space="preserve"> 46%</w:t>
            </w:r>
          </w:p>
        </w:tc>
        <w:tc>
          <w:tcPr>
            <w:tcW w:w="1241" w:type="dxa"/>
            <w:tcBorders>
              <w:lef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65 %</w:t>
            </w:r>
          </w:p>
        </w:tc>
      </w:tr>
      <w:tr w:rsidR="006650AD" w:rsidTr="00B87C9F">
        <w:trPr>
          <w:trHeight w:val="2759"/>
        </w:trPr>
        <w:tc>
          <w:tcPr>
            <w:tcW w:w="816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2.2.</w:t>
            </w:r>
          </w:p>
        </w:tc>
        <w:tc>
          <w:tcPr>
            <w:tcW w:w="2979" w:type="dxa"/>
          </w:tcPr>
          <w:p w:rsidR="006650AD" w:rsidRPr="00B87C9F" w:rsidRDefault="006650AD" w:rsidP="00B87C9F">
            <w:pPr>
              <w:pStyle w:val="TableParagraph"/>
              <w:tabs>
                <w:tab w:val="left" w:pos="912"/>
                <w:tab w:val="left" w:pos="1537"/>
                <w:tab w:val="left" w:pos="1811"/>
                <w:tab w:val="left" w:pos="2619"/>
              </w:tabs>
              <w:ind w:right="95"/>
              <w:rPr>
                <w:sz w:val="24"/>
              </w:rPr>
            </w:pPr>
            <w:r w:rsidRPr="00B87C9F">
              <w:rPr>
                <w:sz w:val="24"/>
              </w:rPr>
              <w:t>Доля</w:t>
            </w:r>
            <w:r w:rsidRPr="00B87C9F">
              <w:rPr>
                <w:sz w:val="24"/>
              </w:rPr>
              <w:tab/>
              <w:t>обучающихся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по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основной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общеобразовательной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программе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  <w:t>основного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общего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образования,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успевающих</w:t>
            </w:r>
            <w:r w:rsidRPr="00B87C9F">
              <w:rPr>
                <w:spacing w:val="43"/>
                <w:sz w:val="24"/>
              </w:rPr>
              <w:t xml:space="preserve"> </w:t>
            </w:r>
            <w:r w:rsidRPr="00B87C9F">
              <w:rPr>
                <w:sz w:val="24"/>
              </w:rPr>
              <w:t>на</w:t>
            </w:r>
            <w:r w:rsidRPr="00B87C9F">
              <w:rPr>
                <w:spacing w:val="40"/>
                <w:sz w:val="24"/>
              </w:rPr>
              <w:t xml:space="preserve"> </w:t>
            </w:r>
            <w:r w:rsidRPr="00B87C9F">
              <w:rPr>
                <w:sz w:val="24"/>
              </w:rPr>
              <w:t>«хорошо»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и</w:t>
            </w:r>
            <w:r w:rsidRPr="00B87C9F">
              <w:rPr>
                <w:spacing w:val="4"/>
                <w:sz w:val="24"/>
              </w:rPr>
              <w:t xml:space="preserve"> </w:t>
            </w:r>
            <w:r w:rsidRPr="00B87C9F">
              <w:rPr>
                <w:sz w:val="24"/>
              </w:rPr>
              <w:t>«отлично»</w:t>
            </w:r>
          </w:p>
        </w:tc>
        <w:tc>
          <w:tcPr>
            <w:tcW w:w="3260" w:type="dxa"/>
          </w:tcPr>
          <w:p w:rsidR="006650AD" w:rsidRPr="00B87C9F" w:rsidRDefault="006650AD" w:rsidP="00B87C9F">
            <w:pPr>
              <w:pStyle w:val="TableParagraph"/>
              <w:ind w:left="116" w:right="108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Р(результат 2.2) = Nоб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оо(количество обучающихся</w:t>
            </w:r>
            <w:r w:rsidRPr="00B87C9F">
              <w:rPr>
                <w:i/>
                <w:spacing w:val="-57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по основной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общеобразовательной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программе</w:t>
            </w:r>
            <w:r w:rsidRPr="00B87C9F">
              <w:rPr>
                <w:i/>
                <w:spacing w:val="-10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основного</w:t>
            </w:r>
            <w:r w:rsidRPr="00B87C9F">
              <w:rPr>
                <w:i/>
                <w:spacing w:val="-8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общего</w:t>
            </w:r>
            <w:r w:rsidRPr="00B87C9F">
              <w:rPr>
                <w:i/>
                <w:spacing w:val="-57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образования,</w:t>
            </w:r>
            <w:r w:rsidRPr="00B87C9F">
              <w:rPr>
                <w:i/>
                <w:spacing w:val="-2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успевающих</w:t>
            </w:r>
            <w:r w:rsidRPr="00B87C9F">
              <w:rPr>
                <w:i/>
                <w:spacing w:val="-3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на</w:t>
            </w:r>
          </w:p>
          <w:p w:rsidR="006650AD" w:rsidRPr="00B87C9F" w:rsidRDefault="006650AD" w:rsidP="00B87C9F">
            <w:pPr>
              <w:pStyle w:val="TableParagraph"/>
              <w:ind w:left="117" w:right="104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«хорошо» и «отлично» / Nоб</w:t>
            </w:r>
            <w:r w:rsidRPr="00B87C9F">
              <w:rPr>
                <w:i/>
                <w:spacing w:val="-57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(общая численность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обучающихся</w:t>
            </w:r>
            <w:r w:rsidRPr="00B87C9F">
              <w:rPr>
                <w:i/>
                <w:spacing w:val="-2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по ООО)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х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ind w:left="115" w:right="108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100%</w:t>
            </w:r>
          </w:p>
        </w:tc>
        <w:tc>
          <w:tcPr>
            <w:tcW w:w="1277" w:type="dxa"/>
            <w:tcBorders>
              <w:righ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23 %</w:t>
            </w:r>
          </w:p>
        </w:tc>
        <w:tc>
          <w:tcPr>
            <w:tcW w:w="1241" w:type="dxa"/>
            <w:tcBorders>
              <w:lef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40 %</w:t>
            </w:r>
          </w:p>
        </w:tc>
      </w:tr>
      <w:tr w:rsidR="006650AD" w:rsidTr="00B87C9F">
        <w:trPr>
          <w:trHeight w:val="3036"/>
        </w:trPr>
        <w:tc>
          <w:tcPr>
            <w:tcW w:w="816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2.3.</w:t>
            </w:r>
          </w:p>
        </w:tc>
        <w:tc>
          <w:tcPr>
            <w:tcW w:w="2979" w:type="dxa"/>
          </w:tcPr>
          <w:p w:rsidR="006650AD" w:rsidRPr="00B87C9F" w:rsidRDefault="006650AD" w:rsidP="00B87C9F">
            <w:pPr>
              <w:pStyle w:val="TableParagraph"/>
              <w:tabs>
                <w:tab w:val="left" w:pos="1389"/>
                <w:tab w:val="left" w:pos="2199"/>
                <w:tab w:val="left" w:pos="2738"/>
              </w:tabs>
              <w:ind w:right="97"/>
              <w:jc w:val="both"/>
              <w:rPr>
                <w:sz w:val="24"/>
              </w:rPr>
            </w:pPr>
            <w:r w:rsidRPr="00B87C9F">
              <w:rPr>
                <w:sz w:val="24"/>
              </w:rPr>
              <w:t>Доля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обучающихся,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участвующих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в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предметных</w:t>
            </w:r>
            <w:r w:rsidRPr="00B87C9F">
              <w:rPr>
                <w:spacing w:val="61"/>
                <w:sz w:val="24"/>
              </w:rPr>
              <w:t xml:space="preserve"> </w:t>
            </w:r>
            <w:r w:rsidRPr="00B87C9F">
              <w:rPr>
                <w:sz w:val="24"/>
              </w:rPr>
              <w:t>олимпиадах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(в том числе на школьном,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муниципальном</w:t>
            </w:r>
            <w:r w:rsidRPr="00B87C9F">
              <w:rPr>
                <w:sz w:val="24"/>
              </w:rPr>
              <w:tab/>
            </w:r>
            <w:r w:rsidRPr="00B87C9F">
              <w:rPr>
                <w:sz w:val="24"/>
              </w:rPr>
              <w:tab/>
            </w:r>
            <w:r w:rsidRPr="00B87C9F">
              <w:rPr>
                <w:spacing w:val="-2"/>
                <w:sz w:val="24"/>
              </w:rPr>
              <w:t>и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региональном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этапах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Всероссийской</w:t>
            </w:r>
          </w:p>
          <w:p w:rsidR="006650AD" w:rsidRPr="00B87C9F" w:rsidRDefault="006650AD" w:rsidP="00B87C9F">
            <w:pPr>
              <w:pStyle w:val="TableParagraph"/>
              <w:ind w:right="100"/>
              <w:jc w:val="both"/>
              <w:rPr>
                <w:sz w:val="24"/>
              </w:rPr>
            </w:pPr>
            <w:r w:rsidRPr="00B87C9F">
              <w:rPr>
                <w:sz w:val="24"/>
              </w:rPr>
              <w:t>олимпиады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школьников),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конкурсах,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соревнованиях</w:t>
            </w:r>
          </w:p>
        </w:tc>
        <w:tc>
          <w:tcPr>
            <w:tcW w:w="3260" w:type="dxa"/>
          </w:tcPr>
          <w:p w:rsidR="006650AD" w:rsidRPr="00B87C9F" w:rsidRDefault="006650AD" w:rsidP="00B87C9F">
            <w:pPr>
              <w:pStyle w:val="TableParagraph"/>
              <w:ind w:left="139" w:right="128" w:hanging="1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Р(результат 2.4) = Nоб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ол(количество</w:t>
            </w:r>
            <w:r w:rsidRPr="00B87C9F">
              <w:rPr>
                <w:i/>
                <w:spacing w:val="-1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обучающихся,</w:t>
            </w:r>
            <w:r w:rsidRPr="00B87C9F">
              <w:rPr>
                <w:i/>
                <w:spacing w:val="-57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участвующих в предметных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олимпиадах (в том числе на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школьном, муниципальном и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региональном этапах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Всероссийской олимпиады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школьников), конкурсах,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соревнованиях)/ Nоб (общая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численность</w:t>
            </w:r>
            <w:r w:rsidRPr="00B87C9F">
              <w:rPr>
                <w:i/>
                <w:spacing w:val="-2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обучающихся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ind w:left="113" w:right="108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ОО)</w:t>
            </w:r>
            <w:r w:rsidRPr="00B87C9F">
              <w:rPr>
                <w:i/>
                <w:spacing w:val="-3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х</w:t>
            </w:r>
            <w:r w:rsidRPr="00B87C9F">
              <w:rPr>
                <w:i/>
                <w:spacing w:val="-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100%</w:t>
            </w:r>
          </w:p>
        </w:tc>
        <w:tc>
          <w:tcPr>
            <w:tcW w:w="1277" w:type="dxa"/>
            <w:tcBorders>
              <w:righ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80 %</w:t>
            </w:r>
          </w:p>
        </w:tc>
        <w:tc>
          <w:tcPr>
            <w:tcW w:w="1241" w:type="dxa"/>
            <w:tcBorders>
              <w:lef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80 %</w:t>
            </w:r>
          </w:p>
        </w:tc>
      </w:tr>
    </w:tbl>
    <w:p w:rsidR="006650AD" w:rsidRDefault="006650AD">
      <w:pPr>
        <w:spacing w:line="268" w:lineRule="exact"/>
        <w:rPr>
          <w:sz w:val="24"/>
        </w:rPr>
        <w:sectPr w:rsidR="006650AD">
          <w:pgSz w:w="11910" w:h="16840"/>
          <w:pgMar w:top="1040" w:right="440" w:bottom="1180" w:left="1160" w:header="0" w:footer="976" w:gutter="0"/>
          <w:cols w:space="720"/>
        </w:sectPr>
      </w:pPr>
    </w:p>
    <w:p w:rsidR="006650AD" w:rsidRDefault="006650AD">
      <w:pPr>
        <w:pStyle w:val="BodyText"/>
        <w:spacing w:before="9"/>
        <w:ind w:left="0"/>
        <w:jc w:val="left"/>
        <w:rPr>
          <w:sz w:val="14"/>
        </w:rPr>
      </w:pPr>
    </w:p>
    <w:p w:rsidR="006650AD" w:rsidRDefault="006650AD">
      <w:pPr>
        <w:pStyle w:val="ListParagraph"/>
        <w:numPr>
          <w:ilvl w:val="2"/>
          <w:numId w:val="7"/>
        </w:numPr>
        <w:tabs>
          <w:tab w:val="left" w:pos="1675"/>
        </w:tabs>
        <w:spacing w:before="92"/>
        <w:ind w:left="1674" w:hanging="425"/>
        <w:rPr>
          <w:sz w:val="24"/>
        </w:rPr>
      </w:pPr>
      <w:r>
        <w:rPr>
          <w:sz w:val="24"/>
        </w:rPr>
        <w:t>Конкурентоспособность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выпускников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школы</w:t>
      </w:r>
    </w:p>
    <w:p w:rsidR="006650AD" w:rsidRDefault="006650AD">
      <w:pPr>
        <w:pStyle w:val="BodyText"/>
        <w:spacing w:before="8"/>
        <w:ind w:left="0"/>
        <w:jc w:val="left"/>
      </w:pPr>
    </w:p>
    <w:tbl>
      <w:tblPr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16"/>
        <w:gridCol w:w="2979"/>
        <w:gridCol w:w="3260"/>
        <w:gridCol w:w="1277"/>
        <w:gridCol w:w="1241"/>
      </w:tblGrid>
      <w:tr w:rsidR="006650AD" w:rsidTr="00B87C9F">
        <w:trPr>
          <w:trHeight w:val="275"/>
        </w:trPr>
        <w:tc>
          <w:tcPr>
            <w:tcW w:w="816" w:type="dxa"/>
            <w:vMerge w:val="restart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№</w:t>
            </w:r>
          </w:p>
          <w:p w:rsidR="006650AD" w:rsidRPr="00B87C9F" w:rsidRDefault="006650AD" w:rsidP="00B87C9F">
            <w:pPr>
              <w:pStyle w:val="TableParagraph"/>
              <w:spacing w:line="273" w:lineRule="exact"/>
              <w:ind w:left="224" w:right="21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п/п</w:t>
            </w:r>
          </w:p>
        </w:tc>
        <w:tc>
          <w:tcPr>
            <w:tcW w:w="2979" w:type="dxa"/>
            <w:vMerge w:val="restart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50"/>
              <w:rPr>
                <w:sz w:val="24"/>
              </w:rPr>
            </w:pPr>
            <w:r w:rsidRPr="00B87C9F">
              <w:rPr>
                <w:sz w:val="24"/>
              </w:rPr>
              <w:t>Наименование</w:t>
            </w:r>
            <w:r w:rsidRPr="00B87C9F">
              <w:rPr>
                <w:spacing w:val="-5"/>
                <w:sz w:val="24"/>
              </w:rPr>
              <w:t xml:space="preserve"> </w:t>
            </w:r>
            <w:r w:rsidRPr="00B87C9F">
              <w:rPr>
                <w:sz w:val="24"/>
              </w:rPr>
              <w:t>показателя</w:t>
            </w:r>
          </w:p>
        </w:tc>
        <w:tc>
          <w:tcPr>
            <w:tcW w:w="3260" w:type="dxa"/>
            <w:vMerge w:val="restart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13" w:right="10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Методика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определения</w:t>
            </w:r>
          </w:p>
          <w:p w:rsidR="006650AD" w:rsidRPr="00B87C9F" w:rsidRDefault="006650AD" w:rsidP="00B87C9F">
            <w:pPr>
              <w:pStyle w:val="TableParagraph"/>
              <w:spacing w:line="273" w:lineRule="exact"/>
              <w:ind w:left="114" w:right="10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результата</w:t>
            </w:r>
          </w:p>
        </w:tc>
        <w:tc>
          <w:tcPr>
            <w:tcW w:w="2518" w:type="dxa"/>
            <w:gridSpan w:val="2"/>
          </w:tcPr>
          <w:p w:rsidR="006650AD" w:rsidRPr="00B87C9F" w:rsidRDefault="006650AD" w:rsidP="00B87C9F">
            <w:pPr>
              <w:pStyle w:val="TableParagraph"/>
              <w:spacing w:line="256" w:lineRule="exact"/>
              <w:ind w:left="196"/>
              <w:rPr>
                <w:sz w:val="24"/>
              </w:rPr>
            </w:pPr>
            <w:r w:rsidRPr="00B87C9F">
              <w:rPr>
                <w:sz w:val="24"/>
              </w:rPr>
              <w:t>Значение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показателя</w:t>
            </w:r>
          </w:p>
        </w:tc>
      </w:tr>
      <w:tr w:rsidR="006650AD" w:rsidTr="00B87C9F">
        <w:trPr>
          <w:trHeight w:val="275"/>
        </w:trPr>
        <w:tc>
          <w:tcPr>
            <w:tcW w:w="816" w:type="dxa"/>
            <w:vMerge/>
            <w:tcBorders>
              <w:top w:val="nil"/>
            </w:tcBorders>
          </w:tcPr>
          <w:p w:rsidR="006650AD" w:rsidRPr="00B87C9F" w:rsidRDefault="006650AD"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  <w:vMerge/>
            <w:tcBorders>
              <w:top w:val="nil"/>
            </w:tcBorders>
          </w:tcPr>
          <w:p w:rsidR="006650AD" w:rsidRPr="00B87C9F" w:rsidRDefault="006650AD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6650AD" w:rsidRPr="00B87C9F" w:rsidRDefault="006650AD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righ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56" w:lineRule="exact"/>
              <w:ind w:left="285"/>
              <w:rPr>
                <w:sz w:val="24"/>
              </w:rPr>
            </w:pPr>
            <w:r w:rsidRPr="00B87C9F">
              <w:rPr>
                <w:sz w:val="24"/>
              </w:rPr>
              <w:t>2021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г.</w:t>
            </w:r>
          </w:p>
        </w:tc>
        <w:tc>
          <w:tcPr>
            <w:tcW w:w="1241" w:type="dxa"/>
            <w:tcBorders>
              <w:lef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56" w:lineRule="exact"/>
              <w:ind w:left="268"/>
              <w:rPr>
                <w:sz w:val="24"/>
              </w:rPr>
            </w:pPr>
            <w:r w:rsidRPr="00B87C9F">
              <w:rPr>
                <w:sz w:val="24"/>
              </w:rPr>
              <w:t>2024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г.</w:t>
            </w:r>
          </w:p>
        </w:tc>
      </w:tr>
      <w:tr w:rsidR="006650AD" w:rsidTr="00B87C9F">
        <w:trPr>
          <w:trHeight w:val="3312"/>
        </w:trPr>
        <w:tc>
          <w:tcPr>
            <w:tcW w:w="816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2.4.</w:t>
            </w:r>
          </w:p>
        </w:tc>
        <w:tc>
          <w:tcPr>
            <w:tcW w:w="2979" w:type="dxa"/>
          </w:tcPr>
          <w:p w:rsidR="006650AD" w:rsidRPr="00B87C9F" w:rsidRDefault="006650AD" w:rsidP="00B87C9F">
            <w:pPr>
              <w:pStyle w:val="TableParagraph"/>
              <w:ind w:right="98"/>
              <w:jc w:val="both"/>
              <w:rPr>
                <w:sz w:val="24"/>
              </w:rPr>
            </w:pPr>
            <w:r w:rsidRPr="00B87C9F">
              <w:rPr>
                <w:sz w:val="24"/>
              </w:rPr>
              <w:t>Доля выпускников 9 класса,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выбирающих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профессии,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значимые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для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экономики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региона</w:t>
            </w:r>
          </w:p>
        </w:tc>
        <w:tc>
          <w:tcPr>
            <w:tcW w:w="3260" w:type="dxa"/>
          </w:tcPr>
          <w:p w:rsidR="006650AD" w:rsidRPr="00B87C9F" w:rsidRDefault="006650AD" w:rsidP="00B87C9F">
            <w:pPr>
              <w:pStyle w:val="TableParagraph"/>
              <w:ind w:left="223" w:right="215" w:firstLine="2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Р(результат 2.8) = Nоб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проф. (количество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выпускников 9  класса,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поступивших в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образовательные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организации на профессии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(специальности,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направления) значимые для</w:t>
            </w:r>
            <w:r w:rsidRPr="00B87C9F">
              <w:rPr>
                <w:i/>
                <w:spacing w:val="-57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экономики региона)/ Nоб 9-</w:t>
            </w:r>
            <w:r w:rsidRPr="00B87C9F">
              <w:rPr>
                <w:i/>
                <w:spacing w:val="-58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(общая численность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обучающихся</w:t>
            </w:r>
            <w:r w:rsidRPr="00B87C9F">
              <w:rPr>
                <w:i/>
                <w:spacing w:val="-3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9 класса)</w:t>
            </w:r>
            <w:r w:rsidRPr="00B87C9F">
              <w:rPr>
                <w:i/>
                <w:spacing w:val="-2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х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ind w:left="115" w:right="108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100%</w:t>
            </w:r>
          </w:p>
        </w:tc>
        <w:tc>
          <w:tcPr>
            <w:tcW w:w="1277" w:type="dxa"/>
            <w:tcBorders>
              <w:righ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100%</w:t>
            </w:r>
          </w:p>
        </w:tc>
        <w:tc>
          <w:tcPr>
            <w:tcW w:w="1241" w:type="dxa"/>
            <w:tcBorders>
              <w:lef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</w:tr>
      <w:tr w:rsidR="006650AD" w:rsidTr="00B87C9F">
        <w:trPr>
          <w:trHeight w:val="2207"/>
        </w:trPr>
        <w:tc>
          <w:tcPr>
            <w:tcW w:w="816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2.5.</w:t>
            </w:r>
          </w:p>
        </w:tc>
        <w:tc>
          <w:tcPr>
            <w:tcW w:w="2979" w:type="dxa"/>
          </w:tcPr>
          <w:p w:rsidR="006650AD" w:rsidRPr="00B87C9F" w:rsidRDefault="006650AD" w:rsidP="00B87C9F">
            <w:pPr>
              <w:pStyle w:val="TableParagraph"/>
              <w:tabs>
                <w:tab w:val="left" w:pos="1249"/>
              </w:tabs>
              <w:ind w:right="98"/>
              <w:rPr>
                <w:sz w:val="24"/>
              </w:rPr>
            </w:pPr>
            <w:r w:rsidRPr="00B87C9F">
              <w:rPr>
                <w:sz w:val="24"/>
              </w:rPr>
              <w:t>Доля</w:t>
            </w:r>
            <w:r w:rsidRPr="00B87C9F">
              <w:rPr>
                <w:spacing w:val="38"/>
                <w:sz w:val="24"/>
              </w:rPr>
              <w:t xml:space="preserve"> </w:t>
            </w:r>
            <w:r w:rsidRPr="00B87C9F">
              <w:rPr>
                <w:sz w:val="24"/>
              </w:rPr>
              <w:t>выпускников</w:t>
            </w:r>
            <w:r w:rsidRPr="00B87C9F">
              <w:rPr>
                <w:spacing w:val="38"/>
                <w:sz w:val="24"/>
              </w:rPr>
              <w:t xml:space="preserve"> </w:t>
            </w:r>
            <w:r w:rsidRPr="00B87C9F">
              <w:rPr>
                <w:sz w:val="24"/>
              </w:rPr>
              <w:t>9</w:t>
            </w:r>
            <w:r w:rsidRPr="00B87C9F">
              <w:rPr>
                <w:spacing w:val="38"/>
                <w:sz w:val="24"/>
              </w:rPr>
              <w:t xml:space="preserve"> </w:t>
            </w:r>
            <w:r w:rsidRPr="00B87C9F">
              <w:rPr>
                <w:sz w:val="24"/>
              </w:rPr>
              <w:t>класса,</w:t>
            </w:r>
            <w:r w:rsidRPr="00B87C9F">
              <w:rPr>
                <w:sz w:val="24"/>
              </w:rPr>
              <w:tab/>
              <w:t>продолжающих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профессиональное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обучение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регионе</w:t>
            </w:r>
          </w:p>
        </w:tc>
        <w:tc>
          <w:tcPr>
            <w:tcW w:w="3260" w:type="dxa"/>
          </w:tcPr>
          <w:p w:rsidR="006650AD" w:rsidRPr="00B87C9F" w:rsidRDefault="006650AD" w:rsidP="00B87C9F">
            <w:pPr>
              <w:pStyle w:val="TableParagraph"/>
              <w:ind w:left="112" w:right="103" w:firstLine="1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Р(результат 2.9) = Nоб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проф.рег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(количество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выпускников 9  класса,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продолжающих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профессиональное обучение в</w:t>
            </w:r>
            <w:r w:rsidRPr="00B87C9F">
              <w:rPr>
                <w:i/>
                <w:spacing w:val="-57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регионе)/ Nоб 9 (общая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численность</w:t>
            </w:r>
            <w:r w:rsidRPr="00B87C9F">
              <w:rPr>
                <w:i/>
                <w:spacing w:val="-5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обучающихся</w:t>
            </w:r>
            <w:r w:rsidRPr="00B87C9F">
              <w:rPr>
                <w:i/>
                <w:spacing w:val="-7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9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ind w:left="115" w:right="108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класса)</w:t>
            </w:r>
            <w:r w:rsidRPr="00B87C9F">
              <w:rPr>
                <w:i/>
                <w:spacing w:val="-2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х</w:t>
            </w:r>
            <w:r w:rsidRPr="00B87C9F">
              <w:rPr>
                <w:i/>
                <w:spacing w:val="-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100%</w:t>
            </w:r>
          </w:p>
        </w:tc>
        <w:tc>
          <w:tcPr>
            <w:tcW w:w="1277" w:type="dxa"/>
            <w:tcBorders>
              <w:righ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  <w:tc>
          <w:tcPr>
            <w:tcW w:w="1241" w:type="dxa"/>
            <w:tcBorders>
              <w:lef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</w:tr>
    </w:tbl>
    <w:p w:rsidR="006650AD" w:rsidRDefault="006650AD">
      <w:pPr>
        <w:spacing w:line="268" w:lineRule="exact"/>
        <w:rPr>
          <w:sz w:val="24"/>
        </w:rPr>
      </w:pPr>
    </w:p>
    <w:p w:rsidR="006650AD" w:rsidRDefault="006650AD" w:rsidP="00BB1135">
      <w:pPr>
        <w:rPr>
          <w:sz w:val="24"/>
        </w:rPr>
      </w:pPr>
    </w:p>
    <w:p w:rsidR="006650AD" w:rsidRDefault="006650AD" w:rsidP="00BB1135">
      <w:pPr>
        <w:tabs>
          <w:tab w:val="left" w:pos="1485"/>
        </w:tabs>
      </w:pPr>
      <w:r>
        <w:tab/>
        <w:t>Система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процессом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57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обучающихся:</w:t>
      </w:r>
    </w:p>
    <w:p w:rsidR="006650AD" w:rsidRDefault="006650AD">
      <w:pPr>
        <w:pStyle w:val="ListParagraph"/>
        <w:numPr>
          <w:ilvl w:val="0"/>
          <w:numId w:val="2"/>
        </w:numPr>
        <w:tabs>
          <w:tab w:val="left" w:pos="1594"/>
        </w:tabs>
        <w:ind w:right="412" w:firstLine="707"/>
        <w:jc w:val="both"/>
        <w:rPr>
          <w:sz w:val="24"/>
        </w:rPr>
      </w:pPr>
      <w:r>
        <w:rPr>
          <w:sz w:val="24"/>
        </w:rPr>
        <w:t>функционирование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аудита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 стандартов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</w:p>
    <w:p w:rsidR="006650AD" w:rsidRDefault="006650AD">
      <w:pPr>
        <w:pStyle w:val="BodyText"/>
        <w:spacing w:before="1"/>
        <w:ind w:right="411" w:firstLine="707"/>
      </w:pPr>
      <w:r>
        <w:t>Наличие</w:t>
      </w:r>
      <w:r>
        <w:rPr>
          <w:spacing w:val="1"/>
        </w:rPr>
        <w:t xml:space="preserve"> </w:t>
      </w:r>
      <w:r>
        <w:t>нормативной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функционированию</w:t>
      </w:r>
      <w:r>
        <w:rPr>
          <w:spacing w:val="1"/>
        </w:rPr>
        <w:t xml:space="preserve"> </w:t>
      </w:r>
      <w:r>
        <w:t>внутришкольной</w:t>
      </w:r>
      <w:r>
        <w:rPr>
          <w:spacing w:val="2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(наличие</w:t>
      </w:r>
      <w:r>
        <w:rPr>
          <w:spacing w:val="-1"/>
        </w:rPr>
        <w:t xml:space="preserve"> </w:t>
      </w:r>
      <w:r>
        <w:t>локальных</w:t>
      </w:r>
      <w:r>
        <w:rPr>
          <w:spacing w:val="1"/>
        </w:rPr>
        <w:t xml:space="preserve"> </w:t>
      </w:r>
      <w:r>
        <w:t>актов)</w:t>
      </w:r>
    </w:p>
    <w:p w:rsidR="006650AD" w:rsidRDefault="006650AD">
      <w:pPr>
        <w:pStyle w:val="BodyText"/>
        <w:spacing w:before="11"/>
        <w:ind w:left="0"/>
        <w:jc w:val="left"/>
        <w:rPr>
          <w:sz w:val="23"/>
        </w:rPr>
      </w:pPr>
    </w:p>
    <w:p w:rsidR="006650AD" w:rsidRDefault="006650AD">
      <w:pPr>
        <w:pStyle w:val="ListParagraph"/>
        <w:numPr>
          <w:ilvl w:val="2"/>
          <w:numId w:val="7"/>
        </w:numPr>
        <w:tabs>
          <w:tab w:val="left" w:pos="1675"/>
        </w:tabs>
        <w:ind w:left="1674" w:hanging="425"/>
        <w:rPr>
          <w:sz w:val="24"/>
        </w:rPr>
      </w:pPr>
      <w:r>
        <w:rPr>
          <w:sz w:val="24"/>
        </w:rPr>
        <w:t>Социально</w:t>
      </w:r>
      <w:r>
        <w:rPr>
          <w:spacing w:val="-5"/>
          <w:sz w:val="24"/>
        </w:rPr>
        <w:t xml:space="preserve"> </w:t>
      </w:r>
      <w:r>
        <w:rPr>
          <w:sz w:val="24"/>
        </w:rPr>
        <w:t>значимая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</w:t>
      </w:r>
    </w:p>
    <w:p w:rsidR="006650AD" w:rsidRDefault="006650AD">
      <w:pPr>
        <w:pStyle w:val="BodyText"/>
        <w:spacing w:before="8"/>
        <w:ind w:left="0"/>
        <w:jc w:val="left"/>
      </w:pPr>
    </w:p>
    <w:tbl>
      <w:tblPr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16"/>
        <w:gridCol w:w="2979"/>
        <w:gridCol w:w="3260"/>
        <w:gridCol w:w="1277"/>
        <w:gridCol w:w="1241"/>
      </w:tblGrid>
      <w:tr w:rsidR="006650AD" w:rsidTr="00B87C9F">
        <w:trPr>
          <w:trHeight w:val="277"/>
        </w:trPr>
        <w:tc>
          <w:tcPr>
            <w:tcW w:w="816" w:type="dxa"/>
            <w:vMerge w:val="restart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№</w:t>
            </w:r>
          </w:p>
          <w:p w:rsidR="006650AD" w:rsidRPr="00B87C9F" w:rsidRDefault="006650AD" w:rsidP="00B87C9F">
            <w:pPr>
              <w:pStyle w:val="TableParagraph"/>
              <w:spacing w:line="273" w:lineRule="exact"/>
              <w:ind w:left="224" w:right="21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п/п</w:t>
            </w:r>
          </w:p>
        </w:tc>
        <w:tc>
          <w:tcPr>
            <w:tcW w:w="2979" w:type="dxa"/>
            <w:vMerge w:val="restart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150"/>
              <w:rPr>
                <w:sz w:val="24"/>
              </w:rPr>
            </w:pPr>
            <w:r w:rsidRPr="00B87C9F">
              <w:rPr>
                <w:sz w:val="24"/>
              </w:rPr>
              <w:t>Наименование</w:t>
            </w:r>
            <w:r w:rsidRPr="00B87C9F">
              <w:rPr>
                <w:spacing w:val="-6"/>
                <w:sz w:val="24"/>
              </w:rPr>
              <w:t xml:space="preserve"> </w:t>
            </w:r>
            <w:r w:rsidRPr="00B87C9F">
              <w:rPr>
                <w:sz w:val="24"/>
              </w:rPr>
              <w:t>показателя</w:t>
            </w:r>
          </w:p>
        </w:tc>
        <w:tc>
          <w:tcPr>
            <w:tcW w:w="3260" w:type="dxa"/>
            <w:vMerge w:val="restart"/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113" w:right="10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Методика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определения</w:t>
            </w:r>
          </w:p>
          <w:p w:rsidR="006650AD" w:rsidRPr="00B87C9F" w:rsidRDefault="006650AD" w:rsidP="00B87C9F">
            <w:pPr>
              <w:pStyle w:val="TableParagraph"/>
              <w:spacing w:line="273" w:lineRule="exact"/>
              <w:ind w:left="114" w:right="10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результата</w:t>
            </w:r>
          </w:p>
        </w:tc>
        <w:tc>
          <w:tcPr>
            <w:tcW w:w="2518" w:type="dxa"/>
            <w:gridSpan w:val="2"/>
          </w:tcPr>
          <w:p w:rsidR="006650AD" w:rsidRPr="00B87C9F" w:rsidRDefault="006650AD" w:rsidP="00B87C9F">
            <w:pPr>
              <w:pStyle w:val="TableParagraph"/>
              <w:spacing w:line="258" w:lineRule="exact"/>
              <w:ind w:left="196"/>
              <w:rPr>
                <w:sz w:val="24"/>
              </w:rPr>
            </w:pPr>
            <w:r w:rsidRPr="00B87C9F">
              <w:rPr>
                <w:sz w:val="24"/>
              </w:rPr>
              <w:t>Значение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показателя</w:t>
            </w:r>
          </w:p>
        </w:tc>
      </w:tr>
      <w:tr w:rsidR="006650AD" w:rsidTr="00B87C9F">
        <w:trPr>
          <w:trHeight w:val="275"/>
        </w:trPr>
        <w:tc>
          <w:tcPr>
            <w:tcW w:w="816" w:type="dxa"/>
            <w:vMerge/>
            <w:tcBorders>
              <w:top w:val="nil"/>
            </w:tcBorders>
          </w:tcPr>
          <w:p w:rsidR="006650AD" w:rsidRPr="00B87C9F" w:rsidRDefault="006650AD"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  <w:vMerge/>
            <w:tcBorders>
              <w:top w:val="nil"/>
            </w:tcBorders>
          </w:tcPr>
          <w:p w:rsidR="006650AD" w:rsidRPr="00B87C9F" w:rsidRDefault="006650AD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6650AD" w:rsidRPr="00B87C9F" w:rsidRDefault="006650AD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righ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56" w:lineRule="exact"/>
              <w:ind w:left="285"/>
              <w:rPr>
                <w:sz w:val="24"/>
              </w:rPr>
            </w:pPr>
            <w:r w:rsidRPr="00B87C9F">
              <w:rPr>
                <w:sz w:val="24"/>
              </w:rPr>
              <w:t>2021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г.</w:t>
            </w:r>
          </w:p>
        </w:tc>
        <w:tc>
          <w:tcPr>
            <w:tcW w:w="1241" w:type="dxa"/>
            <w:tcBorders>
              <w:lef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56" w:lineRule="exact"/>
              <w:ind w:left="268"/>
              <w:rPr>
                <w:sz w:val="24"/>
              </w:rPr>
            </w:pPr>
            <w:r w:rsidRPr="00B87C9F">
              <w:rPr>
                <w:sz w:val="24"/>
              </w:rPr>
              <w:t>2024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г.</w:t>
            </w:r>
          </w:p>
        </w:tc>
      </w:tr>
      <w:tr w:rsidR="006650AD" w:rsidTr="00B87C9F">
        <w:trPr>
          <w:trHeight w:val="1932"/>
        </w:trPr>
        <w:tc>
          <w:tcPr>
            <w:tcW w:w="816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2.6.</w:t>
            </w:r>
          </w:p>
        </w:tc>
        <w:tc>
          <w:tcPr>
            <w:tcW w:w="2979" w:type="dxa"/>
          </w:tcPr>
          <w:p w:rsidR="006650AD" w:rsidRPr="00B87C9F" w:rsidRDefault="006650AD" w:rsidP="00B87C9F">
            <w:pPr>
              <w:pStyle w:val="TableParagraph"/>
              <w:tabs>
                <w:tab w:val="left" w:pos="1389"/>
                <w:tab w:val="left" w:pos="1992"/>
                <w:tab w:val="left" w:pos="2753"/>
              </w:tabs>
              <w:ind w:right="97"/>
              <w:jc w:val="both"/>
              <w:rPr>
                <w:sz w:val="24"/>
              </w:rPr>
            </w:pPr>
            <w:r w:rsidRPr="00B87C9F">
              <w:rPr>
                <w:sz w:val="24"/>
              </w:rPr>
              <w:t>Доля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обучающихся,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вовлеченных во внеурочную деятельность, организованную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на</w:t>
            </w:r>
            <w:r w:rsidRPr="00B87C9F">
              <w:rPr>
                <w:spacing w:val="-2"/>
                <w:sz w:val="24"/>
              </w:rPr>
              <w:t xml:space="preserve"> </w:t>
            </w:r>
            <w:r w:rsidRPr="00B87C9F">
              <w:rPr>
                <w:sz w:val="24"/>
              </w:rPr>
              <w:t>базе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школы.</w:t>
            </w:r>
          </w:p>
        </w:tc>
        <w:tc>
          <w:tcPr>
            <w:tcW w:w="3260" w:type="dxa"/>
          </w:tcPr>
          <w:p w:rsidR="006650AD" w:rsidRPr="00B87C9F" w:rsidRDefault="006650AD" w:rsidP="00B87C9F">
            <w:pPr>
              <w:pStyle w:val="TableParagraph"/>
              <w:ind w:left="119" w:right="110" w:firstLine="3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Р</w:t>
            </w:r>
            <w:r w:rsidRPr="00B87C9F">
              <w:rPr>
                <w:i/>
                <w:spacing w:val="5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(результат</w:t>
            </w:r>
            <w:r w:rsidRPr="00B87C9F">
              <w:rPr>
                <w:i/>
                <w:spacing w:val="5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2.10)</w:t>
            </w:r>
            <w:r w:rsidRPr="00B87C9F">
              <w:rPr>
                <w:i/>
                <w:spacing w:val="4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=</w:t>
            </w:r>
            <w:r w:rsidRPr="00B87C9F">
              <w:rPr>
                <w:i/>
                <w:spacing w:val="6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Nоб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доп (количество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обучающихся, занимающихся</w:t>
            </w:r>
            <w:r w:rsidRPr="00B87C9F">
              <w:rPr>
                <w:i/>
                <w:spacing w:val="-57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в спортивных секциях,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клубах, организованных на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базе</w:t>
            </w:r>
            <w:r w:rsidRPr="00B87C9F">
              <w:rPr>
                <w:i/>
                <w:spacing w:val="-2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школы)/</w:t>
            </w:r>
            <w:r w:rsidRPr="00B87C9F">
              <w:rPr>
                <w:i/>
                <w:spacing w:val="-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Nоб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(общее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ind w:left="116" w:right="108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число</w:t>
            </w:r>
            <w:r w:rsidRPr="00B87C9F">
              <w:rPr>
                <w:i/>
                <w:spacing w:val="-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обучающихся) х</w:t>
            </w:r>
            <w:r w:rsidRPr="00B87C9F">
              <w:rPr>
                <w:i/>
                <w:spacing w:val="-2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100%</w:t>
            </w:r>
          </w:p>
        </w:tc>
        <w:tc>
          <w:tcPr>
            <w:tcW w:w="1277" w:type="dxa"/>
            <w:tcBorders>
              <w:righ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  <w:tc>
          <w:tcPr>
            <w:tcW w:w="1241" w:type="dxa"/>
            <w:tcBorders>
              <w:lef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100 %</w:t>
            </w:r>
          </w:p>
        </w:tc>
      </w:tr>
      <w:tr w:rsidR="006650AD" w:rsidTr="00B87C9F">
        <w:trPr>
          <w:trHeight w:val="2207"/>
        </w:trPr>
        <w:tc>
          <w:tcPr>
            <w:tcW w:w="816" w:type="dxa"/>
          </w:tcPr>
          <w:p w:rsidR="006650AD" w:rsidRPr="00B87C9F" w:rsidRDefault="006650AD" w:rsidP="00B87C9F">
            <w:pPr>
              <w:pStyle w:val="TableParagraph"/>
              <w:spacing w:line="268" w:lineRule="exact"/>
              <w:rPr>
                <w:sz w:val="24"/>
              </w:rPr>
            </w:pPr>
            <w:r w:rsidRPr="00B87C9F">
              <w:rPr>
                <w:sz w:val="24"/>
              </w:rPr>
              <w:t>2.7.</w:t>
            </w:r>
          </w:p>
        </w:tc>
        <w:tc>
          <w:tcPr>
            <w:tcW w:w="2979" w:type="dxa"/>
          </w:tcPr>
          <w:p w:rsidR="006650AD" w:rsidRPr="00B87C9F" w:rsidRDefault="006650AD" w:rsidP="00B87C9F">
            <w:pPr>
              <w:pStyle w:val="TableParagraph"/>
              <w:tabs>
                <w:tab w:val="left" w:pos="1389"/>
              </w:tabs>
              <w:ind w:right="97"/>
              <w:jc w:val="both"/>
              <w:rPr>
                <w:sz w:val="24"/>
              </w:rPr>
            </w:pPr>
            <w:r w:rsidRPr="00B87C9F">
              <w:rPr>
                <w:sz w:val="24"/>
              </w:rPr>
              <w:t>Доля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обучающихся,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вовлеченных в творческие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конкурсы</w:t>
            </w:r>
            <w:r w:rsidRPr="00B87C9F">
              <w:rPr>
                <w:spacing w:val="7"/>
                <w:sz w:val="24"/>
              </w:rPr>
              <w:t xml:space="preserve"> </w:t>
            </w:r>
            <w:r w:rsidRPr="00B87C9F">
              <w:rPr>
                <w:sz w:val="24"/>
              </w:rPr>
              <w:t>различного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678"/>
              </w:tabs>
              <w:ind w:right="99"/>
              <w:jc w:val="both"/>
              <w:rPr>
                <w:sz w:val="24"/>
              </w:rPr>
            </w:pPr>
            <w:r w:rsidRPr="00B87C9F">
              <w:rPr>
                <w:sz w:val="24"/>
              </w:rPr>
              <w:t>уровня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(школьные,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муниципальные,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региональные,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федеральные)</w:t>
            </w:r>
          </w:p>
        </w:tc>
        <w:tc>
          <w:tcPr>
            <w:tcW w:w="3260" w:type="dxa"/>
          </w:tcPr>
          <w:p w:rsidR="006650AD" w:rsidRPr="00B87C9F" w:rsidRDefault="006650AD" w:rsidP="00B87C9F">
            <w:pPr>
              <w:pStyle w:val="TableParagraph"/>
              <w:ind w:left="119" w:right="111" w:firstLine="2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Р (результат 2.11) = Nоб к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(количество обучающихся,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вовлеченных в творческие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конкурсы различного уровня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(школьные, муниципальные,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региональные, федеральные</w:t>
            </w:r>
            <w:r w:rsidRPr="00B87C9F">
              <w:rPr>
                <w:sz w:val="24"/>
              </w:rPr>
              <w:t>)</w:t>
            </w:r>
            <w:r w:rsidRPr="00B87C9F">
              <w:rPr>
                <w:i/>
                <w:sz w:val="24"/>
              </w:rPr>
              <w:t>/</w:t>
            </w:r>
            <w:r w:rsidRPr="00B87C9F">
              <w:rPr>
                <w:i/>
                <w:spacing w:val="-57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Nоб</w:t>
            </w:r>
            <w:r w:rsidRPr="00B87C9F">
              <w:rPr>
                <w:i/>
                <w:spacing w:val="-2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(общее</w:t>
            </w:r>
            <w:r w:rsidRPr="00B87C9F">
              <w:rPr>
                <w:i/>
                <w:spacing w:val="-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число</w:t>
            </w:r>
          </w:p>
          <w:p w:rsidR="006650AD" w:rsidRPr="00B87C9F" w:rsidRDefault="006650AD" w:rsidP="00B87C9F">
            <w:pPr>
              <w:pStyle w:val="TableParagraph"/>
              <w:spacing w:line="264" w:lineRule="exact"/>
              <w:ind w:left="113" w:right="108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обучающихся)</w:t>
            </w:r>
            <w:r w:rsidRPr="00B87C9F">
              <w:rPr>
                <w:i/>
                <w:spacing w:val="-4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х</w:t>
            </w:r>
            <w:r w:rsidRPr="00B87C9F">
              <w:rPr>
                <w:i/>
                <w:spacing w:val="-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100%</w:t>
            </w:r>
          </w:p>
        </w:tc>
        <w:tc>
          <w:tcPr>
            <w:tcW w:w="1277" w:type="dxa"/>
            <w:tcBorders>
              <w:righ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60 %</w:t>
            </w:r>
          </w:p>
        </w:tc>
        <w:tc>
          <w:tcPr>
            <w:tcW w:w="1241" w:type="dxa"/>
            <w:tcBorders>
              <w:lef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80 %</w:t>
            </w:r>
          </w:p>
        </w:tc>
      </w:tr>
    </w:tbl>
    <w:p w:rsidR="006650AD" w:rsidRDefault="006650AD">
      <w:pPr>
        <w:pStyle w:val="BodyText"/>
        <w:spacing w:before="5"/>
        <w:ind w:left="0"/>
        <w:jc w:val="left"/>
        <w:rPr>
          <w:sz w:val="23"/>
        </w:rPr>
      </w:pPr>
    </w:p>
    <w:p w:rsidR="006650AD" w:rsidRDefault="006650AD">
      <w:pPr>
        <w:pStyle w:val="ListParagraph"/>
        <w:numPr>
          <w:ilvl w:val="0"/>
          <w:numId w:val="2"/>
        </w:numPr>
        <w:tabs>
          <w:tab w:val="left" w:pos="1466"/>
        </w:tabs>
        <w:ind w:right="407" w:firstLine="707"/>
        <w:jc w:val="both"/>
        <w:rPr>
          <w:sz w:val="24"/>
        </w:rPr>
      </w:pP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патриотической направленности. Проведено ежегодно не менее 4 мероприятий в 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1"/>
          <w:sz w:val="24"/>
        </w:rPr>
        <w:t xml:space="preserve"> </w:t>
      </w:r>
      <w:r>
        <w:rPr>
          <w:sz w:val="24"/>
        </w:rPr>
        <w:t>патриотической направленности.</w:t>
      </w:r>
    </w:p>
    <w:p w:rsidR="006650AD" w:rsidRDefault="006650AD">
      <w:pPr>
        <w:pStyle w:val="BodyText"/>
        <w:spacing w:before="1"/>
        <w:ind w:left="0"/>
        <w:jc w:val="left"/>
      </w:pPr>
    </w:p>
    <w:p w:rsidR="006650AD" w:rsidRDefault="006650AD">
      <w:pPr>
        <w:pStyle w:val="ListParagraph"/>
        <w:numPr>
          <w:ilvl w:val="2"/>
          <w:numId w:val="7"/>
        </w:numPr>
        <w:tabs>
          <w:tab w:val="left" w:pos="1675"/>
        </w:tabs>
        <w:ind w:right="407" w:firstLine="707"/>
        <w:jc w:val="both"/>
        <w:rPr>
          <w:sz w:val="24"/>
        </w:rPr>
      </w:pPr>
      <w:r>
        <w:rPr>
          <w:sz w:val="24"/>
        </w:rPr>
        <w:t>Удовлетворенность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услуг</w:t>
      </w:r>
    </w:p>
    <w:p w:rsidR="006650AD" w:rsidRDefault="006650AD">
      <w:pPr>
        <w:pStyle w:val="BodyText"/>
        <w:spacing w:before="8"/>
        <w:ind w:left="0"/>
        <w:jc w:val="left"/>
      </w:pPr>
    </w:p>
    <w:tbl>
      <w:tblPr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16"/>
        <w:gridCol w:w="2979"/>
        <w:gridCol w:w="3260"/>
        <w:gridCol w:w="1277"/>
        <w:gridCol w:w="1241"/>
      </w:tblGrid>
      <w:tr w:rsidR="006650AD" w:rsidTr="00B87C9F">
        <w:trPr>
          <w:trHeight w:val="275"/>
        </w:trPr>
        <w:tc>
          <w:tcPr>
            <w:tcW w:w="816" w:type="dxa"/>
            <w:vMerge w:val="restart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№</w:t>
            </w:r>
          </w:p>
          <w:p w:rsidR="006650AD" w:rsidRPr="00B87C9F" w:rsidRDefault="006650AD" w:rsidP="00B87C9F">
            <w:pPr>
              <w:pStyle w:val="TableParagraph"/>
              <w:spacing w:line="273" w:lineRule="exact"/>
              <w:ind w:left="224" w:right="217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п/п</w:t>
            </w:r>
          </w:p>
        </w:tc>
        <w:tc>
          <w:tcPr>
            <w:tcW w:w="2979" w:type="dxa"/>
            <w:vMerge w:val="restart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50"/>
              <w:rPr>
                <w:sz w:val="24"/>
              </w:rPr>
            </w:pPr>
            <w:r w:rsidRPr="00B87C9F">
              <w:rPr>
                <w:sz w:val="24"/>
              </w:rPr>
              <w:t>Наименование</w:t>
            </w:r>
            <w:r w:rsidRPr="00B87C9F">
              <w:rPr>
                <w:spacing w:val="-6"/>
                <w:sz w:val="24"/>
              </w:rPr>
              <w:t xml:space="preserve"> </w:t>
            </w:r>
            <w:r w:rsidRPr="00B87C9F">
              <w:rPr>
                <w:sz w:val="24"/>
              </w:rPr>
              <w:t>показателя</w:t>
            </w:r>
          </w:p>
        </w:tc>
        <w:tc>
          <w:tcPr>
            <w:tcW w:w="3260" w:type="dxa"/>
            <w:vMerge w:val="restart"/>
          </w:tcPr>
          <w:p w:rsidR="006650AD" w:rsidRPr="00B87C9F" w:rsidRDefault="006650AD" w:rsidP="00B87C9F">
            <w:pPr>
              <w:pStyle w:val="TableParagraph"/>
              <w:spacing w:line="268" w:lineRule="exact"/>
              <w:ind w:left="113" w:right="10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Методика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определения</w:t>
            </w:r>
          </w:p>
          <w:p w:rsidR="006650AD" w:rsidRPr="00B87C9F" w:rsidRDefault="006650AD" w:rsidP="00B87C9F">
            <w:pPr>
              <w:pStyle w:val="TableParagraph"/>
              <w:spacing w:line="273" w:lineRule="exact"/>
              <w:ind w:left="114" w:right="108"/>
              <w:jc w:val="center"/>
              <w:rPr>
                <w:sz w:val="24"/>
              </w:rPr>
            </w:pPr>
            <w:r w:rsidRPr="00B87C9F">
              <w:rPr>
                <w:sz w:val="24"/>
              </w:rPr>
              <w:t>результата</w:t>
            </w:r>
          </w:p>
        </w:tc>
        <w:tc>
          <w:tcPr>
            <w:tcW w:w="2518" w:type="dxa"/>
            <w:gridSpan w:val="2"/>
          </w:tcPr>
          <w:p w:rsidR="006650AD" w:rsidRPr="00B87C9F" w:rsidRDefault="006650AD" w:rsidP="00B87C9F">
            <w:pPr>
              <w:pStyle w:val="TableParagraph"/>
              <w:spacing w:line="256" w:lineRule="exact"/>
              <w:ind w:left="196"/>
              <w:rPr>
                <w:sz w:val="24"/>
              </w:rPr>
            </w:pPr>
            <w:r w:rsidRPr="00B87C9F">
              <w:rPr>
                <w:sz w:val="24"/>
              </w:rPr>
              <w:t>Значение</w:t>
            </w:r>
            <w:r w:rsidRPr="00B87C9F">
              <w:rPr>
                <w:spacing w:val="-4"/>
                <w:sz w:val="24"/>
              </w:rPr>
              <w:t xml:space="preserve"> </w:t>
            </w:r>
            <w:r w:rsidRPr="00B87C9F">
              <w:rPr>
                <w:sz w:val="24"/>
              </w:rPr>
              <w:t>показателя</w:t>
            </w:r>
          </w:p>
        </w:tc>
      </w:tr>
      <w:tr w:rsidR="006650AD" w:rsidTr="00B87C9F">
        <w:trPr>
          <w:trHeight w:val="275"/>
        </w:trPr>
        <w:tc>
          <w:tcPr>
            <w:tcW w:w="816" w:type="dxa"/>
            <w:vMerge/>
            <w:tcBorders>
              <w:top w:val="nil"/>
            </w:tcBorders>
          </w:tcPr>
          <w:p w:rsidR="006650AD" w:rsidRPr="00B87C9F" w:rsidRDefault="006650AD"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  <w:vMerge/>
            <w:tcBorders>
              <w:top w:val="nil"/>
            </w:tcBorders>
          </w:tcPr>
          <w:p w:rsidR="006650AD" w:rsidRPr="00B87C9F" w:rsidRDefault="006650AD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6650AD" w:rsidRPr="00B87C9F" w:rsidRDefault="006650AD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righ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56" w:lineRule="exact"/>
              <w:ind w:left="285"/>
              <w:rPr>
                <w:sz w:val="24"/>
              </w:rPr>
            </w:pPr>
            <w:r w:rsidRPr="00B87C9F">
              <w:rPr>
                <w:sz w:val="24"/>
              </w:rPr>
              <w:t>2021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г.</w:t>
            </w:r>
          </w:p>
        </w:tc>
        <w:tc>
          <w:tcPr>
            <w:tcW w:w="1241" w:type="dxa"/>
            <w:tcBorders>
              <w:lef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56" w:lineRule="exact"/>
              <w:ind w:left="268"/>
              <w:rPr>
                <w:sz w:val="24"/>
              </w:rPr>
            </w:pPr>
            <w:r w:rsidRPr="00B87C9F">
              <w:rPr>
                <w:sz w:val="24"/>
              </w:rPr>
              <w:t>2024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г.</w:t>
            </w:r>
          </w:p>
        </w:tc>
      </w:tr>
      <w:tr w:rsidR="006650AD" w:rsidTr="00B87C9F">
        <w:trPr>
          <w:trHeight w:val="1933"/>
        </w:trPr>
        <w:tc>
          <w:tcPr>
            <w:tcW w:w="816" w:type="dxa"/>
          </w:tcPr>
          <w:p w:rsidR="006650AD" w:rsidRPr="00B87C9F" w:rsidRDefault="006650AD" w:rsidP="00B87C9F">
            <w:pPr>
              <w:pStyle w:val="TableParagraph"/>
              <w:spacing w:line="270" w:lineRule="exact"/>
              <w:rPr>
                <w:sz w:val="24"/>
              </w:rPr>
            </w:pPr>
            <w:r w:rsidRPr="00B87C9F">
              <w:rPr>
                <w:sz w:val="24"/>
              </w:rPr>
              <w:t>2.8.</w:t>
            </w:r>
          </w:p>
        </w:tc>
        <w:tc>
          <w:tcPr>
            <w:tcW w:w="2979" w:type="dxa"/>
          </w:tcPr>
          <w:p w:rsidR="006650AD" w:rsidRPr="00B87C9F" w:rsidRDefault="006650AD" w:rsidP="00B87C9F">
            <w:pPr>
              <w:pStyle w:val="TableParagraph"/>
              <w:tabs>
                <w:tab w:val="left" w:pos="2618"/>
              </w:tabs>
              <w:ind w:right="98"/>
              <w:rPr>
                <w:sz w:val="24"/>
              </w:rPr>
            </w:pPr>
            <w:r w:rsidRPr="00B87C9F">
              <w:rPr>
                <w:sz w:val="24"/>
              </w:rPr>
              <w:t>Доля</w:t>
            </w:r>
            <w:r w:rsidRPr="00B87C9F">
              <w:rPr>
                <w:spacing w:val="3"/>
                <w:sz w:val="24"/>
              </w:rPr>
              <w:t xml:space="preserve"> </w:t>
            </w:r>
            <w:r w:rsidRPr="00B87C9F">
              <w:rPr>
                <w:sz w:val="24"/>
              </w:rPr>
              <w:t>родителей</w:t>
            </w:r>
            <w:r w:rsidRPr="00B87C9F">
              <w:rPr>
                <w:spacing w:val="3"/>
                <w:sz w:val="24"/>
              </w:rPr>
              <w:t xml:space="preserve"> </w:t>
            </w:r>
            <w:r w:rsidRPr="00B87C9F">
              <w:rPr>
                <w:sz w:val="24"/>
              </w:rPr>
              <w:t>(законных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представителей)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2"/>
                <w:sz w:val="24"/>
              </w:rPr>
              <w:t>по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адаптированным</w:t>
            </w:r>
          </w:p>
          <w:p w:rsidR="006650AD" w:rsidRPr="00B87C9F" w:rsidRDefault="006650AD" w:rsidP="00B87C9F">
            <w:pPr>
              <w:pStyle w:val="TableParagraph"/>
              <w:spacing w:line="270" w:lineRule="atLeast"/>
              <w:ind w:right="523"/>
              <w:rPr>
                <w:sz w:val="24"/>
              </w:rPr>
            </w:pPr>
            <w:r w:rsidRPr="00B87C9F">
              <w:rPr>
                <w:sz w:val="24"/>
              </w:rPr>
              <w:t>основным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общеобразовательным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программам, положительно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 xml:space="preserve">оценивших 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 xml:space="preserve">качество услуг педагогической </w:t>
            </w:r>
            <w:r w:rsidRPr="00B87C9F">
              <w:rPr>
                <w:spacing w:val="-3"/>
                <w:sz w:val="24"/>
              </w:rPr>
              <w:t xml:space="preserve">и </w:t>
            </w:r>
            <w:r w:rsidRPr="00B87C9F">
              <w:rPr>
                <w:spacing w:val="-58"/>
                <w:sz w:val="24"/>
              </w:rPr>
              <w:t xml:space="preserve"> </w:t>
            </w:r>
            <w:r w:rsidRPr="00B87C9F">
              <w:rPr>
                <w:sz w:val="24"/>
              </w:rPr>
              <w:t>консультативной</w:t>
            </w:r>
            <w:r w:rsidRPr="00B87C9F">
              <w:rPr>
                <w:spacing w:val="-7"/>
                <w:sz w:val="24"/>
              </w:rPr>
              <w:t xml:space="preserve"> </w:t>
            </w:r>
            <w:r w:rsidRPr="00B87C9F">
              <w:rPr>
                <w:sz w:val="24"/>
              </w:rPr>
              <w:t>помощи.</w:t>
            </w:r>
          </w:p>
        </w:tc>
        <w:tc>
          <w:tcPr>
            <w:tcW w:w="3260" w:type="dxa"/>
          </w:tcPr>
          <w:p w:rsidR="006650AD" w:rsidRPr="00B87C9F" w:rsidRDefault="006650AD" w:rsidP="00B87C9F">
            <w:pPr>
              <w:pStyle w:val="TableParagraph"/>
              <w:ind w:left="280" w:right="272" w:firstLine="3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Р (результат 2.13) = Nр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АООП (количество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родителей (законных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представителей)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обучающихся</w:t>
            </w:r>
            <w:r w:rsidRPr="00B87C9F">
              <w:rPr>
                <w:i/>
                <w:spacing w:val="-3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по</w:t>
            </w:r>
            <w:r w:rsidRPr="00B87C9F">
              <w:rPr>
                <w:i/>
                <w:spacing w:val="-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АООП,</w:t>
            </w:r>
          </w:p>
          <w:p w:rsidR="006650AD" w:rsidRPr="00B87C9F" w:rsidRDefault="006650AD" w:rsidP="00B87C9F">
            <w:pPr>
              <w:pStyle w:val="TableParagraph"/>
              <w:spacing w:line="270" w:lineRule="atLeast"/>
              <w:ind w:left="116" w:right="108"/>
              <w:jc w:val="center"/>
              <w:rPr>
                <w:i/>
                <w:sz w:val="24"/>
              </w:rPr>
            </w:pPr>
            <w:r w:rsidRPr="00B87C9F">
              <w:rPr>
                <w:i/>
                <w:spacing w:val="-1"/>
                <w:sz w:val="24"/>
              </w:rPr>
              <w:t xml:space="preserve">положительно </w:t>
            </w:r>
            <w:r w:rsidRPr="00B87C9F">
              <w:rPr>
                <w:i/>
                <w:sz w:val="24"/>
              </w:rPr>
              <w:t>оценивших</w:t>
            </w:r>
            <w:r w:rsidRPr="00B87C9F">
              <w:rPr>
                <w:i/>
                <w:spacing w:val="-57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качество</w:t>
            </w:r>
            <w:r w:rsidRPr="00B87C9F">
              <w:rPr>
                <w:i/>
                <w:spacing w:val="-3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услуг</w:t>
            </w:r>
            <w:r w:rsidRPr="00B87C9F">
              <w:rPr>
                <w:i/>
                <w:spacing w:val="-3"/>
                <w:sz w:val="24"/>
              </w:rPr>
              <w:t xml:space="preserve"> </w:t>
            </w:r>
          </w:p>
          <w:p w:rsidR="006650AD" w:rsidRPr="00B87C9F" w:rsidRDefault="006650AD" w:rsidP="00B87C9F">
            <w:pPr>
              <w:pStyle w:val="TableParagraph"/>
              <w:ind w:left="115" w:right="108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педагогической и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консультативной помощи)/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Nр (общее число родителей,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обратившихся</w:t>
            </w:r>
            <w:r w:rsidRPr="00B87C9F">
              <w:rPr>
                <w:i/>
                <w:spacing w:val="-10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за</w:t>
            </w:r>
            <w:r w:rsidRPr="00B87C9F">
              <w:rPr>
                <w:i/>
                <w:spacing w:val="-8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получением</w:t>
            </w:r>
          </w:p>
          <w:p w:rsidR="006650AD" w:rsidRPr="00B87C9F" w:rsidRDefault="006650AD" w:rsidP="00B87C9F">
            <w:pPr>
              <w:pStyle w:val="TableParagraph"/>
              <w:spacing w:line="270" w:lineRule="atLeast"/>
              <w:ind w:left="116" w:right="108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услуги)</w:t>
            </w:r>
            <w:r w:rsidRPr="00B87C9F">
              <w:rPr>
                <w:i/>
                <w:spacing w:val="-4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х</w:t>
            </w:r>
            <w:r w:rsidRPr="00B87C9F">
              <w:rPr>
                <w:i/>
                <w:spacing w:val="-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100%</w:t>
            </w:r>
          </w:p>
        </w:tc>
        <w:tc>
          <w:tcPr>
            <w:tcW w:w="1277" w:type="dxa"/>
            <w:tcBorders>
              <w:righ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85 %</w:t>
            </w:r>
          </w:p>
        </w:tc>
        <w:tc>
          <w:tcPr>
            <w:tcW w:w="1241" w:type="dxa"/>
            <w:tcBorders>
              <w:lef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85 %</w:t>
            </w:r>
          </w:p>
        </w:tc>
      </w:tr>
    </w:tbl>
    <w:p w:rsidR="006650AD" w:rsidRDefault="006650AD">
      <w:pPr>
        <w:spacing w:line="270" w:lineRule="exact"/>
        <w:rPr>
          <w:sz w:val="24"/>
        </w:rPr>
        <w:sectPr w:rsidR="006650AD">
          <w:pgSz w:w="11910" w:h="16840"/>
          <w:pgMar w:top="1040" w:right="440" w:bottom="1160" w:left="1160" w:header="0" w:footer="976" w:gutter="0"/>
          <w:cols w:space="720"/>
        </w:sectPr>
      </w:pPr>
    </w:p>
    <w:tbl>
      <w:tblPr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16"/>
        <w:gridCol w:w="2979"/>
        <w:gridCol w:w="3260"/>
        <w:gridCol w:w="1277"/>
        <w:gridCol w:w="1241"/>
      </w:tblGrid>
      <w:tr w:rsidR="006650AD" w:rsidTr="00B87C9F">
        <w:trPr>
          <w:trHeight w:val="2760"/>
        </w:trPr>
        <w:tc>
          <w:tcPr>
            <w:tcW w:w="816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rPr>
                <w:sz w:val="24"/>
              </w:rPr>
            </w:pPr>
            <w:r w:rsidRPr="00B87C9F">
              <w:rPr>
                <w:sz w:val="24"/>
              </w:rPr>
              <w:t>2.9.</w:t>
            </w:r>
          </w:p>
        </w:tc>
        <w:tc>
          <w:tcPr>
            <w:tcW w:w="2979" w:type="dxa"/>
          </w:tcPr>
          <w:p w:rsidR="006650AD" w:rsidRPr="00B87C9F" w:rsidRDefault="006650AD" w:rsidP="00B87C9F">
            <w:pPr>
              <w:pStyle w:val="TableParagraph"/>
              <w:ind w:right="95"/>
              <w:rPr>
                <w:sz w:val="24"/>
              </w:rPr>
            </w:pPr>
            <w:r w:rsidRPr="00B87C9F">
              <w:rPr>
                <w:sz w:val="24"/>
              </w:rPr>
              <w:t>Доля родителей (законных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представителей)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обучающихся,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удовлетворенных</w:t>
            </w:r>
          </w:p>
          <w:p w:rsidR="006650AD" w:rsidRPr="00B87C9F" w:rsidRDefault="006650AD" w:rsidP="00B87C9F">
            <w:pPr>
              <w:pStyle w:val="TableParagraph"/>
              <w:tabs>
                <w:tab w:val="left" w:pos="1447"/>
                <w:tab w:val="left" w:pos="1819"/>
              </w:tabs>
              <w:ind w:right="100"/>
              <w:rPr>
                <w:sz w:val="24"/>
              </w:rPr>
            </w:pPr>
            <w:r w:rsidRPr="00B87C9F">
              <w:rPr>
                <w:sz w:val="24"/>
              </w:rPr>
              <w:t>условиями</w:t>
            </w:r>
            <w:r w:rsidRPr="00B87C9F">
              <w:rPr>
                <w:sz w:val="24"/>
              </w:rPr>
              <w:tab/>
              <w:t>и</w:t>
            </w:r>
            <w:r w:rsidRPr="00B87C9F">
              <w:rPr>
                <w:sz w:val="24"/>
              </w:rPr>
              <w:tab/>
            </w:r>
            <w:r w:rsidRPr="00B87C9F">
              <w:rPr>
                <w:spacing w:val="-1"/>
                <w:sz w:val="24"/>
              </w:rPr>
              <w:t>качеством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образования</w:t>
            </w:r>
          </w:p>
        </w:tc>
        <w:tc>
          <w:tcPr>
            <w:tcW w:w="3260" w:type="dxa"/>
          </w:tcPr>
          <w:p w:rsidR="006650AD" w:rsidRPr="00B87C9F" w:rsidRDefault="006650AD" w:rsidP="00B87C9F">
            <w:pPr>
              <w:pStyle w:val="TableParagraph"/>
              <w:ind w:left="110" w:right="99" w:firstLine="1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Р (результат 2.14) = Nр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удовл.(количество родителей</w:t>
            </w:r>
            <w:r w:rsidRPr="00B87C9F">
              <w:rPr>
                <w:i/>
                <w:spacing w:val="-57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(законных представителей)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обучающихся, положительно</w:t>
            </w:r>
            <w:r w:rsidRPr="00B87C9F">
              <w:rPr>
                <w:i/>
                <w:spacing w:val="-57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оценивших условия и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качество</w:t>
            </w:r>
            <w:r w:rsidRPr="00B87C9F">
              <w:rPr>
                <w:i/>
                <w:spacing w:val="-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образования)/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Nр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(общее число родителей,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участвовавших в оценке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условиями</w:t>
            </w:r>
            <w:r w:rsidRPr="00B87C9F">
              <w:rPr>
                <w:i/>
                <w:spacing w:val="-2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и</w:t>
            </w:r>
            <w:r w:rsidRPr="00B87C9F">
              <w:rPr>
                <w:i/>
                <w:spacing w:val="-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качеством</w:t>
            </w:r>
          </w:p>
          <w:p w:rsidR="006650AD" w:rsidRPr="00B87C9F" w:rsidRDefault="006650AD" w:rsidP="00B87C9F">
            <w:pPr>
              <w:pStyle w:val="TableParagraph"/>
              <w:spacing w:line="270" w:lineRule="exact"/>
              <w:ind w:left="115" w:right="108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образования)</w:t>
            </w:r>
            <w:r w:rsidRPr="00B87C9F">
              <w:rPr>
                <w:i/>
                <w:spacing w:val="-2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х</w:t>
            </w:r>
            <w:r w:rsidRPr="00B87C9F">
              <w:rPr>
                <w:i/>
                <w:spacing w:val="-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100%</w:t>
            </w:r>
          </w:p>
        </w:tc>
        <w:tc>
          <w:tcPr>
            <w:tcW w:w="1277" w:type="dxa"/>
            <w:tcBorders>
              <w:righ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85 %</w:t>
            </w:r>
          </w:p>
        </w:tc>
        <w:tc>
          <w:tcPr>
            <w:tcW w:w="1241" w:type="dxa"/>
            <w:tcBorders>
              <w:lef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85 %</w:t>
            </w:r>
          </w:p>
        </w:tc>
      </w:tr>
      <w:tr w:rsidR="006650AD" w:rsidTr="00B87C9F">
        <w:trPr>
          <w:trHeight w:val="2207"/>
        </w:trPr>
        <w:tc>
          <w:tcPr>
            <w:tcW w:w="816" w:type="dxa"/>
          </w:tcPr>
          <w:p w:rsidR="006650AD" w:rsidRPr="00B87C9F" w:rsidRDefault="006650AD" w:rsidP="00B87C9F">
            <w:pPr>
              <w:pStyle w:val="TableParagraph"/>
              <w:spacing w:line="262" w:lineRule="exact"/>
              <w:rPr>
                <w:sz w:val="24"/>
              </w:rPr>
            </w:pPr>
            <w:r w:rsidRPr="00B87C9F">
              <w:rPr>
                <w:sz w:val="24"/>
              </w:rPr>
              <w:t>2.10.</w:t>
            </w:r>
          </w:p>
        </w:tc>
        <w:tc>
          <w:tcPr>
            <w:tcW w:w="2979" w:type="dxa"/>
          </w:tcPr>
          <w:p w:rsidR="006650AD" w:rsidRPr="00B87C9F" w:rsidRDefault="006650AD" w:rsidP="00B87C9F">
            <w:pPr>
              <w:pStyle w:val="TableParagraph"/>
              <w:ind w:right="95"/>
              <w:jc w:val="both"/>
              <w:rPr>
                <w:sz w:val="24"/>
              </w:rPr>
            </w:pPr>
            <w:r w:rsidRPr="00B87C9F">
              <w:rPr>
                <w:sz w:val="24"/>
              </w:rPr>
              <w:t>Доля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родителей,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активно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взаимодействующих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со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школой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в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рамках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реализации</w:t>
            </w:r>
            <w:r w:rsidRPr="00B87C9F">
              <w:rPr>
                <w:spacing w:val="1"/>
                <w:sz w:val="24"/>
              </w:rPr>
              <w:t xml:space="preserve"> </w:t>
            </w:r>
            <w:r w:rsidRPr="00B87C9F">
              <w:rPr>
                <w:sz w:val="24"/>
              </w:rPr>
              <w:t>социально-</w:t>
            </w:r>
            <w:r w:rsidRPr="00B87C9F">
              <w:rPr>
                <w:spacing w:val="-57"/>
                <w:sz w:val="24"/>
              </w:rPr>
              <w:t xml:space="preserve"> </w:t>
            </w:r>
            <w:r w:rsidRPr="00B87C9F">
              <w:rPr>
                <w:sz w:val="24"/>
              </w:rPr>
              <w:t>значимых</w:t>
            </w:r>
            <w:r w:rsidRPr="00B87C9F">
              <w:rPr>
                <w:spacing w:val="-1"/>
                <w:sz w:val="24"/>
              </w:rPr>
              <w:t xml:space="preserve"> </w:t>
            </w:r>
            <w:r w:rsidRPr="00B87C9F">
              <w:rPr>
                <w:sz w:val="24"/>
              </w:rPr>
              <w:t>проектов</w:t>
            </w:r>
          </w:p>
        </w:tc>
        <w:tc>
          <w:tcPr>
            <w:tcW w:w="3260" w:type="dxa"/>
          </w:tcPr>
          <w:p w:rsidR="006650AD" w:rsidRPr="00B87C9F" w:rsidRDefault="006650AD" w:rsidP="00B87C9F">
            <w:pPr>
              <w:pStyle w:val="TableParagraph"/>
              <w:ind w:left="117" w:right="105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Р (результат 2.15) = Nр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проект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(количество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родителей, участвовавших в</w:t>
            </w:r>
            <w:r w:rsidRPr="00B87C9F">
              <w:rPr>
                <w:i/>
                <w:spacing w:val="-58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реализации социально-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значимых проектов)/ Nр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(общее число родителей,</w:t>
            </w:r>
            <w:r w:rsidRPr="00B87C9F">
              <w:rPr>
                <w:i/>
                <w:spacing w:val="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привлекаемых</w:t>
            </w:r>
            <w:r w:rsidRPr="00B87C9F">
              <w:rPr>
                <w:i/>
                <w:spacing w:val="-9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к</w:t>
            </w:r>
            <w:r w:rsidRPr="00B87C9F">
              <w:rPr>
                <w:i/>
                <w:spacing w:val="-7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реализациям</w:t>
            </w:r>
          </w:p>
          <w:p w:rsidR="006650AD" w:rsidRPr="00B87C9F" w:rsidRDefault="006650AD" w:rsidP="00B87C9F">
            <w:pPr>
              <w:pStyle w:val="TableParagraph"/>
              <w:spacing w:line="269" w:lineRule="exact"/>
              <w:ind w:left="115" w:right="108"/>
              <w:jc w:val="center"/>
              <w:rPr>
                <w:i/>
                <w:sz w:val="24"/>
              </w:rPr>
            </w:pPr>
            <w:r w:rsidRPr="00B87C9F">
              <w:rPr>
                <w:i/>
                <w:sz w:val="24"/>
              </w:rPr>
              <w:t>проектов)</w:t>
            </w:r>
            <w:r w:rsidRPr="00B87C9F">
              <w:rPr>
                <w:i/>
                <w:spacing w:val="-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х</w:t>
            </w:r>
            <w:r w:rsidRPr="00B87C9F">
              <w:rPr>
                <w:i/>
                <w:spacing w:val="-1"/>
                <w:sz w:val="24"/>
              </w:rPr>
              <w:t xml:space="preserve"> </w:t>
            </w:r>
            <w:r w:rsidRPr="00B87C9F">
              <w:rPr>
                <w:i/>
                <w:sz w:val="24"/>
              </w:rPr>
              <w:t>100%</w:t>
            </w:r>
          </w:p>
        </w:tc>
        <w:tc>
          <w:tcPr>
            <w:tcW w:w="1277" w:type="dxa"/>
            <w:tcBorders>
              <w:righ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15 %</w:t>
            </w:r>
          </w:p>
        </w:tc>
        <w:tc>
          <w:tcPr>
            <w:tcW w:w="1241" w:type="dxa"/>
            <w:tcBorders>
              <w:left w:val="single" w:sz="6" w:space="0" w:color="000000"/>
            </w:tcBorders>
          </w:tcPr>
          <w:p w:rsidR="006650AD" w:rsidRPr="00B87C9F" w:rsidRDefault="006650AD" w:rsidP="00B87C9F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 w:rsidRPr="00B87C9F">
              <w:rPr>
                <w:sz w:val="24"/>
              </w:rPr>
              <w:t>30 %</w:t>
            </w:r>
          </w:p>
        </w:tc>
      </w:tr>
    </w:tbl>
    <w:p w:rsidR="006650AD" w:rsidRDefault="006650AD">
      <w:pPr>
        <w:pStyle w:val="BodyText"/>
        <w:ind w:left="0"/>
        <w:jc w:val="left"/>
        <w:rPr>
          <w:sz w:val="15"/>
        </w:rPr>
      </w:pPr>
    </w:p>
    <w:p w:rsidR="006650AD" w:rsidRDefault="006650AD">
      <w:pPr>
        <w:pStyle w:val="ListParagraph"/>
        <w:numPr>
          <w:ilvl w:val="0"/>
          <w:numId w:val="3"/>
        </w:numPr>
        <w:tabs>
          <w:tab w:val="left" w:pos="1550"/>
        </w:tabs>
        <w:spacing w:before="90"/>
        <w:ind w:left="1550" w:hanging="300"/>
        <w:rPr>
          <w:sz w:val="24"/>
        </w:rPr>
      </w:pPr>
      <w:r>
        <w:rPr>
          <w:sz w:val="24"/>
        </w:rPr>
        <w:t>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-1"/>
          <w:sz w:val="24"/>
        </w:rPr>
        <w:t xml:space="preserve"> </w:t>
      </w:r>
      <w:r>
        <w:rPr>
          <w:sz w:val="24"/>
        </w:rPr>
        <w:t>интеграции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Школы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сообщество:</w:t>
      </w:r>
    </w:p>
    <w:p w:rsidR="006650AD" w:rsidRDefault="006650AD">
      <w:pPr>
        <w:pStyle w:val="ListParagraph"/>
        <w:numPr>
          <w:ilvl w:val="2"/>
          <w:numId w:val="7"/>
        </w:numPr>
        <w:tabs>
          <w:tab w:val="left" w:pos="1675"/>
        </w:tabs>
        <w:ind w:right="412" w:firstLine="707"/>
        <w:rPr>
          <w:sz w:val="24"/>
        </w:rPr>
      </w:pPr>
      <w:r>
        <w:rPr>
          <w:sz w:val="24"/>
        </w:rPr>
        <w:t>Открытость населению: обратная связь с родителями, вовлеченность родителей</w:t>
      </w:r>
      <w:r>
        <w:rPr>
          <w:spacing w:val="-57"/>
          <w:sz w:val="24"/>
        </w:rPr>
        <w:t xml:space="preserve"> </w:t>
      </w:r>
      <w:r>
        <w:rPr>
          <w:sz w:val="24"/>
        </w:rPr>
        <w:t>(работодателей),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государственно-общественное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управление.</w:t>
      </w:r>
    </w:p>
    <w:p w:rsidR="006650AD" w:rsidRDefault="006650AD">
      <w:pPr>
        <w:pStyle w:val="ListParagraph"/>
        <w:numPr>
          <w:ilvl w:val="2"/>
          <w:numId w:val="7"/>
        </w:numPr>
        <w:tabs>
          <w:tab w:val="left" w:pos="1675"/>
        </w:tabs>
        <w:spacing w:before="1"/>
        <w:ind w:left="1674" w:hanging="425"/>
        <w:rPr>
          <w:sz w:val="24"/>
        </w:rPr>
      </w:pPr>
      <w:r>
        <w:rPr>
          <w:sz w:val="24"/>
        </w:rPr>
        <w:t>Доступность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вариативность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услуг.</w:t>
      </w:r>
    </w:p>
    <w:p w:rsidR="006650AD" w:rsidRDefault="006650AD">
      <w:pPr>
        <w:pStyle w:val="ListParagraph"/>
        <w:numPr>
          <w:ilvl w:val="2"/>
          <w:numId w:val="7"/>
        </w:numPr>
        <w:tabs>
          <w:tab w:val="left" w:pos="1675"/>
        </w:tabs>
        <w:ind w:left="1674" w:hanging="425"/>
        <w:rPr>
          <w:sz w:val="24"/>
        </w:rPr>
      </w:pPr>
      <w:r>
        <w:rPr>
          <w:sz w:val="24"/>
        </w:rPr>
        <w:t>Взаимодействие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Школы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внешним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сообществом.</w:t>
      </w:r>
    </w:p>
    <w:p w:rsidR="006650AD" w:rsidRDefault="006650AD">
      <w:pPr>
        <w:pStyle w:val="BodyText"/>
        <w:ind w:right="406" w:firstLine="707"/>
      </w:pPr>
      <w:r>
        <w:t>Открытость,</w:t>
      </w:r>
      <w:r>
        <w:rPr>
          <w:spacing w:val="1"/>
        </w:rPr>
        <w:t xml:space="preserve"> </w:t>
      </w:r>
      <w:r>
        <w:t>доступность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внешним</w:t>
      </w:r>
      <w:r>
        <w:rPr>
          <w:spacing w:val="1"/>
        </w:rPr>
        <w:t xml:space="preserve"> </w:t>
      </w:r>
      <w:r>
        <w:t>сообществом</w:t>
      </w:r>
      <w:r>
        <w:rPr>
          <w:spacing w:val="1"/>
        </w:rPr>
        <w:t xml:space="preserve"> </w:t>
      </w:r>
      <w:r>
        <w:t>подтверждается</w:t>
      </w:r>
      <w:r>
        <w:rPr>
          <w:spacing w:val="1"/>
        </w:rPr>
        <w:t xml:space="preserve"> </w:t>
      </w:r>
      <w:r>
        <w:t>наличием</w:t>
      </w:r>
      <w:r>
        <w:rPr>
          <w:spacing w:val="1"/>
        </w:rPr>
        <w:t xml:space="preserve"> </w:t>
      </w:r>
      <w:r>
        <w:t>информированности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ресурсах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организаций),</w:t>
      </w:r>
      <w:r>
        <w:rPr>
          <w:spacing w:val="1"/>
        </w:rPr>
        <w:t xml:space="preserve"> </w:t>
      </w:r>
      <w:r>
        <w:t>эффективной</w:t>
      </w:r>
      <w:r>
        <w:rPr>
          <w:spacing w:val="1"/>
        </w:rPr>
        <w:t xml:space="preserve"> </w:t>
      </w:r>
      <w:r>
        <w:t>работой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государственно-общественного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отсутствием</w:t>
      </w:r>
      <w:r>
        <w:rPr>
          <w:spacing w:val="1"/>
        </w:rPr>
        <w:t xml:space="preserve"> </w:t>
      </w:r>
      <w:r>
        <w:t>обоснованных</w:t>
      </w:r>
      <w:r>
        <w:rPr>
          <w:spacing w:val="1"/>
        </w:rPr>
        <w:t xml:space="preserve"> </w:t>
      </w:r>
      <w:r>
        <w:t>жалоб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замечаний,</w:t>
      </w:r>
      <w:r>
        <w:rPr>
          <w:spacing w:val="-3"/>
        </w:rPr>
        <w:t xml:space="preserve"> </w:t>
      </w:r>
      <w:r>
        <w:t>результативным</w:t>
      </w:r>
      <w:r>
        <w:rPr>
          <w:spacing w:val="-2"/>
        </w:rPr>
        <w:t xml:space="preserve"> </w:t>
      </w:r>
      <w:r>
        <w:t>участием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района,</w:t>
      </w:r>
      <w:r>
        <w:rPr>
          <w:spacing w:val="-3"/>
        </w:rPr>
        <w:t xml:space="preserve"> </w:t>
      </w:r>
      <w:r>
        <w:t>региона.</w:t>
      </w:r>
    </w:p>
    <w:p w:rsidR="006650AD" w:rsidRDefault="006650AD">
      <w:pPr>
        <w:pStyle w:val="BodyText"/>
        <w:spacing w:before="5"/>
        <w:ind w:left="0"/>
        <w:jc w:val="left"/>
      </w:pPr>
    </w:p>
    <w:p w:rsidR="006650AD" w:rsidRDefault="006650AD">
      <w:pPr>
        <w:pStyle w:val="Heading2"/>
        <w:numPr>
          <w:ilvl w:val="1"/>
          <w:numId w:val="8"/>
        </w:numPr>
        <w:tabs>
          <w:tab w:val="left" w:pos="1682"/>
        </w:tabs>
        <w:ind w:left="1682" w:hanging="421"/>
      </w:pPr>
      <w:bookmarkStart w:id="16" w:name="_TOC_250000"/>
      <w:r>
        <w:t>Управление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отчетность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bookmarkEnd w:id="16"/>
      <w:r>
        <w:t>Программе развития</w:t>
      </w:r>
    </w:p>
    <w:p w:rsidR="006650AD" w:rsidRDefault="006650AD">
      <w:pPr>
        <w:pStyle w:val="BodyText"/>
        <w:spacing w:before="6"/>
        <w:ind w:left="0"/>
        <w:jc w:val="left"/>
        <w:rPr>
          <w:b/>
          <w:sz w:val="23"/>
        </w:rPr>
      </w:pPr>
    </w:p>
    <w:p w:rsidR="006650AD" w:rsidRDefault="006650AD">
      <w:pPr>
        <w:pStyle w:val="BodyText"/>
        <w:spacing w:before="1"/>
        <w:ind w:right="412" w:firstLine="707"/>
      </w:pPr>
      <w:r>
        <w:t>Управленческий анализ промежуточных итогов реализации Программы развития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2"/>
        </w:rPr>
        <w:t xml:space="preserve"> </w:t>
      </w:r>
      <w:r>
        <w:t>администрацией</w:t>
      </w:r>
      <w:r>
        <w:rPr>
          <w:spacing w:val="-1"/>
        </w:rPr>
        <w:t xml:space="preserve"> </w:t>
      </w:r>
      <w:r>
        <w:t>Школы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окончании</w:t>
      </w:r>
      <w:r>
        <w:rPr>
          <w:spacing w:val="-3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года.</w:t>
      </w:r>
    </w:p>
    <w:p w:rsidR="006650AD" w:rsidRDefault="006650AD">
      <w:pPr>
        <w:pStyle w:val="BodyText"/>
        <w:ind w:right="406" w:firstLine="707"/>
      </w:pP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аналитической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</w:t>
      </w:r>
      <w:r>
        <w:rPr>
          <w:spacing w:val="-57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директор,</w:t>
      </w:r>
      <w:r>
        <w:rPr>
          <w:spacing w:val="1"/>
        </w:rPr>
        <w:t xml:space="preserve"> </w:t>
      </w:r>
      <w:r>
        <w:t>за мониторинги 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Подпрограмм</w:t>
      </w:r>
      <w:r>
        <w:rPr>
          <w:spacing w:val="1"/>
        </w:rPr>
        <w:t xml:space="preserve"> </w:t>
      </w:r>
      <w:r>
        <w:t>несут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педагоги школы</w:t>
      </w:r>
      <w:r>
        <w:rPr>
          <w:spacing w:val="1"/>
        </w:rPr>
        <w:t xml:space="preserve"> </w:t>
      </w:r>
      <w:r>
        <w:t>(согласно</w:t>
      </w:r>
      <w:r>
        <w:rPr>
          <w:spacing w:val="1"/>
        </w:rPr>
        <w:t xml:space="preserve"> </w:t>
      </w:r>
      <w:r>
        <w:t>возложенным</w:t>
      </w:r>
      <w:r>
        <w:rPr>
          <w:spacing w:val="1"/>
        </w:rPr>
        <w:t xml:space="preserve"> </w:t>
      </w:r>
      <w:r>
        <w:t>функциям).</w:t>
      </w:r>
      <w:r>
        <w:rPr>
          <w:spacing w:val="1"/>
        </w:rPr>
        <w:t xml:space="preserve"> </w:t>
      </w:r>
      <w:r>
        <w:t>Мониторинг реализации Подпрограмм осуществляется 2 раза за учебный год (по итогам</w:t>
      </w:r>
      <w:r>
        <w:rPr>
          <w:spacing w:val="1"/>
        </w:rPr>
        <w:t xml:space="preserve"> </w:t>
      </w:r>
      <w:r>
        <w:t>полугодия).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принимаются</w:t>
      </w:r>
      <w:r>
        <w:rPr>
          <w:spacing w:val="1"/>
        </w:rPr>
        <w:t xml:space="preserve"> </w:t>
      </w:r>
      <w:r>
        <w:t>управленческие</w:t>
      </w:r>
      <w:r>
        <w:rPr>
          <w:spacing w:val="1"/>
        </w:rPr>
        <w:t xml:space="preserve"> </w:t>
      </w:r>
      <w:r>
        <w:t>решения,</w:t>
      </w:r>
      <w:r>
        <w:rPr>
          <w:spacing w:val="-2"/>
        </w:rPr>
        <w:t xml:space="preserve"> </w:t>
      </w:r>
      <w:r>
        <w:t>связанные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мерами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достижению</w:t>
      </w:r>
      <w:r>
        <w:rPr>
          <w:spacing w:val="-3"/>
        </w:rPr>
        <w:t xml:space="preserve"> </w:t>
      </w:r>
      <w:r>
        <w:t>необходимых</w:t>
      </w:r>
      <w:r>
        <w:rPr>
          <w:spacing w:val="-3"/>
        </w:rPr>
        <w:t xml:space="preserve"> </w:t>
      </w:r>
      <w:r>
        <w:t>показателей</w:t>
      </w:r>
      <w:r>
        <w:rPr>
          <w:spacing w:val="-2"/>
        </w:rPr>
        <w:t xml:space="preserve"> </w:t>
      </w:r>
      <w:r>
        <w:t>Программы.</w:t>
      </w:r>
    </w:p>
    <w:p w:rsidR="006650AD" w:rsidRDefault="006650AD">
      <w:pPr>
        <w:pStyle w:val="BodyText"/>
        <w:ind w:right="405" w:firstLine="707"/>
      </w:pPr>
      <w:r>
        <w:t>Ежегодно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Подпрограмм</w:t>
      </w:r>
      <w:r>
        <w:rPr>
          <w:spacing w:val="1"/>
        </w:rPr>
        <w:t xml:space="preserve"> </w:t>
      </w:r>
      <w:r>
        <w:t>представляются</w:t>
      </w:r>
      <w:r>
        <w:rPr>
          <w:spacing w:val="1"/>
        </w:rPr>
        <w:t xml:space="preserve"> </w:t>
      </w:r>
      <w:r>
        <w:t>директором</w:t>
      </w:r>
      <w:bookmarkStart w:id="17" w:name="_GoBack"/>
      <w:bookmarkEnd w:id="17"/>
      <w:r>
        <w:t xml:space="preserve"> на педагогических советах школы (август).</w:t>
      </w:r>
      <w:r>
        <w:rPr>
          <w:spacing w:val="1"/>
        </w:rPr>
        <w:t xml:space="preserve"> </w:t>
      </w:r>
      <w:r>
        <w:t>Анализ реализации Программы за</w:t>
      </w:r>
      <w:r>
        <w:rPr>
          <w:spacing w:val="1"/>
        </w:rPr>
        <w:t xml:space="preserve"> </w:t>
      </w:r>
      <w:r>
        <w:t>период учебного года размещается на официальном сайте Школы и включается в годовой</w:t>
      </w:r>
      <w:r>
        <w:rPr>
          <w:spacing w:val="1"/>
        </w:rPr>
        <w:t xml:space="preserve"> </w:t>
      </w:r>
      <w:r>
        <w:t>отчет.</w:t>
      </w:r>
    </w:p>
    <w:sectPr w:rsidR="006650AD" w:rsidSect="00243AEC">
      <w:type w:val="continuous"/>
      <w:pgSz w:w="11910" w:h="16840"/>
      <w:pgMar w:top="1120" w:right="440" w:bottom="1200" w:left="1160" w:header="0" w:footer="9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0AD" w:rsidRDefault="006650AD">
      <w:r>
        <w:separator/>
      </w:r>
    </w:p>
  </w:endnote>
  <w:endnote w:type="continuationSeparator" w:id="0">
    <w:p w:rsidR="006650AD" w:rsidRDefault="006650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0AD" w:rsidRDefault="006650AD">
    <w:pPr>
      <w:pStyle w:val="BodyText"/>
      <w:spacing w:line="14" w:lineRule="auto"/>
      <w:ind w:left="0"/>
      <w:jc w:val="left"/>
      <w:rPr>
        <w:sz w:val="19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310.4pt;margin-top:780.8pt;width:18.3pt;height:13.05pt;z-index:-251656192;mso-position-horizontal-relative:page;mso-position-vertical-relative:page" filled="f" stroked="f">
          <v:textbox inset="0,0,0,0">
            <w:txbxContent>
              <w:p w:rsidR="006650AD" w:rsidRDefault="006650AD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  <w:noProof/>
                  </w:rPr>
                  <w:t>2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0AD" w:rsidRDefault="006650AD">
      <w:r>
        <w:separator/>
      </w:r>
    </w:p>
  </w:footnote>
  <w:footnote w:type="continuationSeparator" w:id="0">
    <w:p w:rsidR="006650AD" w:rsidRDefault="006650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11EDA"/>
    <w:multiLevelType w:val="hybridMultilevel"/>
    <w:tmpl w:val="93164D68"/>
    <w:lvl w:ilvl="0" w:tplc="EFF06DC4">
      <w:start w:val="1"/>
      <w:numFmt w:val="decimal"/>
      <w:lvlText w:val="%1)"/>
      <w:lvlJc w:val="left"/>
      <w:pPr>
        <w:ind w:left="54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</w:rPr>
    </w:lvl>
    <w:lvl w:ilvl="1" w:tplc="59A4596E">
      <w:numFmt w:val="bullet"/>
      <w:lvlText w:val="•"/>
      <w:lvlJc w:val="left"/>
      <w:pPr>
        <w:ind w:left="1516" w:hanging="708"/>
      </w:pPr>
      <w:rPr>
        <w:rFonts w:hint="default"/>
      </w:rPr>
    </w:lvl>
    <w:lvl w:ilvl="2" w:tplc="62C0CAD2">
      <w:numFmt w:val="bullet"/>
      <w:lvlText w:val="•"/>
      <w:lvlJc w:val="left"/>
      <w:pPr>
        <w:ind w:left="2493" w:hanging="708"/>
      </w:pPr>
      <w:rPr>
        <w:rFonts w:hint="default"/>
      </w:rPr>
    </w:lvl>
    <w:lvl w:ilvl="3" w:tplc="54AE29A0">
      <w:numFmt w:val="bullet"/>
      <w:lvlText w:val="•"/>
      <w:lvlJc w:val="left"/>
      <w:pPr>
        <w:ind w:left="3469" w:hanging="708"/>
      </w:pPr>
      <w:rPr>
        <w:rFonts w:hint="default"/>
      </w:rPr>
    </w:lvl>
    <w:lvl w:ilvl="4" w:tplc="6A78D6F2">
      <w:numFmt w:val="bullet"/>
      <w:lvlText w:val="•"/>
      <w:lvlJc w:val="left"/>
      <w:pPr>
        <w:ind w:left="4446" w:hanging="708"/>
      </w:pPr>
      <w:rPr>
        <w:rFonts w:hint="default"/>
      </w:rPr>
    </w:lvl>
    <w:lvl w:ilvl="5" w:tplc="BD1C4EDE">
      <w:numFmt w:val="bullet"/>
      <w:lvlText w:val="•"/>
      <w:lvlJc w:val="left"/>
      <w:pPr>
        <w:ind w:left="5423" w:hanging="708"/>
      </w:pPr>
      <w:rPr>
        <w:rFonts w:hint="default"/>
      </w:rPr>
    </w:lvl>
    <w:lvl w:ilvl="6" w:tplc="2A9CF32E">
      <w:numFmt w:val="bullet"/>
      <w:lvlText w:val="•"/>
      <w:lvlJc w:val="left"/>
      <w:pPr>
        <w:ind w:left="6399" w:hanging="708"/>
      </w:pPr>
      <w:rPr>
        <w:rFonts w:hint="default"/>
      </w:rPr>
    </w:lvl>
    <w:lvl w:ilvl="7" w:tplc="E7BA4C54">
      <w:numFmt w:val="bullet"/>
      <w:lvlText w:val="•"/>
      <w:lvlJc w:val="left"/>
      <w:pPr>
        <w:ind w:left="7376" w:hanging="708"/>
      </w:pPr>
      <w:rPr>
        <w:rFonts w:hint="default"/>
      </w:rPr>
    </w:lvl>
    <w:lvl w:ilvl="8" w:tplc="8EFCEC92">
      <w:numFmt w:val="bullet"/>
      <w:lvlText w:val="•"/>
      <w:lvlJc w:val="left"/>
      <w:pPr>
        <w:ind w:left="8353" w:hanging="708"/>
      </w:pPr>
      <w:rPr>
        <w:rFonts w:hint="default"/>
      </w:rPr>
    </w:lvl>
  </w:abstractNum>
  <w:abstractNum w:abstractNumId="1">
    <w:nsid w:val="0B7E1E8D"/>
    <w:multiLevelType w:val="hybridMultilevel"/>
    <w:tmpl w:val="9F2AA268"/>
    <w:lvl w:ilvl="0" w:tplc="F69EC8E6">
      <w:numFmt w:val="bullet"/>
      <w:lvlText w:val="-"/>
      <w:lvlJc w:val="left"/>
      <w:pPr>
        <w:ind w:left="108" w:hanging="200"/>
      </w:pPr>
      <w:rPr>
        <w:rFonts w:ascii="Times New Roman" w:eastAsia="Times New Roman" w:hAnsi="Times New Roman" w:hint="default"/>
        <w:b w:val="0"/>
        <w:i w:val="0"/>
        <w:w w:val="99"/>
        <w:sz w:val="24"/>
      </w:rPr>
    </w:lvl>
    <w:lvl w:ilvl="1" w:tplc="B608F7CA">
      <w:numFmt w:val="bullet"/>
      <w:lvlText w:val="•"/>
      <w:lvlJc w:val="left"/>
      <w:pPr>
        <w:ind w:left="836" w:hanging="200"/>
      </w:pPr>
      <w:rPr>
        <w:rFonts w:hint="default"/>
      </w:rPr>
    </w:lvl>
    <w:lvl w:ilvl="2" w:tplc="CBE22C16">
      <w:numFmt w:val="bullet"/>
      <w:lvlText w:val="•"/>
      <w:lvlJc w:val="left"/>
      <w:pPr>
        <w:ind w:left="1573" w:hanging="200"/>
      </w:pPr>
      <w:rPr>
        <w:rFonts w:hint="default"/>
      </w:rPr>
    </w:lvl>
    <w:lvl w:ilvl="3" w:tplc="C388DA10">
      <w:numFmt w:val="bullet"/>
      <w:lvlText w:val="•"/>
      <w:lvlJc w:val="left"/>
      <w:pPr>
        <w:ind w:left="2310" w:hanging="200"/>
      </w:pPr>
      <w:rPr>
        <w:rFonts w:hint="default"/>
      </w:rPr>
    </w:lvl>
    <w:lvl w:ilvl="4" w:tplc="27D20492">
      <w:numFmt w:val="bullet"/>
      <w:lvlText w:val="•"/>
      <w:lvlJc w:val="left"/>
      <w:pPr>
        <w:ind w:left="3047" w:hanging="200"/>
      </w:pPr>
      <w:rPr>
        <w:rFonts w:hint="default"/>
      </w:rPr>
    </w:lvl>
    <w:lvl w:ilvl="5" w:tplc="9F447CF6">
      <w:numFmt w:val="bullet"/>
      <w:lvlText w:val="•"/>
      <w:lvlJc w:val="left"/>
      <w:pPr>
        <w:ind w:left="3784" w:hanging="200"/>
      </w:pPr>
      <w:rPr>
        <w:rFonts w:hint="default"/>
      </w:rPr>
    </w:lvl>
    <w:lvl w:ilvl="6" w:tplc="556A591E">
      <w:numFmt w:val="bullet"/>
      <w:lvlText w:val="•"/>
      <w:lvlJc w:val="left"/>
      <w:pPr>
        <w:ind w:left="4521" w:hanging="200"/>
      </w:pPr>
      <w:rPr>
        <w:rFonts w:hint="default"/>
      </w:rPr>
    </w:lvl>
    <w:lvl w:ilvl="7" w:tplc="5428F43A">
      <w:numFmt w:val="bullet"/>
      <w:lvlText w:val="•"/>
      <w:lvlJc w:val="left"/>
      <w:pPr>
        <w:ind w:left="5258" w:hanging="200"/>
      </w:pPr>
      <w:rPr>
        <w:rFonts w:hint="default"/>
      </w:rPr>
    </w:lvl>
    <w:lvl w:ilvl="8" w:tplc="F4A03212">
      <w:numFmt w:val="bullet"/>
      <w:lvlText w:val="•"/>
      <w:lvlJc w:val="left"/>
      <w:pPr>
        <w:ind w:left="5995" w:hanging="200"/>
      </w:pPr>
      <w:rPr>
        <w:rFonts w:hint="default"/>
      </w:rPr>
    </w:lvl>
  </w:abstractNum>
  <w:abstractNum w:abstractNumId="2">
    <w:nsid w:val="0C107CFC"/>
    <w:multiLevelType w:val="hybridMultilevel"/>
    <w:tmpl w:val="4D66D23C"/>
    <w:lvl w:ilvl="0" w:tplc="FE3866B6">
      <w:start w:val="1"/>
      <w:numFmt w:val="decimal"/>
      <w:lvlText w:val="%1)"/>
      <w:lvlJc w:val="left"/>
      <w:pPr>
        <w:ind w:left="1674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</w:rPr>
    </w:lvl>
    <w:lvl w:ilvl="1" w:tplc="B024EF40">
      <w:numFmt w:val="bullet"/>
      <w:lvlText w:val="•"/>
      <w:lvlJc w:val="left"/>
      <w:pPr>
        <w:ind w:left="2542" w:hanging="425"/>
      </w:pPr>
      <w:rPr>
        <w:rFonts w:hint="default"/>
      </w:rPr>
    </w:lvl>
    <w:lvl w:ilvl="2" w:tplc="0A409BF6">
      <w:numFmt w:val="bullet"/>
      <w:lvlText w:val="•"/>
      <w:lvlJc w:val="left"/>
      <w:pPr>
        <w:ind w:left="3405" w:hanging="425"/>
      </w:pPr>
      <w:rPr>
        <w:rFonts w:hint="default"/>
      </w:rPr>
    </w:lvl>
    <w:lvl w:ilvl="3" w:tplc="D5022544">
      <w:numFmt w:val="bullet"/>
      <w:lvlText w:val="•"/>
      <w:lvlJc w:val="left"/>
      <w:pPr>
        <w:ind w:left="4267" w:hanging="425"/>
      </w:pPr>
      <w:rPr>
        <w:rFonts w:hint="default"/>
      </w:rPr>
    </w:lvl>
    <w:lvl w:ilvl="4" w:tplc="E7066D98">
      <w:numFmt w:val="bullet"/>
      <w:lvlText w:val="•"/>
      <w:lvlJc w:val="left"/>
      <w:pPr>
        <w:ind w:left="5130" w:hanging="425"/>
      </w:pPr>
      <w:rPr>
        <w:rFonts w:hint="default"/>
      </w:rPr>
    </w:lvl>
    <w:lvl w:ilvl="5" w:tplc="CBD095A8">
      <w:numFmt w:val="bullet"/>
      <w:lvlText w:val="•"/>
      <w:lvlJc w:val="left"/>
      <w:pPr>
        <w:ind w:left="5993" w:hanging="425"/>
      </w:pPr>
      <w:rPr>
        <w:rFonts w:hint="default"/>
      </w:rPr>
    </w:lvl>
    <w:lvl w:ilvl="6" w:tplc="EB024CC0">
      <w:numFmt w:val="bullet"/>
      <w:lvlText w:val="•"/>
      <w:lvlJc w:val="left"/>
      <w:pPr>
        <w:ind w:left="6855" w:hanging="425"/>
      </w:pPr>
      <w:rPr>
        <w:rFonts w:hint="default"/>
      </w:rPr>
    </w:lvl>
    <w:lvl w:ilvl="7" w:tplc="AEF682BE">
      <w:numFmt w:val="bullet"/>
      <w:lvlText w:val="•"/>
      <w:lvlJc w:val="left"/>
      <w:pPr>
        <w:ind w:left="7718" w:hanging="425"/>
      </w:pPr>
      <w:rPr>
        <w:rFonts w:hint="default"/>
      </w:rPr>
    </w:lvl>
    <w:lvl w:ilvl="8" w:tplc="4F2CDAE2">
      <w:numFmt w:val="bullet"/>
      <w:lvlText w:val="•"/>
      <w:lvlJc w:val="left"/>
      <w:pPr>
        <w:ind w:left="8581" w:hanging="425"/>
      </w:pPr>
      <w:rPr>
        <w:rFonts w:hint="default"/>
      </w:rPr>
    </w:lvl>
  </w:abstractNum>
  <w:abstractNum w:abstractNumId="3">
    <w:nsid w:val="16031A85"/>
    <w:multiLevelType w:val="hybridMultilevel"/>
    <w:tmpl w:val="36CC7BEA"/>
    <w:lvl w:ilvl="0" w:tplc="4992F5EA">
      <w:start w:val="1"/>
      <w:numFmt w:val="decimal"/>
      <w:lvlText w:val="%1)"/>
      <w:lvlJc w:val="left"/>
      <w:pPr>
        <w:ind w:left="54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</w:rPr>
    </w:lvl>
    <w:lvl w:ilvl="1" w:tplc="C77A2FDE">
      <w:numFmt w:val="bullet"/>
      <w:lvlText w:val="•"/>
      <w:lvlJc w:val="left"/>
      <w:pPr>
        <w:ind w:left="1516" w:hanging="708"/>
      </w:pPr>
      <w:rPr>
        <w:rFonts w:hint="default"/>
      </w:rPr>
    </w:lvl>
    <w:lvl w:ilvl="2" w:tplc="DCEE3484">
      <w:numFmt w:val="bullet"/>
      <w:lvlText w:val="•"/>
      <w:lvlJc w:val="left"/>
      <w:pPr>
        <w:ind w:left="2493" w:hanging="708"/>
      </w:pPr>
      <w:rPr>
        <w:rFonts w:hint="default"/>
      </w:rPr>
    </w:lvl>
    <w:lvl w:ilvl="3" w:tplc="03922F54">
      <w:numFmt w:val="bullet"/>
      <w:lvlText w:val="•"/>
      <w:lvlJc w:val="left"/>
      <w:pPr>
        <w:ind w:left="3469" w:hanging="708"/>
      </w:pPr>
      <w:rPr>
        <w:rFonts w:hint="default"/>
      </w:rPr>
    </w:lvl>
    <w:lvl w:ilvl="4" w:tplc="1E3C2B62">
      <w:numFmt w:val="bullet"/>
      <w:lvlText w:val="•"/>
      <w:lvlJc w:val="left"/>
      <w:pPr>
        <w:ind w:left="4446" w:hanging="708"/>
      </w:pPr>
      <w:rPr>
        <w:rFonts w:hint="default"/>
      </w:rPr>
    </w:lvl>
    <w:lvl w:ilvl="5" w:tplc="CE1C85EC">
      <w:numFmt w:val="bullet"/>
      <w:lvlText w:val="•"/>
      <w:lvlJc w:val="left"/>
      <w:pPr>
        <w:ind w:left="5423" w:hanging="708"/>
      </w:pPr>
      <w:rPr>
        <w:rFonts w:hint="default"/>
      </w:rPr>
    </w:lvl>
    <w:lvl w:ilvl="6" w:tplc="2BBAD482">
      <w:numFmt w:val="bullet"/>
      <w:lvlText w:val="•"/>
      <w:lvlJc w:val="left"/>
      <w:pPr>
        <w:ind w:left="6399" w:hanging="708"/>
      </w:pPr>
      <w:rPr>
        <w:rFonts w:hint="default"/>
      </w:rPr>
    </w:lvl>
    <w:lvl w:ilvl="7" w:tplc="1C24D050">
      <w:numFmt w:val="bullet"/>
      <w:lvlText w:val="•"/>
      <w:lvlJc w:val="left"/>
      <w:pPr>
        <w:ind w:left="7376" w:hanging="708"/>
      </w:pPr>
      <w:rPr>
        <w:rFonts w:hint="default"/>
      </w:rPr>
    </w:lvl>
    <w:lvl w:ilvl="8" w:tplc="1DFE12F8">
      <w:numFmt w:val="bullet"/>
      <w:lvlText w:val="•"/>
      <w:lvlJc w:val="left"/>
      <w:pPr>
        <w:ind w:left="8353" w:hanging="708"/>
      </w:pPr>
      <w:rPr>
        <w:rFonts w:hint="default"/>
      </w:rPr>
    </w:lvl>
  </w:abstractNum>
  <w:abstractNum w:abstractNumId="4">
    <w:nsid w:val="1F524F75"/>
    <w:multiLevelType w:val="hybridMultilevel"/>
    <w:tmpl w:val="FA5EB440"/>
    <w:lvl w:ilvl="0" w:tplc="8754465E">
      <w:numFmt w:val="bullet"/>
      <w:lvlText w:val="-"/>
      <w:lvlJc w:val="left"/>
      <w:pPr>
        <w:ind w:left="542" w:hanging="344"/>
      </w:pPr>
      <w:rPr>
        <w:rFonts w:ascii="Times New Roman" w:eastAsia="Times New Roman" w:hAnsi="Times New Roman" w:hint="default"/>
        <w:b w:val="0"/>
        <w:i w:val="0"/>
        <w:w w:val="99"/>
        <w:sz w:val="24"/>
      </w:rPr>
    </w:lvl>
    <w:lvl w:ilvl="1" w:tplc="E3E69EBA">
      <w:numFmt w:val="bullet"/>
      <w:lvlText w:val="•"/>
      <w:lvlJc w:val="left"/>
      <w:pPr>
        <w:ind w:left="1516" w:hanging="344"/>
      </w:pPr>
      <w:rPr>
        <w:rFonts w:hint="default"/>
      </w:rPr>
    </w:lvl>
    <w:lvl w:ilvl="2" w:tplc="E224025A">
      <w:numFmt w:val="bullet"/>
      <w:lvlText w:val="•"/>
      <w:lvlJc w:val="left"/>
      <w:pPr>
        <w:ind w:left="2493" w:hanging="344"/>
      </w:pPr>
      <w:rPr>
        <w:rFonts w:hint="default"/>
      </w:rPr>
    </w:lvl>
    <w:lvl w:ilvl="3" w:tplc="7DD8483A">
      <w:numFmt w:val="bullet"/>
      <w:lvlText w:val="•"/>
      <w:lvlJc w:val="left"/>
      <w:pPr>
        <w:ind w:left="3469" w:hanging="344"/>
      </w:pPr>
      <w:rPr>
        <w:rFonts w:hint="default"/>
      </w:rPr>
    </w:lvl>
    <w:lvl w:ilvl="4" w:tplc="4D6E0C8E">
      <w:numFmt w:val="bullet"/>
      <w:lvlText w:val="•"/>
      <w:lvlJc w:val="left"/>
      <w:pPr>
        <w:ind w:left="4446" w:hanging="344"/>
      </w:pPr>
      <w:rPr>
        <w:rFonts w:hint="default"/>
      </w:rPr>
    </w:lvl>
    <w:lvl w:ilvl="5" w:tplc="06CC2844">
      <w:numFmt w:val="bullet"/>
      <w:lvlText w:val="•"/>
      <w:lvlJc w:val="left"/>
      <w:pPr>
        <w:ind w:left="5423" w:hanging="344"/>
      </w:pPr>
      <w:rPr>
        <w:rFonts w:hint="default"/>
      </w:rPr>
    </w:lvl>
    <w:lvl w:ilvl="6" w:tplc="38D252C8">
      <w:numFmt w:val="bullet"/>
      <w:lvlText w:val="•"/>
      <w:lvlJc w:val="left"/>
      <w:pPr>
        <w:ind w:left="6399" w:hanging="344"/>
      </w:pPr>
      <w:rPr>
        <w:rFonts w:hint="default"/>
      </w:rPr>
    </w:lvl>
    <w:lvl w:ilvl="7" w:tplc="40DA447E">
      <w:numFmt w:val="bullet"/>
      <w:lvlText w:val="•"/>
      <w:lvlJc w:val="left"/>
      <w:pPr>
        <w:ind w:left="7376" w:hanging="344"/>
      </w:pPr>
      <w:rPr>
        <w:rFonts w:hint="default"/>
      </w:rPr>
    </w:lvl>
    <w:lvl w:ilvl="8" w:tplc="28CC964C">
      <w:numFmt w:val="bullet"/>
      <w:lvlText w:val="•"/>
      <w:lvlJc w:val="left"/>
      <w:pPr>
        <w:ind w:left="8353" w:hanging="344"/>
      </w:pPr>
      <w:rPr>
        <w:rFonts w:hint="default"/>
      </w:rPr>
    </w:lvl>
  </w:abstractNum>
  <w:abstractNum w:abstractNumId="5">
    <w:nsid w:val="20644390"/>
    <w:multiLevelType w:val="hybridMultilevel"/>
    <w:tmpl w:val="785CDF6A"/>
    <w:lvl w:ilvl="0" w:tplc="784A21E6">
      <w:start w:val="1"/>
      <w:numFmt w:val="decimal"/>
      <w:lvlText w:val="%1."/>
      <w:lvlJc w:val="left"/>
      <w:pPr>
        <w:ind w:left="249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E4FC2AE0">
      <w:numFmt w:val="bullet"/>
      <w:lvlText w:val="•"/>
      <w:lvlJc w:val="left"/>
      <w:pPr>
        <w:ind w:left="693" w:hanging="348"/>
      </w:pPr>
      <w:rPr>
        <w:rFonts w:hint="default"/>
      </w:rPr>
    </w:lvl>
    <w:lvl w:ilvl="2" w:tplc="2510550E">
      <w:numFmt w:val="bullet"/>
      <w:lvlText w:val="•"/>
      <w:lvlJc w:val="left"/>
      <w:pPr>
        <w:ind w:left="1147" w:hanging="348"/>
      </w:pPr>
      <w:rPr>
        <w:rFonts w:hint="default"/>
      </w:rPr>
    </w:lvl>
    <w:lvl w:ilvl="3" w:tplc="901E50E0">
      <w:numFmt w:val="bullet"/>
      <w:lvlText w:val="•"/>
      <w:lvlJc w:val="left"/>
      <w:pPr>
        <w:ind w:left="1601" w:hanging="348"/>
      </w:pPr>
      <w:rPr>
        <w:rFonts w:hint="default"/>
      </w:rPr>
    </w:lvl>
    <w:lvl w:ilvl="4" w:tplc="1D406D80">
      <w:numFmt w:val="bullet"/>
      <w:lvlText w:val="•"/>
      <w:lvlJc w:val="left"/>
      <w:pPr>
        <w:ind w:left="2054" w:hanging="348"/>
      </w:pPr>
      <w:rPr>
        <w:rFonts w:hint="default"/>
      </w:rPr>
    </w:lvl>
    <w:lvl w:ilvl="5" w:tplc="2244EA24">
      <w:numFmt w:val="bullet"/>
      <w:lvlText w:val="•"/>
      <w:lvlJc w:val="left"/>
      <w:pPr>
        <w:ind w:left="2508" w:hanging="348"/>
      </w:pPr>
      <w:rPr>
        <w:rFonts w:hint="default"/>
      </w:rPr>
    </w:lvl>
    <w:lvl w:ilvl="6" w:tplc="16ECA5A0">
      <w:numFmt w:val="bullet"/>
      <w:lvlText w:val="•"/>
      <w:lvlJc w:val="left"/>
      <w:pPr>
        <w:ind w:left="2962" w:hanging="348"/>
      </w:pPr>
      <w:rPr>
        <w:rFonts w:hint="default"/>
      </w:rPr>
    </w:lvl>
    <w:lvl w:ilvl="7" w:tplc="59741F40">
      <w:numFmt w:val="bullet"/>
      <w:lvlText w:val="•"/>
      <w:lvlJc w:val="left"/>
      <w:pPr>
        <w:ind w:left="3415" w:hanging="348"/>
      </w:pPr>
      <w:rPr>
        <w:rFonts w:hint="default"/>
      </w:rPr>
    </w:lvl>
    <w:lvl w:ilvl="8" w:tplc="2D161DDE">
      <w:numFmt w:val="bullet"/>
      <w:lvlText w:val="•"/>
      <w:lvlJc w:val="left"/>
      <w:pPr>
        <w:ind w:left="3869" w:hanging="348"/>
      </w:pPr>
      <w:rPr>
        <w:rFonts w:hint="default"/>
      </w:rPr>
    </w:lvl>
  </w:abstractNum>
  <w:abstractNum w:abstractNumId="6">
    <w:nsid w:val="25AB3795"/>
    <w:multiLevelType w:val="hybridMultilevel"/>
    <w:tmpl w:val="288CE5F6"/>
    <w:lvl w:ilvl="0" w:tplc="AFDE4482">
      <w:start w:val="1"/>
      <w:numFmt w:val="decimal"/>
      <w:lvlText w:val="%1."/>
      <w:lvlJc w:val="left"/>
      <w:pPr>
        <w:ind w:left="149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B1EAFEA4">
      <w:numFmt w:val="bullet"/>
      <w:lvlText w:val="•"/>
      <w:lvlJc w:val="left"/>
      <w:pPr>
        <w:ind w:left="2380" w:hanging="240"/>
      </w:pPr>
      <w:rPr>
        <w:rFonts w:hint="default"/>
      </w:rPr>
    </w:lvl>
    <w:lvl w:ilvl="2" w:tplc="A224E044">
      <w:numFmt w:val="bullet"/>
      <w:lvlText w:val="•"/>
      <w:lvlJc w:val="left"/>
      <w:pPr>
        <w:ind w:left="3261" w:hanging="240"/>
      </w:pPr>
      <w:rPr>
        <w:rFonts w:hint="default"/>
      </w:rPr>
    </w:lvl>
    <w:lvl w:ilvl="3" w:tplc="2DF6988A">
      <w:numFmt w:val="bullet"/>
      <w:lvlText w:val="•"/>
      <w:lvlJc w:val="left"/>
      <w:pPr>
        <w:ind w:left="4141" w:hanging="240"/>
      </w:pPr>
      <w:rPr>
        <w:rFonts w:hint="default"/>
      </w:rPr>
    </w:lvl>
    <w:lvl w:ilvl="4" w:tplc="524E0184">
      <w:numFmt w:val="bullet"/>
      <w:lvlText w:val="•"/>
      <w:lvlJc w:val="left"/>
      <w:pPr>
        <w:ind w:left="5022" w:hanging="240"/>
      </w:pPr>
      <w:rPr>
        <w:rFonts w:hint="default"/>
      </w:rPr>
    </w:lvl>
    <w:lvl w:ilvl="5" w:tplc="9874FE70">
      <w:numFmt w:val="bullet"/>
      <w:lvlText w:val="•"/>
      <w:lvlJc w:val="left"/>
      <w:pPr>
        <w:ind w:left="5903" w:hanging="240"/>
      </w:pPr>
      <w:rPr>
        <w:rFonts w:hint="default"/>
      </w:rPr>
    </w:lvl>
    <w:lvl w:ilvl="6" w:tplc="AC76AED8">
      <w:numFmt w:val="bullet"/>
      <w:lvlText w:val="•"/>
      <w:lvlJc w:val="left"/>
      <w:pPr>
        <w:ind w:left="6783" w:hanging="240"/>
      </w:pPr>
      <w:rPr>
        <w:rFonts w:hint="default"/>
      </w:rPr>
    </w:lvl>
    <w:lvl w:ilvl="7" w:tplc="0FE07A56">
      <w:numFmt w:val="bullet"/>
      <w:lvlText w:val="•"/>
      <w:lvlJc w:val="left"/>
      <w:pPr>
        <w:ind w:left="7664" w:hanging="240"/>
      </w:pPr>
      <w:rPr>
        <w:rFonts w:hint="default"/>
      </w:rPr>
    </w:lvl>
    <w:lvl w:ilvl="8" w:tplc="B7D01E66">
      <w:numFmt w:val="bullet"/>
      <w:lvlText w:val="•"/>
      <w:lvlJc w:val="left"/>
      <w:pPr>
        <w:ind w:left="8545" w:hanging="240"/>
      </w:pPr>
      <w:rPr>
        <w:rFonts w:hint="default"/>
      </w:rPr>
    </w:lvl>
  </w:abstractNum>
  <w:abstractNum w:abstractNumId="7">
    <w:nsid w:val="29392CBB"/>
    <w:multiLevelType w:val="hybridMultilevel"/>
    <w:tmpl w:val="992A757E"/>
    <w:lvl w:ilvl="0" w:tplc="C680D086">
      <w:numFmt w:val="bullet"/>
      <w:lvlText w:val=""/>
      <w:lvlJc w:val="left"/>
      <w:pPr>
        <w:ind w:left="542" w:hanging="286"/>
      </w:pPr>
      <w:rPr>
        <w:rFonts w:ascii="Wingdings" w:eastAsia="Times New Roman" w:hAnsi="Wingdings" w:hint="default"/>
        <w:b w:val="0"/>
        <w:i w:val="0"/>
        <w:w w:val="100"/>
        <w:sz w:val="24"/>
      </w:rPr>
    </w:lvl>
    <w:lvl w:ilvl="1" w:tplc="2E98D0D8">
      <w:numFmt w:val="bullet"/>
      <w:lvlText w:val="•"/>
      <w:lvlJc w:val="left"/>
      <w:pPr>
        <w:ind w:left="1516" w:hanging="286"/>
      </w:pPr>
      <w:rPr>
        <w:rFonts w:hint="default"/>
      </w:rPr>
    </w:lvl>
    <w:lvl w:ilvl="2" w:tplc="8BD26738">
      <w:numFmt w:val="bullet"/>
      <w:lvlText w:val="•"/>
      <w:lvlJc w:val="left"/>
      <w:pPr>
        <w:ind w:left="2493" w:hanging="286"/>
      </w:pPr>
      <w:rPr>
        <w:rFonts w:hint="default"/>
      </w:rPr>
    </w:lvl>
    <w:lvl w:ilvl="3" w:tplc="60306E38">
      <w:numFmt w:val="bullet"/>
      <w:lvlText w:val="•"/>
      <w:lvlJc w:val="left"/>
      <w:pPr>
        <w:ind w:left="3469" w:hanging="286"/>
      </w:pPr>
      <w:rPr>
        <w:rFonts w:hint="default"/>
      </w:rPr>
    </w:lvl>
    <w:lvl w:ilvl="4" w:tplc="C4C43EE8">
      <w:numFmt w:val="bullet"/>
      <w:lvlText w:val="•"/>
      <w:lvlJc w:val="left"/>
      <w:pPr>
        <w:ind w:left="4446" w:hanging="286"/>
      </w:pPr>
      <w:rPr>
        <w:rFonts w:hint="default"/>
      </w:rPr>
    </w:lvl>
    <w:lvl w:ilvl="5" w:tplc="D4E4DC28">
      <w:numFmt w:val="bullet"/>
      <w:lvlText w:val="•"/>
      <w:lvlJc w:val="left"/>
      <w:pPr>
        <w:ind w:left="5423" w:hanging="286"/>
      </w:pPr>
      <w:rPr>
        <w:rFonts w:hint="default"/>
      </w:rPr>
    </w:lvl>
    <w:lvl w:ilvl="6" w:tplc="A426DB02">
      <w:numFmt w:val="bullet"/>
      <w:lvlText w:val="•"/>
      <w:lvlJc w:val="left"/>
      <w:pPr>
        <w:ind w:left="6399" w:hanging="286"/>
      </w:pPr>
      <w:rPr>
        <w:rFonts w:hint="default"/>
      </w:rPr>
    </w:lvl>
    <w:lvl w:ilvl="7" w:tplc="93C67ACA">
      <w:numFmt w:val="bullet"/>
      <w:lvlText w:val="•"/>
      <w:lvlJc w:val="left"/>
      <w:pPr>
        <w:ind w:left="7376" w:hanging="286"/>
      </w:pPr>
      <w:rPr>
        <w:rFonts w:hint="default"/>
      </w:rPr>
    </w:lvl>
    <w:lvl w:ilvl="8" w:tplc="24DC7E18">
      <w:numFmt w:val="bullet"/>
      <w:lvlText w:val="•"/>
      <w:lvlJc w:val="left"/>
      <w:pPr>
        <w:ind w:left="8353" w:hanging="286"/>
      </w:pPr>
      <w:rPr>
        <w:rFonts w:hint="default"/>
      </w:rPr>
    </w:lvl>
  </w:abstractNum>
  <w:abstractNum w:abstractNumId="8">
    <w:nsid w:val="29B70B45"/>
    <w:multiLevelType w:val="hybridMultilevel"/>
    <w:tmpl w:val="30CC5DAC"/>
    <w:lvl w:ilvl="0" w:tplc="2842C818">
      <w:numFmt w:val="bullet"/>
      <w:lvlText w:val="-"/>
      <w:lvlJc w:val="left"/>
      <w:pPr>
        <w:ind w:left="542" w:hanging="140"/>
      </w:pPr>
      <w:rPr>
        <w:rFonts w:ascii="Times New Roman" w:eastAsia="Times New Roman" w:hAnsi="Times New Roman" w:hint="default"/>
        <w:b w:val="0"/>
        <w:i w:val="0"/>
        <w:w w:val="99"/>
        <w:sz w:val="24"/>
      </w:rPr>
    </w:lvl>
    <w:lvl w:ilvl="1" w:tplc="DB72598E">
      <w:numFmt w:val="bullet"/>
      <w:lvlText w:val="•"/>
      <w:lvlJc w:val="left"/>
      <w:pPr>
        <w:ind w:left="1516" w:hanging="140"/>
      </w:pPr>
      <w:rPr>
        <w:rFonts w:hint="default"/>
      </w:rPr>
    </w:lvl>
    <w:lvl w:ilvl="2" w:tplc="FDAA3140">
      <w:numFmt w:val="bullet"/>
      <w:lvlText w:val="•"/>
      <w:lvlJc w:val="left"/>
      <w:pPr>
        <w:ind w:left="2493" w:hanging="140"/>
      </w:pPr>
      <w:rPr>
        <w:rFonts w:hint="default"/>
      </w:rPr>
    </w:lvl>
    <w:lvl w:ilvl="3" w:tplc="D2B27614">
      <w:numFmt w:val="bullet"/>
      <w:lvlText w:val="•"/>
      <w:lvlJc w:val="left"/>
      <w:pPr>
        <w:ind w:left="3469" w:hanging="140"/>
      </w:pPr>
      <w:rPr>
        <w:rFonts w:hint="default"/>
      </w:rPr>
    </w:lvl>
    <w:lvl w:ilvl="4" w:tplc="66A2BADE">
      <w:numFmt w:val="bullet"/>
      <w:lvlText w:val="•"/>
      <w:lvlJc w:val="left"/>
      <w:pPr>
        <w:ind w:left="4446" w:hanging="140"/>
      </w:pPr>
      <w:rPr>
        <w:rFonts w:hint="default"/>
      </w:rPr>
    </w:lvl>
    <w:lvl w:ilvl="5" w:tplc="898E74A0">
      <w:numFmt w:val="bullet"/>
      <w:lvlText w:val="•"/>
      <w:lvlJc w:val="left"/>
      <w:pPr>
        <w:ind w:left="5423" w:hanging="140"/>
      </w:pPr>
      <w:rPr>
        <w:rFonts w:hint="default"/>
      </w:rPr>
    </w:lvl>
    <w:lvl w:ilvl="6" w:tplc="B16038DA">
      <w:numFmt w:val="bullet"/>
      <w:lvlText w:val="•"/>
      <w:lvlJc w:val="left"/>
      <w:pPr>
        <w:ind w:left="6399" w:hanging="140"/>
      </w:pPr>
      <w:rPr>
        <w:rFonts w:hint="default"/>
      </w:rPr>
    </w:lvl>
    <w:lvl w:ilvl="7" w:tplc="82A80E9C">
      <w:numFmt w:val="bullet"/>
      <w:lvlText w:val="•"/>
      <w:lvlJc w:val="left"/>
      <w:pPr>
        <w:ind w:left="7376" w:hanging="140"/>
      </w:pPr>
      <w:rPr>
        <w:rFonts w:hint="default"/>
      </w:rPr>
    </w:lvl>
    <w:lvl w:ilvl="8" w:tplc="F6BAE624">
      <w:numFmt w:val="bullet"/>
      <w:lvlText w:val="•"/>
      <w:lvlJc w:val="left"/>
      <w:pPr>
        <w:ind w:left="8353" w:hanging="140"/>
      </w:pPr>
      <w:rPr>
        <w:rFonts w:hint="default"/>
      </w:rPr>
    </w:lvl>
  </w:abstractNum>
  <w:abstractNum w:abstractNumId="9">
    <w:nsid w:val="30572F94"/>
    <w:multiLevelType w:val="multilevel"/>
    <w:tmpl w:val="6282B22C"/>
    <w:lvl w:ilvl="0">
      <w:start w:val="1"/>
      <w:numFmt w:val="decimal"/>
      <w:lvlText w:val="%1."/>
      <w:lvlJc w:val="left"/>
      <w:pPr>
        <w:ind w:left="1118" w:hanging="576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118" w:hanging="5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start w:val="1"/>
      <w:numFmt w:val="decimal"/>
      <w:lvlText w:val="%3."/>
      <w:lvlJc w:val="left"/>
      <w:pPr>
        <w:ind w:left="54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3">
      <w:start w:val="1"/>
      <w:numFmt w:val="decimal"/>
      <w:lvlText w:val="%4."/>
      <w:lvlJc w:val="left"/>
      <w:pPr>
        <w:ind w:left="3924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</w:rPr>
    </w:lvl>
    <w:lvl w:ilvl="4">
      <w:numFmt w:val="bullet"/>
      <w:lvlText w:val="•"/>
      <w:lvlJc w:val="left"/>
      <w:pPr>
        <w:ind w:left="5516" w:hanging="360"/>
      </w:pPr>
      <w:rPr>
        <w:rFonts w:hint="default"/>
      </w:rPr>
    </w:lvl>
    <w:lvl w:ilvl="5">
      <w:numFmt w:val="bullet"/>
      <w:lvlText w:val="•"/>
      <w:lvlJc w:val="left"/>
      <w:pPr>
        <w:ind w:left="6314" w:hanging="360"/>
      </w:pPr>
      <w:rPr>
        <w:rFonts w:hint="default"/>
      </w:rPr>
    </w:lvl>
    <w:lvl w:ilvl="6">
      <w:numFmt w:val="bullet"/>
      <w:lvlText w:val="•"/>
      <w:lvlJc w:val="left"/>
      <w:pPr>
        <w:ind w:left="7113" w:hanging="360"/>
      </w:pPr>
      <w:rPr>
        <w:rFonts w:hint="default"/>
      </w:rPr>
    </w:lvl>
    <w:lvl w:ilvl="7">
      <w:numFmt w:val="bullet"/>
      <w:lvlText w:val="•"/>
      <w:lvlJc w:val="left"/>
      <w:pPr>
        <w:ind w:left="7911" w:hanging="360"/>
      </w:pPr>
      <w:rPr>
        <w:rFonts w:hint="default"/>
      </w:rPr>
    </w:lvl>
    <w:lvl w:ilvl="8">
      <w:numFmt w:val="bullet"/>
      <w:lvlText w:val="•"/>
      <w:lvlJc w:val="left"/>
      <w:pPr>
        <w:ind w:left="8709" w:hanging="360"/>
      </w:pPr>
      <w:rPr>
        <w:rFonts w:hint="default"/>
      </w:rPr>
    </w:lvl>
  </w:abstractNum>
  <w:abstractNum w:abstractNumId="10">
    <w:nsid w:val="32E96158"/>
    <w:multiLevelType w:val="hybridMultilevel"/>
    <w:tmpl w:val="7CB0C9CA"/>
    <w:lvl w:ilvl="0" w:tplc="011E2D3C">
      <w:numFmt w:val="bullet"/>
      <w:lvlText w:val="-"/>
      <w:lvlJc w:val="left"/>
      <w:pPr>
        <w:ind w:left="108" w:hanging="233"/>
      </w:pPr>
      <w:rPr>
        <w:rFonts w:ascii="Times New Roman" w:eastAsia="Times New Roman" w:hAnsi="Times New Roman" w:hint="default"/>
        <w:b w:val="0"/>
        <w:i w:val="0"/>
        <w:w w:val="99"/>
        <w:sz w:val="24"/>
      </w:rPr>
    </w:lvl>
    <w:lvl w:ilvl="1" w:tplc="BBDEB56E">
      <w:start w:val="2"/>
      <w:numFmt w:val="decimal"/>
      <w:lvlText w:val="%2)"/>
      <w:lvlJc w:val="left"/>
      <w:pPr>
        <w:ind w:left="108" w:hanging="6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</w:rPr>
    </w:lvl>
    <w:lvl w:ilvl="2" w:tplc="CB02A038">
      <w:numFmt w:val="bullet"/>
      <w:lvlText w:val="•"/>
      <w:lvlJc w:val="left"/>
      <w:pPr>
        <w:ind w:left="1573" w:hanging="668"/>
      </w:pPr>
      <w:rPr>
        <w:rFonts w:hint="default"/>
      </w:rPr>
    </w:lvl>
    <w:lvl w:ilvl="3" w:tplc="0DB2C33E">
      <w:numFmt w:val="bullet"/>
      <w:lvlText w:val="•"/>
      <w:lvlJc w:val="left"/>
      <w:pPr>
        <w:ind w:left="2310" w:hanging="668"/>
      </w:pPr>
      <w:rPr>
        <w:rFonts w:hint="default"/>
      </w:rPr>
    </w:lvl>
    <w:lvl w:ilvl="4" w:tplc="C2889808">
      <w:numFmt w:val="bullet"/>
      <w:lvlText w:val="•"/>
      <w:lvlJc w:val="left"/>
      <w:pPr>
        <w:ind w:left="3047" w:hanging="668"/>
      </w:pPr>
      <w:rPr>
        <w:rFonts w:hint="default"/>
      </w:rPr>
    </w:lvl>
    <w:lvl w:ilvl="5" w:tplc="D61206FA">
      <w:numFmt w:val="bullet"/>
      <w:lvlText w:val="•"/>
      <w:lvlJc w:val="left"/>
      <w:pPr>
        <w:ind w:left="3784" w:hanging="668"/>
      </w:pPr>
      <w:rPr>
        <w:rFonts w:hint="default"/>
      </w:rPr>
    </w:lvl>
    <w:lvl w:ilvl="6" w:tplc="1CF0766C">
      <w:numFmt w:val="bullet"/>
      <w:lvlText w:val="•"/>
      <w:lvlJc w:val="left"/>
      <w:pPr>
        <w:ind w:left="4521" w:hanging="668"/>
      </w:pPr>
      <w:rPr>
        <w:rFonts w:hint="default"/>
      </w:rPr>
    </w:lvl>
    <w:lvl w:ilvl="7" w:tplc="A6D6D05E">
      <w:numFmt w:val="bullet"/>
      <w:lvlText w:val="•"/>
      <w:lvlJc w:val="left"/>
      <w:pPr>
        <w:ind w:left="5258" w:hanging="668"/>
      </w:pPr>
      <w:rPr>
        <w:rFonts w:hint="default"/>
      </w:rPr>
    </w:lvl>
    <w:lvl w:ilvl="8" w:tplc="6408E38C">
      <w:numFmt w:val="bullet"/>
      <w:lvlText w:val="•"/>
      <w:lvlJc w:val="left"/>
      <w:pPr>
        <w:ind w:left="5995" w:hanging="668"/>
      </w:pPr>
      <w:rPr>
        <w:rFonts w:hint="default"/>
      </w:rPr>
    </w:lvl>
  </w:abstractNum>
  <w:abstractNum w:abstractNumId="11">
    <w:nsid w:val="36C55837"/>
    <w:multiLevelType w:val="hybridMultilevel"/>
    <w:tmpl w:val="0B389D46"/>
    <w:lvl w:ilvl="0" w:tplc="2FF8888A">
      <w:numFmt w:val="bullet"/>
      <w:lvlText w:val=""/>
      <w:lvlJc w:val="left"/>
      <w:pPr>
        <w:ind w:left="542" w:hanging="286"/>
      </w:pPr>
      <w:rPr>
        <w:rFonts w:ascii="Wingdings" w:eastAsia="Times New Roman" w:hAnsi="Wingdings" w:hint="default"/>
        <w:b w:val="0"/>
        <w:i w:val="0"/>
        <w:w w:val="100"/>
        <w:sz w:val="24"/>
      </w:rPr>
    </w:lvl>
    <w:lvl w:ilvl="1" w:tplc="BB88F4F8">
      <w:numFmt w:val="bullet"/>
      <w:lvlText w:val="•"/>
      <w:lvlJc w:val="left"/>
      <w:pPr>
        <w:ind w:left="1516" w:hanging="286"/>
      </w:pPr>
      <w:rPr>
        <w:rFonts w:hint="default"/>
      </w:rPr>
    </w:lvl>
    <w:lvl w:ilvl="2" w:tplc="4EE4E3C8">
      <w:numFmt w:val="bullet"/>
      <w:lvlText w:val="•"/>
      <w:lvlJc w:val="left"/>
      <w:pPr>
        <w:ind w:left="2493" w:hanging="286"/>
      </w:pPr>
      <w:rPr>
        <w:rFonts w:hint="default"/>
      </w:rPr>
    </w:lvl>
    <w:lvl w:ilvl="3" w:tplc="17EE43A6">
      <w:numFmt w:val="bullet"/>
      <w:lvlText w:val="•"/>
      <w:lvlJc w:val="left"/>
      <w:pPr>
        <w:ind w:left="3469" w:hanging="286"/>
      </w:pPr>
      <w:rPr>
        <w:rFonts w:hint="default"/>
      </w:rPr>
    </w:lvl>
    <w:lvl w:ilvl="4" w:tplc="8918E70A">
      <w:numFmt w:val="bullet"/>
      <w:lvlText w:val="•"/>
      <w:lvlJc w:val="left"/>
      <w:pPr>
        <w:ind w:left="4446" w:hanging="286"/>
      </w:pPr>
      <w:rPr>
        <w:rFonts w:hint="default"/>
      </w:rPr>
    </w:lvl>
    <w:lvl w:ilvl="5" w:tplc="E8B8592A">
      <w:numFmt w:val="bullet"/>
      <w:lvlText w:val="•"/>
      <w:lvlJc w:val="left"/>
      <w:pPr>
        <w:ind w:left="5423" w:hanging="286"/>
      </w:pPr>
      <w:rPr>
        <w:rFonts w:hint="default"/>
      </w:rPr>
    </w:lvl>
    <w:lvl w:ilvl="6" w:tplc="FFF62F6A">
      <w:numFmt w:val="bullet"/>
      <w:lvlText w:val="•"/>
      <w:lvlJc w:val="left"/>
      <w:pPr>
        <w:ind w:left="6399" w:hanging="286"/>
      </w:pPr>
      <w:rPr>
        <w:rFonts w:hint="default"/>
      </w:rPr>
    </w:lvl>
    <w:lvl w:ilvl="7" w:tplc="4F70EF12">
      <w:numFmt w:val="bullet"/>
      <w:lvlText w:val="•"/>
      <w:lvlJc w:val="left"/>
      <w:pPr>
        <w:ind w:left="7376" w:hanging="286"/>
      </w:pPr>
      <w:rPr>
        <w:rFonts w:hint="default"/>
      </w:rPr>
    </w:lvl>
    <w:lvl w:ilvl="8" w:tplc="473E698E">
      <w:numFmt w:val="bullet"/>
      <w:lvlText w:val="•"/>
      <w:lvlJc w:val="left"/>
      <w:pPr>
        <w:ind w:left="8353" w:hanging="286"/>
      </w:pPr>
      <w:rPr>
        <w:rFonts w:hint="default"/>
      </w:rPr>
    </w:lvl>
  </w:abstractNum>
  <w:abstractNum w:abstractNumId="12">
    <w:nsid w:val="37A72E0A"/>
    <w:multiLevelType w:val="hybridMultilevel"/>
    <w:tmpl w:val="FD88181E"/>
    <w:lvl w:ilvl="0" w:tplc="A7585500">
      <w:numFmt w:val="bullet"/>
      <w:lvlText w:val=""/>
      <w:lvlJc w:val="left"/>
      <w:pPr>
        <w:ind w:left="542" w:hanging="425"/>
      </w:pPr>
      <w:rPr>
        <w:rFonts w:ascii="Wingdings" w:eastAsia="Times New Roman" w:hAnsi="Wingdings" w:hint="default"/>
        <w:b w:val="0"/>
        <w:i w:val="0"/>
        <w:w w:val="100"/>
        <w:sz w:val="24"/>
      </w:rPr>
    </w:lvl>
    <w:lvl w:ilvl="1" w:tplc="6B9EED40">
      <w:numFmt w:val="bullet"/>
      <w:lvlText w:val="•"/>
      <w:lvlJc w:val="left"/>
      <w:pPr>
        <w:ind w:left="1516" w:hanging="425"/>
      </w:pPr>
      <w:rPr>
        <w:rFonts w:hint="default"/>
      </w:rPr>
    </w:lvl>
    <w:lvl w:ilvl="2" w:tplc="4CACD52A">
      <w:numFmt w:val="bullet"/>
      <w:lvlText w:val="•"/>
      <w:lvlJc w:val="left"/>
      <w:pPr>
        <w:ind w:left="2493" w:hanging="425"/>
      </w:pPr>
      <w:rPr>
        <w:rFonts w:hint="default"/>
      </w:rPr>
    </w:lvl>
    <w:lvl w:ilvl="3" w:tplc="39CA7F60">
      <w:numFmt w:val="bullet"/>
      <w:lvlText w:val="•"/>
      <w:lvlJc w:val="left"/>
      <w:pPr>
        <w:ind w:left="3469" w:hanging="425"/>
      </w:pPr>
      <w:rPr>
        <w:rFonts w:hint="default"/>
      </w:rPr>
    </w:lvl>
    <w:lvl w:ilvl="4" w:tplc="E9F8502E">
      <w:numFmt w:val="bullet"/>
      <w:lvlText w:val="•"/>
      <w:lvlJc w:val="left"/>
      <w:pPr>
        <w:ind w:left="4446" w:hanging="425"/>
      </w:pPr>
      <w:rPr>
        <w:rFonts w:hint="default"/>
      </w:rPr>
    </w:lvl>
    <w:lvl w:ilvl="5" w:tplc="8078F19C">
      <w:numFmt w:val="bullet"/>
      <w:lvlText w:val="•"/>
      <w:lvlJc w:val="left"/>
      <w:pPr>
        <w:ind w:left="5423" w:hanging="425"/>
      </w:pPr>
      <w:rPr>
        <w:rFonts w:hint="default"/>
      </w:rPr>
    </w:lvl>
    <w:lvl w:ilvl="6" w:tplc="791C9302">
      <w:numFmt w:val="bullet"/>
      <w:lvlText w:val="•"/>
      <w:lvlJc w:val="left"/>
      <w:pPr>
        <w:ind w:left="6399" w:hanging="425"/>
      </w:pPr>
      <w:rPr>
        <w:rFonts w:hint="default"/>
      </w:rPr>
    </w:lvl>
    <w:lvl w:ilvl="7" w:tplc="2B9C6E54">
      <w:numFmt w:val="bullet"/>
      <w:lvlText w:val="•"/>
      <w:lvlJc w:val="left"/>
      <w:pPr>
        <w:ind w:left="7376" w:hanging="425"/>
      </w:pPr>
      <w:rPr>
        <w:rFonts w:hint="default"/>
      </w:rPr>
    </w:lvl>
    <w:lvl w:ilvl="8" w:tplc="15DACFCC">
      <w:numFmt w:val="bullet"/>
      <w:lvlText w:val="•"/>
      <w:lvlJc w:val="left"/>
      <w:pPr>
        <w:ind w:left="8353" w:hanging="425"/>
      </w:pPr>
      <w:rPr>
        <w:rFonts w:hint="default"/>
      </w:rPr>
    </w:lvl>
  </w:abstractNum>
  <w:abstractNum w:abstractNumId="13">
    <w:nsid w:val="38780A95"/>
    <w:multiLevelType w:val="hybridMultilevel"/>
    <w:tmpl w:val="72FE0EC4"/>
    <w:lvl w:ilvl="0" w:tplc="EDCC38CA">
      <w:start w:val="6"/>
      <w:numFmt w:val="decimal"/>
      <w:lvlText w:val="%1."/>
      <w:lvlJc w:val="left"/>
      <w:pPr>
        <w:ind w:left="282" w:hanging="4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12828AF2">
      <w:numFmt w:val="bullet"/>
      <w:lvlText w:val="•"/>
      <w:lvlJc w:val="left"/>
      <w:pPr>
        <w:ind w:left="729" w:hanging="408"/>
      </w:pPr>
      <w:rPr>
        <w:rFonts w:hint="default"/>
      </w:rPr>
    </w:lvl>
    <w:lvl w:ilvl="2" w:tplc="E63C444E">
      <w:numFmt w:val="bullet"/>
      <w:lvlText w:val="•"/>
      <w:lvlJc w:val="left"/>
      <w:pPr>
        <w:ind w:left="1179" w:hanging="408"/>
      </w:pPr>
      <w:rPr>
        <w:rFonts w:hint="default"/>
      </w:rPr>
    </w:lvl>
    <w:lvl w:ilvl="3" w:tplc="F850AFE0">
      <w:numFmt w:val="bullet"/>
      <w:lvlText w:val="•"/>
      <w:lvlJc w:val="left"/>
      <w:pPr>
        <w:ind w:left="1629" w:hanging="408"/>
      </w:pPr>
      <w:rPr>
        <w:rFonts w:hint="default"/>
      </w:rPr>
    </w:lvl>
    <w:lvl w:ilvl="4" w:tplc="96E4314C">
      <w:numFmt w:val="bullet"/>
      <w:lvlText w:val="•"/>
      <w:lvlJc w:val="left"/>
      <w:pPr>
        <w:ind w:left="2078" w:hanging="408"/>
      </w:pPr>
      <w:rPr>
        <w:rFonts w:hint="default"/>
      </w:rPr>
    </w:lvl>
    <w:lvl w:ilvl="5" w:tplc="BE0450B2">
      <w:numFmt w:val="bullet"/>
      <w:lvlText w:val="•"/>
      <w:lvlJc w:val="left"/>
      <w:pPr>
        <w:ind w:left="2528" w:hanging="408"/>
      </w:pPr>
      <w:rPr>
        <w:rFonts w:hint="default"/>
      </w:rPr>
    </w:lvl>
    <w:lvl w:ilvl="6" w:tplc="46C6734E">
      <w:numFmt w:val="bullet"/>
      <w:lvlText w:val="•"/>
      <w:lvlJc w:val="left"/>
      <w:pPr>
        <w:ind w:left="2978" w:hanging="408"/>
      </w:pPr>
      <w:rPr>
        <w:rFonts w:hint="default"/>
      </w:rPr>
    </w:lvl>
    <w:lvl w:ilvl="7" w:tplc="08DC2DFE">
      <w:numFmt w:val="bullet"/>
      <w:lvlText w:val="•"/>
      <w:lvlJc w:val="left"/>
      <w:pPr>
        <w:ind w:left="3427" w:hanging="408"/>
      </w:pPr>
      <w:rPr>
        <w:rFonts w:hint="default"/>
      </w:rPr>
    </w:lvl>
    <w:lvl w:ilvl="8" w:tplc="B0BEFE84">
      <w:numFmt w:val="bullet"/>
      <w:lvlText w:val="•"/>
      <w:lvlJc w:val="left"/>
      <w:pPr>
        <w:ind w:left="3877" w:hanging="408"/>
      </w:pPr>
      <w:rPr>
        <w:rFonts w:hint="default"/>
      </w:rPr>
    </w:lvl>
  </w:abstractNum>
  <w:abstractNum w:abstractNumId="14">
    <w:nsid w:val="38ED217F"/>
    <w:multiLevelType w:val="hybridMultilevel"/>
    <w:tmpl w:val="7BA4A9BA"/>
    <w:lvl w:ilvl="0" w:tplc="CFBE5728">
      <w:start w:val="1"/>
      <w:numFmt w:val="decimal"/>
      <w:lvlText w:val="%1."/>
      <w:lvlJc w:val="left"/>
      <w:pPr>
        <w:ind w:left="282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EBCC6FA8">
      <w:numFmt w:val="bullet"/>
      <w:lvlText w:val="•"/>
      <w:lvlJc w:val="left"/>
      <w:pPr>
        <w:ind w:left="729" w:hanging="348"/>
      </w:pPr>
      <w:rPr>
        <w:rFonts w:hint="default"/>
      </w:rPr>
    </w:lvl>
    <w:lvl w:ilvl="2" w:tplc="1790437E">
      <w:numFmt w:val="bullet"/>
      <w:lvlText w:val="•"/>
      <w:lvlJc w:val="left"/>
      <w:pPr>
        <w:ind w:left="1179" w:hanging="348"/>
      </w:pPr>
      <w:rPr>
        <w:rFonts w:hint="default"/>
      </w:rPr>
    </w:lvl>
    <w:lvl w:ilvl="3" w:tplc="BF50FD72">
      <w:numFmt w:val="bullet"/>
      <w:lvlText w:val="•"/>
      <w:lvlJc w:val="left"/>
      <w:pPr>
        <w:ind w:left="1629" w:hanging="348"/>
      </w:pPr>
      <w:rPr>
        <w:rFonts w:hint="default"/>
      </w:rPr>
    </w:lvl>
    <w:lvl w:ilvl="4" w:tplc="8FEE353E">
      <w:numFmt w:val="bullet"/>
      <w:lvlText w:val="•"/>
      <w:lvlJc w:val="left"/>
      <w:pPr>
        <w:ind w:left="2078" w:hanging="348"/>
      </w:pPr>
      <w:rPr>
        <w:rFonts w:hint="default"/>
      </w:rPr>
    </w:lvl>
    <w:lvl w:ilvl="5" w:tplc="11C2AA90">
      <w:numFmt w:val="bullet"/>
      <w:lvlText w:val="•"/>
      <w:lvlJc w:val="left"/>
      <w:pPr>
        <w:ind w:left="2528" w:hanging="348"/>
      </w:pPr>
      <w:rPr>
        <w:rFonts w:hint="default"/>
      </w:rPr>
    </w:lvl>
    <w:lvl w:ilvl="6" w:tplc="0068CFF8">
      <w:numFmt w:val="bullet"/>
      <w:lvlText w:val="•"/>
      <w:lvlJc w:val="left"/>
      <w:pPr>
        <w:ind w:left="2978" w:hanging="348"/>
      </w:pPr>
      <w:rPr>
        <w:rFonts w:hint="default"/>
      </w:rPr>
    </w:lvl>
    <w:lvl w:ilvl="7" w:tplc="E33C26EE">
      <w:numFmt w:val="bullet"/>
      <w:lvlText w:val="•"/>
      <w:lvlJc w:val="left"/>
      <w:pPr>
        <w:ind w:left="3427" w:hanging="348"/>
      </w:pPr>
      <w:rPr>
        <w:rFonts w:hint="default"/>
      </w:rPr>
    </w:lvl>
    <w:lvl w:ilvl="8" w:tplc="BC827BBC">
      <w:numFmt w:val="bullet"/>
      <w:lvlText w:val="•"/>
      <w:lvlJc w:val="left"/>
      <w:pPr>
        <w:ind w:left="3877" w:hanging="348"/>
      </w:pPr>
      <w:rPr>
        <w:rFonts w:hint="default"/>
      </w:rPr>
    </w:lvl>
  </w:abstractNum>
  <w:abstractNum w:abstractNumId="15">
    <w:nsid w:val="3C320362"/>
    <w:multiLevelType w:val="hybridMultilevel"/>
    <w:tmpl w:val="F9DE64A0"/>
    <w:lvl w:ilvl="0" w:tplc="E4AE814C">
      <w:start w:val="2"/>
      <w:numFmt w:val="decimal"/>
      <w:lvlText w:val="%1."/>
      <w:lvlJc w:val="left"/>
      <w:pPr>
        <w:ind w:left="816" w:hanging="3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E7E4CACA">
      <w:numFmt w:val="bullet"/>
      <w:lvlText w:val="•"/>
      <w:lvlJc w:val="left"/>
      <w:pPr>
        <w:ind w:left="1484" w:hanging="392"/>
      </w:pPr>
      <w:rPr>
        <w:rFonts w:hint="default"/>
      </w:rPr>
    </w:lvl>
    <w:lvl w:ilvl="2" w:tplc="3E86EB22">
      <w:numFmt w:val="bullet"/>
      <w:lvlText w:val="•"/>
      <w:lvlJc w:val="left"/>
      <w:pPr>
        <w:ind w:left="2149" w:hanging="392"/>
      </w:pPr>
      <w:rPr>
        <w:rFonts w:hint="default"/>
      </w:rPr>
    </w:lvl>
    <w:lvl w:ilvl="3" w:tplc="F4F61ECE">
      <w:numFmt w:val="bullet"/>
      <w:lvlText w:val="•"/>
      <w:lvlJc w:val="left"/>
      <w:pPr>
        <w:ind w:left="2814" w:hanging="392"/>
      </w:pPr>
      <w:rPr>
        <w:rFonts w:hint="default"/>
      </w:rPr>
    </w:lvl>
    <w:lvl w:ilvl="4" w:tplc="218EB48E">
      <w:numFmt w:val="bullet"/>
      <w:lvlText w:val="•"/>
      <w:lvlJc w:val="left"/>
      <w:pPr>
        <w:ind w:left="3479" w:hanging="392"/>
      </w:pPr>
      <w:rPr>
        <w:rFonts w:hint="default"/>
      </w:rPr>
    </w:lvl>
    <w:lvl w:ilvl="5" w:tplc="2BD01D48">
      <w:numFmt w:val="bullet"/>
      <w:lvlText w:val="•"/>
      <w:lvlJc w:val="left"/>
      <w:pPr>
        <w:ind w:left="4144" w:hanging="392"/>
      </w:pPr>
      <w:rPr>
        <w:rFonts w:hint="default"/>
      </w:rPr>
    </w:lvl>
    <w:lvl w:ilvl="6" w:tplc="C0E83A1E">
      <w:numFmt w:val="bullet"/>
      <w:lvlText w:val="•"/>
      <w:lvlJc w:val="left"/>
      <w:pPr>
        <w:ind w:left="4809" w:hanging="392"/>
      </w:pPr>
      <w:rPr>
        <w:rFonts w:hint="default"/>
      </w:rPr>
    </w:lvl>
    <w:lvl w:ilvl="7" w:tplc="24F41C04">
      <w:numFmt w:val="bullet"/>
      <w:lvlText w:val="•"/>
      <w:lvlJc w:val="left"/>
      <w:pPr>
        <w:ind w:left="5474" w:hanging="392"/>
      </w:pPr>
      <w:rPr>
        <w:rFonts w:hint="default"/>
      </w:rPr>
    </w:lvl>
    <w:lvl w:ilvl="8" w:tplc="3AD43CF4">
      <w:numFmt w:val="bullet"/>
      <w:lvlText w:val="•"/>
      <w:lvlJc w:val="left"/>
      <w:pPr>
        <w:ind w:left="6139" w:hanging="392"/>
      </w:pPr>
      <w:rPr>
        <w:rFonts w:hint="default"/>
      </w:rPr>
    </w:lvl>
  </w:abstractNum>
  <w:abstractNum w:abstractNumId="16">
    <w:nsid w:val="3D4F4873"/>
    <w:multiLevelType w:val="hybridMultilevel"/>
    <w:tmpl w:val="6B16AE22"/>
    <w:lvl w:ilvl="0" w:tplc="DDE8B020">
      <w:start w:val="55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>
    <w:nsid w:val="45505D38"/>
    <w:multiLevelType w:val="hybridMultilevel"/>
    <w:tmpl w:val="DDA478E6"/>
    <w:lvl w:ilvl="0" w:tplc="84C017D4">
      <w:start w:val="1"/>
      <w:numFmt w:val="decimal"/>
      <w:lvlText w:val="%1."/>
      <w:lvlJc w:val="left"/>
      <w:pPr>
        <w:ind w:left="161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6F14AF5A">
      <w:numFmt w:val="bullet"/>
      <w:lvlText w:val="•"/>
      <w:lvlJc w:val="left"/>
      <w:pPr>
        <w:ind w:left="3820" w:hanging="360"/>
      </w:pPr>
      <w:rPr>
        <w:rFonts w:hint="default"/>
      </w:rPr>
    </w:lvl>
    <w:lvl w:ilvl="2" w:tplc="C6BCA65E">
      <w:numFmt w:val="bullet"/>
      <w:lvlText w:val="•"/>
      <w:lvlJc w:val="left"/>
      <w:pPr>
        <w:ind w:left="4540" w:hanging="360"/>
      </w:pPr>
      <w:rPr>
        <w:rFonts w:hint="default"/>
      </w:rPr>
    </w:lvl>
    <w:lvl w:ilvl="3" w:tplc="EECCC330">
      <w:numFmt w:val="bullet"/>
      <w:lvlText w:val="•"/>
      <w:lvlJc w:val="left"/>
      <w:pPr>
        <w:ind w:left="5261" w:hanging="360"/>
      </w:pPr>
      <w:rPr>
        <w:rFonts w:hint="default"/>
      </w:rPr>
    </w:lvl>
    <w:lvl w:ilvl="4" w:tplc="8398BC1C">
      <w:numFmt w:val="bullet"/>
      <w:lvlText w:val="•"/>
      <w:lvlJc w:val="left"/>
      <w:pPr>
        <w:ind w:left="5982" w:hanging="360"/>
      </w:pPr>
      <w:rPr>
        <w:rFonts w:hint="default"/>
      </w:rPr>
    </w:lvl>
    <w:lvl w:ilvl="5" w:tplc="0C20723E">
      <w:numFmt w:val="bullet"/>
      <w:lvlText w:val="•"/>
      <w:lvlJc w:val="left"/>
      <w:pPr>
        <w:ind w:left="6702" w:hanging="360"/>
      </w:pPr>
      <w:rPr>
        <w:rFonts w:hint="default"/>
      </w:rPr>
    </w:lvl>
    <w:lvl w:ilvl="6" w:tplc="176C0E4E">
      <w:numFmt w:val="bullet"/>
      <w:lvlText w:val="•"/>
      <w:lvlJc w:val="left"/>
      <w:pPr>
        <w:ind w:left="7423" w:hanging="360"/>
      </w:pPr>
      <w:rPr>
        <w:rFonts w:hint="default"/>
      </w:rPr>
    </w:lvl>
    <w:lvl w:ilvl="7" w:tplc="4948D7CA">
      <w:numFmt w:val="bullet"/>
      <w:lvlText w:val="•"/>
      <w:lvlJc w:val="left"/>
      <w:pPr>
        <w:ind w:left="8144" w:hanging="360"/>
      </w:pPr>
      <w:rPr>
        <w:rFonts w:hint="default"/>
      </w:rPr>
    </w:lvl>
    <w:lvl w:ilvl="8" w:tplc="127A4492">
      <w:numFmt w:val="bullet"/>
      <w:lvlText w:val="•"/>
      <w:lvlJc w:val="left"/>
      <w:pPr>
        <w:ind w:left="8864" w:hanging="360"/>
      </w:pPr>
      <w:rPr>
        <w:rFonts w:hint="default"/>
      </w:rPr>
    </w:lvl>
  </w:abstractNum>
  <w:abstractNum w:abstractNumId="18">
    <w:nsid w:val="47647C69"/>
    <w:multiLevelType w:val="hybridMultilevel"/>
    <w:tmpl w:val="19D67F96"/>
    <w:lvl w:ilvl="0" w:tplc="14D44A2E">
      <w:numFmt w:val="bullet"/>
      <w:lvlText w:val=""/>
      <w:lvlJc w:val="left"/>
      <w:pPr>
        <w:ind w:left="542" w:hanging="425"/>
      </w:pPr>
      <w:rPr>
        <w:rFonts w:ascii="Wingdings" w:eastAsia="Times New Roman" w:hAnsi="Wingdings" w:hint="default"/>
        <w:b w:val="0"/>
        <w:i w:val="0"/>
        <w:w w:val="100"/>
        <w:sz w:val="24"/>
      </w:rPr>
    </w:lvl>
    <w:lvl w:ilvl="1" w:tplc="1DA6F4EC">
      <w:numFmt w:val="bullet"/>
      <w:lvlText w:val="•"/>
      <w:lvlJc w:val="left"/>
      <w:pPr>
        <w:ind w:left="1516" w:hanging="425"/>
      </w:pPr>
      <w:rPr>
        <w:rFonts w:hint="default"/>
      </w:rPr>
    </w:lvl>
    <w:lvl w:ilvl="2" w:tplc="945619BC">
      <w:numFmt w:val="bullet"/>
      <w:lvlText w:val="•"/>
      <w:lvlJc w:val="left"/>
      <w:pPr>
        <w:ind w:left="2493" w:hanging="425"/>
      </w:pPr>
      <w:rPr>
        <w:rFonts w:hint="default"/>
      </w:rPr>
    </w:lvl>
    <w:lvl w:ilvl="3" w:tplc="CB6C8670">
      <w:numFmt w:val="bullet"/>
      <w:lvlText w:val="•"/>
      <w:lvlJc w:val="left"/>
      <w:pPr>
        <w:ind w:left="3469" w:hanging="425"/>
      </w:pPr>
      <w:rPr>
        <w:rFonts w:hint="default"/>
      </w:rPr>
    </w:lvl>
    <w:lvl w:ilvl="4" w:tplc="1C207D22">
      <w:numFmt w:val="bullet"/>
      <w:lvlText w:val="•"/>
      <w:lvlJc w:val="left"/>
      <w:pPr>
        <w:ind w:left="4446" w:hanging="425"/>
      </w:pPr>
      <w:rPr>
        <w:rFonts w:hint="default"/>
      </w:rPr>
    </w:lvl>
    <w:lvl w:ilvl="5" w:tplc="E10C3EDC">
      <w:numFmt w:val="bullet"/>
      <w:lvlText w:val="•"/>
      <w:lvlJc w:val="left"/>
      <w:pPr>
        <w:ind w:left="5423" w:hanging="425"/>
      </w:pPr>
      <w:rPr>
        <w:rFonts w:hint="default"/>
      </w:rPr>
    </w:lvl>
    <w:lvl w:ilvl="6" w:tplc="0E007506">
      <w:numFmt w:val="bullet"/>
      <w:lvlText w:val="•"/>
      <w:lvlJc w:val="left"/>
      <w:pPr>
        <w:ind w:left="6399" w:hanging="425"/>
      </w:pPr>
      <w:rPr>
        <w:rFonts w:hint="default"/>
      </w:rPr>
    </w:lvl>
    <w:lvl w:ilvl="7" w:tplc="CF76925E">
      <w:numFmt w:val="bullet"/>
      <w:lvlText w:val="•"/>
      <w:lvlJc w:val="left"/>
      <w:pPr>
        <w:ind w:left="7376" w:hanging="425"/>
      </w:pPr>
      <w:rPr>
        <w:rFonts w:hint="default"/>
      </w:rPr>
    </w:lvl>
    <w:lvl w:ilvl="8" w:tplc="92F8A026">
      <w:numFmt w:val="bullet"/>
      <w:lvlText w:val="•"/>
      <w:lvlJc w:val="left"/>
      <w:pPr>
        <w:ind w:left="8353" w:hanging="425"/>
      </w:pPr>
      <w:rPr>
        <w:rFonts w:hint="default"/>
      </w:rPr>
    </w:lvl>
  </w:abstractNum>
  <w:abstractNum w:abstractNumId="19">
    <w:nsid w:val="4B6D6820"/>
    <w:multiLevelType w:val="hybridMultilevel"/>
    <w:tmpl w:val="BB3C6114"/>
    <w:lvl w:ilvl="0" w:tplc="D658A3F4">
      <w:start w:val="6"/>
      <w:numFmt w:val="decimal"/>
      <w:lvlText w:val="%1."/>
      <w:lvlJc w:val="left"/>
      <w:pPr>
        <w:ind w:left="249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6164AD1E">
      <w:numFmt w:val="bullet"/>
      <w:lvlText w:val="•"/>
      <w:lvlJc w:val="left"/>
      <w:pPr>
        <w:ind w:left="693" w:hanging="348"/>
      </w:pPr>
      <w:rPr>
        <w:rFonts w:hint="default"/>
      </w:rPr>
    </w:lvl>
    <w:lvl w:ilvl="2" w:tplc="D36A09D0">
      <w:numFmt w:val="bullet"/>
      <w:lvlText w:val="•"/>
      <w:lvlJc w:val="left"/>
      <w:pPr>
        <w:ind w:left="1147" w:hanging="348"/>
      </w:pPr>
      <w:rPr>
        <w:rFonts w:hint="default"/>
      </w:rPr>
    </w:lvl>
    <w:lvl w:ilvl="3" w:tplc="F17835B8">
      <w:numFmt w:val="bullet"/>
      <w:lvlText w:val="•"/>
      <w:lvlJc w:val="left"/>
      <w:pPr>
        <w:ind w:left="1601" w:hanging="348"/>
      </w:pPr>
      <w:rPr>
        <w:rFonts w:hint="default"/>
      </w:rPr>
    </w:lvl>
    <w:lvl w:ilvl="4" w:tplc="45CC0774">
      <w:numFmt w:val="bullet"/>
      <w:lvlText w:val="•"/>
      <w:lvlJc w:val="left"/>
      <w:pPr>
        <w:ind w:left="2054" w:hanging="348"/>
      </w:pPr>
      <w:rPr>
        <w:rFonts w:hint="default"/>
      </w:rPr>
    </w:lvl>
    <w:lvl w:ilvl="5" w:tplc="5AAAA122">
      <w:numFmt w:val="bullet"/>
      <w:lvlText w:val="•"/>
      <w:lvlJc w:val="left"/>
      <w:pPr>
        <w:ind w:left="2508" w:hanging="348"/>
      </w:pPr>
      <w:rPr>
        <w:rFonts w:hint="default"/>
      </w:rPr>
    </w:lvl>
    <w:lvl w:ilvl="6" w:tplc="035A0E68">
      <w:numFmt w:val="bullet"/>
      <w:lvlText w:val="•"/>
      <w:lvlJc w:val="left"/>
      <w:pPr>
        <w:ind w:left="2962" w:hanging="348"/>
      </w:pPr>
      <w:rPr>
        <w:rFonts w:hint="default"/>
      </w:rPr>
    </w:lvl>
    <w:lvl w:ilvl="7" w:tplc="E77AB014">
      <w:numFmt w:val="bullet"/>
      <w:lvlText w:val="•"/>
      <w:lvlJc w:val="left"/>
      <w:pPr>
        <w:ind w:left="3415" w:hanging="348"/>
      </w:pPr>
      <w:rPr>
        <w:rFonts w:hint="default"/>
      </w:rPr>
    </w:lvl>
    <w:lvl w:ilvl="8" w:tplc="9C503966">
      <w:numFmt w:val="bullet"/>
      <w:lvlText w:val="•"/>
      <w:lvlJc w:val="left"/>
      <w:pPr>
        <w:ind w:left="3869" w:hanging="348"/>
      </w:pPr>
      <w:rPr>
        <w:rFonts w:hint="default"/>
      </w:rPr>
    </w:lvl>
  </w:abstractNum>
  <w:abstractNum w:abstractNumId="20">
    <w:nsid w:val="4C8312C9"/>
    <w:multiLevelType w:val="hybridMultilevel"/>
    <w:tmpl w:val="BBFAD5F2"/>
    <w:lvl w:ilvl="0" w:tplc="5DB454FC">
      <w:start w:val="1"/>
      <w:numFmt w:val="decimal"/>
      <w:lvlText w:val="%1."/>
      <w:lvlJc w:val="left"/>
      <w:pPr>
        <w:ind w:left="1958" w:hanging="6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DA5222A0">
      <w:numFmt w:val="bullet"/>
      <w:lvlText w:val="•"/>
      <w:lvlJc w:val="left"/>
      <w:pPr>
        <w:ind w:left="2794" w:hanging="696"/>
      </w:pPr>
      <w:rPr>
        <w:rFonts w:hint="default"/>
      </w:rPr>
    </w:lvl>
    <w:lvl w:ilvl="2" w:tplc="D2BE755A">
      <w:numFmt w:val="bullet"/>
      <w:lvlText w:val="•"/>
      <w:lvlJc w:val="left"/>
      <w:pPr>
        <w:ind w:left="3629" w:hanging="696"/>
      </w:pPr>
      <w:rPr>
        <w:rFonts w:hint="default"/>
      </w:rPr>
    </w:lvl>
    <w:lvl w:ilvl="3" w:tplc="9DA423A2">
      <w:numFmt w:val="bullet"/>
      <w:lvlText w:val="•"/>
      <w:lvlJc w:val="left"/>
      <w:pPr>
        <w:ind w:left="4463" w:hanging="696"/>
      </w:pPr>
      <w:rPr>
        <w:rFonts w:hint="default"/>
      </w:rPr>
    </w:lvl>
    <w:lvl w:ilvl="4" w:tplc="8138AFEC">
      <w:numFmt w:val="bullet"/>
      <w:lvlText w:val="•"/>
      <w:lvlJc w:val="left"/>
      <w:pPr>
        <w:ind w:left="5298" w:hanging="696"/>
      </w:pPr>
      <w:rPr>
        <w:rFonts w:hint="default"/>
      </w:rPr>
    </w:lvl>
    <w:lvl w:ilvl="5" w:tplc="737262A0">
      <w:numFmt w:val="bullet"/>
      <w:lvlText w:val="•"/>
      <w:lvlJc w:val="left"/>
      <w:pPr>
        <w:ind w:left="6133" w:hanging="696"/>
      </w:pPr>
      <w:rPr>
        <w:rFonts w:hint="default"/>
      </w:rPr>
    </w:lvl>
    <w:lvl w:ilvl="6" w:tplc="2656FF1A">
      <w:numFmt w:val="bullet"/>
      <w:lvlText w:val="•"/>
      <w:lvlJc w:val="left"/>
      <w:pPr>
        <w:ind w:left="6967" w:hanging="696"/>
      </w:pPr>
      <w:rPr>
        <w:rFonts w:hint="default"/>
      </w:rPr>
    </w:lvl>
    <w:lvl w:ilvl="7" w:tplc="4BFA1676">
      <w:numFmt w:val="bullet"/>
      <w:lvlText w:val="•"/>
      <w:lvlJc w:val="left"/>
      <w:pPr>
        <w:ind w:left="7802" w:hanging="696"/>
      </w:pPr>
      <w:rPr>
        <w:rFonts w:hint="default"/>
      </w:rPr>
    </w:lvl>
    <w:lvl w:ilvl="8" w:tplc="2CD8AFC0">
      <w:numFmt w:val="bullet"/>
      <w:lvlText w:val="•"/>
      <w:lvlJc w:val="left"/>
      <w:pPr>
        <w:ind w:left="8637" w:hanging="696"/>
      </w:pPr>
      <w:rPr>
        <w:rFonts w:hint="default"/>
      </w:rPr>
    </w:lvl>
  </w:abstractNum>
  <w:abstractNum w:abstractNumId="21">
    <w:nsid w:val="4EBE13D0"/>
    <w:multiLevelType w:val="hybridMultilevel"/>
    <w:tmpl w:val="758A9F9C"/>
    <w:lvl w:ilvl="0" w:tplc="9506A822">
      <w:start w:val="1"/>
      <w:numFmt w:val="decimal"/>
      <w:lvlText w:val="%1."/>
      <w:lvlJc w:val="left"/>
      <w:pPr>
        <w:ind w:left="282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D3EEC8F0">
      <w:numFmt w:val="bullet"/>
      <w:lvlText w:val="•"/>
      <w:lvlJc w:val="left"/>
      <w:pPr>
        <w:ind w:left="729" w:hanging="348"/>
      </w:pPr>
      <w:rPr>
        <w:rFonts w:hint="default"/>
      </w:rPr>
    </w:lvl>
    <w:lvl w:ilvl="2" w:tplc="2654E080">
      <w:numFmt w:val="bullet"/>
      <w:lvlText w:val="•"/>
      <w:lvlJc w:val="left"/>
      <w:pPr>
        <w:ind w:left="1179" w:hanging="348"/>
      </w:pPr>
      <w:rPr>
        <w:rFonts w:hint="default"/>
      </w:rPr>
    </w:lvl>
    <w:lvl w:ilvl="3" w:tplc="1E14473E">
      <w:numFmt w:val="bullet"/>
      <w:lvlText w:val="•"/>
      <w:lvlJc w:val="left"/>
      <w:pPr>
        <w:ind w:left="1629" w:hanging="348"/>
      </w:pPr>
      <w:rPr>
        <w:rFonts w:hint="default"/>
      </w:rPr>
    </w:lvl>
    <w:lvl w:ilvl="4" w:tplc="6C627CB4">
      <w:numFmt w:val="bullet"/>
      <w:lvlText w:val="•"/>
      <w:lvlJc w:val="left"/>
      <w:pPr>
        <w:ind w:left="2078" w:hanging="348"/>
      </w:pPr>
      <w:rPr>
        <w:rFonts w:hint="default"/>
      </w:rPr>
    </w:lvl>
    <w:lvl w:ilvl="5" w:tplc="68F01796">
      <w:numFmt w:val="bullet"/>
      <w:lvlText w:val="•"/>
      <w:lvlJc w:val="left"/>
      <w:pPr>
        <w:ind w:left="2528" w:hanging="348"/>
      </w:pPr>
      <w:rPr>
        <w:rFonts w:hint="default"/>
      </w:rPr>
    </w:lvl>
    <w:lvl w:ilvl="6" w:tplc="39BE870C">
      <w:numFmt w:val="bullet"/>
      <w:lvlText w:val="•"/>
      <w:lvlJc w:val="left"/>
      <w:pPr>
        <w:ind w:left="2978" w:hanging="348"/>
      </w:pPr>
      <w:rPr>
        <w:rFonts w:hint="default"/>
      </w:rPr>
    </w:lvl>
    <w:lvl w:ilvl="7" w:tplc="5A04A36E">
      <w:numFmt w:val="bullet"/>
      <w:lvlText w:val="•"/>
      <w:lvlJc w:val="left"/>
      <w:pPr>
        <w:ind w:left="3427" w:hanging="348"/>
      </w:pPr>
      <w:rPr>
        <w:rFonts w:hint="default"/>
      </w:rPr>
    </w:lvl>
    <w:lvl w:ilvl="8" w:tplc="44F03800">
      <w:numFmt w:val="bullet"/>
      <w:lvlText w:val="•"/>
      <w:lvlJc w:val="left"/>
      <w:pPr>
        <w:ind w:left="3877" w:hanging="348"/>
      </w:pPr>
      <w:rPr>
        <w:rFonts w:hint="default"/>
      </w:rPr>
    </w:lvl>
  </w:abstractNum>
  <w:abstractNum w:abstractNumId="22">
    <w:nsid w:val="57AA6643"/>
    <w:multiLevelType w:val="hybridMultilevel"/>
    <w:tmpl w:val="C1F2DEEA"/>
    <w:lvl w:ilvl="0" w:tplc="71E84408">
      <w:numFmt w:val="bullet"/>
      <w:lvlText w:val="-"/>
      <w:lvlJc w:val="left"/>
      <w:pPr>
        <w:ind w:left="107" w:hanging="192"/>
      </w:pPr>
      <w:rPr>
        <w:rFonts w:ascii="Times New Roman" w:eastAsia="Times New Roman" w:hAnsi="Times New Roman" w:hint="default"/>
        <w:b w:val="0"/>
        <w:i w:val="0"/>
        <w:w w:val="99"/>
        <w:sz w:val="24"/>
      </w:rPr>
    </w:lvl>
    <w:lvl w:ilvl="1" w:tplc="627CBD3C">
      <w:numFmt w:val="bullet"/>
      <w:lvlText w:val="•"/>
      <w:lvlJc w:val="left"/>
      <w:pPr>
        <w:ind w:left="540" w:hanging="192"/>
      </w:pPr>
      <w:rPr>
        <w:rFonts w:hint="default"/>
      </w:rPr>
    </w:lvl>
    <w:lvl w:ilvl="2" w:tplc="2812C312">
      <w:numFmt w:val="bullet"/>
      <w:lvlText w:val="•"/>
      <w:lvlJc w:val="left"/>
      <w:pPr>
        <w:ind w:left="980" w:hanging="192"/>
      </w:pPr>
      <w:rPr>
        <w:rFonts w:hint="default"/>
      </w:rPr>
    </w:lvl>
    <w:lvl w:ilvl="3" w:tplc="3AE48ED4">
      <w:numFmt w:val="bullet"/>
      <w:lvlText w:val="•"/>
      <w:lvlJc w:val="left"/>
      <w:pPr>
        <w:ind w:left="1420" w:hanging="192"/>
      </w:pPr>
      <w:rPr>
        <w:rFonts w:hint="default"/>
      </w:rPr>
    </w:lvl>
    <w:lvl w:ilvl="4" w:tplc="CF1CE34E">
      <w:numFmt w:val="bullet"/>
      <w:lvlText w:val="•"/>
      <w:lvlJc w:val="left"/>
      <w:pPr>
        <w:ind w:left="1861" w:hanging="192"/>
      </w:pPr>
      <w:rPr>
        <w:rFonts w:hint="default"/>
      </w:rPr>
    </w:lvl>
    <w:lvl w:ilvl="5" w:tplc="B1686936">
      <w:numFmt w:val="bullet"/>
      <w:lvlText w:val="•"/>
      <w:lvlJc w:val="left"/>
      <w:pPr>
        <w:ind w:left="2301" w:hanging="192"/>
      </w:pPr>
      <w:rPr>
        <w:rFonts w:hint="default"/>
      </w:rPr>
    </w:lvl>
    <w:lvl w:ilvl="6" w:tplc="93FEE192">
      <w:numFmt w:val="bullet"/>
      <w:lvlText w:val="•"/>
      <w:lvlJc w:val="left"/>
      <w:pPr>
        <w:ind w:left="2741" w:hanging="192"/>
      </w:pPr>
      <w:rPr>
        <w:rFonts w:hint="default"/>
      </w:rPr>
    </w:lvl>
    <w:lvl w:ilvl="7" w:tplc="4B044D00">
      <w:numFmt w:val="bullet"/>
      <w:lvlText w:val="•"/>
      <w:lvlJc w:val="left"/>
      <w:pPr>
        <w:ind w:left="3182" w:hanging="192"/>
      </w:pPr>
      <w:rPr>
        <w:rFonts w:hint="default"/>
      </w:rPr>
    </w:lvl>
    <w:lvl w:ilvl="8" w:tplc="490E2C4A">
      <w:numFmt w:val="bullet"/>
      <w:lvlText w:val="•"/>
      <w:lvlJc w:val="left"/>
      <w:pPr>
        <w:ind w:left="3622" w:hanging="192"/>
      </w:pPr>
      <w:rPr>
        <w:rFonts w:hint="default"/>
      </w:rPr>
    </w:lvl>
  </w:abstractNum>
  <w:abstractNum w:abstractNumId="23">
    <w:nsid w:val="66E06CB3"/>
    <w:multiLevelType w:val="multilevel"/>
    <w:tmpl w:val="D5D4B28C"/>
    <w:lvl w:ilvl="0">
      <w:start w:val="1"/>
      <w:numFmt w:val="decimal"/>
      <w:lvlText w:val="%1."/>
      <w:lvlJc w:val="left"/>
      <w:pPr>
        <w:ind w:left="195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67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4220" w:hanging="420"/>
      </w:pPr>
      <w:rPr>
        <w:rFonts w:hint="default"/>
      </w:rPr>
    </w:lvl>
    <w:lvl w:ilvl="3">
      <w:numFmt w:val="bullet"/>
      <w:lvlText w:val="•"/>
      <w:lvlJc w:val="left"/>
      <w:pPr>
        <w:ind w:left="4980" w:hanging="420"/>
      </w:pPr>
      <w:rPr>
        <w:rFonts w:hint="default"/>
      </w:rPr>
    </w:lvl>
    <w:lvl w:ilvl="4">
      <w:numFmt w:val="bullet"/>
      <w:lvlText w:val="•"/>
      <w:lvlJc w:val="left"/>
      <w:pPr>
        <w:ind w:left="5741" w:hanging="420"/>
      </w:pPr>
      <w:rPr>
        <w:rFonts w:hint="default"/>
      </w:rPr>
    </w:lvl>
    <w:lvl w:ilvl="5">
      <w:numFmt w:val="bullet"/>
      <w:lvlText w:val="•"/>
      <w:lvlJc w:val="left"/>
      <w:pPr>
        <w:ind w:left="6502" w:hanging="420"/>
      </w:pPr>
      <w:rPr>
        <w:rFonts w:hint="default"/>
      </w:rPr>
    </w:lvl>
    <w:lvl w:ilvl="6">
      <w:numFmt w:val="bullet"/>
      <w:lvlText w:val="•"/>
      <w:lvlJc w:val="left"/>
      <w:pPr>
        <w:ind w:left="7263" w:hanging="420"/>
      </w:pPr>
      <w:rPr>
        <w:rFonts w:hint="default"/>
      </w:rPr>
    </w:lvl>
    <w:lvl w:ilvl="7">
      <w:numFmt w:val="bullet"/>
      <w:lvlText w:val="•"/>
      <w:lvlJc w:val="left"/>
      <w:pPr>
        <w:ind w:left="8024" w:hanging="420"/>
      </w:pPr>
      <w:rPr>
        <w:rFonts w:hint="default"/>
      </w:rPr>
    </w:lvl>
    <w:lvl w:ilvl="8">
      <w:numFmt w:val="bullet"/>
      <w:lvlText w:val="•"/>
      <w:lvlJc w:val="left"/>
      <w:pPr>
        <w:ind w:left="8784" w:hanging="420"/>
      </w:pPr>
      <w:rPr>
        <w:rFonts w:hint="default"/>
      </w:rPr>
    </w:lvl>
  </w:abstractNum>
  <w:abstractNum w:abstractNumId="24">
    <w:nsid w:val="6DD55BF5"/>
    <w:multiLevelType w:val="hybridMultilevel"/>
    <w:tmpl w:val="314C8872"/>
    <w:lvl w:ilvl="0" w:tplc="FF5AB0A0">
      <w:start w:val="2"/>
      <w:numFmt w:val="decimal"/>
      <w:lvlText w:val="%1."/>
      <w:lvlJc w:val="left"/>
      <w:pPr>
        <w:ind w:left="108" w:hanging="3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99AAAB3A">
      <w:numFmt w:val="bullet"/>
      <w:lvlText w:val="•"/>
      <w:lvlJc w:val="left"/>
      <w:pPr>
        <w:ind w:left="836" w:hanging="392"/>
      </w:pPr>
      <w:rPr>
        <w:rFonts w:hint="default"/>
      </w:rPr>
    </w:lvl>
    <w:lvl w:ilvl="2" w:tplc="748CA49C">
      <w:numFmt w:val="bullet"/>
      <w:lvlText w:val="•"/>
      <w:lvlJc w:val="left"/>
      <w:pPr>
        <w:ind w:left="1573" w:hanging="392"/>
      </w:pPr>
      <w:rPr>
        <w:rFonts w:hint="default"/>
      </w:rPr>
    </w:lvl>
    <w:lvl w:ilvl="3" w:tplc="612EB710">
      <w:numFmt w:val="bullet"/>
      <w:lvlText w:val="•"/>
      <w:lvlJc w:val="left"/>
      <w:pPr>
        <w:ind w:left="2310" w:hanging="392"/>
      </w:pPr>
      <w:rPr>
        <w:rFonts w:hint="default"/>
      </w:rPr>
    </w:lvl>
    <w:lvl w:ilvl="4" w:tplc="6E46CB1C">
      <w:numFmt w:val="bullet"/>
      <w:lvlText w:val="•"/>
      <w:lvlJc w:val="left"/>
      <w:pPr>
        <w:ind w:left="3047" w:hanging="392"/>
      </w:pPr>
      <w:rPr>
        <w:rFonts w:hint="default"/>
      </w:rPr>
    </w:lvl>
    <w:lvl w:ilvl="5" w:tplc="761EFD58">
      <w:numFmt w:val="bullet"/>
      <w:lvlText w:val="•"/>
      <w:lvlJc w:val="left"/>
      <w:pPr>
        <w:ind w:left="3784" w:hanging="392"/>
      </w:pPr>
      <w:rPr>
        <w:rFonts w:hint="default"/>
      </w:rPr>
    </w:lvl>
    <w:lvl w:ilvl="6" w:tplc="C0482EF2">
      <w:numFmt w:val="bullet"/>
      <w:lvlText w:val="•"/>
      <w:lvlJc w:val="left"/>
      <w:pPr>
        <w:ind w:left="4521" w:hanging="392"/>
      </w:pPr>
      <w:rPr>
        <w:rFonts w:hint="default"/>
      </w:rPr>
    </w:lvl>
    <w:lvl w:ilvl="7" w:tplc="547473D0">
      <w:numFmt w:val="bullet"/>
      <w:lvlText w:val="•"/>
      <w:lvlJc w:val="left"/>
      <w:pPr>
        <w:ind w:left="5258" w:hanging="392"/>
      </w:pPr>
      <w:rPr>
        <w:rFonts w:hint="default"/>
      </w:rPr>
    </w:lvl>
    <w:lvl w:ilvl="8" w:tplc="4D2882D0">
      <w:numFmt w:val="bullet"/>
      <w:lvlText w:val="•"/>
      <w:lvlJc w:val="left"/>
      <w:pPr>
        <w:ind w:left="5995" w:hanging="392"/>
      </w:pPr>
      <w:rPr>
        <w:rFonts w:hint="default"/>
      </w:rPr>
    </w:lvl>
  </w:abstractNum>
  <w:abstractNum w:abstractNumId="25">
    <w:nsid w:val="6EBA2FCF"/>
    <w:multiLevelType w:val="multilevel"/>
    <w:tmpl w:val="371441F8"/>
    <w:lvl w:ilvl="0">
      <w:start w:val="1"/>
      <w:numFmt w:val="decimal"/>
      <w:lvlText w:val="%1"/>
      <w:lvlJc w:val="left"/>
      <w:pPr>
        <w:ind w:left="1958" w:hanging="70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58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3629" w:hanging="708"/>
      </w:pPr>
      <w:rPr>
        <w:rFonts w:hint="default"/>
      </w:rPr>
    </w:lvl>
    <w:lvl w:ilvl="3">
      <w:numFmt w:val="bullet"/>
      <w:lvlText w:val="•"/>
      <w:lvlJc w:val="left"/>
      <w:pPr>
        <w:ind w:left="4463" w:hanging="708"/>
      </w:pPr>
      <w:rPr>
        <w:rFonts w:hint="default"/>
      </w:rPr>
    </w:lvl>
    <w:lvl w:ilvl="4">
      <w:numFmt w:val="bullet"/>
      <w:lvlText w:val="•"/>
      <w:lvlJc w:val="left"/>
      <w:pPr>
        <w:ind w:left="5298" w:hanging="708"/>
      </w:pPr>
      <w:rPr>
        <w:rFonts w:hint="default"/>
      </w:rPr>
    </w:lvl>
    <w:lvl w:ilvl="5">
      <w:numFmt w:val="bullet"/>
      <w:lvlText w:val="•"/>
      <w:lvlJc w:val="left"/>
      <w:pPr>
        <w:ind w:left="6133" w:hanging="708"/>
      </w:pPr>
      <w:rPr>
        <w:rFonts w:hint="default"/>
      </w:rPr>
    </w:lvl>
    <w:lvl w:ilvl="6">
      <w:numFmt w:val="bullet"/>
      <w:lvlText w:val="•"/>
      <w:lvlJc w:val="left"/>
      <w:pPr>
        <w:ind w:left="6967" w:hanging="708"/>
      </w:pPr>
      <w:rPr>
        <w:rFonts w:hint="default"/>
      </w:rPr>
    </w:lvl>
    <w:lvl w:ilvl="7">
      <w:numFmt w:val="bullet"/>
      <w:lvlText w:val="•"/>
      <w:lvlJc w:val="left"/>
      <w:pPr>
        <w:ind w:left="7802" w:hanging="708"/>
      </w:pPr>
      <w:rPr>
        <w:rFonts w:hint="default"/>
      </w:rPr>
    </w:lvl>
    <w:lvl w:ilvl="8">
      <w:numFmt w:val="bullet"/>
      <w:lvlText w:val="•"/>
      <w:lvlJc w:val="left"/>
      <w:pPr>
        <w:ind w:left="8637" w:hanging="708"/>
      </w:pPr>
      <w:rPr>
        <w:rFonts w:hint="default"/>
      </w:rPr>
    </w:lvl>
  </w:abstractNum>
  <w:abstractNum w:abstractNumId="26">
    <w:nsid w:val="70900C5D"/>
    <w:multiLevelType w:val="hybridMultilevel"/>
    <w:tmpl w:val="E586F752"/>
    <w:lvl w:ilvl="0" w:tplc="CA582F70">
      <w:start w:val="1"/>
      <w:numFmt w:val="decimal"/>
      <w:lvlText w:val="%1."/>
      <w:lvlJc w:val="left"/>
      <w:pPr>
        <w:ind w:left="249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3CE4533A">
      <w:numFmt w:val="bullet"/>
      <w:lvlText w:val="•"/>
      <w:lvlJc w:val="left"/>
      <w:pPr>
        <w:ind w:left="693" w:hanging="348"/>
      </w:pPr>
      <w:rPr>
        <w:rFonts w:hint="default"/>
      </w:rPr>
    </w:lvl>
    <w:lvl w:ilvl="2" w:tplc="3924A20C">
      <w:numFmt w:val="bullet"/>
      <w:lvlText w:val="•"/>
      <w:lvlJc w:val="left"/>
      <w:pPr>
        <w:ind w:left="1147" w:hanging="348"/>
      </w:pPr>
      <w:rPr>
        <w:rFonts w:hint="default"/>
      </w:rPr>
    </w:lvl>
    <w:lvl w:ilvl="3" w:tplc="10028C3C">
      <w:numFmt w:val="bullet"/>
      <w:lvlText w:val="•"/>
      <w:lvlJc w:val="left"/>
      <w:pPr>
        <w:ind w:left="1601" w:hanging="348"/>
      </w:pPr>
      <w:rPr>
        <w:rFonts w:hint="default"/>
      </w:rPr>
    </w:lvl>
    <w:lvl w:ilvl="4" w:tplc="4F86162C">
      <w:numFmt w:val="bullet"/>
      <w:lvlText w:val="•"/>
      <w:lvlJc w:val="left"/>
      <w:pPr>
        <w:ind w:left="2054" w:hanging="348"/>
      </w:pPr>
      <w:rPr>
        <w:rFonts w:hint="default"/>
      </w:rPr>
    </w:lvl>
    <w:lvl w:ilvl="5" w:tplc="13AE78CC">
      <w:numFmt w:val="bullet"/>
      <w:lvlText w:val="•"/>
      <w:lvlJc w:val="left"/>
      <w:pPr>
        <w:ind w:left="2508" w:hanging="348"/>
      </w:pPr>
      <w:rPr>
        <w:rFonts w:hint="default"/>
      </w:rPr>
    </w:lvl>
    <w:lvl w:ilvl="6" w:tplc="B388FADC">
      <w:numFmt w:val="bullet"/>
      <w:lvlText w:val="•"/>
      <w:lvlJc w:val="left"/>
      <w:pPr>
        <w:ind w:left="2962" w:hanging="348"/>
      </w:pPr>
      <w:rPr>
        <w:rFonts w:hint="default"/>
      </w:rPr>
    </w:lvl>
    <w:lvl w:ilvl="7" w:tplc="8028ED60">
      <w:numFmt w:val="bullet"/>
      <w:lvlText w:val="•"/>
      <w:lvlJc w:val="left"/>
      <w:pPr>
        <w:ind w:left="3415" w:hanging="348"/>
      </w:pPr>
      <w:rPr>
        <w:rFonts w:hint="default"/>
      </w:rPr>
    </w:lvl>
    <w:lvl w:ilvl="8" w:tplc="44B675E0">
      <w:numFmt w:val="bullet"/>
      <w:lvlText w:val="•"/>
      <w:lvlJc w:val="left"/>
      <w:pPr>
        <w:ind w:left="3869" w:hanging="348"/>
      </w:pPr>
      <w:rPr>
        <w:rFonts w:hint="default"/>
      </w:rPr>
    </w:lvl>
  </w:abstractNum>
  <w:abstractNum w:abstractNumId="27">
    <w:nsid w:val="731409DC"/>
    <w:multiLevelType w:val="multilevel"/>
    <w:tmpl w:val="24063F64"/>
    <w:lvl w:ilvl="0">
      <w:start w:val="3"/>
      <w:numFmt w:val="decimal"/>
      <w:lvlText w:val="%1"/>
      <w:lvlJc w:val="left"/>
      <w:pPr>
        <w:ind w:left="1406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06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</w:rPr>
    </w:lvl>
    <w:lvl w:ilvl="2">
      <w:numFmt w:val="bullet"/>
      <w:lvlText w:val=""/>
      <w:lvlJc w:val="left"/>
      <w:pPr>
        <w:ind w:left="542" w:hanging="286"/>
      </w:pPr>
      <w:rPr>
        <w:rFonts w:ascii="Wingdings" w:eastAsia="Times New Roman" w:hAnsi="Wingdings" w:hint="default"/>
        <w:b w:val="0"/>
        <w:i w:val="0"/>
        <w:w w:val="100"/>
        <w:sz w:val="24"/>
      </w:rPr>
    </w:lvl>
    <w:lvl w:ilvl="3">
      <w:numFmt w:val="bullet"/>
      <w:lvlText w:val="•"/>
      <w:lvlJc w:val="left"/>
      <w:pPr>
        <w:ind w:left="3379" w:hanging="286"/>
      </w:pPr>
      <w:rPr>
        <w:rFonts w:hint="default"/>
      </w:rPr>
    </w:lvl>
    <w:lvl w:ilvl="4">
      <w:numFmt w:val="bullet"/>
      <w:lvlText w:val="•"/>
      <w:lvlJc w:val="left"/>
      <w:pPr>
        <w:ind w:left="4368" w:hanging="286"/>
      </w:pPr>
      <w:rPr>
        <w:rFonts w:hint="default"/>
      </w:rPr>
    </w:lvl>
    <w:lvl w:ilvl="5">
      <w:numFmt w:val="bullet"/>
      <w:lvlText w:val="•"/>
      <w:lvlJc w:val="left"/>
      <w:pPr>
        <w:ind w:left="5358" w:hanging="286"/>
      </w:pPr>
      <w:rPr>
        <w:rFonts w:hint="default"/>
      </w:rPr>
    </w:lvl>
    <w:lvl w:ilvl="6">
      <w:numFmt w:val="bullet"/>
      <w:lvlText w:val="•"/>
      <w:lvlJc w:val="left"/>
      <w:pPr>
        <w:ind w:left="6348" w:hanging="286"/>
      </w:pPr>
      <w:rPr>
        <w:rFonts w:hint="default"/>
      </w:rPr>
    </w:lvl>
    <w:lvl w:ilvl="7">
      <w:numFmt w:val="bullet"/>
      <w:lvlText w:val="•"/>
      <w:lvlJc w:val="left"/>
      <w:pPr>
        <w:ind w:left="7337" w:hanging="286"/>
      </w:pPr>
      <w:rPr>
        <w:rFonts w:hint="default"/>
      </w:rPr>
    </w:lvl>
    <w:lvl w:ilvl="8">
      <w:numFmt w:val="bullet"/>
      <w:lvlText w:val="•"/>
      <w:lvlJc w:val="left"/>
      <w:pPr>
        <w:ind w:left="8327" w:hanging="286"/>
      </w:pPr>
      <w:rPr>
        <w:rFonts w:hint="default"/>
      </w:rPr>
    </w:lvl>
  </w:abstractNum>
  <w:abstractNum w:abstractNumId="28">
    <w:nsid w:val="784D701E"/>
    <w:multiLevelType w:val="hybridMultilevel"/>
    <w:tmpl w:val="1D56B5BA"/>
    <w:lvl w:ilvl="0" w:tplc="0DB67C96">
      <w:start w:val="1"/>
      <w:numFmt w:val="decimal"/>
      <w:lvlText w:val="%1."/>
      <w:lvlJc w:val="left"/>
      <w:pPr>
        <w:ind w:left="195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F5C424F4">
      <w:numFmt w:val="bullet"/>
      <w:lvlText w:val="•"/>
      <w:lvlJc w:val="left"/>
      <w:pPr>
        <w:ind w:left="2794" w:hanging="708"/>
      </w:pPr>
      <w:rPr>
        <w:rFonts w:hint="default"/>
      </w:rPr>
    </w:lvl>
    <w:lvl w:ilvl="2" w:tplc="1012EF7C">
      <w:numFmt w:val="bullet"/>
      <w:lvlText w:val="•"/>
      <w:lvlJc w:val="left"/>
      <w:pPr>
        <w:ind w:left="3629" w:hanging="708"/>
      </w:pPr>
      <w:rPr>
        <w:rFonts w:hint="default"/>
      </w:rPr>
    </w:lvl>
    <w:lvl w:ilvl="3" w:tplc="1012009A">
      <w:numFmt w:val="bullet"/>
      <w:lvlText w:val="•"/>
      <w:lvlJc w:val="left"/>
      <w:pPr>
        <w:ind w:left="4463" w:hanging="708"/>
      </w:pPr>
      <w:rPr>
        <w:rFonts w:hint="default"/>
      </w:rPr>
    </w:lvl>
    <w:lvl w:ilvl="4" w:tplc="4C663B26">
      <w:numFmt w:val="bullet"/>
      <w:lvlText w:val="•"/>
      <w:lvlJc w:val="left"/>
      <w:pPr>
        <w:ind w:left="5298" w:hanging="708"/>
      </w:pPr>
      <w:rPr>
        <w:rFonts w:hint="default"/>
      </w:rPr>
    </w:lvl>
    <w:lvl w:ilvl="5" w:tplc="A320728A">
      <w:numFmt w:val="bullet"/>
      <w:lvlText w:val="•"/>
      <w:lvlJc w:val="left"/>
      <w:pPr>
        <w:ind w:left="6133" w:hanging="708"/>
      </w:pPr>
      <w:rPr>
        <w:rFonts w:hint="default"/>
      </w:rPr>
    </w:lvl>
    <w:lvl w:ilvl="6" w:tplc="9182BD00">
      <w:numFmt w:val="bullet"/>
      <w:lvlText w:val="•"/>
      <w:lvlJc w:val="left"/>
      <w:pPr>
        <w:ind w:left="6967" w:hanging="708"/>
      </w:pPr>
      <w:rPr>
        <w:rFonts w:hint="default"/>
      </w:rPr>
    </w:lvl>
    <w:lvl w:ilvl="7" w:tplc="309C26D8">
      <w:numFmt w:val="bullet"/>
      <w:lvlText w:val="•"/>
      <w:lvlJc w:val="left"/>
      <w:pPr>
        <w:ind w:left="7802" w:hanging="708"/>
      </w:pPr>
      <w:rPr>
        <w:rFonts w:hint="default"/>
      </w:rPr>
    </w:lvl>
    <w:lvl w:ilvl="8" w:tplc="85A6966C">
      <w:numFmt w:val="bullet"/>
      <w:lvlText w:val="•"/>
      <w:lvlJc w:val="left"/>
      <w:pPr>
        <w:ind w:left="8637" w:hanging="708"/>
      </w:pPr>
      <w:rPr>
        <w:rFonts w:hint="default"/>
      </w:rPr>
    </w:lvl>
  </w:abstractNum>
  <w:abstractNum w:abstractNumId="29">
    <w:nsid w:val="79CF4403"/>
    <w:multiLevelType w:val="hybridMultilevel"/>
    <w:tmpl w:val="DA2456A0"/>
    <w:lvl w:ilvl="0" w:tplc="D4704FC6">
      <w:start w:val="1"/>
      <w:numFmt w:val="decimal"/>
      <w:lvlText w:val="%1."/>
      <w:lvlJc w:val="left"/>
      <w:pPr>
        <w:ind w:left="1958" w:hanging="6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C986A418">
      <w:numFmt w:val="bullet"/>
      <w:lvlText w:val="•"/>
      <w:lvlJc w:val="left"/>
      <w:pPr>
        <w:ind w:left="2794" w:hanging="696"/>
      </w:pPr>
      <w:rPr>
        <w:rFonts w:hint="default"/>
      </w:rPr>
    </w:lvl>
    <w:lvl w:ilvl="2" w:tplc="D62AAEB8">
      <w:numFmt w:val="bullet"/>
      <w:lvlText w:val="•"/>
      <w:lvlJc w:val="left"/>
      <w:pPr>
        <w:ind w:left="3629" w:hanging="696"/>
      </w:pPr>
      <w:rPr>
        <w:rFonts w:hint="default"/>
      </w:rPr>
    </w:lvl>
    <w:lvl w:ilvl="3" w:tplc="4CA6E482">
      <w:numFmt w:val="bullet"/>
      <w:lvlText w:val="•"/>
      <w:lvlJc w:val="left"/>
      <w:pPr>
        <w:ind w:left="4463" w:hanging="696"/>
      </w:pPr>
      <w:rPr>
        <w:rFonts w:hint="default"/>
      </w:rPr>
    </w:lvl>
    <w:lvl w:ilvl="4" w:tplc="0A885AC2">
      <w:numFmt w:val="bullet"/>
      <w:lvlText w:val="•"/>
      <w:lvlJc w:val="left"/>
      <w:pPr>
        <w:ind w:left="5298" w:hanging="696"/>
      </w:pPr>
      <w:rPr>
        <w:rFonts w:hint="default"/>
      </w:rPr>
    </w:lvl>
    <w:lvl w:ilvl="5" w:tplc="18E2E6AA">
      <w:numFmt w:val="bullet"/>
      <w:lvlText w:val="•"/>
      <w:lvlJc w:val="left"/>
      <w:pPr>
        <w:ind w:left="6133" w:hanging="696"/>
      </w:pPr>
      <w:rPr>
        <w:rFonts w:hint="default"/>
      </w:rPr>
    </w:lvl>
    <w:lvl w:ilvl="6" w:tplc="C49E94F2">
      <w:numFmt w:val="bullet"/>
      <w:lvlText w:val="•"/>
      <w:lvlJc w:val="left"/>
      <w:pPr>
        <w:ind w:left="6967" w:hanging="696"/>
      </w:pPr>
      <w:rPr>
        <w:rFonts w:hint="default"/>
      </w:rPr>
    </w:lvl>
    <w:lvl w:ilvl="7" w:tplc="75801066">
      <w:numFmt w:val="bullet"/>
      <w:lvlText w:val="•"/>
      <w:lvlJc w:val="left"/>
      <w:pPr>
        <w:ind w:left="7802" w:hanging="696"/>
      </w:pPr>
      <w:rPr>
        <w:rFonts w:hint="default"/>
      </w:rPr>
    </w:lvl>
    <w:lvl w:ilvl="8" w:tplc="892E0A68">
      <w:numFmt w:val="bullet"/>
      <w:lvlText w:val="•"/>
      <w:lvlJc w:val="left"/>
      <w:pPr>
        <w:ind w:left="8637" w:hanging="696"/>
      </w:pPr>
      <w:rPr>
        <w:rFonts w:hint="default"/>
      </w:rPr>
    </w:lvl>
  </w:abstractNum>
  <w:abstractNum w:abstractNumId="30">
    <w:nsid w:val="7BC346C3"/>
    <w:multiLevelType w:val="hybridMultilevel"/>
    <w:tmpl w:val="B80C1570"/>
    <w:lvl w:ilvl="0" w:tplc="BCBE4B82">
      <w:start w:val="1"/>
      <w:numFmt w:val="decimal"/>
      <w:lvlText w:val="%1."/>
      <w:lvlJc w:val="left"/>
      <w:pPr>
        <w:ind w:left="141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3E4410C4">
      <w:numFmt w:val="bullet"/>
      <w:lvlText w:val="•"/>
      <w:lvlJc w:val="left"/>
      <w:pPr>
        <w:ind w:left="872" w:hanging="348"/>
      </w:pPr>
      <w:rPr>
        <w:rFonts w:hint="default"/>
      </w:rPr>
    </w:lvl>
    <w:lvl w:ilvl="2" w:tplc="A0BA6720">
      <w:numFmt w:val="bullet"/>
      <w:lvlText w:val="•"/>
      <w:lvlJc w:val="left"/>
      <w:pPr>
        <w:ind w:left="1605" w:hanging="348"/>
      </w:pPr>
      <w:rPr>
        <w:rFonts w:hint="default"/>
      </w:rPr>
    </w:lvl>
    <w:lvl w:ilvl="3" w:tplc="AC6421E8">
      <w:numFmt w:val="bullet"/>
      <w:lvlText w:val="•"/>
      <w:lvlJc w:val="left"/>
      <w:pPr>
        <w:ind w:left="2338" w:hanging="348"/>
      </w:pPr>
      <w:rPr>
        <w:rFonts w:hint="default"/>
      </w:rPr>
    </w:lvl>
    <w:lvl w:ilvl="4" w:tplc="3AD695F6">
      <w:numFmt w:val="bullet"/>
      <w:lvlText w:val="•"/>
      <w:lvlJc w:val="left"/>
      <w:pPr>
        <w:ind w:left="3071" w:hanging="348"/>
      </w:pPr>
      <w:rPr>
        <w:rFonts w:hint="default"/>
      </w:rPr>
    </w:lvl>
    <w:lvl w:ilvl="5" w:tplc="6F4C4370">
      <w:numFmt w:val="bullet"/>
      <w:lvlText w:val="•"/>
      <w:lvlJc w:val="left"/>
      <w:pPr>
        <w:ind w:left="3804" w:hanging="348"/>
      </w:pPr>
      <w:rPr>
        <w:rFonts w:hint="default"/>
      </w:rPr>
    </w:lvl>
    <w:lvl w:ilvl="6" w:tplc="75CA358E">
      <w:numFmt w:val="bullet"/>
      <w:lvlText w:val="•"/>
      <w:lvlJc w:val="left"/>
      <w:pPr>
        <w:ind w:left="4537" w:hanging="348"/>
      </w:pPr>
      <w:rPr>
        <w:rFonts w:hint="default"/>
      </w:rPr>
    </w:lvl>
    <w:lvl w:ilvl="7" w:tplc="03E6EDB4">
      <w:numFmt w:val="bullet"/>
      <w:lvlText w:val="•"/>
      <w:lvlJc w:val="left"/>
      <w:pPr>
        <w:ind w:left="5270" w:hanging="348"/>
      </w:pPr>
      <w:rPr>
        <w:rFonts w:hint="default"/>
      </w:rPr>
    </w:lvl>
    <w:lvl w:ilvl="8" w:tplc="9CA4BFBE">
      <w:numFmt w:val="bullet"/>
      <w:lvlText w:val="•"/>
      <w:lvlJc w:val="left"/>
      <w:pPr>
        <w:ind w:left="6003" w:hanging="348"/>
      </w:pPr>
      <w:rPr>
        <w:rFonts w:hint="default"/>
      </w:rPr>
    </w:lvl>
  </w:abstractNum>
  <w:abstractNum w:abstractNumId="31">
    <w:nsid w:val="7E600AC4"/>
    <w:multiLevelType w:val="multilevel"/>
    <w:tmpl w:val="2E748F72"/>
    <w:lvl w:ilvl="0">
      <w:start w:val="1"/>
      <w:numFmt w:val="decimal"/>
      <w:lvlText w:val="%1."/>
      <w:lvlJc w:val="left"/>
      <w:pPr>
        <w:ind w:left="54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958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3800" w:hanging="708"/>
      </w:pPr>
      <w:rPr>
        <w:rFonts w:hint="default"/>
      </w:rPr>
    </w:lvl>
    <w:lvl w:ilvl="3">
      <w:numFmt w:val="bullet"/>
      <w:lvlText w:val="•"/>
      <w:lvlJc w:val="left"/>
      <w:pPr>
        <w:ind w:left="4613" w:hanging="708"/>
      </w:pPr>
      <w:rPr>
        <w:rFonts w:hint="default"/>
      </w:rPr>
    </w:lvl>
    <w:lvl w:ilvl="4">
      <w:numFmt w:val="bullet"/>
      <w:lvlText w:val="•"/>
      <w:lvlJc w:val="left"/>
      <w:pPr>
        <w:ind w:left="5426" w:hanging="708"/>
      </w:pPr>
      <w:rPr>
        <w:rFonts w:hint="default"/>
      </w:rPr>
    </w:lvl>
    <w:lvl w:ilvl="5">
      <w:numFmt w:val="bullet"/>
      <w:lvlText w:val="•"/>
      <w:lvlJc w:val="left"/>
      <w:pPr>
        <w:ind w:left="6239" w:hanging="708"/>
      </w:pPr>
      <w:rPr>
        <w:rFonts w:hint="default"/>
      </w:rPr>
    </w:lvl>
    <w:lvl w:ilvl="6">
      <w:numFmt w:val="bullet"/>
      <w:lvlText w:val="•"/>
      <w:lvlJc w:val="left"/>
      <w:pPr>
        <w:ind w:left="7053" w:hanging="708"/>
      </w:pPr>
      <w:rPr>
        <w:rFonts w:hint="default"/>
      </w:rPr>
    </w:lvl>
    <w:lvl w:ilvl="7">
      <w:numFmt w:val="bullet"/>
      <w:lvlText w:val="•"/>
      <w:lvlJc w:val="left"/>
      <w:pPr>
        <w:ind w:left="7866" w:hanging="708"/>
      </w:pPr>
      <w:rPr>
        <w:rFonts w:hint="default"/>
      </w:rPr>
    </w:lvl>
    <w:lvl w:ilvl="8">
      <w:numFmt w:val="bullet"/>
      <w:lvlText w:val="•"/>
      <w:lvlJc w:val="left"/>
      <w:pPr>
        <w:ind w:left="8679" w:hanging="708"/>
      </w:pPr>
      <w:rPr>
        <w:rFonts w:hint="default"/>
      </w:rPr>
    </w:lvl>
  </w:abstractNum>
  <w:num w:numId="1">
    <w:abstractNumId w:val="18"/>
  </w:num>
  <w:num w:numId="2">
    <w:abstractNumId w:val="4"/>
  </w:num>
  <w:num w:numId="3">
    <w:abstractNumId w:val="6"/>
  </w:num>
  <w:num w:numId="4">
    <w:abstractNumId w:val="22"/>
  </w:num>
  <w:num w:numId="5">
    <w:abstractNumId w:val="12"/>
  </w:num>
  <w:num w:numId="6">
    <w:abstractNumId w:val="11"/>
  </w:num>
  <w:num w:numId="7">
    <w:abstractNumId w:val="27"/>
  </w:num>
  <w:num w:numId="8">
    <w:abstractNumId w:val="23"/>
  </w:num>
  <w:num w:numId="9">
    <w:abstractNumId w:val="2"/>
  </w:num>
  <w:num w:numId="10">
    <w:abstractNumId w:val="17"/>
  </w:num>
  <w:num w:numId="11">
    <w:abstractNumId w:val="28"/>
  </w:num>
  <w:num w:numId="12">
    <w:abstractNumId w:val="8"/>
  </w:num>
  <w:num w:numId="13">
    <w:abstractNumId w:val="21"/>
  </w:num>
  <w:num w:numId="14">
    <w:abstractNumId w:val="26"/>
  </w:num>
  <w:num w:numId="15">
    <w:abstractNumId w:val="13"/>
  </w:num>
  <w:num w:numId="16">
    <w:abstractNumId w:val="19"/>
  </w:num>
  <w:num w:numId="17">
    <w:abstractNumId w:val="14"/>
  </w:num>
  <w:num w:numId="18">
    <w:abstractNumId w:val="5"/>
  </w:num>
  <w:num w:numId="19">
    <w:abstractNumId w:val="3"/>
  </w:num>
  <w:num w:numId="20">
    <w:abstractNumId w:val="0"/>
  </w:num>
  <w:num w:numId="21">
    <w:abstractNumId w:val="7"/>
  </w:num>
  <w:num w:numId="22">
    <w:abstractNumId w:val="31"/>
  </w:num>
  <w:num w:numId="23">
    <w:abstractNumId w:val="29"/>
  </w:num>
  <w:num w:numId="24">
    <w:abstractNumId w:val="20"/>
  </w:num>
  <w:num w:numId="25">
    <w:abstractNumId w:val="25"/>
  </w:num>
  <w:num w:numId="26">
    <w:abstractNumId w:val="15"/>
  </w:num>
  <w:num w:numId="27">
    <w:abstractNumId w:val="24"/>
  </w:num>
  <w:num w:numId="28">
    <w:abstractNumId w:val="30"/>
  </w:num>
  <w:num w:numId="29">
    <w:abstractNumId w:val="10"/>
  </w:num>
  <w:num w:numId="30">
    <w:abstractNumId w:val="1"/>
  </w:num>
  <w:num w:numId="31">
    <w:abstractNumId w:val="9"/>
  </w:num>
  <w:num w:numId="3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4729"/>
    <w:rsid w:val="0002544C"/>
    <w:rsid w:val="00045BD2"/>
    <w:rsid w:val="000761E3"/>
    <w:rsid w:val="000775AB"/>
    <w:rsid w:val="000928E6"/>
    <w:rsid w:val="000B06B0"/>
    <w:rsid w:val="001238FD"/>
    <w:rsid w:val="0014195E"/>
    <w:rsid w:val="00173216"/>
    <w:rsid w:val="001933C5"/>
    <w:rsid w:val="001B258B"/>
    <w:rsid w:val="001B7A45"/>
    <w:rsid w:val="001D797A"/>
    <w:rsid w:val="00243AEC"/>
    <w:rsid w:val="00291A9C"/>
    <w:rsid w:val="002947E6"/>
    <w:rsid w:val="002A51E7"/>
    <w:rsid w:val="003E3EC4"/>
    <w:rsid w:val="003E74CC"/>
    <w:rsid w:val="00406E49"/>
    <w:rsid w:val="00410FE3"/>
    <w:rsid w:val="00434AE6"/>
    <w:rsid w:val="0045152E"/>
    <w:rsid w:val="004B1D48"/>
    <w:rsid w:val="004F7392"/>
    <w:rsid w:val="0050347B"/>
    <w:rsid w:val="00532087"/>
    <w:rsid w:val="00532D18"/>
    <w:rsid w:val="00537BEF"/>
    <w:rsid w:val="00550C26"/>
    <w:rsid w:val="00587793"/>
    <w:rsid w:val="005C6E4A"/>
    <w:rsid w:val="0065400C"/>
    <w:rsid w:val="006650AD"/>
    <w:rsid w:val="00667E41"/>
    <w:rsid w:val="006A020B"/>
    <w:rsid w:val="006F1EA7"/>
    <w:rsid w:val="00711605"/>
    <w:rsid w:val="00851862"/>
    <w:rsid w:val="00855D68"/>
    <w:rsid w:val="00877F3F"/>
    <w:rsid w:val="009E39C4"/>
    <w:rsid w:val="00A175B6"/>
    <w:rsid w:val="00A42716"/>
    <w:rsid w:val="00B13C26"/>
    <w:rsid w:val="00B50F7A"/>
    <w:rsid w:val="00B87C9F"/>
    <w:rsid w:val="00BB1135"/>
    <w:rsid w:val="00C1053A"/>
    <w:rsid w:val="00C54729"/>
    <w:rsid w:val="00C6532B"/>
    <w:rsid w:val="00CB5908"/>
    <w:rsid w:val="00CE5285"/>
    <w:rsid w:val="00D07AA6"/>
    <w:rsid w:val="00D108DB"/>
    <w:rsid w:val="00D177B2"/>
    <w:rsid w:val="00D41FAB"/>
    <w:rsid w:val="00D65ACE"/>
    <w:rsid w:val="00DC214F"/>
    <w:rsid w:val="00E87B52"/>
    <w:rsid w:val="00ED315E"/>
    <w:rsid w:val="00EE4C31"/>
    <w:rsid w:val="00EE5BD4"/>
    <w:rsid w:val="00EE5EAE"/>
    <w:rsid w:val="00F04BA2"/>
    <w:rsid w:val="00F1325C"/>
    <w:rsid w:val="00F55446"/>
    <w:rsid w:val="00FE5DB4"/>
    <w:rsid w:val="00FE6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087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243AEC"/>
    <w:pPr>
      <w:spacing w:before="71"/>
      <w:ind w:left="647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243AEC"/>
    <w:pPr>
      <w:ind w:left="1958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E6F2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E6F2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table" w:customStyle="1" w:styleId="TableNormal1">
    <w:name w:val="Table Normal1"/>
    <w:uiPriority w:val="99"/>
    <w:semiHidden/>
    <w:rsid w:val="00243AEC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99"/>
    <w:rsid w:val="00243AEC"/>
    <w:pPr>
      <w:spacing w:before="281" w:line="274" w:lineRule="exact"/>
      <w:ind w:left="1118" w:hanging="576"/>
    </w:pPr>
    <w:rPr>
      <w:b/>
      <w:bCs/>
      <w:sz w:val="24"/>
      <w:szCs w:val="24"/>
    </w:rPr>
  </w:style>
  <w:style w:type="paragraph" w:styleId="TOC2">
    <w:name w:val="toc 2"/>
    <w:basedOn w:val="Normal"/>
    <w:uiPriority w:val="99"/>
    <w:rsid w:val="00243AEC"/>
    <w:pPr>
      <w:ind w:left="1118" w:hanging="576"/>
    </w:pPr>
    <w:rPr>
      <w:sz w:val="24"/>
      <w:szCs w:val="24"/>
    </w:rPr>
  </w:style>
  <w:style w:type="paragraph" w:styleId="TOC3">
    <w:name w:val="toc 3"/>
    <w:basedOn w:val="Normal"/>
    <w:uiPriority w:val="99"/>
    <w:rsid w:val="00243AEC"/>
    <w:pPr>
      <w:ind w:left="1118"/>
    </w:pPr>
    <w:rPr>
      <w:b/>
      <w:bCs/>
      <w:sz w:val="24"/>
      <w:szCs w:val="24"/>
    </w:rPr>
  </w:style>
  <w:style w:type="paragraph" w:styleId="TOC4">
    <w:name w:val="toc 4"/>
    <w:basedOn w:val="Normal"/>
    <w:uiPriority w:val="99"/>
    <w:rsid w:val="00243AEC"/>
    <w:pPr>
      <w:ind w:left="1118"/>
    </w:pPr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243AEC"/>
    <w:pPr>
      <w:ind w:left="542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761E3"/>
    <w:rPr>
      <w:rFonts w:ascii="Times New Roman" w:hAnsi="Times New Roman" w:cs="Times New Roman"/>
      <w:sz w:val="24"/>
      <w:szCs w:val="24"/>
      <w:lang w:val="ru-RU"/>
    </w:rPr>
  </w:style>
  <w:style w:type="paragraph" w:styleId="ListParagraph">
    <w:name w:val="List Paragraph"/>
    <w:basedOn w:val="Normal"/>
    <w:uiPriority w:val="99"/>
    <w:qFormat/>
    <w:rsid w:val="00243AEC"/>
    <w:pPr>
      <w:ind w:left="542" w:firstLine="707"/>
    </w:pPr>
  </w:style>
  <w:style w:type="paragraph" w:customStyle="1" w:styleId="TableParagraph">
    <w:name w:val="Table Paragraph"/>
    <w:basedOn w:val="Normal"/>
    <w:uiPriority w:val="99"/>
    <w:rsid w:val="00243AEC"/>
    <w:pPr>
      <w:ind w:left="107"/>
    </w:pPr>
  </w:style>
  <w:style w:type="character" w:styleId="Hyperlink">
    <w:name w:val="Hyperlink"/>
    <w:basedOn w:val="DefaultParagraphFont"/>
    <w:uiPriority w:val="99"/>
    <w:rsid w:val="00855D68"/>
    <w:rPr>
      <w:rFonts w:cs="Times New Roman"/>
      <w:color w:val="0000FF"/>
      <w:u w:val="single"/>
    </w:rPr>
  </w:style>
  <w:style w:type="table" w:customStyle="1" w:styleId="TableNormal11">
    <w:name w:val="Table Normal11"/>
    <w:uiPriority w:val="99"/>
    <w:semiHidden/>
    <w:rsid w:val="00F04BA2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99"/>
    <w:semiHidden/>
    <w:rsid w:val="00F04BA2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s02021.edu35.ru" TargetMode="Externa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489</TotalTime>
  <Pages>51</Pages>
  <Words>14411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11</cp:revision>
  <cp:lastPrinted>2021-12-08T10:16:00Z</cp:lastPrinted>
  <dcterms:created xsi:type="dcterms:W3CDTF">2021-09-15T02:09:00Z</dcterms:created>
  <dcterms:modified xsi:type="dcterms:W3CDTF">2021-12-20T05:06:00Z</dcterms:modified>
</cp:coreProperties>
</file>